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5A587D05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71329E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66D812CE" w:rsidR="00F1480E" w:rsidRPr="000754EC" w:rsidRDefault="000B2332" w:rsidP="00F47281">
            <w:pPr>
              <w:pStyle w:val="SIUnittitle"/>
            </w:pPr>
            <w:r w:rsidRPr="00922F35">
              <w:t>FWP</w:t>
            </w:r>
            <w:r>
              <w:t>FIR</w:t>
            </w:r>
            <w:r w:rsidR="004A40A0">
              <w:t>3002</w:t>
            </w:r>
          </w:p>
        </w:tc>
        <w:tc>
          <w:tcPr>
            <w:tcW w:w="3604" w:type="pct"/>
            <w:shd w:val="clear" w:color="auto" w:fill="auto"/>
          </w:tcPr>
          <w:p w14:paraId="7B2E5DB8" w14:textId="6CD6278E" w:rsidR="00F1480E" w:rsidRPr="000754EC" w:rsidRDefault="00A234E0" w:rsidP="00F47281">
            <w:pPr>
              <w:pStyle w:val="SIUnittitle"/>
            </w:pPr>
            <w:r w:rsidRPr="00A234E0">
              <w:t>Apply communication protocols during post-bushfire vegetation clearing and clean-up operations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3515A156" w:rsidR="008E2FD6" w:rsidRDefault="008E2FD6" w:rsidP="006E6567">
            <w:pPr>
              <w:pStyle w:val="SIText"/>
            </w:pPr>
            <w:bookmarkStart w:id="0" w:name="_Hlk87959494"/>
            <w:r w:rsidRPr="000F7282">
              <w:t xml:space="preserve">This unit of competency describes the skills and knowledge required </w:t>
            </w:r>
            <w:r w:rsidR="006B2C8C">
              <w:t>to</w:t>
            </w:r>
            <w:r w:rsidR="00ED6FF6">
              <w:t xml:space="preserve"> recognise the </w:t>
            </w:r>
            <w:r w:rsidR="00894C05">
              <w:t>command and communication structure</w:t>
            </w:r>
            <w:r w:rsidR="00C1007C">
              <w:t xml:space="preserve"> and the communications plan</w:t>
            </w:r>
            <w:r w:rsidR="00894C05">
              <w:t xml:space="preserve"> that applies </w:t>
            </w:r>
            <w:r w:rsidR="00C1007C">
              <w:t>to a bushfire impacted area</w:t>
            </w:r>
            <w:r w:rsidR="00F0199B">
              <w:t xml:space="preserve"> </w:t>
            </w:r>
            <w:r w:rsidR="00894C05">
              <w:t>and</w:t>
            </w:r>
            <w:r w:rsidR="00F0199B">
              <w:t xml:space="preserve"> </w:t>
            </w:r>
            <w:r w:rsidR="00ED6FF6">
              <w:t xml:space="preserve">to communicate effectively with others </w:t>
            </w:r>
            <w:r w:rsidR="00894C05">
              <w:t>involved in</w:t>
            </w:r>
            <w:r w:rsidR="00051DF3">
              <w:t xml:space="preserve"> </w:t>
            </w:r>
            <w:r w:rsidR="00051DF3" w:rsidRPr="00051DF3">
              <w:t xml:space="preserve">vegetation </w:t>
            </w:r>
            <w:r w:rsidR="004E481B">
              <w:t xml:space="preserve">clearing and </w:t>
            </w:r>
            <w:r w:rsidR="00051DF3" w:rsidRPr="00051DF3">
              <w:t>clean-up operations on private and public land, including main roads</w:t>
            </w:r>
            <w:r w:rsidR="004E481B">
              <w:t>.</w:t>
            </w:r>
          </w:p>
          <w:bookmarkEnd w:id="0"/>
          <w:p w14:paraId="303326BF" w14:textId="77777777" w:rsidR="006E6567" w:rsidRPr="000F7282" w:rsidRDefault="006E6567" w:rsidP="006E6567">
            <w:pPr>
              <w:pStyle w:val="SIText"/>
            </w:pPr>
          </w:p>
          <w:p w14:paraId="351E5A40" w14:textId="5C13254A" w:rsidR="008E2FD6" w:rsidRDefault="008E2FD6" w:rsidP="006E6567">
            <w:pPr>
              <w:pStyle w:val="SIText"/>
            </w:pPr>
            <w:r w:rsidRPr="000F7282">
              <w:t xml:space="preserve">The unit applies to </w:t>
            </w:r>
            <w:r w:rsidR="004C4A25">
              <w:t>contractors</w:t>
            </w:r>
            <w:r w:rsidR="004E481B">
              <w:t>,</w:t>
            </w:r>
            <w:r w:rsidR="004C4A25">
              <w:t xml:space="preserve"> </w:t>
            </w:r>
            <w:r w:rsidR="004E481B">
              <w:t>including harvesting operators and arborist</w:t>
            </w:r>
            <w:r w:rsidR="00594F73">
              <w:t>s</w:t>
            </w:r>
            <w:r w:rsidR="004E481B">
              <w:t xml:space="preserve">, </w:t>
            </w:r>
            <w:r w:rsidR="00AC15F4">
              <w:t xml:space="preserve">and agency approved </w:t>
            </w:r>
            <w:r w:rsidR="00592432">
              <w:t xml:space="preserve">staff and </w:t>
            </w:r>
            <w:r w:rsidR="00AC15F4">
              <w:t xml:space="preserve">volunteers </w:t>
            </w:r>
            <w:r w:rsidR="004C4A25">
              <w:t xml:space="preserve">who are engaged in </w:t>
            </w:r>
            <w:r w:rsidR="00C46CC4">
              <w:t>vegetation</w:t>
            </w:r>
            <w:r w:rsidR="00612945">
              <w:t xml:space="preserve"> </w:t>
            </w:r>
            <w:r w:rsidR="004E481B">
              <w:t xml:space="preserve">clearing and </w:t>
            </w:r>
            <w:r w:rsidR="00612945">
              <w:t>clean-up operations</w:t>
            </w:r>
            <w:r w:rsidR="004E481B">
              <w:t xml:space="preserve"> in </w:t>
            </w:r>
            <w:r w:rsidR="00FF78AF">
              <w:t>bushfire impacted area</w:t>
            </w:r>
            <w:r w:rsidR="00FF2212">
              <w:t>s</w:t>
            </w:r>
            <w:r w:rsidR="006B2C8C">
              <w:t>.</w:t>
            </w:r>
            <w:r w:rsidRPr="000F7282">
              <w:t xml:space="preserve"> </w:t>
            </w:r>
          </w:p>
          <w:p w14:paraId="70DFBFED" w14:textId="77777777" w:rsidR="008E2FD6" w:rsidRPr="000F7282" w:rsidRDefault="008E2FD6" w:rsidP="006E6567">
            <w:pPr>
              <w:pStyle w:val="SIText"/>
            </w:pPr>
          </w:p>
          <w:p w14:paraId="3EBB591B" w14:textId="77777777" w:rsidR="00116FD6" w:rsidRPr="00116FD6" w:rsidRDefault="00116FD6" w:rsidP="00116FD6">
            <w:pPr>
              <w:pStyle w:val="SIText"/>
            </w:pPr>
            <w:r w:rsidRPr="00116FD6">
              <w:t>All work must be carried out to comply with workplace procedures, according to state/territory health and safety regulations, legislation, standards and industry codes of practice that apply to the workplace.</w:t>
            </w:r>
          </w:p>
          <w:p w14:paraId="15AF03C8" w14:textId="77777777" w:rsidR="00116FD6" w:rsidRDefault="00116FD6" w:rsidP="006E6567">
            <w:pPr>
              <w:pStyle w:val="SIText"/>
            </w:pPr>
          </w:p>
          <w:p w14:paraId="1DECDDC8" w14:textId="7630D1E4" w:rsidR="00373436" w:rsidRPr="000754EC" w:rsidRDefault="008E2FD6" w:rsidP="006E6567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1064FB01" w:rsidR="008547E9" w:rsidRPr="000754EC" w:rsidRDefault="00A777E2" w:rsidP="006B2C8C">
            <w:pPr>
              <w:pStyle w:val="SIText"/>
            </w:pPr>
            <w:r>
              <w:t>Fire Control</w:t>
            </w:r>
            <w:r w:rsidR="00A42676">
              <w:t xml:space="preserve"> (</w:t>
            </w:r>
            <w:r>
              <w:t>FIR</w:t>
            </w:r>
            <w:r w:rsidR="00A42676">
              <w:t>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6D24D7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6983BC83" w:rsidR="006D24D7" w:rsidRPr="006D24D7" w:rsidRDefault="00DC57D8" w:rsidP="003009C4">
            <w:pPr>
              <w:pStyle w:val="SIText"/>
            </w:pPr>
            <w:r>
              <w:t>1</w:t>
            </w:r>
            <w:r w:rsidR="006D24D7" w:rsidRPr="006D24D7">
              <w:t>. Communicate with relevant personnel</w:t>
            </w:r>
            <w:r w:rsidR="004E481B" w:rsidRPr="004E481B">
              <w:t xml:space="preserve"> </w:t>
            </w:r>
            <w:r w:rsidR="0005729A">
              <w:t xml:space="preserve">during </w:t>
            </w:r>
            <w:r w:rsidR="004B0277">
              <w:t>p</w:t>
            </w:r>
            <w:r w:rsidR="004B0277" w:rsidRPr="004B0277">
              <w:t xml:space="preserve">ost-bushfire </w:t>
            </w:r>
            <w:r w:rsidR="00F112E4">
              <w:t xml:space="preserve">vegetation </w:t>
            </w:r>
            <w:r w:rsidR="00B1404B">
              <w:t xml:space="preserve">clean-up </w:t>
            </w:r>
            <w:r w:rsidR="001A10F2">
              <w:t>operations</w:t>
            </w:r>
            <w:r w:rsidR="00F112E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9686026" w14:textId="03A9F19C" w:rsidR="006D24D7" w:rsidRDefault="00DC57D8" w:rsidP="003009C4">
            <w:pPr>
              <w:pStyle w:val="SIText"/>
            </w:pPr>
            <w:r>
              <w:t>1</w:t>
            </w:r>
            <w:r w:rsidR="006D24D7" w:rsidRPr="006D24D7">
              <w:t xml:space="preserve">.1 Recognise roles and authority of personnel in </w:t>
            </w:r>
            <w:r w:rsidR="00FA2451">
              <w:t xml:space="preserve">relevant </w:t>
            </w:r>
            <w:r w:rsidR="009A0E99">
              <w:t>command and communication structure</w:t>
            </w:r>
            <w:r w:rsidR="005C665E">
              <w:t xml:space="preserve"> and communications plan</w:t>
            </w:r>
            <w:r w:rsidR="006D24D7" w:rsidRPr="006D24D7">
              <w:t xml:space="preserve"> </w:t>
            </w:r>
          </w:p>
          <w:p w14:paraId="7858C2E8" w14:textId="550A6582" w:rsidR="006D24D7" w:rsidRPr="006D24D7" w:rsidRDefault="00DC57D8" w:rsidP="003009C4">
            <w:pPr>
              <w:pStyle w:val="SIText"/>
            </w:pPr>
            <w:r>
              <w:t>1</w:t>
            </w:r>
            <w:r w:rsidR="006D24D7">
              <w:t xml:space="preserve">.2 </w:t>
            </w:r>
            <w:r w:rsidR="009604BC">
              <w:t>Participate in briefing and debriefing activities as</w:t>
            </w:r>
            <w:r w:rsidR="006D24D7" w:rsidRPr="006D24D7">
              <w:t xml:space="preserve"> requested by </w:t>
            </w:r>
            <w:r w:rsidR="009604BC">
              <w:t>appropriate personnel</w:t>
            </w:r>
          </w:p>
          <w:p w14:paraId="130800E4" w14:textId="611D9292" w:rsidR="00DC57D8" w:rsidRDefault="00DC57D8" w:rsidP="003009C4">
            <w:pPr>
              <w:pStyle w:val="SIText"/>
            </w:pPr>
            <w:r>
              <w:t>1.3</w:t>
            </w:r>
            <w:r w:rsidR="006D24D7" w:rsidRPr="006D24D7">
              <w:t xml:space="preserve"> </w:t>
            </w:r>
            <w:r w:rsidRPr="00DC57D8">
              <w:t xml:space="preserve">Identify and communicate situational needs using appropriate communication skills and </w:t>
            </w:r>
            <w:r w:rsidR="009604BC">
              <w:t>communication technologies</w:t>
            </w:r>
            <w:r w:rsidR="00ED6FF6">
              <w:t xml:space="preserve"> </w:t>
            </w:r>
            <w:r w:rsidR="00523F81">
              <w:t xml:space="preserve">via the </w:t>
            </w:r>
            <w:r w:rsidR="009A0E99">
              <w:t>command and communication structure</w:t>
            </w:r>
          </w:p>
          <w:p w14:paraId="0B7A3847" w14:textId="07F699AC" w:rsidR="00ED6FF6" w:rsidRDefault="00ED6FF6" w:rsidP="003009C4">
            <w:pPr>
              <w:pStyle w:val="SIText"/>
            </w:pPr>
            <w:r>
              <w:t xml:space="preserve">1.4 </w:t>
            </w:r>
            <w:r w:rsidR="00523F81">
              <w:t>U</w:t>
            </w:r>
            <w:r>
              <w:t xml:space="preserve">se correct terminology to facilitate effective communication with others involved in </w:t>
            </w:r>
            <w:r w:rsidR="00FA2451" w:rsidRPr="00FA2451">
              <w:t xml:space="preserve">vegetation clearing and clean-up operations in </w:t>
            </w:r>
            <w:r w:rsidR="00FF78AF">
              <w:t>bushfire impacted area</w:t>
            </w:r>
          </w:p>
          <w:p w14:paraId="003A3619" w14:textId="653796F8" w:rsidR="006D24D7" w:rsidRPr="006D24D7" w:rsidRDefault="00DC57D8" w:rsidP="003009C4">
            <w:pPr>
              <w:pStyle w:val="SIText"/>
            </w:pPr>
            <w:r>
              <w:t>1.</w:t>
            </w:r>
            <w:r w:rsidR="00ED6FF6">
              <w:t>5</w:t>
            </w:r>
            <w:r>
              <w:t xml:space="preserve"> </w:t>
            </w:r>
            <w:r w:rsidR="006D24D7" w:rsidRPr="006D24D7">
              <w:t>Communicate requirements</w:t>
            </w:r>
            <w:r>
              <w:t xml:space="preserve"> to team members</w:t>
            </w:r>
            <w:r w:rsidR="006D24D7" w:rsidRPr="006D24D7">
              <w:t xml:space="preserve"> clearly and in a manner that reflects an appropriate level of authority</w:t>
            </w:r>
          </w:p>
          <w:p w14:paraId="5439FB47" w14:textId="51043FBA" w:rsidR="006D24D7" w:rsidRPr="006D24D7" w:rsidRDefault="00DC57D8" w:rsidP="003009C4">
            <w:pPr>
              <w:pStyle w:val="SIText"/>
            </w:pPr>
            <w:r>
              <w:t>1</w:t>
            </w:r>
            <w:r w:rsidR="006D24D7" w:rsidRPr="006D24D7">
              <w:t>.</w:t>
            </w:r>
            <w:r w:rsidR="00ED6FF6">
              <w:t>6</w:t>
            </w:r>
            <w:r w:rsidR="006D24D7" w:rsidRPr="006D24D7">
              <w:t xml:space="preserve"> Seek and follow direction, advice and assistance as required and appropriate to the situation</w:t>
            </w:r>
            <w:r w:rsidR="00AF18CD">
              <w:t xml:space="preserve"> according to chain of command</w:t>
            </w:r>
          </w:p>
          <w:p w14:paraId="2538B597" w14:textId="55B917F1" w:rsidR="006D24D7" w:rsidRPr="006D24D7" w:rsidRDefault="00DC57D8" w:rsidP="003009C4">
            <w:pPr>
              <w:pStyle w:val="SIText"/>
            </w:pPr>
            <w:r>
              <w:t>1.</w:t>
            </w:r>
            <w:r w:rsidR="00ED6FF6">
              <w:t>7</w:t>
            </w:r>
            <w:r w:rsidR="006D24D7" w:rsidRPr="006D24D7">
              <w:t xml:space="preserve"> Recognise and resolve communication</w:t>
            </w:r>
            <w:r w:rsidR="00581141">
              <w:t xml:space="preserve"> difficulties and problems</w:t>
            </w:r>
            <w:r w:rsidR="006D24D7" w:rsidRPr="006D24D7">
              <w:t xml:space="preserve"> using appropriate communication techniques</w:t>
            </w:r>
            <w:r w:rsidR="00AF18CD">
              <w:t xml:space="preserve"> and technologies</w:t>
            </w:r>
          </w:p>
        </w:tc>
      </w:tr>
      <w:tr w:rsidR="00A323D9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65FE29C6" w:rsidR="00A323D9" w:rsidRPr="004C4A25" w:rsidRDefault="006D24D7" w:rsidP="006D24D7">
            <w:pPr>
              <w:pStyle w:val="SIText"/>
            </w:pPr>
            <w:r>
              <w:t xml:space="preserve">2. </w:t>
            </w:r>
            <w:r w:rsidR="00132F40">
              <w:t>C</w:t>
            </w:r>
            <w:r w:rsidR="004860D7">
              <w:t xml:space="preserve">ommunicate </w:t>
            </w:r>
            <w:r w:rsidR="00A323D9" w:rsidRPr="00A323D9">
              <w:t>complex information</w:t>
            </w:r>
            <w:r w:rsidR="00F15CB4">
              <w:t xml:space="preserve"> </w:t>
            </w:r>
            <w:r w:rsidR="004B0277">
              <w:t xml:space="preserve">during </w:t>
            </w:r>
            <w:r w:rsidR="004B0277" w:rsidRPr="004B0277">
              <w:t>post-bushfire vegetation clean-up operations</w:t>
            </w:r>
          </w:p>
        </w:tc>
        <w:tc>
          <w:tcPr>
            <w:tcW w:w="3604" w:type="pct"/>
            <w:shd w:val="clear" w:color="auto" w:fill="auto"/>
          </w:tcPr>
          <w:p w14:paraId="17C3D6E3" w14:textId="10200FF9" w:rsidR="00A323D9" w:rsidRDefault="006D24D7" w:rsidP="006D24D7">
            <w:pPr>
              <w:pStyle w:val="SIText"/>
            </w:pPr>
            <w:r>
              <w:t xml:space="preserve">2.1 </w:t>
            </w:r>
            <w:r w:rsidR="00A323D9" w:rsidRPr="00A323D9">
              <w:t>Co</w:t>
            </w:r>
            <w:r w:rsidR="00A323D9">
              <w:t>nvey co</w:t>
            </w:r>
            <w:r w:rsidR="00A323D9" w:rsidRPr="00A323D9">
              <w:t>mplex information clearly</w:t>
            </w:r>
            <w:r w:rsidR="00CB7EE4">
              <w:t>, concisely</w:t>
            </w:r>
            <w:r w:rsidR="00A323D9" w:rsidRPr="00A323D9">
              <w:t xml:space="preserve"> and accurately</w:t>
            </w:r>
            <w:r w:rsidR="00A323D9">
              <w:t xml:space="preserve"> to </w:t>
            </w:r>
            <w:r w:rsidR="009604BC">
              <w:t>appropriate</w:t>
            </w:r>
            <w:r w:rsidR="00A323D9">
              <w:t xml:space="preserve"> personnel</w:t>
            </w:r>
          </w:p>
          <w:p w14:paraId="542E76EA" w14:textId="64BBDE3C" w:rsidR="00A323D9" w:rsidRPr="004C4A25" w:rsidRDefault="006D24D7" w:rsidP="009C270A">
            <w:pPr>
              <w:pStyle w:val="SIText"/>
            </w:pPr>
            <w:r>
              <w:t xml:space="preserve">2.2 </w:t>
            </w:r>
            <w:r w:rsidR="00785185">
              <w:t>C</w:t>
            </w:r>
            <w:r w:rsidR="00F50019">
              <w:t>onfirm re</w:t>
            </w:r>
            <w:r w:rsidR="00785185">
              <w:t>cipient understanding of information by requesting</w:t>
            </w:r>
            <w:r w:rsidR="006F3E16">
              <w:t xml:space="preserve"> rec</w:t>
            </w:r>
            <w:r w:rsidR="00C65C03">
              <w:t>i</w:t>
            </w:r>
            <w:r w:rsidR="006F3E16">
              <w:t xml:space="preserve">pient </w:t>
            </w:r>
            <w:r w:rsidR="00E50666">
              <w:t xml:space="preserve">to </w:t>
            </w:r>
            <w:r w:rsidR="00AF7799">
              <w:t>repea</w:t>
            </w:r>
            <w:r w:rsidR="00E50666">
              <w:t>t</w:t>
            </w:r>
            <w:r w:rsidR="00AF7799">
              <w:t xml:space="preserve"> message </w:t>
            </w:r>
            <w:r w:rsidR="00BF4AC7">
              <w:t xml:space="preserve">or </w:t>
            </w:r>
            <w:r w:rsidR="00BF4AC7" w:rsidRPr="00BF4AC7">
              <w:t>confirm that message is received and understood</w:t>
            </w:r>
            <w:r w:rsidR="00FF2212">
              <w:t>,</w:t>
            </w:r>
            <w:r w:rsidR="00BF4AC7">
              <w:t xml:space="preserve"> </w:t>
            </w:r>
            <w:r w:rsidR="00A323D9" w:rsidRPr="00A323D9">
              <w:t xml:space="preserve">and </w:t>
            </w:r>
            <w:r w:rsidR="00A323D9">
              <w:t xml:space="preserve">adjust </w:t>
            </w:r>
            <w:r w:rsidR="00A323D9" w:rsidRPr="00A323D9">
              <w:t xml:space="preserve">mode of communication </w:t>
            </w:r>
            <w:r w:rsidR="007C2035">
              <w:t>where</w:t>
            </w:r>
            <w:r w:rsidR="00A323D9">
              <w:t xml:space="preserve"> required</w:t>
            </w:r>
          </w:p>
        </w:tc>
      </w:tr>
      <w:tr w:rsidR="00A323D9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02AEFE80" w:rsidR="00A323D9" w:rsidRPr="004C4A25" w:rsidRDefault="00DC57D8" w:rsidP="004C4A25">
            <w:pPr>
              <w:pStyle w:val="SIText"/>
            </w:pPr>
            <w:r>
              <w:t>3</w:t>
            </w:r>
            <w:r w:rsidR="006D24D7">
              <w:t xml:space="preserve">. </w:t>
            </w:r>
            <w:r w:rsidR="00A323D9" w:rsidRPr="00A323D9">
              <w:t xml:space="preserve">Overcome </w:t>
            </w:r>
            <w:r w:rsidR="00FD483E">
              <w:t xml:space="preserve">communication </w:t>
            </w:r>
            <w:r w:rsidR="00A323D9" w:rsidRPr="00A323D9">
              <w:t xml:space="preserve">barriers </w:t>
            </w:r>
            <w:r w:rsidR="00FD483E">
              <w:t xml:space="preserve">during </w:t>
            </w:r>
            <w:r w:rsidR="00FD483E" w:rsidRPr="00FD483E">
              <w:t>post-bushfire vegetation clean-up operations</w:t>
            </w:r>
          </w:p>
        </w:tc>
        <w:tc>
          <w:tcPr>
            <w:tcW w:w="3604" w:type="pct"/>
            <w:shd w:val="clear" w:color="auto" w:fill="auto"/>
          </w:tcPr>
          <w:p w14:paraId="338E16CB" w14:textId="05485DD0" w:rsidR="00A323D9" w:rsidRDefault="00DC57D8" w:rsidP="00DC57D8">
            <w:pPr>
              <w:pStyle w:val="SIText"/>
            </w:pPr>
            <w:r>
              <w:t>3</w:t>
            </w:r>
            <w:r w:rsidR="006D24D7">
              <w:t xml:space="preserve">.1 </w:t>
            </w:r>
            <w:bookmarkStart w:id="1" w:name="_Hlk88119970"/>
            <w:r w:rsidR="006D24D7">
              <w:t>Identify b</w:t>
            </w:r>
            <w:r w:rsidR="00A323D9" w:rsidRPr="00A323D9">
              <w:t>arriers to effective communication</w:t>
            </w:r>
            <w:r w:rsidR="00FF2212">
              <w:t>,</w:t>
            </w:r>
            <w:r w:rsidR="009604BC">
              <w:t xml:space="preserve"> and </w:t>
            </w:r>
            <w:r w:rsidR="00ED6FF6">
              <w:t xml:space="preserve">implement solutions within own </w:t>
            </w:r>
            <w:r w:rsidR="00B504D9">
              <w:t>level of authority</w:t>
            </w:r>
            <w:r w:rsidR="00FF2212">
              <w:t>,</w:t>
            </w:r>
            <w:r w:rsidR="00ED6FF6">
              <w:t xml:space="preserve"> </w:t>
            </w:r>
            <w:bookmarkEnd w:id="1"/>
            <w:r w:rsidR="00ED6FF6">
              <w:t>or report to appropriate personnel</w:t>
            </w:r>
            <w:r w:rsidR="00523F81">
              <w:t xml:space="preserve"> according to communication plan</w:t>
            </w:r>
          </w:p>
          <w:p w14:paraId="3ABBDCF1" w14:textId="08E5330C" w:rsidR="00A323D9" w:rsidRPr="004C4A25" w:rsidRDefault="00DC57D8" w:rsidP="00DC57D8">
            <w:pPr>
              <w:pStyle w:val="SIText"/>
            </w:pPr>
            <w:r>
              <w:t>3</w:t>
            </w:r>
            <w:r w:rsidR="006D24D7">
              <w:t>.</w:t>
            </w:r>
            <w:r w:rsidR="009604BC">
              <w:t>2</w:t>
            </w:r>
            <w:r w:rsidR="006D24D7">
              <w:t xml:space="preserve"> Respond to c</w:t>
            </w:r>
            <w:r w:rsidR="00A323D9" w:rsidRPr="00A323D9">
              <w:t xml:space="preserve">onflict and </w:t>
            </w:r>
            <w:bookmarkStart w:id="2" w:name="_Hlk88120007"/>
            <w:r w:rsidR="00A323D9" w:rsidRPr="00A323D9">
              <w:t xml:space="preserve">potential for conflict </w:t>
            </w:r>
            <w:r w:rsidR="00581141">
              <w:t>with team members</w:t>
            </w:r>
            <w:bookmarkEnd w:id="2"/>
            <w:r w:rsidR="00255659">
              <w:t>,</w:t>
            </w:r>
            <w:r w:rsidR="00594F73">
              <w:t xml:space="preserve"> </w:t>
            </w:r>
            <w:r w:rsidR="00586836" w:rsidRPr="00586836">
              <w:t xml:space="preserve">bushfire </w:t>
            </w:r>
            <w:r w:rsidR="00FA2451">
              <w:t xml:space="preserve">agency </w:t>
            </w:r>
            <w:r w:rsidR="00255659">
              <w:t>personnel, people affected by bushfires</w:t>
            </w:r>
            <w:r w:rsidR="009A0E99">
              <w:t>, community representatives</w:t>
            </w:r>
            <w:r w:rsidR="00581141">
              <w:t xml:space="preserve"> and others </w:t>
            </w:r>
            <w:r w:rsidR="00A323D9" w:rsidRPr="00A323D9">
              <w:t>in a manner that prevents escalation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26BCBF44" w:rsidR="00EE4378" w:rsidRPr="00EE4378" w:rsidRDefault="00F7376F" w:rsidP="00B62BBB">
            <w:pPr>
              <w:pStyle w:val="SIBulletList1"/>
            </w:pPr>
            <w:r>
              <w:t>Interpret</w:t>
            </w:r>
            <w:r w:rsidRPr="00EE4378">
              <w:t xml:space="preserve"> </w:t>
            </w:r>
            <w:r w:rsidR="00AF18CD">
              <w:t>organisational charts and other documentation detailing command</w:t>
            </w:r>
            <w:r w:rsidR="00581141">
              <w:t xml:space="preserve"> and communication structures 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4A856C6E" w:rsidR="00EE4378" w:rsidRPr="00EE4378" w:rsidRDefault="00586836" w:rsidP="00EC0578">
            <w:pPr>
              <w:pStyle w:val="SIBulletList1"/>
            </w:pPr>
            <w:r>
              <w:t>Write basic</w:t>
            </w:r>
            <w:r w:rsidR="00AF18CD">
              <w:t xml:space="preserve"> </w:t>
            </w:r>
            <w:r w:rsidR="00EC0578" w:rsidRPr="00EC0578">
              <w:t xml:space="preserve">reports </w:t>
            </w:r>
            <w:r w:rsidR="00AF18CD">
              <w:t xml:space="preserve">using familiar language and technical terms 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6F3A56FE" w:rsidR="00EE4378" w:rsidRPr="00EE4378" w:rsidRDefault="00EE4378" w:rsidP="0017716E">
            <w:pPr>
              <w:pStyle w:val="SIText"/>
            </w:pPr>
            <w:r w:rsidRPr="00EE4378">
              <w:t xml:space="preserve">Oral </w:t>
            </w:r>
            <w:r w:rsidR="00FF2212">
              <w:t>c</w:t>
            </w:r>
            <w:r w:rsidRPr="00EE4378">
              <w:t>ommunication</w:t>
            </w:r>
          </w:p>
        </w:tc>
        <w:tc>
          <w:tcPr>
            <w:tcW w:w="3604" w:type="pct"/>
          </w:tcPr>
          <w:p w14:paraId="578F1756" w14:textId="4C176E17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</w:t>
            </w:r>
            <w:r w:rsidR="00FF2212">
              <w:t>,</w:t>
            </w:r>
            <w:r w:rsidRPr="00BE3284">
              <w:t xml:space="preserve"> including technical language directly relevant to role</w:t>
            </w:r>
            <w:r w:rsidR="00581141">
              <w:t xml:space="preserve">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13950204" w:rsidR="00173FAE" w:rsidRPr="00173FAE" w:rsidRDefault="000B2332">
            <w:pPr>
              <w:pStyle w:val="SIText"/>
            </w:pPr>
            <w:r w:rsidRPr="00173FAE">
              <w:t>FWP</w:t>
            </w:r>
            <w:r>
              <w:t>FIR3</w:t>
            </w:r>
            <w:r w:rsidR="004A40A0">
              <w:t>002</w:t>
            </w:r>
            <w:r w:rsidRPr="00173FAE">
              <w:t xml:space="preserve"> </w:t>
            </w:r>
            <w:r w:rsidR="00A234E0" w:rsidRPr="00A234E0">
              <w:t>Apply communication protocols during post-bushfire vegetation clearing and clean-up operations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229D8979" w:rsidR="00173FAE" w:rsidRPr="00173FAE" w:rsidRDefault="00173FAE" w:rsidP="00173FAE">
            <w:pPr>
              <w:pStyle w:val="SIText"/>
            </w:pPr>
            <w:r w:rsidRPr="00173FAE">
              <w:t>New</w:t>
            </w:r>
            <w:r w:rsidR="00964341">
              <w:t>ly</w:t>
            </w:r>
            <w:r w:rsidRPr="00173FAE">
              <w:t xml:space="preserve"> </w:t>
            </w:r>
            <w:r w:rsidR="00964341">
              <w:t>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C6C21" w14:textId="1E9752AE" w:rsidR="00F1480E" w:rsidRPr="000754EC" w:rsidRDefault="00FF2212" w:rsidP="00E40225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7E3BC622" w:rsidR="00556C4C" w:rsidRPr="000754EC" w:rsidRDefault="00556C4C" w:rsidP="00255659">
            <w:pPr>
              <w:pStyle w:val="SIHeading2"/>
            </w:pPr>
            <w:r w:rsidRPr="00F56827">
              <w:t xml:space="preserve">Assessment requirements for </w:t>
            </w:r>
            <w:r w:rsidR="000B2332" w:rsidRPr="00EC0578">
              <w:t>FWP</w:t>
            </w:r>
            <w:r w:rsidR="000B2332">
              <w:t>FIR3</w:t>
            </w:r>
            <w:r w:rsidR="004A40A0">
              <w:t>002</w:t>
            </w:r>
            <w:r w:rsidR="000B2332" w:rsidRPr="00EC0578">
              <w:t xml:space="preserve"> </w:t>
            </w:r>
            <w:r w:rsidR="00A234E0" w:rsidRPr="00A234E0">
              <w:t>Apply communication protocols during post-bushfire vegetation clearing and clean-up operations</w:t>
            </w:r>
            <w:r w:rsidR="00506506" w:rsidRPr="00506506" w:rsidDel="00586836">
              <w:t xml:space="preserve"> 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491EFFBD" w:rsidR="00FC325D" w:rsidRDefault="00FC325D" w:rsidP="0035416A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4545D9EA" w14:textId="77777777" w:rsidR="006F74AF" w:rsidRPr="00FC325D" w:rsidRDefault="006F74AF" w:rsidP="0035416A">
            <w:pPr>
              <w:pStyle w:val="SIText"/>
            </w:pPr>
          </w:p>
          <w:p w14:paraId="7E28FD1D" w14:textId="3EF45922" w:rsidR="006F74AF" w:rsidRDefault="008E2FD6" w:rsidP="00AB7C42">
            <w:pPr>
              <w:pStyle w:val="SIText"/>
            </w:pPr>
            <w:r w:rsidRPr="00CD15EA">
              <w:t xml:space="preserve">There must be evidence that the individual </w:t>
            </w:r>
            <w:r w:rsidR="0053779C">
              <w:t xml:space="preserve">participated in </w:t>
            </w:r>
            <w:r w:rsidR="00B429B3">
              <w:t xml:space="preserve">a </w:t>
            </w:r>
            <w:r w:rsidR="0053779C">
              <w:t xml:space="preserve">bushfire </w:t>
            </w:r>
            <w:r w:rsidR="00BE3150" w:rsidRPr="00051DF3">
              <w:t xml:space="preserve">vegetation </w:t>
            </w:r>
            <w:r w:rsidR="00D25AC1">
              <w:t xml:space="preserve">clearing </w:t>
            </w:r>
            <w:r w:rsidR="00B429B3">
              <w:t xml:space="preserve">or </w:t>
            </w:r>
            <w:r w:rsidR="00B429B3" w:rsidRPr="00051DF3">
              <w:t>clean-up</w:t>
            </w:r>
            <w:r w:rsidR="00B429B3" w:rsidRPr="00B429B3">
              <w:t xml:space="preserve"> operation </w:t>
            </w:r>
            <w:r w:rsidR="00D26FEA">
              <w:t>in</w:t>
            </w:r>
            <w:r w:rsidR="00E41930">
              <w:t xml:space="preserve"> two different</w:t>
            </w:r>
            <w:r w:rsidR="00D26FEA">
              <w:t xml:space="preserve"> </w:t>
            </w:r>
            <w:r w:rsidR="006E3833">
              <w:t xml:space="preserve">actual or simulated </w:t>
            </w:r>
            <w:r w:rsidR="00D26FEA">
              <w:t>bu</w:t>
            </w:r>
            <w:r w:rsidR="003F3DD0">
              <w:t>s</w:t>
            </w:r>
            <w:r w:rsidR="00D26FEA">
              <w:t>hfire impacted area</w:t>
            </w:r>
            <w:r w:rsidR="00E41930">
              <w:t>s</w:t>
            </w:r>
            <w:r w:rsidR="002A2F27">
              <w:t>.</w:t>
            </w:r>
            <w:r w:rsidR="0017716E">
              <w:t xml:space="preserve"> </w:t>
            </w:r>
          </w:p>
          <w:p w14:paraId="15BD5596" w14:textId="77777777" w:rsidR="006F74AF" w:rsidRDefault="006F74AF" w:rsidP="00AB7C42">
            <w:pPr>
              <w:pStyle w:val="SIText"/>
            </w:pPr>
          </w:p>
          <w:p w14:paraId="73A5B68C" w14:textId="3202562A" w:rsidR="006F74AF" w:rsidRDefault="006F74AF" w:rsidP="00AB7C42">
            <w:pPr>
              <w:pStyle w:val="SIText"/>
            </w:pPr>
            <w:r>
              <w:t xml:space="preserve">In performing each of these </w:t>
            </w:r>
            <w:r w:rsidR="004F4172">
              <w:t>tasks</w:t>
            </w:r>
            <w:r>
              <w:t>, the individual has:</w:t>
            </w:r>
          </w:p>
          <w:p w14:paraId="52C76B9F" w14:textId="5DF3B921" w:rsidR="0053779C" w:rsidRPr="0053779C" w:rsidRDefault="00255659" w:rsidP="0053779C">
            <w:pPr>
              <w:pStyle w:val="SIBulletList1"/>
            </w:pPr>
            <w:r w:rsidRPr="00255659">
              <w:t>communicate</w:t>
            </w:r>
            <w:r w:rsidR="006F74AF">
              <w:t>d</w:t>
            </w:r>
            <w:r w:rsidRPr="00255659">
              <w:t xml:space="preserve"> effectively with </w:t>
            </w:r>
            <w:r w:rsidR="00894C05">
              <w:t xml:space="preserve">people involved in </w:t>
            </w:r>
            <w:r w:rsidR="00BB7B6D">
              <w:t xml:space="preserve">the </w:t>
            </w:r>
            <w:r w:rsidR="002A2F27" w:rsidRPr="002A2F27">
              <w:t xml:space="preserve">bushfire </w:t>
            </w:r>
            <w:r w:rsidR="00894C05">
              <w:t>vegetation operation</w:t>
            </w:r>
            <w:r w:rsidRPr="00255659">
              <w:t xml:space="preserve"> in line with the command and communications structure</w:t>
            </w:r>
            <w:r w:rsidR="00F11DB4">
              <w:t xml:space="preserve"> and communications plan</w:t>
            </w:r>
          </w:p>
          <w:p w14:paraId="490AFBD0" w14:textId="15E8D504" w:rsidR="0053779C" w:rsidRDefault="0053779C" w:rsidP="0053779C">
            <w:pPr>
              <w:pStyle w:val="SIBulletList1"/>
            </w:pPr>
            <w:r>
              <w:t>u</w:t>
            </w:r>
            <w:r w:rsidRPr="0053779C">
              <w:t>se</w:t>
            </w:r>
            <w:r w:rsidR="00581141">
              <w:t>d</w:t>
            </w:r>
            <w:r w:rsidRPr="0053779C">
              <w:t xml:space="preserve"> correct terminology </w:t>
            </w:r>
            <w:r>
              <w:t xml:space="preserve">when </w:t>
            </w:r>
            <w:r w:rsidR="00AF18CD">
              <w:t>communicating</w:t>
            </w:r>
            <w:r w:rsidRPr="0053779C">
              <w:t xml:space="preserve"> with </w:t>
            </w:r>
            <w:r w:rsidR="00894C05">
              <w:t xml:space="preserve">people </w:t>
            </w:r>
            <w:r w:rsidR="00894C05" w:rsidRPr="00894C05">
              <w:t xml:space="preserve">involved in </w:t>
            </w:r>
            <w:r w:rsidR="00BB7B6D">
              <w:t xml:space="preserve">the </w:t>
            </w:r>
            <w:r w:rsidR="00894C05" w:rsidRPr="00894C05">
              <w:t xml:space="preserve">bushfire vegetation </w:t>
            </w:r>
            <w:r w:rsidR="00C06E3F">
              <w:t xml:space="preserve">clearing or </w:t>
            </w:r>
            <w:r w:rsidR="00863F4D">
              <w:t>clean-up</w:t>
            </w:r>
            <w:r w:rsidR="00C06E3F">
              <w:t xml:space="preserve"> </w:t>
            </w:r>
            <w:r w:rsidR="00894C05" w:rsidRPr="00894C05">
              <w:t>operation</w:t>
            </w:r>
            <w:r w:rsidR="002A2F27" w:rsidRPr="002A2F27">
              <w:t xml:space="preserve"> </w:t>
            </w:r>
          </w:p>
          <w:p w14:paraId="37DFD560" w14:textId="2516A1ED" w:rsidR="0053779C" w:rsidRPr="0053779C" w:rsidRDefault="0053779C" w:rsidP="0053779C">
            <w:pPr>
              <w:pStyle w:val="SIBulletList1"/>
            </w:pPr>
            <w:r>
              <w:t>participated in briefing and debriefing activities</w:t>
            </w:r>
          </w:p>
          <w:p w14:paraId="178070EC" w14:textId="3F0C3FA0" w:rsidR="000E714F" w:rsidRDefault="0053779C" w:rsidP="0053779C">
            <w:pPr>
              <w:pStyle w:val="SIBulletList1"/>
            </w:pPr>
            <w:r>
              <w:t xml:space="preserve">communicated complex information related to </w:t>
            </w:r>
            <w:r w:rsidR="00BB7B6D">
              <w:t xml:space="preserve">the </w:t>
            </w:r>
            <w:r>
              <w:t>bushfire</w:t>
            </w:r>
            <w:r w:rsidR="002A2F27" w:rsidRPr="002A2F27">
              <w:t xml:space="preserve"> vegetation </w:t>
            </w:r>
            <w:r w:rsidR="00C06E3F" w:rsidRPr="00C06E3F">
              <w:t xml:space="preserve">clearing or </w:t>
            </w:r>
            <w:r w:rsidR="00863F4D" w:rsidRPr="00C06E3F">
              <w:t>clean-up</w:t>
            </w:r>
            <w:r w:rsidR="00C06E3F" w:rsidRPr="00C06E3F">
              <w:t xml:space="preserve"> </w:t>
            </w:r>
            <w:r>
              <w:t xml:space="preserve">operation according to </w:t>
            </w:r>
            <w:r w:rsidR="00C06E3F">
              <w:t xml:space="preserve">the </w:t>
            </w:r>
            <w:r w:rsidR="00C06E3F" w:rsidRPr="00C06E3F">
              <w:t>command and communications structure and communications plan</w:t>
            </w:r>
          </w:p>
          <w:p w14:paraId="1B35CB00" w14:textId="53F1ACFF" w:rsidR="00AF18CD" w:rsidRPr="000754EC" w:rsidRDefault="00B429B3" w:rsidP="002911D4">
            <w:pPr>
              <w:pStyle w:val="SIBulletList1"/>
            </w:pPr>
            <w:r>
              <w:t xml:space="preserve">recognised </w:t>
            </w:r>
            <w:r w:rsidRPr="00A323D9">
              <w:t>communication</w:t>
            </w:r>
            <w:r>
              <w:t xml:space="preserve"> b</w:t>
            </w:r>
            <w:r w:rsidRPr="00A323D9">
              <w:t xml:space="preserve">arriers </w:t>
            </w:r>
            <w:r>
              <w:t>or possible conflict situations</w:t>
            </w:r>
            <w:r w:rsidRPr="00A323D9">
              <w:t xml:space="preserve"> </w:t>
            </w:r>
            <w:r>
              <w:t xml:space="preserve">with team members or others in </w:t>
            </w:r>
            <w:r w:rsidR="00BB7B6D">
              <w:t xml:space="preserve">the </w:t>
            </w:r>
            <w:r w:rsidR="00FF78AF">
              <w:t>bushfire impacted area</w:t>
            </w:r>
            <w:r>
              <w:t>, and devised solutions within own area of responsibility</w:t>
            </w:r>
            <w:r w:rsidR="00BB7B6D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7DD3B8DF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  <w:r w:rsidR="00FF2212">
              <w:t>:</w:t>
            </w:r>
          </w:p>
          <w:p w14:paraId="39FB3F7E" w14:textId="1FA4728A" w:rsidR="00320BD2" w:rsidRDefault="00581141" w:rsidP="0053779C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bushfire </w:t>
            </w:r>
            <w:r w:rsidR="00953A8D">
              <w:rPr>
                <w:rFonts w:eastAsiaTheme="minorHAnsi"/>
              </w:rPr>
              <w:t xml:space="preserve">and post-bushfire </w:t>
            </w:r>
            <w:r w:rsidR="00523F81">
              <w:rPr>
                <w:rFonts w:eastAsiaTheme="minorHAnsi"/>
              </w:rPr>
              <w:t>command and communications structure</w:t>
            </w:r>
            <w:r w:rsidR="005C58CF">
              <w:rPr>
                <w:rFonts w:eastAsiaTheme="minorHAnsi"/>
              </w:rPr>
              <w:t xml:space="preserve"> and communication plan</w:t>
            </w:r>
            <w:r w:rsidR="00FF2212">
              <w:rPr>
                <w:rFonts w:eastAsiaTheme="minorHAnsi"/>
              </w:rPr>
              <w:t>,</w:t>
            </w:r>
            <w:r w:rsidR="00953A8D">
              <w:rPr>
                <w:rFonts w:eastAsiaTheme="minorHAnsi"/>
              </w:rPr>
              <w:t xml:space="preserve"> including:</w:t>
            </w:r>
            <w:r w:rsidR="00523F81">
              <w:rPr>
                <w:rFonts w:eastAsiaTheme="minorHAnsi"/>
              </w:rPr>
              <w:t xml:space="preserve"> </w:t>
            </w:r>
          </w:p>
          <w:p w14:paraId="21695F82" w14:textId="062E05A7" w:rsidR="00320BD2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management structure</w:t>
            </w:r>
          </w:p>
          <w:p w14:paraId="585AED18" w14:textId="559A9A2E" w:rsidR="00523F81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communications plan</w:t>
            </w:r>
          </w:p>
          <w:p w14:paraId="78212B9D" w14:textId="2C79F378" w:rsidR="00523F81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radio channels</w:t>
            </w:r>
          </w:p>
          <w:p w14:paraId="5D7DFB3D" w14:textId="3C9AC3B4" w:rsidR="00523F81" w:rsidRDefault="00523F81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strategic telephone numbers</w:t>
            </w:r>
          </w:p>
          <w:p w14:paraId="1852A62C" w14:textId="7A2A6B6F" w:rsidR="009A0E99" w:rsidRPr="00AB7C42" w:rsidRDefault="009A0E99" w:rsidP="0053779C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digital platforms</w:t>
            </w:r>
          </w:p>
          <w:p w14:paraId="1689DCAD" w14:textId="26E5DFFD" w:rsidR="003513AC" w:rsidRPr="003513AC" w:rsidRDefault="00A13683" w:rsidP="002629D2">
            <w:pPr>
              <w:pStyle w:val="SIBulletList1"/>
            </w:pPr>
            <w:r>
              <w:t xml:space="preserve">communication </w:t>
            </w:r>
            <w:r w:rsidR="009A397C">
              <w:t>protocols</w:t>
            </w:r>
            <w:r>
              <w:t xml:space="preserve"> </w:t>
            </w:r>
            <w:r w:rsidR="000635C7">
              <w:t xml:space="preserve">as specified </w:t>
            </w:r>
            <w:r>
              <w:t xml:space="preserve">in </w:t>
            </w:r>
            <w:r w:rsidR="003513AC" w:rsidRPr="003513AC">
              <w:t xml:space="preserve">Australasian Inter-service Incident Management System (AIIMS) command and communication structure </w:t>
            </w:r>
            <w:r w:rsidR="009A397C">
              <w:t xml:space="preserve">relevant to </w:t>
            </w:r>
            <w:r w:rsidR="00B45E69">
              <w:t>individuals working in bushfire impacted areas</w:t>
            </w:r>
            <w:r w:rsidR="005D38C8">
              <w:t>, including local variations approved b</w:t>
            </w:r>
            <w:r w:rsidR="0096368E">
              <w:t>y</w:t>
            </w:r>
            <w:r w:rsidR="005D38C8">
              <w:t xml:space="preserve"> </w:t>
            </w:r>
            <w:r w:rsidR="000C46DE">
              <w:t>individual</w:t>
            </w:r>
            <w:r w:rsidR="005D38C8">
              <w:t xml:space="preserve"> </w:t>
            </w:r>
            <w:r w:rsidR="00DF6EBD">
              <w:t>s</w:t>
            </w:r>
            <w:r w:rsidR="000C46DE">
              <w:t xml:space="preserve">tates and </w:t>
            </w:r>
            <w:r w:rsidR="00DF6EBD">
              <w:t>t</w:t>
            </w:r>
            <w:r w:rsidR="000C46DE">
              <w:t xml:space="preserve">erritories and relevant </w:t>
            </w:r>
            <w:r w:rsidR="00F24C8D">
              <w:t>agencies</w:t>
            </w:r>
          </w:p>
          <w:p w14:paraId="45CF6E06" w14:textId="01B175CA" w:rsidR="0053779C" w:rsidRDefault="0053779C" w:rsidP="0053779C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purpose, scheduling and format of briefings and debriefings</w:t>
            </w:r>
            <w:r w:rsidR="000C4BC9">
              <w:rPr>
                <w:rFonts w:eastAsiaTheme="minorHAnsi"/>
              </w:rPr>
              <w:t xml:space="preserve"> related to </w:t>
            </w:r>
            <w:r w:rsidR="000C4BC9">
              <w:t xml:space="preserve">bushfire </w:t>
            </w:r>
            <w:r w:rsidR="000C4BC9" w:rsidRPr="000C4BC9">
              <w:t>vegetation operations</w:t>
            </w:r>
          </w:p>
          <w:p w14:paraId="287EE49E" w14:textId="7986A499" w:rsidR="00523F81" w:rsidRPr="0053779C" w:rsidRDefault="00523F81" w:rsidP="0053779C">
            <w:pPr>
              <w:pStyle w:val="SIBulletList1"/>
              <w:rPr>
                <w:rFonts w:eastAsiaTheme="minorHAnsi"/>
              </w:rPr>
            </w:pPr>
            <w:r>
              <w:rPr>
                <w:rFonts w:eastAsiaTheme="minorHAnsi"/>
              </w:rPr>
              <w:t>bushfire warnings and advice</w:t>
            </w:r>
            <w:r w:rsidR="000C4BC9">
              <w:rPr>
                <w:rFonts w:eastAsiaTheme="minorHAnsi"/>
              </w:rPr>
              <w:t xml:space="preserve"> applicable in </w:t>
            </w:r>
            <w:r w:rsidR="00FF78AF">
              <w:rPr>
                <w:rFonts w:eastAsiaTheme="minorHAnsi"/>
              </w:rPr>
              <w:t>bushfire impacted area</w:t>
            </w:r>
            <w:r w:rsidR="000C4BC9">
              <w:rPr>
                <w:rFonts w:eastAsiaTheme="minorHAnsi"/>
              </w:rPr>
              <w:t>s</w:t>
            </w:r>
          </w:p>
          <w:p w14:paraId="203AB1E9" w14:textId="77777777" w:rsidR="006A64B8" w:rsidRDefault="0053779C" w:rsidP="0053779C">
            <w:pPr>
              <w:pStyle w:val="SIBulletList1"/>
            </w:pPr>
            <w:r>
              <w:t xml:space="preserve">bushfire recovery plans </w:t>
            </w:r>
            <w:r w:rsidR="00FF36DF">
              <w:t>and workplace procedures in relation to bushfire vegetation operations</w:t>
            </w:r>
          </w:p>
          <w:p w14:paraId="74DF3158" w14:textId="211BB57E" w:rsidR="0053779C" w:rsidRPr="0053779C" w:rsidRDefault="006A64B8" w:rsidP="0053779C">
            <w:pPr>
              <w:pStyle w:val="SIBulletList1"/>
            </w:pPr>
            <w:r>
              <w:t>operational hazards and safe systems of work</w:t>
            </w:r>
            <w:r w:rsidR="003F1E81">
              <w:t xml:space="preserve"> for personnel working in bushfire impacted areas</w:t>
            </w:r>
            <w:r w:rsidR="00FF36DF">
              <w:t xml:space="preserve"> </w:t>
            </w:r>
          </w:p>
          <w:p w14:paraId="426CE099" w14:textId="5DDAC656" w:rsidR="0053779C" w:rsidRPr="0053779C" w:rsidRDefault="0053779C" w:rsidP="0053779C">
            <w:pPr>
              <w:pStyle w:val="SIBulletList1"/>
            </w:pPr>
            <w:r w:rsidRPr="0053779C">
              <w:t xml:space="preserve">layout of area under control and potential obstacles for </w:t>
            </w:r>
            <w:r>
              <w:t xml:space="preserve">contractors and </w:t>
            </w:r>
            <w:r w:rsidR="003B78D7">
              <w:t>others</w:t>
            </w:r>
            <w:r>
              <w:t xml:space="preserve"> involved in bushfire </w:t>
            </w:r>
            <w:r w:rsidR="000C4BC9">
              <w:t xml:space="preserve">vegetation </w:t>
            </w:r>
            <w:r w:rsidR="003B78D7">
              <w:t>operations</w:t>
            </w:r>
          </w:p>
          <w:p w14:paraId="65F12C70" w14:textId="6BC47A99" w:rsidR="0053779C" w:rsidRPr="0053779C" w:rsidRDefault="0053779C" w:rsidP="0053779C">
            <w:pPr>
              <w:pStyle w:val="SIBulletList1"/>
            </w:pPr>
            <w:r w:rsidRPr="0053779C">
              <w:t>procedures for contacting emergency personnel and other relevant stakeholders</w:t>
            </w:r>
            <w:r w:rsidR="000C4BC9">
              <w:t xml:space="preserve"> </w:t>
            </w:r>
            <w:r w:rsidR="00FF36DF">
              <w:t>during</w:t>
            </w:r>
            <w:r w:rsidR="000C4BC9">
              <w:t xml:space="preserve"> bushfire </w:t>
            </w:r>
            <w:r w:rsidR="000C4BC9" w:rsidRPr="000C4BC9">
              <w:t>vegetation operations</w:t>
            </w:r>
          </w:p>
          <w:p w14:paraId="2DE0D72B" w14:textId="1EC6AB73" w:rsidR="009A0E99" w:rsidRDefault="009A0E99" w:rsidP="0053779C">
            <w:pPr>
              <w:pStyle w:val="SIBulletList1"/>
            </w:pPr>
            <w:r>
              <w:t xml:space="preserve">stakeholders in bushfire </w:t>
            </w:r>
            <w:r w:rsidR="002911D4">
              <w:t xml:space="preserve">and post-bushfire </w:t>
            </w:r>
            <w:r w:rsidR="000C4BC9">
              <w:t xml:space="preserve">vegetation </w:t>
            </w:r>
            <w:r>
              <w:t>operations</w:t>
            </w:r>
            <w:r w:rsidR="00DF6EBD">
              <w:t>,</w:t>
            </w:r>
            <w:r w:rsidR="00953A8D">
              <w:t xml:space="preserve"> including:</w:t>
            </w:r>
          </w:p>
          <w:p w14:paraId="6DA2E40A" w14:textId="77777777" w:rsidR="009A0E99" w:rsidRDefault="009A0E99" w:rsidP="009A0E99">
            <w:pPr>
              <w:pStyle w:val="SIBulletList2"/>
            </w:pPr>
            <w:r>
              <w:t>contractors</w:t>
            </w:r>
          </w:p>
          <w:p w14:paraId="10E343CB" w14:textId="1A6794F3" w:rsidR="009A0E99" w:rsidRDefault="009A0E99" w:rsidP="009A0E99">
            <w:pPr>
              <w:pStyle w:val="SIBulletList2"/>
            </w:pPr>
            <w:r>
              <w:t>bushfire agency</w:t>
            </w:r>
          </w:p>
          <w:p w14:paraId="3BDB6695" w14:textId="593993AD" w:rsidR="009A0E99" w:rsidRDefault="009A0E99" w:rsidP="009A0E99">
            <w:pPr>
              <w:pStyle w:val="SIBulletList2"/>
            </w:pPr>
            <w:r w:rsidRPr="009A0E99">
              <w:t>bushfire recovery personnel</w:t>
            </w:r>
          </w:p>
          <w:p w14:paraId="40754A94" w14:textId="14F8721C" w:rsidR="009A0E99" w:rsidRDefault="009A0E99" w:rsidP="009A0E99">
            <w:pPr>
              <w:pStyle w:val="SIBulletList2"/>
            </w:pPr>
            <w:r w:rsidRPr="009A0E99">
              <w:t>people affected by bushfires</w:t>
            </w:r>
          </w:p>
          <w:p w14:paraId="6AC83A9A" w14:textId="6AFB2989" w:rsidR="009A0E99" w:rsidRPr="0053779C" w:rsidRDefault="009A0E99" w:rsidP="009A0E99">
            <w:pPr>
              <w:pStyle w:val="SIBulletList2"/>
            </w:pPr>
            <w:r w:rsidRPr="009A0E99">
              <w:t>community representatives</w:t>
            </w:r>
          </w:p>
          <w:p w14:paraId="3D260097" w14:textId="3A04BDE3" w:rsidR="00581141" w:rsidRDefault="00581141" w:rsidP="0053779C">
            <w:pPr>
              <w:pStyle w:val="SIBulletList1"/>
            </w:pPr>
            <w:r>
              <w:t xml:space="preserve">terminology used in bushfire </w:t>
            </w:r>
            <w:r w:rsidR="00953A8D">
              <w:t xml:space="preserve">and post-bushfire </w:t>
            </w:r>
            <w:r>
              <w:t>operations</w:t>
            </w:r>
            <w:r w:rsidR="002911D4">
              <w:t xml:space="preserve"> and in relation to bushfire </w:t>
            </w:r>
            <w:r w:rsidR="00D32834" w:rsidRPr="00506506">
              <w:t>vegetation clearing and clean-up</w:t>
            </w:r>
            <w:r w:rsidR="00D32834">
              <w:t xml:space="preserve"> operations</w:t>
            </w:r>
          </w:p>
          <w:p w14:paraId="1497A604" w14:textId="602E7FA5" w:rsidR="00A304EE" w:rsidRDefault="00A304EE" w:rsidP="0053779C">
            <w:pPr>
              <w:pStyle w:val="SIBulletList1"/>
            </w:pPr>
            <w:r>
              <w:t xml:space="preserve">procedures for communicating and </w:t>
            </w:r>
            <w:r w:rsidR="00621B9E">
              <w:t xml:space="preserve">confirming understanding of </w:t>
            </w:r>
            <w:r>
              <w:t xml:space="preserve">complex information </w:t>
            </w:r>
            <w:r w:rsidR="00621B9E">
              <w:t xml:space="preserve">related to </w:t>
            </w:r>
            <w:r w:rsidR="00D32834">
              <w:t xml:space="preserve">bushfire </w:t>
            </w:r>
            <w:r w:rsidR="00D32834" w:rsidRPr="00D32834">
              <w:t>vegetation operations</w:t>
            </w:r>
          </w:p>
          <w:p w14:paraId="0BF4178F" w14:textId="7EA2A920" w:rsidR="00FE3148" w:rsidRPr="0007203E" w:rsidRDefault="00581141" w:rsidP="00581141">
            <w:pPr>
              <w:pStyle w:val="SIBulletList1"/>
            </w:pPr>
            <w:r>
              <w:t xml:space="preserve">typical </w:t>
            </w:r>
            <w:r w:rsidRPr="00581141">
              <w:t>communication difficulties and problems</w:t>
            </w:r>
            <w:r>
              <w:t xml:space="preserve"> that may occur in bushfire </w:t>
            </w:r>
            <w:r w:rsidR="00D32834">
              <w:t>vege</w:t>
            </w:r>
            <w:r w:rsidR="00953A8D">
              <w:t>t</w:t>
            </w:r>
            <w:r w:rsidR="00D32834">
              <w:t xml:space="preserve">ation </w:t>
            </w:r>
            <w:r>
              <w:t>operations</w:t>
            </w:r>
            <w:r w:rsidR="00DF6EBD">
              <w:t>,</w:t>
            </w:r>
            <w:r w:rsidR="0053779C">
              <w:t xml:space="preserve"> </w:t>
            </w:r>
            <w:r w:rsidR="0053779C" w:rsidRPr="0053779C">
              <w:t>and the appropriate action to be taken in each case.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530ADF6D" w14:textId="77777777" w:rsidR="00CE160A" w:rsidRDefault="00FC325D" w:rsidP="00FC325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E4BC302" w14:textId="77777777" w:rsidR="00953A8D" w:rsidRPr="00953A8D" w:rsidRDefault="00953A8D" w:rsidP="00953A8D">
            <w:pPr>
              <w:pStyle w:val="SIBulletList1"/>
            </w:pPr>
            <w:r w:rsidRPr="002A606B">
              <w:lastRenderedPageBreak/>
              <w:t>physical conditions:</w:t>
            </w:r>
          </w:p>
          <w:p w14:paraId="64444F7B" w14:textId="28BBA01B" w:rsidR="00FC325D" w:rsidRPr="00FC325D" w:rsidRDefault="00953A8D" w:rsidP="00DE4A60">
            <w:pPr>
              <w:pStyle w:val="SIBulletList2"/>
            </w:pPr>
            <w:r w:rsidRPr="000665C1">
              <w:t>skills must be demonstrated in</w:t>
            </w:r>
            <w:r w:rsidRPr="00953A8D">
              <w:t xml:space="preserve"> a work environment or an environment that accurately represents workplace conditions</w:t>
            </w:r>
            <w:r w:rsidR="00FC325D">
              <w:t xml:space="preserve">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4C275FFB" w:rsidR="008E2FD6" w:rsidRDefault="00AF18CD" w:rsidP="008E2FD6">
            <w:pPr>
              <w:pStyle w:val="SIBulletList2"/>
            </w:pPr>
            <w:r>
              <w:t>communication plan</w:t>
            </w:r>
            <w:r w:rsidR="00953A8D">
              <w:t xml:space="preserve"> used in bushfire </w:t>
            </w:r>
            <w:r w:rsidR="00953A8D" w:rsidRPr="00953A8D">
              <w:t>and post-bushfire operations</w:t>
            </w:r>
          </w:p>
          <w:p w14:paraId="1ADDBD62" w14:textId="07CEBBE9" w:rsidR="00AE4E4E" w:rsidRDefault="00AE4E4E" w:rsidP="008E2FD6">
            <w:pPr>
              <w:pStyle w:val="SIBulletList2"/>
            </w:pPr>
            <w:r>
              <w:t>communications systems</w:t>
            </w:r>
            <w:r w:rsidR="00AF18CD">
              <w:t xml:space="preserve"> used in bushfire </w:t>
            </w:r>
            <w:r w:rsidR="00953A8D">
              <w:t xml:space="preserve">and post-bushfire </w:t>
            </w:r>
            <w:r w:rsidR="00AF18CD">
              <w:t>operations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72B515F6" w14:textId="77777777" w:rsidR="00953A8D" w:rsidRDefault="00AF18CD" w:rsidP="00EE4378">
            <w:pPr>
              <w:pStyle w:val="SIBulletList2"/>
            </w:pPr>
            <w:r>
              <w:t xml:space="preserve">organisational description of chain of command in </w:t>
            </w:r>
            <w:r w:rsidR="00953A8D">
              <w:t xml:space="preserve">bushfire </w:t>
            </w:r>
            <w:r w:rsidR="00953A8D" w:rsidRPr="00953A8D">
              <w:t>and post-bushfire operations</w:t>
            </w:r>
            <w:r w:rsidR="00953A8D">
              <w:t>.</w:t>
            </w:r>
          </w:p>
          <w:p w14:paraId="128F4D6E" w14:textId="5137C6B2" w:rsidR="00EE4378" w:rsidRPr="00EE4378" w:rsidRDefault="00953A8D" w:rsidP="00DE4A60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953A8D" w:rsidDel="00953A8D">
              <w:t xml:space="preserve"> </w:t>
            </w: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214203C2" w:rsidR="00F1480E" w:rsidRPr="000754EC" w:rsidRDefault="00FF2212" w:rsidP="0035416A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2FA7" w14:textId="77777777" w:rsidR="008D4235" w:rsidRDefault="008D4235" w:rsidP="00BF3F0A">
      <w:r>
        <w:separator/>
      </w:r>
    </w:p>
    <w:p w14:paraId="64EAF9CD" w14:textId="77777777" w:rsidR="008D4235" w:rsidRDefault="008D4235"/>
  </w:endnote>
  <w:endnote w:type="continuationSeparator" w:id="0">
    <w:p w14:paraId="6F3056A1" w14:textId="77777777" w:rsidR="008D4235" w:rsidRDefault="008D4235" w:rsidP="00BF3F0A">
      <w:r>
        <w:continuationSeparator/>
      </w:r>
    </w:p>
    <w:p w14:paraId="2C784810" w14:textId="77777777" w:rsidR="008D4235" w:rsidRDefault="008D4235"/>
  </w:endnote>
  <w:endnote w:type="continuationNotice" w:id="1">
    <w:p w14:paraId="224087BD" w14:textId="77777777" w:rsidR="008D4235" w:rsidRDefault="008D42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F353D" w14:textId="77777777" w:rsidR="008D4235" w:rsidRDefault="008D4235" w:rsidP="00BF3F0A">
      <w:r>
        <w:separator/>
      </w:r>
    </w:p>
    <w:p w14:paraId="73CA1E67" w14:textId="77777777" w:rsidR="008D4235" w:rsidRDefault="008D4235"/>
  </w:footnote>
  <w:footnote w:type="continuationSeparator" w:id="0">
    <w:p w14:paraId="2F7D1583" w14:textId="77777777" w:rsidR="008D4235" w:rsidRDefault="008D4235" w:rsidP="00BF3F0A">
      <w:r>
        <w:continuationSeparator/>
      </w:r>
    </w:p>
    <w:p w14:paraId="6CAF0E44" w14:textId="77777777" w:rsidR="008D4235" w:rsidRDefault="008D4235"/>
  </w:footnote>
  <w:footnote w:type="continuationNotice" w:id="1">
    <w:p w14:paraId="6564E7FB" w14:textId="77777777" w:rsidR="008D4235" w:rsidRDefault="008D42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5E9520A2" w:rsidR="00B5633D" w:rsidRPr="00956978" w:rsidRDefault="000B2332" w:rsidP="00DE4A60">
    <w:pPr>
      <w:pStyle w:val="SIText"/>
    </w:pPr>
    <w:r w:rsidRPr="00D2012C">
      <w:t>FWP</w:t>
    </w:r>
    <w:r>
      <w:t>FIR3</w:t>
    </w:r>
    <w:r w:rsidR="004A40A0">
      <w:t>002</w:t>
    </w:r>
    <w:r w:rsidRPr="00D2012C">
      <w:t xml:space="preserve"> </w:t>
    </w:r>
    <w:r w:rsidR="00506506">
      <w:t xml:space="preserve">Apply communication protocols </w:t>
    </w:r>
    <w:r w:rsidR="00F25161">
      <w:t>during</w:t>
    </w:r>
    <w:r w:rsidR="00506506">
      <w:t xml:space="preserve"> </w:t>
    </w:r>
    <w:r w:rsidR="00A234E0">
      <w:t xml:space="preserve">post-bushfire </w:t>
    </w:r>
    <w:r w:rsidR="00506506">
      <w:t xml:space="preserve">vegetation clearing and clean-up operations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13F96BA6"/>
    <w:multiLevelType w:val="multilevel"/>
    <w:tmpl w:val="17C65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EEB4B33"/>
    <w:multiLevelType w:val="multilevel"/>
    <w:tmpl w:val="2FD46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B97DC8"/>
    <w:multiLevelType w:val="multilevel"/>
    <w:tmpl w:val="508C73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4D54C4"/>
    <w:multiLevelType w:val="multilevel"/>
    <w:tmpl w:val="57B08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D357B9"/>
    <w:multiLevelType w:val="multilevel"/>
    <w:tmpl w:val="462A4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6" w15:restartNumberingAfterBreak="0">
    <w:nsid w:val="54DF3669"/>
    <w:multiLevelType w:val="multilevel"/>
    <w:tmpl w:val="1850F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83C1618"/>
    <w:multiLevelType w:val="multilevel"/>
    <w:tmpl w:val="B502B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55020B"/>
    <w:multiLevelType w:val="multilevel"/>
    <w:tmpl w:val="100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34362">
    <w:abstractNumId w:val="23"/>
  </w:num>
  <w:num w:numId="2" w16cid:durableId="1199469216">
    <w:abstractNumId w:val="15"/>
  </w:num>
  <w:num w:numId="3" w16cid:durableId="402219620">
    <w:abstractNumId w:val="9"/>
  </w:num>
  <w:num w:numId="4" w16cid:durableId="1857234192">
    <w:abstractNumId w:val="42"/>
  </w:num>
  <w:num w:numId="5" w16cid:durableId="1916473119">
    <w:abstractNumId w:val="4"/>
  </w:num>
  <w:num w:numId="6" w16cid:durableId="1978874770">
    <w:abstractNumId w:val="22"/>
  </w:num>
  <w:num w:numId="7" w16cid:durableId="58987421">
    <w:abstractNumId w:val="7"/>
  </w:num>
  <w:num w:numId="8" w16cid:durableId="34931175">
    <w:abstractNumId w:val="1"/>
  </w:num>
  <w:num w:numId="9" w16cid:durableId="856313125">
    <w:abstractNumId w:val="40"/>
  </w:num>
  <w:num w:numId="10" w16cid:durableId="1075207158">
    <w:abstractNumId w:val="29"/>
  </w:num>
  <w:num w:numId="11" w16cid:durableId="1555390028">
    <w:abstractNumId w:val="39"/>
  </w:num>
  <w:num w:numId="12" w16cid:durableId="1234777860">
    <w:abstractNumId w:val="35"/>
  </w:num>
  <w:num w:numId="13" w16cid:durableId="929698824">
    <w:abstractNumId w:val="44"/>
  </w:num>
  <w:num w:numId="14" w16cid:durableId="896555710">
    <w:abstractNumId w:val="13"/>
  </w:num>
  <w:num w:numId="15" w16cid:durableId="2137990294">
    <w:abstractNumId w:val="14"/>
  </w:num>
  <w:num w:numId="16" w16cid:durableId="957183778">
    <w:abstractNumId w:val="45"/>
  </w:num>
  <w:num w:numId="17" w16cid:durableId="578095988">
    <w:abstractNumId w:val="28"/>
  </w:num>
  <w:num w:numId="18" w16cid:durableId="522860122">
    <w:abstractNumId w:val="3"/>
  </w:num>
  <w:num w:numId="19" w16cid:durableId="867789738">
    <w:abstractNumId w:val="25"/>
  </w:num>
  <w:num w:numId="20" w16cid:durableId="2146700020">
    <w:abstractNumId w:val="35"/>
  </w:num>
  <w:num w:numId="21" w16cid:durableId="736436143">
    <w:abstractNumId w:val="2"/>
  </w:num>
  <w:num w:numId="22" w16cid:durableId="204567213">
    <w:abstractNumId w:val="12"/>
  </w:num>
  <w:num w:numId="23" w16cid:durableId="2019773300">
    <w:abstractNumId w:val="35"/>
  </w:num>
  <w:num w:numId="24" w16cid:durableId="2133859633">
    <w:abstractNumId w:val="33"/>
  </w:num>
  <w:num w:numId="25" w16cid:durableId="1536238412">
    <w:abstractNumId w:val="34"/>
  </w:num>
  <w:num w:numId="26" w16cid:durableId="1989632452">
    <w:abstractNumId w:val="6"/>
  </w:num>
  <w:num w:numId="27" w16cid:durableId="1087535169">
    <w:abstractNumId w:val="6"/>
  </w:num>
  <w:num w:numId="28" w16cid:durableId="1369142353">
    <w:abstractNumId w:val="18"/>
  </w:num>
  <w:num w:numId="29" w16cid:durableId="1218275212">
    <w:abstractNumId w:val="10"/>
  </w:num>
  <w:num w:numId="30" w16cid:durableId="418064877">
    <w:abstractNumId w:val="20"/>
  </w:num>
  <w:num w:numId="31" w16cid:durableId="1017459952">
    <w:abstractNumId w:val="32"/>
  </w:num>
  <w:num w:numId="32" w16cid:durableId="1667392992">
    <w:abstractNumId w:val="0"/>
  </w:num>
  <w:num w:numId="33" w16cid:durableId="432827892">
    <w:abstractNumId w:val="31"/>
  </w:num>
  <w:num w:numId="34" w16cid:durableId="1031564925">
    <w:abstractNumId w:val="11"/>
  </w:num>
  <w:num w:numId="35" w16cid:durableId="1784374913">
    <w:abstractNumId w:val="8"/>
  </w:num>
  <w:num w:numId="36" w16cid:durableId="2010978587">
    <w:abstractNumId w:val="30"/>
  </w:num>
  <w:num w:numId="37" w16cid:durableId="717977054">
    <w:abstractNumId w:val="5"/>
  </w:num>
  <w:num w:numId="38" w16cid:durableId="1281912758">
    <w:abstractNumId w:val="37"/>
  </w:num>
  <w:num w:numId="39" w16cid:durableId="1508787302">
    <w:abstractNumId w:val="41"/>
  </w:num>
  <w:num w:numId="40" w16cid:durableId="447746378">
    <w:abstractNumId w:val="17"/>
  </w:num>
  <w:num w:numId="41" w16cid:durableId="1203052154">
    <w:abstractNumId w:val="24"/>
  </w:num>
  <w:num w:numId="42" w16cid:durableId="1699818493">
    <w:abstractNumId w:val="21"/>
  </w:num>
  <w:num w:numId="43" w16cid:durableId="918945824">
    <w:abstractNumId w:val="26"/>
  </w:num>
  <w:num w:numId="44" w16cid:durableId="760880463">
    <w:abstractNumId w:val="38"/>
  </w:num>
  <w:num w:numId="45" w16cid:durableId="1318609401">
    <w:abstractNumId w:val="27"/>
  </w:num>
  <w:num w:numId="46" w16cid:durableId="766384801">
    <w:abstractNumId w:val="43"/>
  </w:num>
  <w:num w:numId="47" w16cid:durableId="1844779466">
    <w:abstractNumId w:val="0"/>
  </w:num>
  <w:num w:numId="48" w16cid:durableId="2039961607">
    <w:abstractNumId w:val="19"/>
  </w:num>
  <w:num w:numId="49" w16cid:durableId="904728403">
    <w:abstractNumId w:val="16"/>
  </w:num>
  <w:num w:numId="50" w16cid:durableId="22480245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asFAD71f8Q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0073"/>
    <w:rsid w:val="00023992"/>
    <w:rsid w:val="00024761"/>
    <w:rsid w:val="00026F9E"/>
    <w:rsid w:val="000275AE"/>
    <w:rsid w:val="00027B54"/>
    <w:rsid w:val="00041E59"/>
    <w:rsid w:val="00050094"/>
    <w:rsid w:val="000510BA"/>
    <w:rsid w:val="00051DF3"/>
    <w:rsid w:val="0005729A"/>
    <w:rsid w:val="000635C7"/>
    <w:rsid w:val="00064BFE"/>
    <w:rsid w:val="00065448"/>
    <w:rsid w:val="00066173"/>
    <w:rsid w:val="00070B3E"/>
    <w:rsid w:val="00070C0F"/>
    <w:rsid w:val="00071F95"/>
    <w:rsid w:val="0007203E"/>
    <w:rsid w:val="000737BB"/>
    <w:rsid w:val="00074E47"/>
    <w:rsid w:val="000754EC"/>
    <w:rsid w:val="000755AA"/>
    <w:rsid w:val="0009093B"/>
    <w:rsid w:val="00090F24"/>
    <w:rsid w:val="000912F7"/>
    <w:rsid w:val="00095E70"/>
    <w:rsid w:val="000A5441"/>
    <w:rsid w:val="000B0CCB"/>
    <w:rsid w:val="000B2332"/>
    <w:rsid w:val="000B297D"/>
    <w:rsid w:val="000B4195"/>
    <w:rsid w:val="000C149A"/>
    <w:rsid w:val="000C1BE0"/>
    <w:rsid w:val="000C224E"/>
    <w:rsid w:val="000C46DE"/>
    <w:rsid w:val="000C4BC9"/>
    <w:rsid w:val="000E21AA"/>
    <w:rsid w:val="000E25E6"/>
    <w:rsid w:val="000E26FB"/>
    <w:rsid w:val="000E2C86"/>
    <w:rsid w:val="000E714F"/>
    <w:rsid w:val="000F1AF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6FD6"/>
    <w:rsid w:val="0012017C"/>
    <w:rsid w:val="00122838"/>
    <w:rsid w:val="00126461"/>
    <w:rsid w:val="00132F40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73FAE"/>
    <w:rsid w:val="00175E74"/>
    <w:rsid w:val="00176E4F"/>
    <w:rsid w:val="0017716E"/>
    <w:rsid w:val="0018546B"/>
    <w:rsid w:val="0019372A"/>
    <w:rsid w:val="001947B1"/>
    <w:rsid w:val="0019783E"/>
    <w:rsid w:val="001A10F2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F1931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2F9D"/>
    <w:rsid w:val="0025514A"/>
    <w:rsid w:val="00255659"/>
    <w:rsid w:val="002629D2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11D4"/>
    <w:rsid w:val="00293E32"/>
    <w:rsid w:val="002970C3"/>
    <w:rsid w:val="002A25D2"/>
    <w:rsid w:val="002A2A57"/>
    <w:rsid w:val="002A2F27"/>
    <w:rsid w:val="002A4CD3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0BD2"/>
    <w:rsid w:val="00322778"/>
    <w:rsid w:val="00325BAE"/>
    <w:rsid w:val="00331DAD"/>
    <w:rsid w:val="0033669A"/>
    <w:rsid w:val="00337E82"/>
    <w:rsid w:val="00341F3B"/>
    <w:rsid w:val="00346FDC"/>
    <w:rsid w:val="0034799E"/>
    <w:rsid w:val="00350BB1"/>
    <w:rsid w:val="003513AC"/>
    <w:rsid w:val="00352C83"/>
    <w:rsid w:val="0035300D"/>
    <w:rsid w:val="00354083"/>
    <w:rsid w:val="0035416A"/>
    <w:rsid w:val="00357832"/>
    <w:rsid w:val="003632A9"/>
    <w:rsid w:val="00363C5C"/>
    <w:rsid w:val="00363E51"/>
    <w:rsid w:val="0036524C"/>
    <w:rsid w:val="00366805"/>
    <w:rsid w:val="0036698A"/>
    <w:rsid w:val="0037067D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965F4"/>
    <w:rsid w:val="003A165D"/>
    <w:rsid w:val="003A1790"/>
    <w:rsid w:val="003A21F0"/>
    <w:rsid w:val="003A277F"/>
    <w:rsid w:val="003A58BA"/>
    <w:rsid w:val="003A5AE7"/>
    <w:rsid w:val="003A7221"/>
    <w:rsid w:val="003B2357"/>
    <w:rsid w:val="003B3493"/>
    <w:rsid w:val="003B78D7"/>
    <w:rsid w:val="003C13AE"/>
    <w:rsid w:val="003D06AA"/>
    <w:rsid w:val="003D2E73"/>
    <w:rsid w:val="003D67CA"/>
    <w:rsid w:val="003E0F66"/>
    <w:rsid w:val="003E72B6"/>
    <w:rsid w:val="003E7BBE"/>
    <w:rsid w:val="003F1E81"/>
    <w:rsid w:val="003F33F6"/>
    <w:rsid w:val="003F3DD0"/>
    <w:rsid w:val="00402786"/>
    <w:rsid w:val="00406FB6"/>
    <w:rsid w:val="004127E3"/>
    <w:rsid w:val="004159B4"/>
    <w:rsid w:val="00426DAC"/>
    <w:rsid w:val="00430684"/>
    <w:rsid w:val="0043212E"/>
    <w:rsid w:val="00434366"/>
    <w:rsid w:val="00434ECE"/>
    <w:rsid w:val="004369ED"/>
    <w:rsid w:val="00444423"/>
    <w:rsid w:val="00451A3F"/>
    <w:rsid w:val="00452F3E"/>
    <w:rsid w:val="00454D42"/>
    <w:rsid w:val="004640AE"/>
    <w:rsid w:val="00464CDF"/>
    <w:rsid w:val="004679E3"/>
    <w:rsid w:val="00471313"/>
    <w:rsid w:val="00473BC2"/>
    <w:rsid w:val="00475172"/>
    <w:rsid w:val="004758B0"/>
    <w:rsid w:val="0048107F"/>
    <w:rsid w:val="004832D2"/>
    <w:rsid w:val="00485559"/>
    <w:rsid w:val="004860D7"/>
    <w:rsid w:val="00497355"/>
    <w:rsid w:val="004979D4"/>
    <w:rsid w:val="004A142B"/>
    <w:rsid w:val="004A3860"/>
    <w:rsid w:val="004A40A0"/>
    <w:rsid w:val="004A44E8"/>
    <w:rsid w:val="004A581D"/>
    <w:rsid w:val="004A7706"/>
    <w:rsid w:val="004A77E3"/>
    <w:rsid w:val="004B0277"/>
    <w:rsid w:val="004B0C66"/>
    <w:rsid w:val="004B29B7"/>
    <w:rsid w:val="004B4D1B"/>
    <w:rsid w:val="004B7A28"/>
    <w:rsid w:val="004C17FC"/>
    <w:rsid w:val="004C1E4E"/>
    <w:rsid w:val="004C2244"/>
    <w:rsid w:val="004C29A9"/>
    <w:rsid w:val="004C4A25"/>
    <w:rsid w:val="004C79A1"/>
    <w:rsid w:val="004D0D5F"/>
    <w:rsid w:val="004D1569"/>
    <w:rsid w:val="004D44B1"/>
    <w:rsid w:val="004D5110"/>
    <w:rsid w:val="004D79D9"/>
    <w:rsid w:val="004D7A7E"/>
    <w:rsid w:val="004E0460"/>
    <w:rsid w:val="004E1460"/>
    <w:rsid w:val="004E1579"/>
    <w:rsid w:val="004E1A9F"/>
    <w:rsid w:val="004E481B"/>
    <w:rsid w:val="004E5FAE"/>
    <w:rsid w:val="004E6245"/>
    <w:rsid w:val="004E6741"/>
    <w:rsid w:val="004E7094"/>
    <w:rsid w:val="004F1FF0"/>
    <w:rsid w:val="004F322E"/>
    <w:rsid w:val="004F3B49"/>
    <w:rsid w:val="004F4172"/>
    <w:rsid w:val="004F5DC7"/>
    <w:rsid w:val="004F772B"/>
    <w:rsid w:val="004F78DA"/>
    <w:rsid w:val="00500F6A"/>
    <w:rsid w:val="00502F9B"/>
    <w:rsid w:val="00506506"/>
    <w:rsid w:val="00507499"/>
    <w:rsid w:val="005132BC"/>
    <w:rsid w:val="005145AB"/>
    <w:rsid w:val="00520E9A"/>
    <w:rsid w:val="00522811"/>
    <w:rsid w:val="00523F81"/>
    <w:rsid w:val="005248C1"/>
    <w:rsid w:val="00526134"/>
    <w:rsid w:val="00534971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4ADD"/>
    <w:rsid w:val="005708EB"/>
    <w:rsid w:val="00575BC6"/>
    <w:rsid w:val="00576B09"/>
    <w:rsid w:val="00581141"/>
    <w:rsid w:val="00583902"/>
    <w:rsid w:val="005855BE"/>
    <w:rsid w:val="00586677"/>
    <w:rsid w:val="00586836"/>
    <w:rsid w:val="00586D56"/>
    <w:rsid w:val="00592432"/>
    <w:rsid w:val="00594F73"/>
    <w:rsid w:val="0059567C"/>
    <w:rsid w:val="005978BE"/>
    <w:rsid w:val="005A088B"/>
    <w:rsid w:val="005A1D70"/>
    <w:rsid w:val="005A1E95"/>
    <w:rsid w:val="005A351E"/>
    <w:rsid w:val="005A3AA5"/>
    <w:rsid w:val="005A517C"/>
    <w:rsid w:val="005A6C9C"/>
    <w:rsid w:val="005A74DC"/>
    <w:rsid w:val="005B5146"/>
    <w:rsid w:val="005B6BD1"/>
    <w:rsid w:val="005C58CF"/>
    <w:rsid w:val="005C5D19"/>
    <w:rsid w:val="005C665E"/>
    <w:rsid w:val="005C68D9"/>
    <w:rsid w:val="005C7FC9"/>
    <w:rsid w:val="005D0B23"/>
    <w:rsid w:val="005D1AFD"/>
    <w:rsid w:val="005D38C8"/>
    <w:rsid w:val="005D534C"/>
    <w:rsid w:val="005E2E08"/>
    <w:rsid w:val="005E51E6"/>
    <w:rsid w:val="005E7862"/>
    <w:rsid w:val="005F027A"/>
    <w:rsid w:val="005F33CC"/>
    <w:rsid w:val="005F4293"/>
    <w:rsid w:val="005F771F"/>
    <w:rsid w:val="006073AB"/>
    <w:rsid w:val="00611A62"/>
    <w:rsid w:val="006121D4"/>
    <w:rsid w:val="00612945"/>
    <w:rsid w:val="00613B49"/>
    <w:rsid w:val="00616845"/>
    <w:rsid w:val="00620E8E"/>
    <w:rsid w:val="00621B9E"/>
    <w:rsid w:val="00622332"/>
    <w:rsid w:val="00622716"/>
    <w:rsid w:val="00632CDE"/>
    <w:rsid w:val="00633CFE"/>
    <w:rsid w:val="00634438"/>
    <w:rsid w:val="00634FCA"/>
    <w:rsid w:val="006429BF"/>
    <w:rsid w:val="00643D1B"/>
    <w:rsid w:val="006452B8"/>
    <w:rsid w:val="006454BA"/>
    <w:rsid w:val="006479C2"/>
    <w:rsid w:val="00652BE0"/>
    <w:rsid w:val="00652E62"/>
    <w:rsid w:val="00654BBC"/>
    <w:rsid w:val="0066520F"/>
    <w:rsid w:val="00670B9A"/>
    <w:rsid w:val="00672064"/>
    <w:rsid w:val="00675661"/>
    <w:rsid w:val="00684019"/>
    <w:rsid w:val="00686A49"/>
    <w:rsid w:val="00687B62"/>
    <w:rsid w:val="00690C44"/>
    <w:rsid w:val="0069107F"/>
    <w:rsid w:val="006969D9"/>
    <w:rsid w:val="006A0A85"/>
    <w:rsid w:val="006A1D0F"/>
    <w:rsid w:val="006A2B68"/>
    <w:rsid w:val="006A329E"/>
    <w:rsid w:val="006A64B8"/>
    <w:rsid w:val="006B1DA3"/>
    <w:rsid w:val="006B2C8C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3833"/>
    <w:rsid w:val="006E42FE"/>
    <w:rsid w:val="006E5DC4"/>
    <w:rsid w:val="006E64C8"/>
    <w:rsid w:val="006E6567"/>
    <w:rsid w:val="006E76B5"/>
    <w:rsid w:val="006F0D02"/>
    <w:rsid w:val="006F10FE"/>
    <w:rsid w:val="006F3622"/>
    <w:rsid w:val="006F3E16"/>
    <w:rsid w:val="006F62F7"/>
    <w:rsid w:val="006F74AF"/>
    <w:rsid w:val="0070416A"/>
    <w:rsid w:val="00705EEC"/>
    <w:rsid w:val="00707741"/>
    <w:rsid w:val="0071329E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3BF3"/>
    <w:rsid w:val="00754E21"/>
    <w:rsid w:val="00757005"/>
    <w:rsid w:val="00760819"/>
    <w:rsid w:val="00761DBE"/>
    <w:rsid w:val="0076341C"/>
    <w:rsid w:val="0076523B"/>
    <w:rsid w:val="00766E9E"/>
    <w:rsid w:val="00771B60"/>
    <w:rsid w:val="00772E9D"/>
    <w:rsid w:val="00780035"/>
    <w:rsid w:val="0078015A"/>
    <w:rsid w:val="00780F0B"/>
    <w:rsid w:val="00781D77"/>
    <w:rsid w:val="00783549"/>
    <w:rsid w:val="00784036"/>
    <w:rsid w:val="00785185"/>
    <w:rsid w:val="007860B7"/>
    <w:rsid w:val="00786DC8"/>
    <w:rsid w:val="0078714D"/>
    <w:rsid w:val="00796261"/>
    <w:rsid w:val="007A1827"/>
    <w:rsid w:val="007A300D"/>
    <w:rsid w:val="007A3ACD"/>
    <w:rsid w:val="007B4670"/>
    <w:rsid w:val="007B7438"/>
    <w:rsid w:val="007C2035"/>
    <w:rsid w:val="007C2B2E"/>
    <w:rsid w:val="007C73BF"/>
    <w:rsid w:val="007D1AAC"/>
    <w:rsid w:val="007D2A95"/>
    <w:rsid w:val="007D43DF"/>
    <w:rsid w:val="007D5A78"/>
    <w:rsid w:val="007E3BD1"/>
    <w:rsid w:val="007E3FB4"/>
    <w:rsid w:val="007F1563"/>
    <w:rsid w:val="007F1EB2"/>
    <w:rsid w:val="007F25B7"/>
    <w:rsid w:val="007F44DB"/>
    <w:rsid w:val="007F5A8B"/>
    <w:rsid w:val="007F5C82"/>
    <w:rsid w:val="0080043A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63996"/>
    <w:rsid w:val="00863E4A"/>
    <w:rsid w:val="00863F4D"/>
    <w:rsid w:val="00865011"/>
    <w:rsid w:val="00877DED"/>
    <w:rsid w:val="008820C3"/>
    <w:rsid w:val="00882C41"/>
    <w:rsid w:val="00886790"/>
    <w:rsid w:val="008908DE"/>
    <w:rsid w:val="00894C05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608B"/>
    <w:rsid w:val="008D26D2"/>
    <w:rsid w:val="008D331F"/>
    <w:rsid w:val="008D4235"/>
    <w:rsid w:val="008D7631"/>
    <w:rsid w:val="008D7785"/>
    <w:rsid w:val="008E260C"/>
    <w:rsid w:val="008E2FD6"/>
    <w:rsid w:val="008E39BE"/>
    <w:rsid w:val="008E62EC"/>
    <w:rsid w:val="008F32F6"/>
    <w:rsid w:val="009038A7"/>
    <w:rsid w:val="0090492B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40B3C"/>
    <w:rsid w:val="009440CD"/>
    <w:rsid w:val="00944C09"/>
    <w:rsid w:val="009527CB"/>
    <w:rsid w:val="00953835"/>
    <w:rsid w:val="00953A8D"/>
    <w:rsid w:val="00954C83"/>
    <w:rsid w:val="009552C8"/>
    <w:rsid w:val="00956978"/>
    <w:rsid w:val="009604BC"/>
    <w:rsid w:val="00960F6C"/>
    <w:rsid w:val="00961E4C"/>
    <w:rsid w:val="0096342E"/>
    <w:rsid w:val="0096368E"/>
    <w:rsid w:val="00963C18"/>
    <w:rsid w:val="00964341"/>
    <w:rsid w:val="00967674"/>
    <w:rsid w:val="00967802"/>
    <w:rsid w:val="00970747"/>
    <w:rsid w:val="00971B7C"/>
    <w:rsid w:val="0097445B"/>
    <w:rsid w:val="00977612"/>
    <w:rsid w:val="009841CA"/>
    <w:rsid w:val="00990724"/>
    <w:rsid w:val="00997BFC"/>
    <w:rsid w:val="009A0D32"/>
    <w:rsid w:val="009A0D86"/>
    <w:rsid w:val="009A0E99"/>
    <w:rsid w:val="009A132D"/>
    <w:rsid w:val="009A1721"/>
    <w:rsid w:val="009A397C"/>
    <w:rsid w:val="009A5900"/>
    <w:rsid w:val="009A6E6C"/>
    <w:rsid w:val="009A6F3F"/>
    <w:rsid w:val="009B23A1"/>
    <w:rsid w:val="009B331A"/>
    <w:rsid w:val="009B4A2A"/>
    <w:rsid w:val="009C1C0E"/>
    <w:rsid w:val="009C2650"/>
    <w:rsid w:val="009C270A"/>
    <w:rsid w:val="009D15E2"/>
    <w:rsid w:val="009D15FE"/>
    <w:rsid w:val="009D5D2C"/>
    <w:rsid w:val="009F0DCC"/>
    <w:rsid w:val="009F11CA"/>
    <w:rsid w:val="009F2C15"/>
    <w:rsid w:val="009F44A7"/>
    <w:rsid w:val="009F75F0"/>
    <w:rsid w:val="00A03C2A"/>
    <w:rsid w:val="00A0695B"/>
    <w:rsid w:val="00A13052"/>
    <w:rsid w:val="00A13683"/>
    <w:rsid w:val="00A216A8"/>
    <w:rsid w:val="00A223A6"/>
    <w:rsid w:val="00A234E0"/>
    <w:rsid w:val="00A24DE0"/>
    <w:rsid w:val="00A261A6"/>
    <w:rsid w:val="00A304EE"/>
    <w:rsid w:val="00A323D9"/>
    <w:rsid w:val="00A3639E"/>
    <w:rsid w:val="00A4157F"/>
    <w:rsid w:val="00A4234E"/>
    <w:rsid w:val="00A42676"/>
    <w:rsid w:val="00A5092E"/>
    <w:rsid w:val="00A51113"/>
    <w:rsid w:val="00A554D6"/>
    <w:rsid w:val="00A56E14"/>
    <w:rsid w:val="00A6476B"/>
    <w:rsid w:val="00A76990"/>
    <w:rsid w:val="00A76C6C"/>
    <w:rsid w:val="00A776BF"/>
    <w:rsid w:val="00A777E2"/>
    <w:rsid w:val="00A82FCB"/>
    <w:rsid w:val="00A8367D"/>
    <w:rsid w:val="00A86FC5"/>
    <w:rsid w:val="00A87356"/>
    <w:rsid w:val="00A92DD1"/>
    <w:rsid w:val="00A97326"/>
    <w:rsid w:val="00AA5338"/>
    <w:rsid w:val="00AB1B8E"/>
    <w:rsid w:val="00AB5133"/>
    <w:rsid w:val="00AB7C42"/>
    <w:rsid w:val="00AC0696"/>
    <w:rsid w:val="00AC0732"/>
    <w:rsid w:val="00AC15F4"/>
    <w:rsid w:val="00AC187E"/>
    <w:rsid w:val="00AC4164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6AD0"/>
    <w:rsid w:val="00AF76D5"/>
    <w:rsid w:val="00AF7799"/>
    <w:rsid w:val="00AF7CC4"/>
    <w:rsid w:val="00B02C6D"/>
    <w:rsid w:val="00B0656C"/>
    <w:rsid w:val="00B0707F"/>
    <w:rsid w:val="00B0712C"/>
    <w:rsid w:val="00B12013"/>
    <w:rsid w:val="00B1404B"/>
    <w:rsid w:val="00B16CE7"/>
    <w:rsid w:val="00B21146"/>
    <w:rsid w:val="00B22C67"/>
    <w:rsid w:val="00B31F33"/>
    <w:rsid w:val="00B32693"/>
    <w:rsid w:val="00B3385A"/>
    <w:rsid w:val="00B3508F"/>
    <w:rsid w:val="00B429B3"/>
    <w:rsid w:val="00B443EE"/>
    <w:rsid w:val="00B45E69"/>
    <w:rsid w:val="00B46C60"/>
    <w:rsid w:val="00B47F32"/>
    <w:rsid w:val="00B504D9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82D22"/>
    <w:rsid w:val="00B848D4"/>
    <w:rsid w:val="00B85952"/>
    <w:rsid w:val="00B865B7"/>
    <w:rsid w:val="00B90E46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7541"/>
    <w:rsid w:val="00BB1755"/>
    <w:rsid w:val="00BB23F4"/>
    <w:rsid w:val="00BB4A65"/>
    <w:rsid w:val="00BB7B6D"/>
    <w:rsid w:val="00BB7C24"/>
    <w:rsid w:val="00BC5075"/>
    <w:rsid w:val="00BC5265"/>
    <w:rsid w:val="00BC5419"/>
    <w:rsid w:val="00BD3B0F"/>
    <w:rsid w:val="00BE2D7D"/>
    <w:rsid w:val="00BE3150"/>
    <w:rsid w:val="00BE3284"/>
    <w:rsid w:val="00BE3DC7"/>
    <w:rsid w:val="00BE511A"/>
    <w:rsid w:val="00BE79F3"/>
    <w:rsid w:val="00BF0991"/>
    <w:rsid w:val="00BF1D4C"/>
    <w:rsid w:val="00BF3F0A"/>
    <w:rsid w:val="00BF4AC7"/>
    <w:rsid w:val="00C00523"/>
    <w:rsid w:val="00C04F09"/>
    <w:rsid w:val="00C06E3F"/>
    <w:rsid w:val="00C1007C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36B9E"/>
    <w:rsid w:val="00C4083C"/>
    <w:rsid w:val="00C40FB7"/>
    <w:rsid w:val="00C43898"/>
    <w:rsid w:val="00C46CC4"/>
    <w:rsid w:val="00C51EC3"/>
    <w:rsid w:val="00C540A7"/>
    <w:rsid w:val="00C5658B"/>
    <w:rsid w:val="00C578E9"/>
    <w:rsid w:val="00C63E77"/>
    <w:rsid w:val="00C65C03"/>
    <w:rsid w:val="00C70626"/>
    <w:rsid w:val="00C70846"/>
    <w:rsid w:val="00C72860"/>
    <w:rsid w:val="00C73582"/>
    <w:rsid w:val="00C73B90"/>
    <w:rsid w:val="00C742EC"/>
    <w:rsid w:val="00C9130E"/>
    <w:rsid w:val="00C93ED6"/>
    <w:rsid w:val="00C96AF3"/>
    <w:rsid w:val="00C97061"/>
    <w:rsid w:val="00C97CCC"/>
    <w:rsid w:val="00CA0274"/>
    <w:rsid w:val="00CA0E2E"/>
    <w:rsid w:val="00CB2448"/>
    <w:rsid w:val="00CB746F"/>
    <w:rsid w:val="00CB7EE4"/>
    <w:rsid w:val="00CC451E"/>
    <w:rsid w:val="00CD4E9D"/>
    <w:rsid w:val="00CD4F4D"/>
    <w:rsid w:val="00CD5C5C"/>
    <w:rsid w:val="00CD7EB0"/>
    <w:rsid w:val="00CE0536"/>
    <w:rsid w:val="00CE1516"/>
    <w:rsid w:val="00CE160A"/>
    <w:rsid w:val="00CE7D19"/>
    <w:rsid w:val="00CF0CF5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AC1"/>
    <w:rsid w:val="00D25D16"/>
    <w:rsid w:val="00D26FEA"/>
    <w:rsid w:val="00D32124"/>
    <w:rsid w:val="00D32834"/>
    <w:rsid w:val="00D33136"/>
    <w:rsid w:val="00D34BB8"/>
    <w:rsid w:val="00D43BBE"/>
    <w:rsid w:val="00D52CB7"/>
    <w:rsid w:val="00D54C76"/>
    <w:rsid w:val="00D556A3"/>
    <w:rsid w:val="00D6238C"/>
    <w:rsid w:val="00D71E43"/>
    <w:rsid w:val="00D727F3"/>
    <w:rsid w:val="00D73695"/>
    <w:rsid w:val="00D76A48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C7A67"/>
    <w:rsid w:val="00DD0726"/>
    <w:rsid w:val="00DD1A96"/>
    <w:rsid w:val="00DD2473"/>
    <w:rsid w:val="00DD6B74"/>
    <w:rsid w:val="00DE4A60"/>
    <w:rsid w:val="00DE77A9"/>
    <w:rsid w:val="00DF40FA"/>
    <w:rsid w:val="00DF4519"/>
    <w:rsid w:val="00DF6EBD"/>
    <w:rsid w:val="00E01D4D"/>
    <w:rsid w:val="00E023E1"/>
    <w:rsid w:val="00E024B0"/>
    <w:rsid w:val="00E040A2"/>
    <w:rsid w:val="00E04A22"/>
    <w:rsid w:val="00E238E6"/>
    <w:rsid w:val="00E314E4"/>
    <w:rsid w:val="00E31577"/>
    <w:rsid w:val="00E31AB2"/>
    <w:rsid w:val="00E35064"/>
    <w:rsid w:val="00E35D46"/>
    <w:rsid w:val="00E36063"/>
    <w:rsid w:val="00E3681D"/>
    <w:rsid w:val="00E40225"/>
    <w:rsid w:val="00E41930"/>
    <w:rsid w:val="00E42948"/>
    <w:rsid w:val="00E4378B"/>
    <w:rsid w:val="00E501F0"/>
    <w:rsid w:val="00E50666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3414"/>
    <w:rsid w:val="00EA3CA9"/>
    <w:rsid w:val="00EA4211"/>
    <w:rsid w:val="00EB0AA4"/>
    <w:rsid w:val="00EB513D"/>
    <w:rsid w:val="00EB5C88"/>
    <w:rsid w:val="00EB60C0"/>
    <w:rsid w:val="00EB733E"/>
    <w:rsid w:val="00EC0469"/>
    <w:rsid w:val="00EC0578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199B"/>
    <w:rsid w:val="00F01F6F"/>
    <w:rsid w:val="00F03993"/>
    <w:rsid w:val="00F069BD"/>
    <w:rsid w:val="00F06F7C"/>
    <w:rsid w:val="00F112E4"/>
    <w:rsid w:val="00F11DB4"/>
    <w:rsid w:val="00F123C8"/>
    <w:rsid w:val="00F1480E"/>
    <w:rsid w:val="00F1497D"/>
    <w:rsid w:val="00F15CB4"/>
    <w:rsid w:val="00F1660D"/>
    <w:rsid w:val="00F16AAC"/>
    <w:rsid w:val="00F20BDE"/>
    <w:rsid w:val="00F22B51"/>
    <w:rsid w:val="00F24C8D"/>
    <w:rsid w:val="00F25161"/>
    <w:rsid w:val="00F33FF2"/>
    <w:rsid w:val="00F438FC"/>
    <w:rsid w:val="00F46721"/>
    <w:rsid w:val="00F47281"/>
    <w:rsid w:val="00F50019"/>
    <w:rsid w:val="00F55666"/>
    <w:rsid w:val="00F5616F"/>
    <w:rsid w:val="00F56451"/>
    <w:rsid w:val="00F56827"/>
    <w:rsid w:val="00F62866"/>
    <w:rsid w:val="00F65323"/>
    <w:rsid w:val="00F65EF0"/>
    <w:rsid w:val="00F71651"/>
    <w:rsid w:val="00F7376F"/>
    <w:rsid w:val="00F76191"/>
    <w:rsid w:val="00F763C3"/>
    <w:rsid w:val="00F76CC6"/>
    <w:rsid w:val="00F80197"/>
    <w:rsid w:val="00F81C7B"/>
    <w:rsid w:val="00F83D7C"/>
    <w:rsid w:val="00F83E64"/>
    <w:rsid w:val="00F87DF9"/>
    <w:rsid w:val="00F912AE"/>
    <w:rsid w:val="00F93EF7"/>
    <w:rsid w:val="00F95834"/>
    <w:rsid w:val="00FA2451"/>
    <w:rsid w:val="00FB232E"/>
    <w:rsid w:val="00FB30D3"/>
    <w:rsid w:val="00FB7B99"/>
    <w:rsid w:val="00FC325D"/>
    <w:rsid w:val="00FC4EE1"/>
    <w:rsid w:val="00FD483E"/>
    <w:rsid w:val="00FD557D"/>
    <w:rsid w:val="00FD66F9"/>
    <w:rsid w:val="00FE0282"/>
    <w:rsid w:val="00FE124D"/>
    <w:rsid w:val="00FE2667"/>
    <w:rsid w:val="00FE3148"/>
    <w:rsid w:val="00FE4B26"/>
    <w:rsid w:val="00FE792C"/>
    <w:rsid w:val="00FF2212"/>
    <w:rsid w:val="00FF36DF"/>
    <w:rsid w:val="00FF3BF3"/>
    <w:rsid w:val="00FF58F8"/>
    <w:rsid w:val="00FF6401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07203E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4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9FFF07-E32F-4CB0-8F10-F90373EA6DD4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7FACCD-DA14-41C7-92B0-9EEC85403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161</TotalTime>
  <Pages>4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8202</CharactersWithSpaces>
  <SharedDoc>false</SharedDoc>
  <HyperlinkBase/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Elvie Arugay</cp:lastModifiedBy>
  <cp:revision>107</cp:revision>
  <cp:lastPrinted>2016-05-27T05:21:00Z</cp:lastPrinted>
  <dcterms:created xsi:type="dcterms:W3CDTF">2021-11-16T08:32:00Z</dcterms:created>
  <dcterms:modified xsi:type="dcterms:W3CDTF">2022-07-14T02:34:00Z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