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1A95042E" w:rsidR="00A301E0" w:rsidRPr="00752A41" w:rsidRDefault="002A1834" w:rsidP="00A456E0">
            <w:pPr>
              <w:pStyle w:val="SISSCODE"/>
            </w:pPr>
            <w:r w:rsidRPr="00007C78">
              <w:t>FWPSS000</w:t>
            </w:r>
            <w:r>
              <w:t>68</w:t>
            </w:r>
          </w:p>
        </w:tc>
        <w:tc>
          <w:tcPr>
            <w:tcW w:w="3604" w:type="pct"/>
            <w:shd w:val="clear" w:color="auto" w:fill="auto"/>
          </w:tcPr>
          <w:p w14:paraId="762CB832" w14:textId="63593EDF" w:rsidR="00A301E0" w:rsidRPr="00752A41" w:rsidRDefault="00596E8D" w:rsidP="00227A64">
            <w:pPr>
              <w:pStyle w:val="SISStitle"/>
            </w:pPr>
            <w:r w:rsidRPr="00596E8D">
              <w:t>Entry into a Saw Technician Role</w:t>
            </w:r>
            <w:r>
              <w:t xml:space="preserve">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39DECD8D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CF11EA">
              <w:t>8</w:t>
            </w:r>
            <w:r w:rsidR="00971951">
              <w:t>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231BCCB" w14:textId="03C9E74C" w:rsidR="008C2695" w:rsidRPr="008C2695" w:rsidRDefault="008C2695" w:rsidP="008C2695">
            <w:pPr>
              <w:pStyle w:val="SIText"/>
            </w:pPr>
            <w:r w:rsidRPr="008C2695">
              <w:t xml:space="preserve">This skill set is designed to equip individuals with the technical skills and knowledge required to </w:t>
            </w:r>
            <w:r w:rsidR="00EE1CC8">
              <w:t xml:space="preserve">begin </w:t>
            </w:r>
            <w:r w:rsidR="00AC38D0">
              <w:t xml:space="preserve">work as </w:t>
            </w:r>
            <w:r w:rsidRPr="008C2695">
              <w:t xml:space="preserve">a Saw Technician. It </w:t>
            </w:r>
            <w:r w:rsidR="00641065">
              <w:t>covers</w:t>
            </w:r>
            <w:r w:rsidR="00641065" w:rsidRPr="008C2695">
              <w:t xml:space="preserve"> </w:t>
            </w:r>
            <w:r w:rsidR="0047597A" w:rsidRPr="0047597A">
              <w:t xml:space="preserve">how to sharpen, position, assess and </w:t>
            </w:r>
            <w:proofErr w:type="gramStart"/>
            <w:r w:rsidR="0047597A" w:rsidRPr="0047597A">
              <w:t>maintain</w:t>
            </w:r>
            <w:proofErr w:type="gramEnd"/>
            <w:r w:rsidR="0047597A" w:rsidRPr="0047597A">
              <w:t xml:space="preserve"> the cutting performance of sawing blades or knives and </w:t>
            </w:r>
            <w:r w:rsidR="0054034F">
              <w:t xml:space="preserve">how to </w:t>
            </w:r>
            <w:r w:rsidRPr="008C2695">
              <w:t xml:space="preserve">replace worn or damaged blades, knives and guides on circular saws, band saws, chippers and canters in order to maintain quality production output. It </w:t>
            </w:r>
            <w:r w:rsidR="00641065">
              <w:t>includes</w:t>
            </w:r>
            <w:r w:rsidR="00641065" w:rsidRPr="008C2695">
              <w:t xml:space="preserve"> </w:t>
            </w:r>
            <w:r w:rsidRPr="008C2695">
              <w:t xml:space="preserve">how to replace worn or damaged tungsten tips and </w:t>
            </w:r>
            <w:r w:rsidR="00C42791">
              <w:t xml:space="preserve">how to </w:t>
            </w:r>
            <w:proofErr w:type="gramStart"/>
            <w:r w:rsidRPr="008C2695">
              <w:t>determine</w:t>
            </w:r>
            <w:proofErr w:type="gramEnd"/>
            <w:r w:rsidRPr="008C2695">
              <w:t xml:space="preserve"> the required levelling and tensioning for circular, narrow and wide band saw blades removed from a </w:t>
            </w:r>
            <w:proofErr w:type="spellStart"/>
            <w:r w:rsidRPr="008C2695">
              <w:t>sawing</w:t>
            </w:r>
            <w:proofErr w:type="spellEnd"/>
            <w:r w:rsidRPr="008C2695">
              <w:t xml:space="preserve"> machine. The skills and knowledge for shutting down equipment and maintaining saw technology tools are also included.  </w:t>
            </w:r>
          </w:p>
          <w:p w14:paraId="525D476D" w14:textId="5EDB81E3" w:rsidR="00F84050" w:rsidRPr="00536741" w:rsidRDefault="00F84050" w:rsidP="002C7A71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58152E8F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="00240B69" w:rsidRPr="002574BA">
              <w:rPr>
                <w:rStyle w:val="SIText-Italic"/>
              </w:rPr>
              <w:t>FWP</w:t>
            </w:r>
            <w:r w:rsidR="007F6B7A" w:rsidRPr="002574BA">
              <w:rPr>
                <w:rStyle w:val="SIText-Italic"/>
              </w:rPr>
              <w:t>3</w:t>
            </w:r>
            <w:r w:rsidR="002574BA" w:rsidRPr="002574BA">
              <w:rPr>
                <w:rStyle w:val="SIText-Italic"/>
              </w:rPr>
              <w:t>1021</w:t>
            </w:r>
            <w:r w:rsidR="00240B69" w:rsidRPr="002574BA">
              <w:rPr>
                <w:rStyle w:val="SIText-Italic"/>
              </w:rPr>
              <w:t xml:space="preserve"> </w:t>
            </w:r>
            <w:r w:rsidRPr="00A65367">
              <w:rPr>
                <w:rStyle w:val="SIText-Italic"/>
              </w:rPr>
              <w:t xml:space="preserve">Certificate </w:t>
            </w:r>
            <w:r w:rsidR="00561D06">
              <w:rPr>
                <w:rStyle w:val="SIText-Italic"/>
              </w:rPr>
              <w:t>I</w:t>
            </w:r>
            <w:r w:rsidR="002574BA">
              <w:rPr>
                <w:rStyle w:val="SIText-Italic"/>
              </w:rPr>
              <w:t>II</w:t>
            </w:r>
            <w:r w:rsidRPr="00A65367">
              <w:rPr>
                <w:rStyle w:val="SIText-Italic"/>
              </w:rPr>
              <w:t xml:space="preserve"> in </w:t>
            </w:r>
            <w:r w:rsidR="002574BA">
              <w:rPr>
                <w:rStyle w:val="SIText-Italic"/>
              </w:rPr>
              <w:t xml:space="preserve">Saw Technology </w:t>
            </w:r>
            <w:r w:rsidRPr="00A65367">
              <w:t>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58D7305" w14:textId="77777777" w:rsid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  <w:p w14:paraId="5D8A4EBB" w14:textId="77777777" w:rsidR="003D0DD6" w:rsidRDefault="003D0DD6" w:rsidP="003D0DD6">
            <w:pPr>
              <w:rPr>
                <w:sz w:val="20"/>
                <w:lang w:eastAsia="en-US"/>
              </w:rPr>
            </w:pPr>
          </w:p>
          <w:p w14:paraId="24CFFAF2" w14:textId="1DFB48A8" w:rsidR="003D0DD6" w:rsidRPr="003D0DD6" w:rsidRDefault="003D0DD6" w:rsidP="003D0DD6">
            <w:pPr>
              <w:tabs>
                <w:tab w:val="left" w:pos="8205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77A041C" w14:textId="77777777" w:rsidR="0058195A" w:rsidRPr="0058195A" w:rsidRDefault="0058195A" w:rsidP="0058195A">
            <w:pPr>
              <w:pStyle w:val="SIBulletList1"/>
            </w:pPr>
            <w:r w:rsidRPr="00687C4C">
              <w:t>FWPCOT3279</w:t>
            </w:r>
            <w:r w:rsidRPr="0058195A">
              <w:t xml:space="preserve"> </w:t>
            </w:r>
            <w:r w:rsidRPr="00687C4C">
              <w:t>Assess and maintain saw technology tools</w:t>
            </w:r>
          </w:p>
          <w:p w14:paraId="2EFC7705" w14:textId="77777777" w:rsidR="0058195A" w:rsidRPr="0058195A" w:rsidRDefault="0058195A" w:rsidP="0058195A">
            <w:pPr>
              <w:pStyle w:val="SIBulletList1"/>
            </w:pPr>
            <w:r w:rsidRPr="0058195A">
              <w:t>F</w:t>
            </w:r>
            <w:r w:rsidRPr="00687C4C">
              <w:t>WPCOT3280</w:t>
            </w:r>
            <w:r w:rsidRPr="0058195A">
              <w:t xml:space="preserve"> </w:t>
            </w:r>
            <w:r w:rsidRPr="00687C4C">
              <w:t xml:space="preserve">Replace saw blades, </w:t>
            </w:r>
            <w:proofErr w:type="gramStart"/>
            <w:r w:rsidRPr="00687C4C">
              <w:t>knives</w:t>
            </w:r>
            <w:proofErr w:type="gramEnd"/>
            <w:r w:rsidRPr="00687C4C">
              <w:t xml:space="preserve"> and guides</w:t>
            </w:r>
            <w:r w:rsidRPr="0058195A">
              <w:t xml:space="preserve"> </w:t>
            </w:r>
          </w:p>
          <w:p w14:paraId="1CC4F38B" w14:textId="77777777" w:rsidR="00B659B7" w:rsidRPr="00B659B7" w:rsidRDefault="00B659B7" w:rsidP="00B659B7">
            <w:pPr>
              <w:pStyle w:val="SIBulletList1"/>
            </w:pPr>
            <w:r w:rsidRPr="00B659B7">
              <w:t xml:space="preserve">FWPCOT3282 Assess and </w:t>
            </w:r>
            <w:proofErr w:type="gramStart"/>
            <w:r w:rsidRPr="00B659B7">
              <w:t>maintain</w:t>
            </w:r>
            <w:proofErr w:type="gramEnd"/>
            <w:r w:rsidRPr="00B659B7">
              <w:t xml:space="preserve"> saw blade and sawing machine performance</w:t>
            </w:r>
          </w:p>
          <w:p w14:paraId="35E12CE6" w14:textId="77777777" w:rsidR="00B659B7" w:rsidRDefault="00B659B7" w:rsidP="00B659B7">
            <w:pPr>
              <w:pStyle w:val="SIBulletList1"/>
            </w:pPr>
            <w:r w:rsidRPr="00B659B7">
              <w:t xml:space="preserve">FWPCOT3283 Sharpen and position blades of knives in chipper, </w:t>
            </w:r>
            <w:proofErr w:type="gramStart"/>
            <w:r w:rsidRPr="00B659B7">
              <w:t>canter</w:t>
            </w:r>
            <w:proofErr w:type="gramEnd"/>
            <w:r w:rsidRPr="00B659B7">
              <w:t xml:space="preserve"> and reducer</w:t>
            </w:r>
          </w:p>
          <w:p w14:paraId="646AA7F6" w14:textId="77777777" w:rsidR="00D73D92" w:rsidRPr="00D73D92" w:rsidRDefault="00D73D92" w:rsidP="00D73D92">
            <w:pPr>
              <w:pStyle w:val="SIBulletList1"/>
            </w:pPr>
            <w:r w:rsidRPr="0058195A">
              <w:t>FWPCOT3286 Identify levelling and tensioning requirements for saw blades</w:t>
            </w:r>
          </w:p>
          <w:p w14:paraId="4C378B47" w14:textId="77777777" w:rsidR="00B72B3F" w:rsidRPr="00B72B3F" w:rsidRDefault="00B72B3F" w:rsidP="00B72B3F">
            <w:pPr>
              <w:pStyle w:val="SIBulletList1"/>
            </w:pPr>
            <w:r w:rsidRPr="0058195A">
              <w:t>FWPCOT3</w:t>
            </w:r>
            <w:r w:rsidRPr="00B72B3F">
              <w:t>335 Conduct operator level equipment maintenance in forest and wood products industry</w:t>
            </w:r>
          </w:p>
          <w:p w14:paraId="3E7B8399" w14:textId="1A845557" w:rsidR="004A5253" w:rsidRPr="004A5253" w:rsidRDefault="004A5253" w:rsidP="00B659B7">
            <w:pPr>
              <w:pStyle w:val="SIBulletList1"/>
            </w:pPr>
            <w:r w:rsidRPr="004A5253">
              <w:t>FWPSAW3235 Recondition saw guides</w:t>
            </w:r>
          </w:p>
          <w:p w14:paraId="23745189" w14:textId="77777777" w:rsidR="004A5253" w:rsidRPr="004A5253" w:rsidRDefault="004A5253" w:rsidP="004A5253">
            <w:pPr>
              <w:pStyle w:val="SIBulletList1"/>
            </w:pPr>
            <w:r w:rsidRPr="004A5253">
              <w:t>FWPSAW3244 Align sawing production systems</w:t>
            </w:r>
          </w:p>
          <w:p w14:paraId="5B148795" w14:textId="1B11DC12" w:rsidR="004A5253" w:rsidRPr="00536741" w:rsidRDefault="00B57248" w:rsidP="00B659B7">
            <w:pPr>
              <w:pStyle w:val="SIBulletList1"/>
            </w:pPr>
            <w:r w:rsidRPr="00B57248">
              <w:t xml:space="preserve">FWPSAW3247 Replace tungsten tips 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35F98E0B" w:rsidR="0016138C" w:rsidRPr="00536741" w:rsidRDefault="00855647" w:rsidP="0096217D">
            <w:pPr>
              <w:pStyle w:val="SIText"/>
            </w:pPr>
            <w:r w:rsidRPr="00855647">
              <w:t xml:space="preserve">This skill set is for </w:t>
            </w:r>
            <w:r w:rsidR="00AC38D0">
              <w:t>individuals</w:t>
            </w:r>
            <w:r w:rsidR="00C93973">
              <w:t>,</w:t>
            </w:r>
            <w:r w:rsidR="00AC38D0">
              <w:t xml:space="preserve"> </w:t>
            </w:r>
            <w:r w:rsidR="00F4289F" w:rsidRPr="00EF5370">
              <w:t xml:space="preserve">production personnel </w:t>
            </w:r>
            <w:r w:rsidR="00C93973">
              <w:t>and various</w:t>
            </w:r>
            <w:r w:rsidR="00EF5370">
              <w:t xml:space="preserve"> tradespeople </w:t>
            </w:r>
            <w:r w:rsidR="00AC38D0">
              <w:t xml:space="preserve">interested in beginning a Saw Technician </w:t>
            </w:r>
            <w:r w:rsidR="00C93973">
              <w:t xml:space="preserve">career </w:t>
            </w:r>
            <w:r w:rsidR="0043291D">
              <w:t xml:space="preserve">in the </w:t>
            </w:r>
            <w:r w:rsidR="001E51BD">
              <w:t>forest</w:t>
            </w:r>
            <w:r w:rsidR="0096217D">
              <w:t xml:space="preserve"> and wood products </w:t>
            </w:r>
            <w:r w:rsidR="00D910BA">
              <w:t>industry</w:t>
            </w:r>
            <w:r w:rsidRPr="00855647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0DC68553" w:rsidR="00A129E4" w:rsidRPr="00A129E4" w:rsidRDefault="00A129E4" w:rsidP="00227A64">
            <w:pPr>
              <w:pStyle w:val="SIText"/>
            </w:pPr>
            <w:r w:rsidRPr="00A129E4">
              <w:t>These competencies from the</w:t>
            </w:r>
            <w:r w:rsidR="00E170BA">
              <w:t xml:space="preserve"> FWP Forest and Wood Products </w:t>
            </w:r>
            <w:r w:rsidR="006026C3">
              <w:t xml:space="preserve">Training Package </w:t>
            </w:r>
            <w:r w:rsidRPr="00A129E4">
              <w:t xml:space="preserve">meet </w:t>
            </w:r>
            <w:r w:rsidR="00763260">
              <w:t xml:space="preserve">the </w:t>
            </w:r>
            <w:r w:rsidRPr="00A129E4">
              <w:t xml:space="preserve">industry requirements for </w:t>
            </w:r>
            <w:r w:rsidR="005005A2">
              <w:t>beginning</w:t>
            </w:r>
            <w:r w:rsidR="00BF048A">
              <w:t xml:space="preserve"> a Saw Techni</w:t>
            </w:r>
            <w:r w:rsidR="005A26A6">
              <w:t xml:space="preserve">cian career </w:t>
            </w:r>
            <w:r w:rsidR="009B7F6B">
              <w:t>in</w:t>
            </w:r>
            <w:r w:rsidR="00104CC4">
              <w:t xml:space="preserve"> </w:t>
            </w:r>
            <w:r w:rsidR="00146623">
              <w:t xml:space="preserve">the </w:t>
            </w:r>
            <w:r w:rsidR="001E51BD">
              <w:t>forest</w:t>
            </w:r>
            <w:r w:rsidR="00146623">
              <w:t xml:space="preserve"> and wood products industry</w:t>
            </w:r>
            <w:r w:rsidR="00690CAA" w:rsidRPr="00690CAA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8AB1B" w14:textId="77777777" w:rsidR="0010344C" w:rsidRDefault="0010344C" w:rsidP="00BF3F0A">
      <w:r>
        <w:separator/>
      </w:r>
    </w:p>
    <w:p w14:paraId="06B911C4" w14:textId="77777777" w:rsidR="0010344C" w:rsidRDefault="0010344C"/>
  </w:endnote>
  <w:endnote w:type="continuationSeparator" w:id="0">
    <w:p w14:paraId="4D842413" w14:textId="77777777" w:rsidR="0010344C" w:rsidRDefault="0010344C" w:rsidP="00BF3F0A">
      <w:r>
        <w:continuationSeparator/>
      </w:r>
    </w:p>
    <w:p w14:paraId="6168D653" w14:textId="77777777" w:rsidR="0010344C" w:rsidRDefault="001034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8D2B5" w14:textId="77777777" w:rsidR="0010344C" w:rsidRDefault="0010344C" w:rsidP="00BF3F0A">
      <w:r>
        <w:separator/>
      </w:r>
    </w:p>
    <w:p w14:paraId="42F857E6" w14:textId="77777777" w:rsidR="0010344C" w:rsidRDefault="0010344C"/>
  </w:footnote>
  <w:footnote w:type="continuationSeparator" w:id="0">
    <w:p w14:paraId="57A0AF54" w14:textId="77777777" w:rsidR="0010344C" w:rsidRDefault="0010344C" w:rsidP="00BF3F0A">
      <w:r>
        <w:continuationSeparator/>
      </w:r>
    </w:p>
    <w:p w14:paraId="4A73084D" w14:textId="77777777" w:rsidR="0010344C" w:rsidRDefault="001034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4E7D3E98" w:rsidR="005F122C" w:rsidRPr="005F122C" w:rsidRDefault="002A1834" w:rsidP="00841A0F">
    <w:pPr>
      <w:pStyle w:val="SIText"/>
    </w:pPr>
    <w:r w:rsidRPr="00007C78">
      <w:t>FWPSS000</w:t>
    </w:r>
    <w:r>
      <w:t xml:space="preserve">68 </w:t>
    </w:r>
    <w:r w:rsidR="00383D99">
      <w:t xml:space="preserve">Entry into a </w:t>
    </w:r>
    <w:r w:rsidR="00596E8D">
      <w:t xml:space="preserve">Saw Technician Role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8999935">
    <w:abstractNumId w:val="8"/>
  </w:num>
  <w:num w:numId="2" w16cid:durableId="1196697342">
    <w:abstractNumId w:val="5"/>
  </w:num>
  <w:num w:numId="3" w16cid:durableId="165050100">
    <w:abstractNumId w:val="4"/>
  </w:num>
  <w:num w:numId="4" w16cid:durableId="25522644">
    <w:abstractNumId w:val="14"/>
  </w:num>
  <w:num w:numId="5" w16cid:durableId="570236868">
    <w:abstractNumId w:val="2"/>
  </w:num>
  <w:num w:numId="6" w16cid:durableId="1515344630">
    <w:abstractNumId w:val="7"/>
  </w:num>
  <w:num w:numId="7" w16cid:durableId="1120606760">
    <w:abstractNumId w:val="3"/>
  </w:num>
  <w:num w:numId="8" w16cid:durableId="1157645214">
    <w:abstractNumId w:val="0"/>
  </w:num>
  <w:num w:numId="9" w16cid:durableId="770662252">
    <w:abstractNumId w:val="13"/>
  </w:num>
  <w:num w:numId="10" w16cid:durableId="913663811">
    <w:abstractNumId w:val="9"/>
  </w:num>
  <w:num w:numId="11" w16cid:durableId="845703877">
    <w:abstractNumId w:val="12"/>
  </w:num>
  <w:num w:numId="12" w16cid:durableId="2105803307">
    <w:abstractNumId w:val="11"/>
  </w:num>
  <w:num w:numId="13" w16cid:durableId="690491124">
    <w:abstractNumId w:val="15"/>
  </w:num>
  <w:num w:numId="14" w16cid:durableId="1155756714">
    <w:abstractNumId w:val="6"/>
  </w:num>
  <w:num w:numId="15" w16cid:durableId="768896105">
    <w:abstractNumId w:val="10"/>
  </w:num>
  <w:num w:numId="16" w16cid:durableId="1294409210">
    <w:abstractNumId w:val="10"/>
  </w:num>
  <w:num w:numId="17" w16cid:durableId="72865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NqgFAKtWt18tAAAA"/>
  </w:docVars>
  <w:rsids>
    <w:rsidRoot w:val="00AD00F1"/>
    <w:rsid w:val="0000054B"/>
    <w:rsid w:val="000014B9"/>
    <w:rsid w:val="00005A15"/>
    <w:rsid w:val="00007C78"/>
    <w:rsid w:val="0001108F"/>
    <w:rsid w:val="000115E2"/>
    <w:rsid w:val="0001296A"/>
    <w:rsid w:val="00016803"/>
    <w:rsid w:val="00023992"/>
    <w:rsid w:val="00027C7F"/>
    <w:rsid w:val="00040188"/>
    <w:rsid w:val="00041E59"/>
    <w:rsid w:val="000458E8"/>
    <w:rsid w:val="00053D7E"/>
    <w:rsid w:val="00064BFE"/>
    <w:rsid w:val="00070B3E"/>
    <w:rsid w:val="00071F95"/>
    <w:rsid w:val="000737BB"/>
    <w:rsid w:val="00074E47"/>
    <w:rsid w:val="00076481"/>
    <w:rsid w:val="0008306A"/>
    <w:rsid w:val="000860E6"/>
    <w:rsid w:val="0009322C"/>
    <w:rsid w:val="0009771A"/>
    <w:rsid w:val="000A049E"/>
    <w:rsid w:val="000A2010"/>
    <w:rsid w:val="000A5441"/>
    <w:rsid w:val="000B5D81"/>
    <w:rsid w:val="000C13F1"/>
    <w:rsid w:val="000C5B3C"/>
    <w:rsid w:val="000D7BE6"/>
    <w:rsid w:val="000E170C"/>
    <w:rsid w:val="000E2C86"/>
    <w:rsid w:val="000F29F2"/>
    <w:rsid w:val="000F2BAC"/>
    <w:rsid w:val="000F5E4D"/>
    <w:rsid w:val="00101659"/>
    <w:rsid w:val="0010344C"/>
    <w:rsid w:val="00104CC4"/>
    <w:rsid w:val="00106863"/>
    <w:rsid w:val="001078BF"/>
    <w:rsid w:val="00110EE4"/>
    <w:rsid w:val="00116F43"/>
    <w:rsid w:val="00133957"/>
    <w:rsid w:val="001372F6"/>
    <w:rsid w:val="00140552"/>
    <w:rsid w:val="00144385"/>
    <w:rsid w:val="001464AB"/>
    <w:rsid w:val="00146623"/>
    <w:rsid w:val="00151D93"/>
    <w:rsid w:val="001520E4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4D78"/>
    <w:rsid w:val="001B513A"/>
    <w:rsid w:val="001C0A75"/>
    <w:rsid w:val="001C10D5"/>
    <w:rsid w:val="001C2D1B"/>
    <w:rsid w:val="001C69F1"/>
    <w:rsid w:val="001C6CE0"/>
    <w:rsid w:val="001D1467"/>
    <w:rsid w:val="001D2756"/>
    <w:rsid w:val="001D7F54"/>
    <w:rsid w:val="001E16BC"/>
    <w:rsid w:val="001E2748"/>
    <w:rsid w:val="001E51BD"/>
    <w:rsid w:val="001F28F9"/>
    <w:rsid w:val="001F2BA5"/>
    <w:rsid w:val="001F308D"/>
    <w:rsid w:val="001F5910"/>
    <w:rsid w:val="00201A7C"/>
    <w:rsid w:val="00202050"/>
    <w:rsid w:val="0020278E"/>
    <w:rsid w:val="0021414D"/>
    <w:rsid w:val="002168B3"/>
    <w:rsid w:val="00220C9C"/>
    <w:rsid w:val="00223124"/>
    <w:rsid w:val="00227A64"/>
    <w:rsid w:val="0023417E"/>
    <w:rsid w:val="00234444"/>
    <w:rsid w:val="002349E5"/>
    <w:rsid w:val="0023503E"/>
    <w:rsid w:val="002366F1"/>
    <w:rsid w:val="00236A85"/>
    <w:rsid w:val="00236F7C"/>
    <w:rsid w:val="00240B69"/>
    <w:rsid w:val="00242293"/>
    <w:rsid w:val="00244EA7"/>
    <w:rsid w:val="00251F40"/>
    <w:rsid w:val="002523A2"/>
    <w:rsid w:val="002539C1"/>
    <w:rsid w:val="002568F5"/>
    <w:rsid w:val="002574BA"/>
    <w:rsid w:val="00257944"/>
    <w:rsid w:val="00262FC3"/>
    <w:rsid w:val="00263814"/>
    <w:rsid w:val="00267CF3"/>
    <w:rsid w:val="00274FDB"/>
    <w:rsid w:val="00276DB8"/>
    <w:rsid w:val="00282664"/>
    <w:rsid w:val="00284CB4"/>
    <w:rsid w:val="002858E6"/>
    <w:rsid w:val="00285FB8"/>
    <w:rsid w:val="002931C2"/>
    <w:rsid w:val="002931E3"/>
    <w:rsid w:val="002A1834"/>
    <w:rsid w:val="002A4CD3"/>
    <w:rsid w:val="002C55E9"/>
    <w:rsid w:val="002C7A71"/>
    <w:rsid w:val="002D0C8B"/>
    <w:rsid w:val="002D4D81"/>
    <w:rsid w:val="002E193E"/>
    <w:rsid w:val="002F4FFE"/>
    <w:rsid w:val="002F6FC9"/>
    <w:rsid w:val="00310455"/>
    <w:rsid w:val="00310771"/>
    <w:rsid w:val="003164AA"/>
    <w:rsid w:val="00331516"/>
    <w:rsid w:val="003315E1"/>
    <w:rsid w:val="00334ACE"/>
    <w:rsid w:val="00337E82"/>
    <w:rsid w:val="00350BB1"/>
    <w:rsid w:val="00352C83"/>
    <w:rsid w:val="003643B1"/>
    <w:rsid w:val="0037067D"/>
    <w:rsid w:val="003722C4"/>
    <w:rsid w:val="00373F9A"/>
    <w:rsid w:val="003756D5"/>
    <w:rsid w:val="00376181"/>
    <w:rsid w:val="00383D99"/>
    <w:rsid w:val="00384462"/>
    <w:rsid w:val="0038735B"/>
    <w:rsid w:val="00390415"/>
    <w:rsid w:val="00390FDB"/>
    <w:rsid w:val="003916D1"/>
    <w:rsid w:val="00392AF4"/>
    <w:rsid w:val="003A21F0"/>
    <w:rsid w:val="003A58BA"/>
    <w:rsid w:val="003A5AE7"/>
    <w:rsid w:val="003A7221"/>
    <w:rsid w:val="003B666D"/>
    <w:rsid w:val="003C13AE"/>
    <w:rsid w:val="003C16B1"/>
    <w:rsid w:val="003C2241"/>
    <w:rsid w:val="003C2EE8"/>
    <w:rsid w:val="003D0DD6"/>
    <w:rsid w:val="003D2E73"/>
    <w:rsid w:val="003D5364"/>
    <w:rsid w:val="003E2144"/>
    <w:rsid w:val="003E2971"/>
    <w:rsid w:val="003E3D5E"/>
    <w:rsid w:val="003E7BBE"/>
    <w:rsid w:val="00401209"/>
    <w:rsid w:val="00406296"/>
    <w:rsid w:val="004127E3"/>
    <w:rsid w:val="00420226"/>
    <w:rsid w:val="00422703"/>
    <w:rsid w:val="004269E8"/>
    <w:rsid w:val="00430B2F"/>
    <w:rsid w:val="0043212E"/>
    <w:rsid w:val="0043291D"/>
    <w:rsid w:val="00434366"/>
    <w:rsid w:val="00444423"/>
    <w:rsid w:val="004463CA"/>
    <w:rsid w:val="00452F3E"/>
    <w:rsid w:val="004532C7"/>
    <w:rsid w:val="00453E6E"/>
    <w:rsid w:val="00453E79"/>
    <w:rsid w:val="0045734C"/>
    <w:rsid w:val="0046386E"/>
    <w:rsid w:val="004640AE"/>
    <w:rsid w:val="00475172"/>
    <w:rsid w:val="004758B0"/>
    <w:rsid w:val="0047597A"/>
    <w:rsid w:val="00480926"/>
    <w:rsid w:val="004820C7"/>
    <w:rsid w:val="0048251B"/>
    <w:rsid w:val="004832D2"/>
    <w:rsid w:val="00485559"/>
    <w:rsid w:val="00493E56"/>
    <w:rsid w:val="00493F49"/>
    <w:rsid w:val="0049428F"/>
    <w:rsid w:val="004A142B"/>
    <w:rsid w:val="004A44E8"/>
    <w:rsid w:val="004A4520"/>
    <w:rsid w:val="004A5253"/>
    <w:rsid w:val="004A7C5A"/>
    <w:rsid w:val="004B29B7"/>
    <w:rsid w:val="004B346D"/>
    <w:rsid w:val="004C2244"/>
    <w:rsid w:val="004C79A1"/>
    <w:rsid w:val="004D0D5F"/>
    <w:rsid w:val="004D1569"/>
    <w:rsid w:val="004D1633"/>
    <w:rsid w:val="004D2260"/>
    <w:rsid w:val="004D2710"/>
    <w:rsid w:val="004D44B1"/>
    <w:rsid w:val="004E0460"/>
    <w:rsid w:val="004E134B"/>
    <w:rsid w:val="004E1463"/>
    <w:rsid w:val="004E1579"/>
    <w:rsid w:val="004E5FAE"/>
    <w:rsid w:val="004E7094"/>
    <w:rsid w:val="004F4E95"/>
    <w:rsid w:val="004F5DC7"/>
    <w:rsid w:val="004F78DA"/>
    <w:rsid w:val="005005A2"/>
    <w:rsid w:val="0050084C"/>
    <w:rsid w:val="005011A4"/>
    <w:rsid w:val="0051705D"/>
    <w:rsid w:val="005248C1"/>
    <w:rsid w:val="00526134"/>
    <w:rsid w:val="00526529"/>
    <w:rsid w:val="005351AB"/>
    <w:rsid w:val="00536741"/>
    <w:rsid w:val="00536A2E"/>
    <w:rsid w:val="0054034F"/>
    <w:rsid w:val="005427C8"/>
    <w:rsid w:val="005446D1"/>
    <w:rsid w:val="0054498B"/>
    <w:rsid w:val="0055293D"/>
    <w:rsid w:val="00553BE3"/>
    <w:rsid w:val="00556C4C"/>
    <w:rsid w:val="00557369"/>
    <w:rsid w:val="0056009D"/>
    <w:rsid w:val="00561D06"/>
    <w:rsid w:val="005708EB"/>
    <w:rsid w:val="00575BC6"/>
    <w:rsid w:val="00576423"/>
    <w:rsid w:val="00580A9E"/>
    <w:rsid w:val="0058195A"/>
    <w:rsid w:val="00583902"/>
    <w:rsid w:val="00584CE8"/>
    <w:rsid w:val="00596C91"/>
    <w:rsid w:val="00596E8D"/>
    <w:rsid w:val="005A26A6"/>
    <w:rsid w:val="005A3AA5"/>
    <w:rsid w:val="005A4ACF"/>
    <w:rsid w:val="005A6C9C"/>
    <w:rsid w:val="005A74DC"/>
    <w:rsid w:val="005B5146"/>
    <w:rsid w:val="005C0354"/>
    <w:rsid w:val="005C231B"/>
    <w:rsid w:val="005C7A7D"/>
    <w:rsid w:val="005C7EA8"/>
    <w:rsid w:val="005F122C"/>
    <w:rsid w:val="005F33CC"/>
    <w:rsid w:val="005F3D33"/>
    <w:rsid w:val="005F611C"/>
    <w:rsid w:val="006026C3"/>
    <w:rsid w:val="0060272B"/>
    <w:rsid w:val="00602D0D"/>
    <w:rsid w:val="00602F20"/>
    <w:rsid w:val="006121D4"/>
    <w:rsid w:val="00613B49"/>
    <w:rsid w:val="006149FA"/>
    <w:rsid w:val="0061725A"/>
    <w:rsid w:val="00620E8E"/>
    <w:rsid w:val="006271EA"/>
    <w:rsid w:val="00627D7A"/>
    <w:rsid w:val="00633CFE"/>
    <w:rsid w:val="00634FCA"/>
    <w:rsid w:val="006404B5"/>
    <w:rsid w:val="00641065"/>
    <w:rsid w:val="006452B8"/>
    <w:rsid w:val="00651CAE"/>
    <w:rsid w:val="00652E62"/>
    <w:rsid w:val="00687B62"/>
    <w:rsid w:val="00690C44"/>
    <w:rsid w:val="00690CAA"/>
    <w:rsid w:val="00693A9D"/>
    <w:rsid w:val="00695891"/>
    <w:rsid w:val="006969D9"/>
    <w:rsid w:val="006976D1"/>
    <w:rsid w:val="006A1D6C"/>
    <w:rsid w:val="006A2B68"/>
    <w:rsid w:val="006B4EFE"/>
    <w:rsid w:val="006B671E"/>
    <w:rsid w:val="006C159E"/>
    <w:rsid w:val="006C2F32"/>
    <w:rsid w:val="006C588C"/>
    <w:rsid w:val="006C6D49"/>
    <w:rsid w:val="006D4448"/>
    <w:rsid w:val="006E2C4D"/>
    <w:rsid w:val="006F0627"/>
    <w:rsid w:val="006F2FEE"/>
    <w:rsid w:val="00705919"/>
    <w:rsid w:val="00705EEC"/>
    <w:rsid w:val="00707741"/>
    <w:rsid w:val="00722769"/>
    <w:rsid w:val="00722D00"/>
    <w:rsid w:val="00727901"/>
    <w:rsid w:val="0073075B"/>
    <w:rsid w:val="007341FF"/>
    <w:rsid w:val="00736F2A"/>
    <w:rsid w:val="007404E9"/>
    <w:rsid w:val="007444CF"/>
    <w:rsid w:val="007478C9"/>
    <w:rsid w:val="00751B98"/>
    <w:rsid w:val="00752A41"/>
    <w:rsid w:val="00755C4A"/>
    <w:rsid w:val="00763260"/>
    <w:rsid w:val="0076523B"/>
    <w:rsid w:val="00771B60"/>
    <w:rsid w:val="007720CA"/>
    <w:rsid w:val="007748BE"/>
    <w:rsid w:val="00781D77"/>
    <w:rsid w:val="007836F0"/>
    <w:rsid w:val="007860B7"/>
    <w:rsid w:val="00786DC8"/>
    <w:rsid w:val="007904B6"/>
    <w:rsid w:val="007A4E60"/>
    <w:rsid w:val="007D5A78"/>
    <w:rsid w:val="007E3BD1"/>
    <w:rsid w:val="007F119F"/>
    <w:rsid w:val="007F1563"/>
    <w:rsid w:val="007F44DB"/>
    <w:rsid w:val="007F5A8B"/>
    <w:rsid w:val="007F6B7A"/>
    <w:rsid w:val="007F7554"/>
    <w:rsid w:val="008044AE"/>
    <w:rsid w:val="00817D51"/>
    <w:rsid w:val="00822462"/>
    <w:rsid w:val="00823530"/>
    <w:rsid w:val="00823FF4"/>
    <w:rsid w:val="0082779F"/>
    <w:rsid w:val="008306E7"/>
    <w:rsid w:val="008312B2"/>
    <w:rsid w:val="00834BC8"/>
    <w:rsid w:val="00837FD6"/>
    <w:rsid w:val="00841A0F"/>
    <w:rsid w:val="008436E6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192A"/>
    <w:rsid w:val="008B2C77"/>
    <w:rsid w:val="008B4AD2"/>
    <w:rsid w:val="008C007B"/>
    <w:rsid w:val="008C2695"/>
    <w:rsid w:val="008C7AC2"/>
    <w:rsid w:val="008D5C32"/>
    <w:rsid w:val="008D6C1F"/>
    <w:rsid w:val="008E39BE"/>
    <w:rsid w:val="008E40E9"/>
    <w:rsid w:val="008E62EC"/>
    <w:rsid w:val="008E7B69"/>
    <w:rsid w:val="008F32F6"/>
    <w:rsid w:val="00916CD7"/>
    <w:rsid w:val="00920927"/>
    <w:rsid w:val="00921B38"/>
    <w:rsid w:val="00921CD1"/>
    <w:rsid w:val="00922C30"/>
    <w:rsid w:val="00923720"/>
    <w:rsid w:val="00924CE8"/>
    <w:rsid w:val="009278C9"/>
    <w:rsid w:val="00941B4E"/>
    <w:rsid w:val="009526B9"/>
    <w:rsid w:val="009527CB"/>
    <w:rsid w:val="00953835"/>
    <w:rsid w:val="00960F6C"/>
    <w:rsid w:val="0096217D"/>
    <w:rsid w:val="00970747"/>
    <w:rsid w:val="00971951"/>
    <w:rsid w:val="00974F8A"/>
    <w:rsid w:val="009752B4"/>
    <w:rsid w:val="0098725E"/>
    <w:rsid w:val="009969B5"/>
    <w:rsid w:val="009A2FBC"/>
    <w:rsid w:val="009A410D"/>
    <w:rsid w:val="009A5900"/>
    <w:rsid w:val="009B20C7"/>
    <w:rsid w:val="009B55A5"/>
    <w:rsid w:val="009B7F2A"/>
    <w:rsid w:val="009B7F6B"/>
    <w:rsid w:val="009C2650"/>
    <w:rsid w:val="009D0AFF"/>
    <w:rsid w:val="009D15E2"/>
    <w:rsid w:val="009D15FE"/>
    <w:rsid w:val="009D2BDC"/>
    <w:rsid w:val="009D54EE"/>
    <w:rsid w:val="009D5D2C"/>
    <w:rsid w:val="009E3B41"/>
    <w:rsid w:val="009E4EE6"/>
    <w:rsid w:val="009F0DCC"/>
    <w:rsid w:val="009F11CA"/>
    <w:rsid w:val="00A0695B"/>
    <w:rsid w:val="00A10737"/>
    <w:rsid w:val="00A129E4"/>
    <w:rsid w:val="00A13052"/>
    <w:rsid w:val="00A216A8"/>
    <w:rsid w:val="00A223A6"/>
    <w:rsid w:val="00A234C1"/>
    <w:rsid w:val="00A24CA2"/>
    <w:rsid w:val="00A26E22"/>
    <w:rsid w:val="00A301E0"/>
    <w:rsid w:val="00A314A6"/>
    <w:rsid w:val="00A34335"/>
    <w:rsid w:val="00A354FC"/>
    <w:rsid w:val="00A45618"/>
    <w:rsid w:val="00A456E0"/>
    <w:rsid w:val="00A50466"/>
    <w:rsid w:val="00A5092E"/>
    <w:rsid w:val="00A5266C"/>
    <w:rsid w:val="00A56E14"/>
    <w:rsid w:val="00A644BD"/>
    <w:rsid w:val="00A6476B"/>
    <w:rsid w:val="00A65367"/>
    <w:rsid w:val="00A76C6C"/>
    <w:rsid w:val="00A772D9"/>
    <w:rsid w:val="00A7771F"/>
    <w:rsid w:val="00A86F3E"/>
    <w:rsid w:val="00A92DD1"/>
    <w:rsid w:val="00A93FAA"/>
    <w:rsid w:val="00AA0BFA"/>
    <w:rsid w:val="00AA1261"/>
    <w:rsid w:val="00AA48E2"/>
    <w:rsid w:val="00AA5338"/>
    <w:rsid w:val="00AA5E0C"/>
    <w:rsid w:val="00AB0320"/>
    <w:rsid w:val="00AB034A"/>
    <w:rsid w:val="00AB1B19"/>
    <w:rsid w:val="00AB1B8E"/>
    <w:rsid w:val="00AC0696"/>
    <w:rsid w:val="00AC38D0"/>
    <w:rsid w:val="00AC4891"/>
    <w:rsid w:val="00AC4C98"/>
    <w:rsid w:val="00AC5F6B"/>
    <w:rsid w:val="00AD00F1"/>
    <w:rsid w:val="00AD0850"/>
    <w:rsid w:val="00AD3896"/>
    <w:rsid w:val="00AD5B47"/>
    <w:rsid w:val="00AD62FC"/>
    <w:rsid w:val="00AE1ED9"/>
    <w:rsid w:val="00AE32CB"/>
    <w:rsid w:val="00AE51A1"/>
    <w:rsid w:val="00AF3957"/>
    <w:rsid w:val="00AF5D56"/>
    <w:rsid w:val="00B01F38"/>
    <w:rsid w:val="00B12013"/>
    <w:rsid w:val="00B15E2F"/>
    <w:rsid w:val="00B22974"/>
    <w:rsid w:val="00B22C67"/>
    <w:rsid w:val="00B3400F"/>
    <w:rsid w:val="00B3508F"/>
    <w:rsid w:val="00B443EE"/>
    <w:rsid w:val="00B4602F"/>
    <w:rsid w:val="00B51F73"/>
    <w:rsid w:val="00B51FBD"/>
    <w:rsid w:val="00B532D6"/>
    <w:rsid w:val="00B5498E"/>
    <w:rsid w:val="00B560C8"/>
    <w:rsid w:val="00B57248"/>
    <w:rsid w:val="00B61150"/>
    <w:rsid w:val="00B659B7"/>
    <w:rsid w:val="00B65BC7"/>
    <w:rsid w:val="00B72B3F"/>
    <w:rsid w:val="00B746B9"/>
    <w:rsid w:val="00B76C0D"/>
    <w:rsid w:val="00B81272"/>
    <w:rsid w:val="00B848D4"/>
    <w:rsid w:val="00B865B7"/>
    <w:rsid w:val="00BA1585"/>
    <w:rsid w:val="00BA1CB1"/>
    <w:rsid w:val="00BA482D"/>
    <w:rsid w:val="00BA7B66"/>
    <w:rsid w:val="00BB23F4"/>
    <w:rsid w:val="00BB2D3F"/>
    <w:rsid w:val="00BB7138"/>
    <w:rsid w:val="00BC5075"/>
    <w:rsid w:val="00BD3B0F"/>
    <w:rsid w:val="00BD5BA3"/>
    <w:rsid w:val="00BE3484"/>
    <w:rsid w:val="00BF048A"/>
    <w:rsid w:val="00BF1D4C"/>
    <w:rsid w:val="00BF3F0A"/>
    <w:rsid w:val="00BF696A"/>
    <w:rsid w:val="00C00041"/>
    <w:rsid w:val="00C00093"/>
    <w:rsid w:val="00C00DD7"/>
    <w:rsid w:val="00C01B36"/>
    <w:rsid w:val="00C143C3"/>
    <w:rsid w:val="00C1739B"/>
    <w:rsid w:val="00C25A92"/>
    <w:rsid w:val="00C26067"/>
    <w:rsid w:val="00C30A29"/>
    <w:rsid w:val="00C317DC"/>
    <w:rsid w:val="00C42791"/>
    <w:rsid w:val="00C54EF8"/>
    <w:rsid w:val="00C578E9"/>
    <w:rsid w:val="00C60082"/>
    <w:rsid w:val="00C64702"/>
    <w:rsid w:val="00C64A2F"/>
    <w:rsid w:val="00C64F85"/>
    <w:rsid w:val="00C67CCD"/>
    <w:rsid w:val="00C70626"/>
    <w:rsid w:val="00C72860"/>
    <w:rsid w:val="00C73B90"/>
    <w:rsid w:val="00C81946"/>
    <w:rsid w:val="00C86FCE"/>
    <w:rsid w:val="00C93973"/>
    <w:rsid w:val="00C96AF3"/>
    <w:rsid w:val="00C97711"/>
    <w:rsid w:val="00C97CCC"/>
    <w:rsid w:val="00CA0274"/>
    <w:rsid w:val="00CB0F69"/>
    <w:rsid w:val="00CB746F"/>
    <w:rsid w:val="00CC109A"/>
    <w:rsid w:val="00CC1B62"/>
    <w:rsid w:val="00CC28A1"/>
    <w:rsid w:val="00CC451E"/>
    <w:rsid w:val="00CC61E7"/>
    <w:rsid w:val="00CD4E9D"/>
    <w:rsid w:val="00CD4F4D"/>
    <w:rsid w:val="00CE2F0A"/>
    <w:rsid w:val="00CE5C8B"/>
    <w:rsid w:val="00CE7D19"/>
    <w:rsid w:val="00CF0CF5"/>
    <w:rsid w:val="00CF11EA"/>
    <w:rsid w:val="00CF2B3E"/>
    <w:rsid w:val="00CF3BAD"/>
    <w:rsid w:val="00CF4EEE"/>
    <w:rsid w:val="00CF70E8"/>
    <w:rsid w:val="00D0201F"/>
    <w:rsid w:val="00D03685"/>
    <w:rsid w:val="00D0522F"/>
    <w:rsid w:val="00D07D4E"/>
    <w:rsid w:val="00D115AA"/>
    <w:rsid w:val="00D13AD2"/>
    <w:rsid w:val="00D145BE"/>
    <w:rsid w:val="00D20C57"/>
    <w:rsid w:val="00D22CC8"/>
    <w:rsid w:val="00D25D16"/>
    <w:rsid w:val="00D27E04"/>
    <w:rsid w:val="00D30BC5"/>
    <w:rsid w:val="00D32124"/>
    <w:rsid w:val="00D42B04"/>
    <w:rsid w:val="00D54C76"/>
    <w:rsid w:val="00D65221"/>
    <w:rsid w:val="00D67907"/>
    <w:rsid w:val="00D727F3"/>
    <w:rsid w:val="00D73695"/>
    <w:rsid w:val="00D73D92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119F"/>
    <w:rsid w:val="00DB557A"/>
    <w:rsid w:val="00DB669F"/>
    <w:rsid w:val="00DB7088"/>
    <w:rsid w:val="00DC1D69"/>
    <w:rsid w:val="00DC3909"/>
    <w:rsid w:val="00DC5A3A"/>
    <w:rsid w:val="00DD2A2C"/>
    <w:rsid w:val="00DF2ED4"/>
    <w:rsid w:val="00DF4EFF"/>
    <w:rsid w:val="00E052D9"/>
    <w:rsid w:val="00E06F35"/>
    <w:rsid w:val="00E072D3"/>
    <w:rsid w:val="00E170BA"/>
    <w:rsid w:val="00E209DF"/>
    <w:rsid w:val="00E238E6"/>
    <w:rsid w:val="00E2617F"/>
    <w:rsid w:val="00E26270"/>
    <w:rsid w:val="00E26806"/>
    <w:rsid w:val="00E317DC"/>
    <w:rsid w:val="00E32375"/>
    <w:rsid w:val="00E35064"/>
    <w:rsid w:val="00E438C3"/>
    <w:rsid w:val="00E501F0"/>
    <w:rsid w:val="00E624B1"/>
    <w:rsid w:val="00E77204"/>
    <w:rsid w:val="00E805F4"/>
    <w:rsid w:val="00E86440"/>
    <w:rsid w:val="00E875D0"/>
    <w:rsid w:val="00E91BFF"/>
    <w:rsid w:val="00E92933"/>
    <w:rsid w:val="00E9679B"/>
    <w:rsid w:val="00EA3B97"/>
    <w:rsid w:val="00EB0AA4"/>
    <w:rsid w:val="00EB2023"/>
    <w:rsid w:val="00EB252F"/>
    <w:rsid w:val="00EB5C88"/>
    <w:rsid w:val="00EB6E6A"/>
    <w:rsid w:val="00EB7EB1"/>
    <w:rsid w:val="00EC012F"/>
    <w:rsid w:val="00EC0469"/>
    <w:rsid w:val="00ED2230"/>
    <w:rsid w:val="00EE1CC8"/>
    <w:rsid w:val="00EE4BA6"/>
    <w:rsid w:val="00EF01F8"/>
    <w:rsid w:val="00EF121C"/>
    <w:rsid w:val="00EF29AC"/>
    <w:rsid w:val="00EF4016"/>
    <w:rsid w:val="00EF40EF"/>
    <w:rsid w:val="00EF5370"/>
    <w:rsid w:val="00F13884"/>
    <w:rsid w:val="00F1480E"/>
    <w:rsid w:val="00F1497D"/>
    <w:rsid w:val="00F16AAC"/>
    <w:rsid w:val="00F25AEE"/>
    <w:rsid w:val="00F3249A"/>
    <w:rsid w:val="00F37B97"/>
    <w:rsid w:val="00F4044F"/>
    <w:rsid w:val="00F4289F"/>
    <w:rsid w:val="00F438FC"/>
    <w:rsid w:val="00F5616F"/>
    <w:rsid w:val="00F56827"/>
    <w:rsid w:val="00F65EF0"/>
    <w:rsid w:val="00F66822"/>
    <w:rsid w:val="00F71651"/>
    <w:rsid w:val="00F76A48"/>
    <w:rsid w:val="00F76CC6"/>
    <w:rsid w:val="00F81987"/>
    <w:rsid w:val="00F84050"/>
    <w:rsid w:val="00F90690"/>
    <w:rsid w:val="00FA56AA"/>
    <w:rsid w:val="00FB1B56"/>
    <w:rsid w:val="00FB79A8"/>
    <w:rsid w:val="00FC2E1F"/>
    <w:rsid w:val="00FD17C3"/>
    <w:rsid w:val="00FD2140"/>
    <w:rsid w:val="00FD745B"/>
    <w:rsid w:val="00FD7F4D"/>
    <w:rsid w:val="00FE0282"/>
    <w:rsid w:val="00FE124D"/>
    <w:rsid w:val="00FE3190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  <w:style w:type="paragraph" w:styleId="Revision">
    <w:name w:val="Revision"/>
    <w:hidden/>
    <w:uiPriority w:val="99"/>
    <w:semiHidden/>
    <w:rsid w:val="00E7720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24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F10DAD-7888-48D3-9867-ED15B59B39A6}">
  <we:reference id="wa200000368" version="1.0.0.0" store="en-US" storeType="OMEX"/>
  <we:alternateReferences>
    <we:reference id="WA200000368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FBA6D-F575-4C3E-8581-BC2F73C56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179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177</cp:revision>
  <cp:lastPrinted>2016-05-27T05:21:00Z</cp:lastPrinted>
  <dcterms:created xsi:type="dcterms:W3CDTF">2022-04-12T00:34:00Z</dcterms:created>
  <dcterms:modified xsi:type="dcterms:W3CDTF">2022-06-09T08:15:00Z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MediaServiceImageTags">
    <vt:lpwstr/>
  </property>
</Properties>
</file>