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23F950D1" w:rsidR="00A301E0" w:rsidRPr="00536741" w:rsidRDefault="00096F21" w:rsidP="00536741">
            <w:pPr>
              <w:pStyle w:val="SISSCODE"/>
            </w:pPr>
            <w:bookmarkStart w:id="0" w:name="_Hlk85878185"/>
            <w:r>
              <w:t>ACMSS000X1</w:t>
            </w:r>
            <w:r w:rsidR="00234F7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DDD117" w14:textId="24F3469D" w:rsidR="00A301E0" w:rsidRPr="00536741" w:rsidRDefault="00096F21" w:rsidP="00536741">
            <w:pPr>
              <w:pStyle w:val="SISStitle"/>
            </w:pPr>
            <w:r>
              <w:t>Small Companion Animal Incident Management Planner</w:t>
            </w:r>
            <w:r w:rsidR="00234F79" w:rsidRPr="00234F79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51398630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="00096F21">
              <w:t xml:space="preserve"> </w:t>
            </w:r>
            <w:r w:rsidRPr="00536741">
              <w:t>1</w:t>
            </w:r>
          </w:p>
        </w:tc>
        <w:tc>
          <w:tcPr>
            <w:tcW w:w="3604" w:type="pct"/>
            <w:shd w:val="clear" w:color="auto" w:fill="auto"/>
          </w:tcPr>
          <w:p w14:paraId="0FE7490A" w14:textId="3698959B" w:rsidR="00536741" w:rsidRDefault="00234F79" w:rsidP="00993C2D">
            <w:pPr>
              <w:pStyle w:val="SIText"/>
            </w:pPr>
            <w:r w:rsidRPr="00234F79">
              <w:t xml:space="preserve">This version released with </w:t>
            </w:r>
            <w:r w:rsidR="00096F21">
              <w:t>ACM</w:t>
            </w:r>
            <w:r w:rsidRPr="00234F79">
              <w:t xml:space="preserve"> Training Package Version </w:t>
            </w:r>
            <w:r w:rsidR="00E61DD3">
              <w:t>6.0</w:t>
            </w: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E2654CE" w14:textId="58EE69C3" w:rsidR="004B2DF5" w:rsidRDefault="00DB557A" w:rsidP="00096F2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96F21">
              <w:t>plan for the rescue of small companion animals during major incidents</w:t>
            </w:r>
            <w:r w:rsidR="00234F79" w:rsidRPr="00234F79">
              <w:t>.</w:t>
            </w: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B534CB" w14:textId="4399C83D" w:rsidR="00A301E0" w:rsidRPr="00536741" w:rsidRDefault="00890663" w:rsidP="00096F21">
            <w:pPr>
              <w:pStyle w:val="SIText"/>
              <w:rPr>
                <w:rStyle w:val="SITemporarytext-red"/>
              </w:rPr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096F21">
              <w:t xml:space="preserve">ACM40121 </w:t>
            </w:r>
            <w:r w:rsidR="004B2DF5">
              <w:t xml:space="preserve">Certificate </w:t>
            </w:r>
            <w:r w:rsidR="008D47CF">
              <w:t>I</w:t>
            </w:r>
            <w:r w:rsidR="00096F21">
              <w:t xml:space="preserve">V in Animal Regulation and Management and ACM40321 Certificate IV in Animal Behaviour and Training. </w:t>
            </w: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4E754D8" w14:textId="52F557F8" w:rsidR="00096F21" w:rsidRPr="00096F21" w:rsidRDefault="00996D4A" w:rsidP="00096F21">
            <w:pPr>
              <w:pStyle w:val="SIBulletList1"/>
            </w:pPr>
            <w:r>
              <w:t xml:space="preserve">ACMAIM5X1 </w:t>
            </w:r>
            <w:r w:rsidR="00096F21" w:rsidRPr="00096F21">
              <w:t>Plan for the rescue of small companion animals during major incidents</w:t>
            </w:r>
          </w:p>
          <w:p w14:paraId="79AEADB2" w14:textId="68298D53" w:rsidR="00096F21" w:rsidRPr="00096F21" w:rsidRDefault="00996D4A" w:rsidP="00096F21">
            <w:pPr>
              <w:pStyle w:val="SIBulletList1"/>
            </w:pPr>
            <w:r w:rsidRPr="00996D4A">
              <w:t>ACMAIM5X</w:t>
            </w:r>
            <w:r>
              <w:t xml:space="preserve">2 </w:t>
            </w:r>
            <w:r w:rsidR="00096F21" w:rsidRPr="00096F21">
              <w:t>Prepare plans to set up a small animal evacuation centre</w:t>
            </w:r>
          </w:p>
          <w:p w14:paraId="3D4A6D97" w14:textId="67E2DF1A" w:rsidR="00096F21" w:rsidRPr="00096F21" w:rsidRDefault="00996D4A" w:rsidP="00096F21">
            <w:pPr>
              <w:pStyle w:val="SIBulletList1"/>
            </w:pPr>
            <w:r w:rsidRPr="00996D4A">
              <w:t>ACMAIM</w:t>
            </w:r>
            <w:r>
              <w:t>4</w:t>
            </w:r>
            <w:r w:rsidRPr="00996D4A">
              <w:t>X</w:t>
            </w:r>
            <w:r>
              <w:t>1 Determine</w:t>
            </w:r>
            <w:r w:rsidR="00096F21" w:rsidRPr="00096F21">
              <w:t xml:space="preserve"> database </w:t>
            </w:r>
            <w:r>
              <w:t xml:space="preserve">information requirements </w:t>
            </w:r>
            <w:r w:rsidR="00096F21" w:rsidRPr="00096F21">
              <w:t>for small companion animal evacuation processes and facilities</w:t>
            </w:r>
          </w:p>
          <w:p w14:paraId="6B5B114B" w14:textId="247C2447" w:rsidR="00096F21" w:rsidRPr="00096F21" w:rsidRDefault="00163F75" w:rsidP="00096F21">
            <w:pPr>
              <w:pStyle w:val="SIBulletList1"/>
            </w:pPr>
            <w:hyperlink r:id="rId11" w:history="1">
              <w:r w:rsidR="00096F21" w:rsidRPr="00096F21">
                <w:rPr>
                  <w:rFonts w:eastAsiaTheme="majorEastAsia"/>
                </w:rPr>
                <w:t>BSBINS401 - Analyse and present research information</w:t>
              </w:r>
            </w:hyperlink>
          </w:p>
          <w:p w14:paraId="573A3969" w14:textId="7F788421" w:rsidR="001F28F9" w:rsidRPr="00536741" w:rsidRDefault="00163F75" w:rsidP="00096F21">
            <w:pPr>
              <w:pStyle w:val="SIBulletList1"/>
            </w:pPr>
            <w:hyperlink r:id="rId12" w:history="1">
              <w:r w:rsidR="00096F21" w:rsidRPr="00096F21">
                <w:rPr>
                  <w:rFonts w:eastAsiaTheme="majorEastAsia"/>
                </w:rPr>
                <w:t>PUAEMR001 - Establish context for emergency risk assessment</w:t>
              </w:r>
            </w:hyperlink>
          </w:p>
        </w:tc>
      </w:tr>
      <w:bookmarkEnd w:id="0"/>
      <w:tr w:rsidR="005C7EA8" w:rsidRPr="00963A46" w14:paraId="4005EA96" w14:textId="77777777" w:rsidTr="00996D4A">
        <w:trPr>
          <w:trHeight w:val="733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01CA4284" w:rsidR="00234F79" w:rsidRPr="00536741" w:rsidRDefault="008E3345" w:rsidP="00996D4A">
            <w:pPr>
              <w:pStyle w:val="SIText"/>
            </w:pPr>
            <w:r>
              <w:t>This skill set is for individuals who have</w:t>
            </w:r>
            <w:r w:rsidR="00996D4A">
              <w:t xml:space="preserve"> </w:t>
            </w:r>
            <w:r>
              <w:t xml:space="preserve">experience in </w:t>
            </w:r>
            <w:r w:rsidR="00996D4A">
              <w:t xml:space="preserve">emergency rescue activity.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06D9ADF3" w14:textId="6EB1C29B" w:rsidR="00234F79" w:rsidRDefault="008E3345" w:rsidP="008E3345">
            <w:pPr>
              <w:pStyle w:val="SIText"/>
            </w:pPr>
            <w:r w:rsidRPr="008E3345">
              <w:t xml:space="preserve">These units of competency from </w:t>
            </w:r>
            <w:r w:rsidR="00996D4A">
              <w:t>ACM</w:t>
            </w:r>
            <w:r w:rsidRPr="008E3345">
              <w:t xml:space="preserve"> </w:t>
            </w:r>
            <w:r w:rsidR="00BB737D">
              <w:t xml:space="preserve">Animal Care and Management </w:t>
            </w:r>
            <w:r w:rsidR="0088590E">
              <w:t>Training Package</w:t>
            </w:r>
            <w:r w:rsidRPr="008E3345">
              <w:t xml:space="preserve">, </w:t>
            </w:r>
            <w:r w:rsidR="00BB737D">
              <w:t>BSB Business Services</w:t>
            </w:r>
            <w:r w:rsidR="00E42685" w:rsidRPr="00E42685">
              <w:t xml:space="preserve"> Training Package </w:t>
            </w:r>
            <w:r w:rsidR="008D47CF">
              <w:t xml:space="preserve">and </w:t>
            </w:r>
            <w:r w:rsidRPr="008E3345">
              <w:t xml:space="preserve">the </w:t>
            </w:r>
            <w:r w:rsidR="00BB737D">
              <w:t>PUA Public Safety</w:t>
            </w:r>
            <w:r w:rsidRPr="008E3345">
              <w:t xml:space="preserve"> Training Package</w:t>
            </w:r>
            <w:r w:rsidR="00B16B03">
              <w:t xml:space="preserve"> </w:t>
            </w:r>
            <w:r w:rsidRPr="008E3345">
              <w:t xml:space="preserve">meet the industry </w:t>
            </w:r>
            <w:r w:rsidR="00BB737D">
              <w:t xml:space="preserve">planning </w:t>
            </w:r>
            <w:r w:rsidRPr="008E3345">
              <w:t xml:space="preserve">requirements for </w:t>
            </w:r>
            <w:r w:rsidR="00996D4A">
              <w:t xml:space="preserve">small companion animal incident management. </w:t>
            </w:r>
          </w:p>
          <w:p w14:paraId="72C8ADFF" w14:textId="77777777" w:rsidR="00DB557A" w:rsidRPr="00536741" w:rsidRDefault="00DB557A" w:rsidP="00BB737D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5F366" w14:textId="77777777" w:rsidR="00163F75" w:rsidRDefault="00163F75" w:rsidP="00BF3F0A">
      <w:r>
        <w:separator/>
      </w:r>
    </w:p>
    <w:p w14:paraId="27175D4F" w14:textId="77777777" w:rsidR="00163F75" w:rsidRDefault="00163F75"/>
  </w:endnote>
  <w:endnote w:type="continuationSeparator" w:id="0">
    <w:p w14:paraId="6D0A450A" w14:textId="77777777" w:rsidR="00163F75" w:rsidRDefault="00163F75" w:rsidP="00BF3F0A">
      <w:r>
        <w:continuationSeparator/>
      </w:r>
    </w:p>
    <w:p w14:paraId="3E079302" w14:textId="77777777" w:rsidR="00163F75" w:rsidRDefault="00163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492F63BD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</w:p>
      <w:p w14:paraId="39EEB77A" w14:textId="1374E5D1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234F79">
          <w:t>October 2020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6E33B" w14:textId="77777777" w:rsidR="00163F75" w:rsidRDefault="00163F75" w:rsidP="00BF3F0A">
      <w:r>
        <w:separator/>
      </w:r>
    </w:p>
    <w:p w14:paraId="7AC81FF4" w14:textId="77777777" w:rsidR="00163F75" w:rsidRDefault="00163F75"/>
  </w:footnote>
  <w:footnote w:type="continuationSeparator" w:id="0">
    <w:p w14:paraId="1C69F00C" w14:textId="77777777" w:rsidR="00163F75" w:rsidRDefault="00163F75" w:rsidP="00BF3F0A">
      <w:r>
        <w:continuationSeparator/>
      </w:r>
    </w:p>
    <w:p w14:paraId="272ACE55" w14:textId="77777777" w:rsidR="00163F75" w:rsidRDefault="00163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529C" w14:textId="5C81581B" w:rsidR="009C2650" w:rsidRPr="00096F21" w:rsidRDefault="00096F21" w:rsidP="00096F21">
    <w:r>
      <w:t xml:space="preserve">ACMSS000X1 </w:t>
    </w:r>
    <w:r w:rsidRPr="00096F21">
      <w:t>Small Companion Animal Incident Management Planner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5E6D56"/>
    <w:multiLevelType w:val="hybridMultilevel"/>
    <w:tmpl w:val="B6601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96F21"/>
    <w:rsid w:val="000A09AD"/>
    <w:rsid w:val="000A5441"/>
    <w:rsid w:val="000C13F1"/>
    <w:rsid w:val="000D7BE6"/>
    <w:rsid w:val="000E2C86"/>
    <w:rsid w:val="000F29F2"/>
    <w:rsid w:val="00101659"/>
    <w:rsid w:val="001078BF"/>
    <w:rsid w:val="00115AD7"/>
    <w:rsid w:val="00133957"/>
    <w:rsid w:val="001372F6"/>
    <w:rsid w:val="00144385"/>
    <w:rsid w:val="00151D93"/>
    <w:rsid w:val="00156EF3"/>
    <w:rsid w:val="0016138C"/>
    <w:rsid w:val="00163F75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F79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46C7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28C"/>
    <w:rsid w:val="004D44B1"/>
    <w:rsid w:val="004E0460"/>
    <w:rsid w:val="004E1579"/>
    <w:rsid w:val="004E3408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D2399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138EE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96D4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37D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D7C7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2685"/>
    <w:rsid w:val="00E438C3"/>
    <w:rsid w:val="00E501F0"/>
    <w:rsid w:val="00E61DD3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A11C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96F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locked/>
    <w:rsid w:val="00096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PUAEMR0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INS40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72B15622E8B408616DF927B7D25BC" ma:contentTypeVersion="" ma:contentTypeDescription="Create a new document." ma:contentTypeScope="" ma:versionID="cfab8910bd854160497a8689a9e7f5f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4E4C23C7-285A-4116-A036-033AD8FAA8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BF2679-A1BB-4678-AA7C-A7C33AA9828C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Anna Henderson</cp:lastModifiedBy>
  <cp:revision>3</cp:revision>
  <cp:lastPrinted>2016-05-27T05:21:00Z</cp:lastPrinted>
  <dcterms:created xsi:type="dcterms:W3CDTF">2021-10-23T00:00:00Z</dcterms:created>
  <dcterms:modified xsi:type="dcterms:W3CDTF">2021-10-23T00:07:00Z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0x010100B0272B15622E8B408616DF927B7D25BC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