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B431C" w14:paraId="695EF0CC" w14:textId="77777777" w:rsidTr="00146EEC">
        <w:tc>
          <w:tcPr>
            <w:tcW w:w="2689" w:type="dxa"/>
          </w:tcPr>
          <w:p w14:paraId="3752BE50" w14:textId="3EB89C01" w:rsidR="00FB431C" w:rsidRPr="00FB431C" w:rsidRDefault="00FB431C" w:rsidP="00FB431C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proofErr w:type="gramStart"/>
            <w:r w:rsidR="009A27D9">
              <w:t>1</w:t>
            </w:r>
            <w:proofErr w:type="gramEnd"/>
          </w:p>
        </w:tc>
        <w:tc>
          <w:tcPr>
            <w:tcW w:w="6939" w:type="dxa"/>
          </w:tcPr>
          <w:p w14:paraId="7C5BD09C" w14:textId="4845B715" w:rsidR="00FB431C" w:rsidRPr="00FB431C" w:rsidRDefault="00FB431C" w:rsidP="00FB431C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B3125C">
        <w:trPr>
          <w:tblHeader/>
        </w:trPr>
        <w:tc>
          <w:tcPr>
            <w:tcW w:w="1396" w:type="pct"/>
            <w:shd w:val="clear" w:color="auto" w:fill="auto"/>
          </w:tcPr>
          <w:p w14:paraId="52146299" w14:textId="6960F412" w:rsidR="00F1480E" w:rsidRPr="005404CB" w:rsidRDefault="009A27D9" w:rsidP="005404CB">
            <w:pPr>
              <w:pStyle w:val="SIUNITCODE"/>
            </w:pPr>
            <w:r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731773B3" w14:textId="13E644D8" w:rsidR="00F1480E" w:rsidRPr="005404CB" w:rsidRDefault="000A6B7A" w:rsidP="005404CB">
            <w:pPr>
              <w:pStyle w:val="SIUnittitle"/>
            </w:pPr>
            <w:r>
              <w:t xml:space="preserve">Conduct </w:t>
            </w:r>
            <w:r w:rsidR="00CA4F03">
              <w:t>operator</w:t>
            </w:r>
            <w:r w:rsidR="00EA166E">
              <w:t xml:space="preserve"> level</w:t>
            </w:r>
            <w:r w:rsidR="00B65C34" w:rsidRPr="00B65C34">
              <w:t xml:space="preserve"> maintenance</w:t>
            </w:r>
            <w:r w:rsidR="0067029E">
              <w:t xml:space="preserve"> in forest and wood products industry</w:t>
            </w:r>
          </w:p>
        </w:tc>
      </w:tr>
      <w:tr w:rsidR="00F1480E" w:rsidRPr="00963A46" w14:paraId="50DFBF30" w14:textId="77777777" w:rsidTr="00B3125C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EBD9CF" w14:textId="06550F41" w:rsidR="00CC1B1D" w:rsidRPr="00C22D7E" w:rsidRDefault="00F1480E" w:rsidP="00C22D7E">
            <w:pPr>
              <w:pStyle w:val="SIText"/>
            </w:pPr>
            <w:r w:rsidRPr="00C22D7E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C22D7E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C22D7E">
              <w:rPr>
                <w:rStyle w:val="SITemporaryText-blue"/>
                <w:color w:val="auto"/>
                <w:sz w:val="20"/>
              </w:rPr>
              <w:t xml:space="preserve"> to</w:t>
            </w:r>
            <w:r w:rsidR="00343926" w:rsidRPr="0004601B">
              <w:rPr>
                <w:rStyle w:val="SITemporaryText-blue"/>
                <w:color w:val="auto"/>
                <w:sz w:val="20"/>
              </w:rPr>
              <w:t xml:space="preserve"> </w:t>
            </w:r>
            <w:r w:rsidR="00476D3E" w:rsidRPr="00C22D7E">
              <w:rPr>
                <w:rStyle w:val="SITemporaryText-blue"/>
                <w:color w:val="auto"/>
                <w:sz w:val="20"/>
              </w:rPr>
              <w:t xml:space="preserve">complete </w:t>
            </w:r>
            <w:r w:rsidR="00936D21" w:rsidRPr="0004601B">
              <w:rPr>
                <w:rStyle w:val="SITemporaryText-blue"/>
                <w:color w:val="auto"/>
                <w:sz w:val="20"/>
              </w:rPr>
              <w:t xml:space="preserve">shutdown procedures, </w:t>
            </w:r>
            <w:r w:rsidR="00CB5ED5" w:rsidRPr="00C22D7E">
              <w:t xml:space="preserve">inspections, </w:t>
            </w:r>
            <w:r w:rsidR="00CC1B1D" w:rsidRPr="00C22D7E">
              <w:t xml:space="preserve">maintenance </w:t>
            </w:r>
            <w:r w:rsidR="00416AD8" w:rsidRPr="00C22D7E">
              <w:t xml:space="preserve">and </w:t>
            </w:r>
            <w:r w:rsidR="007F420E" w:rsidRPr="00C22D7E">
              <w:t xml:space="preserve">routine </w:t>
            </w:r>
            <w:r w:rsidR="00416AD8" w:rsidRPr="00C22D7E">
              <w:t xml:space="preserve">fault </w:t>
            </w:r>
            <w:r w:rsidR="00CC1B1D" w:rsidRPr="00C22D7E">
              <w:t>repairs for equipment</w:t>
            </w:r>
            <w:r w:rsidR="008D5C49" w:rsidRPr="00C22D7E">
              <w:t xml:space="preserve"> used</w:t>
            </w:r>
            <w:r w:rsidR="00CD43E7" w:rsidRPr="00C22D7E">
              <w:t xml:space="preserve"> in forest </w:t>
            </w:r>
            <w:r w:rsidR="003B3CE9" w:rsidRPr="00C22D7E">
              <w:t>or</w:t>
            </w:r>
            <w:r w:rsidR="00CD43E7" w:rsidRPr="00C22D7E">
              <w:t xml:space="preserve"> wood products operations</w:t>
            </w:r>
            <w:r w:rsidR="00CC1B1D" w:rsidRPr="00C22D7E">
              <w:t>.</w:t>
            </w:r>
          </w:p>
          <w:p w14:paraId="3F2005CA" w14:textId="77777777" w:rsidR="00CC1B1D" w:rsidRDefault="00CC1B1D" w:rsidP="00851E38">
            <w:pPr>
              <w:pStyle w:val="SIText"/>
            </w:pPr>
          </w:p>
          <w:p w14:paraId="310FB384" w14:textId="0836EB36" w:rsidR="00CC1B1D" w:rsidRPr="00CC1B1D" w:rsidRDefault="00CC1B1D" w:rsidP="00851E38">
            <w:pPr>
              <w:pStyle w:val="SIText"/>
            </w:pPr>
            <w:r w:rsidRPr="00CC1B1D">
              <w:t xml:space="preserve">The unit applies to </w:t>
            </w:r>
            <w:r w:rsidR="00185C01">
              <w:t xml:space="preserve">production operators </w:t>
            </w:r>
            <w:r w:rsidR="00F957FA">
              <w:t xml:space="preserve">who </w:t>
            </w:r>
            <w:r w:rsidR="00185C01">
              <w:t xml:space="preserve">undertake </w:t>
            </w:r>
            <w:r w:rsidR="00DB7FDF">
              <w:t xml:space="preserve">routine </w:t>
            </w:r>
            <w:r w:rsidR="006F10B0">
              <w:t>maintenance</w:t>
            </w:r>
            <w:r w:rsidR="00F957FA">
              <w:t xml:space="preserve"> </w:t>
            </w:r>
            <w:r w:rsidR="002F62BD">
              <w:t xml:space="preserve">tasks for </w:t>
            </w:r>
            <w:r w:rsidR="004350E0">
              <w:t>equipment in</w:t>
            </w:r>
            <w:r w:rsidR="006A0C6D">
              <w:t xml:space="preserve"> </w:t>
            </w:r>
            <w:r w:rsidRPr="00CC1B1D">
              <w:t xml:space="preserve">forest and </w:t>
            </w:r>
            <w:r w:rsidR="00CA5826">
              <w:t>wood</w:t>
            </w:r>
            <w:r w:rsidR="00CA5826" w:rsidRPr="00CC1B1D">
              <w:t xml:space="preserve"> </w:t>
            </w:r>
            <w:r w:rsidRPr="00CC1B1D">
              <w:t xml:space="preserve">product </w:t>
            </w:r>
            <w:r w:rsidR="006A0C6D">
              <w:t>work settings</w:t>
            </w:r>
            <w:r w:rsidRPr="00CC1B1D">
              <w:t>.</w:t>
            </w:r>
          </w:p>
          <w:p w14:paraId="4DA79DF7" w14:textId="77777777" w:rsidR="00CC1B1D" w:rsidRDefault="00CC1B1D">
            <w:pPr>
              <w:pStyle w:val="SIText"/>
            </w:pPr>
          </w:p>
          <w:p w14:paraId="22B79542" w14:textId="4277D45B" w:rsidR="00DB619D" w:rsidRDefault="00DB619D">
            <w:pPr>
              <w:pStyle w:val="SIText"/>
            </w:pPr>
            <w:r w:rsidRPr="00D41B73">
              <w:t xml:space="preserve">All work must be </w:t>
            </w:r>
            <w:proofErr w:type="gramStart"/>
            <w:r w:rsidRPr="00D41B73">
              <w:t>carried out</w:t>
            </w:r>
            <w:proofErr w:type="gramEnd"/>
            <w:r w:rsidRPr="00D41B73">
              <w:t xml:space="preserve"> to comply with workplace procedures, according to state/territory health and safety regulations, legislation and standards that apply to the workplace</w:t>
            </w:r>
            <w:r w:rsidRPr="00DB619D">
              <w:t>.</w:t>
            </w:r>
          </w:p>
          <w:p w14:paraId="1FBF1C87" w14:textId="77777777" w:rsidR="00DB619D" w:rsidRDefault="00DB619D" w:rsidP="00851E38">
            <w:pPr>
              <w:pStyle w:val="SIText"/>
            </w:pPr>
          </w:p>
          <w:p w14:paraId="30C6ACCB" w14:textId="6564E432" w:rsidR="00373436" w:rsidRPr="000754EC" w:rsidRDefault="00CC1B1D" w:rsidP="00851E38">
            <w:pPr>
              <w:pStyle w:val="SIText"/>
            </w:pPr>
            <w:r w:rsidRPr="00CC1B1D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B3125C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E928B6E" w:rsidR="00F1480E" w:rsidRPr="005404CB" w:rsidRDefault="00F1480E" w:rsidP="00FB431C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B3125C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42225A36" w:rsidR="005E022A" w:rsidRPr="005E022A" w:rsidRDefault="00C069A8" w:rsidP="005E139F">
            <w:pPr>
              <w:pStyle w:val="SIText"/>
              <w:rPr>
                <w:rStyle w:val="SITemporaryText-blue"/>
                <w:b/>
                <w:szCs w:val="20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C62B0" w:rsidRPr="00963A46" w14:paraId="31D2D309" w14:textId="77777777" w:rsidTr="00B3125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1C62B0" w:rsidRPr="00963A46" w14:paraId="38F71742" w14:textId="77777777" w:rsidTr="00B3125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1C62B0" w:rsidRPr="00963A46" w14:paraId="64C12EF3" w14:textId="77777777" w:rsidTr="00B3125C">
        <w:trPr>
          <w:cantSplit/>
        </w:trPr>
        <w:tc>
          <w:tcPr>
            <w:tcW w:w="1396" w:type="pct"/>
            <w:shd w:val="clear" w:color="auto" w:fill="auto"/>
          </w:tcPr>
          <w:p w14:paraId="08685223" w14:textId="5B9CE98B" w:rsidR="00CC1B1D" w:rsidRPr="00CC1B1D" w:rsidRDefault="00CC1B1D" w:rsidP="00CC1B1D">
            <w:pPr>
              <w:pStyle w:val="SIText"/>
            </w:pPr>
            <w:r w:rsidRPr="00CC1B1D">
              <w:t xml:space="preserve">1. </w:t>
            </w:r>
            <w:r w:rsidR="007226A5">
              <w:t>P</w:t>
            </w:r>
            <w:r w:rsidR="00603CEA">
              <w:t xml:space="preserve">repare for </w:t>
            </w:r>
            <w:r w:rsidR="00A82B6D">
              <w:t xml:space="preserve">routine </w:t>
            </w:r>
            <w:r w:rsidRPr="00CC1B1D">
              <w:t>maintenance</w:t>
            </w:r>
            <w:r w:rsidR="00321DFE">
              <w:t xml:space="preserve"> </w:t>
            </w:r>
            <w:r w:rsidR="007F76F1">
              <w:t xml:space="preserve">of </w:t>
            </w:r>
            <w:r w:rsidR="007F76F1" w:rsidRPr="007F76F1">
              <w:t xml:space="preserve">forest or wood product </w:t>
            </w:r>
            <w:r w:rsidR="00D71E7F" w:rsidRPr="00D71E7F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25484B48" w14:textId="0442D66A" w:rsidR="00CC1B1D" w:rsidRDefault="00CC1B1D" w:rsidP="005E139F">
            <w:pPr>
              <w:pStyle w:val="SIText"/>
            </w:pPr>
            <w:r w:rsidRPr="00CC1B1D">
              <w:t xml:space="preserve">1.1 </w:t>
            </w:r>
            <w:r w:rsidR="00BF0FB4">
              <w:t xml:space="preserve">Confirm </w:t>
            </w:r>
            <w:r w:rsidR="007B76D9">
              <w:t xml:space="preserve">routine </w:t>
            </w:r>
            <w:r w:rsidR="00EE15FC">
              <w:t>maint</w:t>
            </w:r>
            <w:r w:rsidR="007B76D9">
              <w:t xml:space="preserve">enance requirements </w:t>
            </w:r>
            <w:r w:rsidR="005560C2" w:rsidRPr="005560C2">
              <w:t xml:space="preserve">of site equipment </w:t>
            </w:r>
            <w:r w:rsidR="00EE1226">
              <w:t xml:space="preserve">using </w:t>
            </w:r>
            <w:r w:rsidR="007E63D5">
              <w:t>workplace</w:t>
            </w:r>
            <w:r w:rsidR="007B76D9">
              <w:t xml:space="preserve"> </w:t>
            </w:r>
            <w:r w:rsidR="00E376E7">
              <w:t>maintenance</w:t>
            </w:r>
            <w:r w:rsidR="008D0ECC">
              <w:t xml:space="preserve"> and</w:t>
            </w:r>
            <w:r w:rsidR="00E376E7">
              <w:t xml:space="preserve"> </w:t>
            </w:r>
            <w:r w:rsidRPr="00CC1B1D">
              <w:t xml:space="preserve">servicing </w:t>
            </w:r>
            <w:r w:rsidR="00CE5017">
              <w:t>schedules and manufacturer specifications</w:t>
            </w:r>
            <w:r w:rsidR="00C61F09">
              <w:t>,</w:t>
            </w:r>
            <w:r w:rsidR="00317956" w:rsidRPr="00093F1C">
              <w:t xml:space="preserve"> </w:t>
            </w:r>
            <w:r w:rsidR="00317956" w:rsidRPr="00317956">
              <w:t xml:space="preserve">and where </w:t>
            </w:r>
            <w:proofErr w:type="gramStart"/>
            <w:r w:rsidR="00317956" w:rsidRPr="00317956">
              <w:t>required</w:t>
            </w:r>
            <w:proofErr w:type="gramEnd"/>
            <w:r w:rsidR="00C61F09">
              <w:t>,</w:t>
            </w:r>
            <w:r w:rsidR="00317956" w:rsidRPr="00317956">
              <w:t xml:space="preserve"> seek clarification from appropriate personnel</w:t>
            </w:r>
            <w:r w:rsidR="00CE5017">
              <w:t xml:space="preserve"> </w:t>
            </w:r>
          </w:p>
          <w:p w14:paraId="24B98765" w14:textId="0C2527FE" w:rsidR="00BB5514" w:rsidRPr="00BB5514" w:rsidRDefault="00BB5514" w:rsidP="003B35C2">
            <w:pPr>
              <w:pStyle w:val="SIText"/>
            </w:pPr>
            <w:r w:rsidRPr="00BB5514">
              <w:t>1.2 Confirm workplace safety and environmental requirements for task</w:t>
            </w:r>
          </w:p>
          <w:p w14:paraId="7C8C00A2" w14:textId="13FE89CA" w:rsidR="00BB5514" w:rsidRDefault="00BB5514" w:rsidP="003B35C2">
            <w:pPr>
              <w:pStyle w:val="SIText"/>
            </w:pPr>
            <w:r w:rsidRPr="00BB5514">
              <w:t>1.3 Identify</w:t>
            </w:r>
            <w:r w:rsidR="008E5CEA">
              <w:t xml:space="preserve"> hazards</w:t>
            </w:r>
            <w:r w:rsidR="00651564">
              <w:t xml:space="preserve"> </w:t>
            </w:r>
            <w:r w:rsidR="00CD06E0">
              <w:t xml:space="preserve">related to </w:t>
            </w:r>
            <w:r w:rsidR="00CD06E0" w:rsidRPr="00CD06E0">
              <w:t xml:space="preserve">equipment maintenance work </w:t>
            </w:r>
            <w:r w:rsidR="00651564">
              <w:t>and</w:t>
            </w:r>
            <w:r w:rsidRPr="00BB5514">
              <w:t xml:space="preserve"> assess and </w:t>
            </w:r>
            <w:r w:rsidR="00651564">
              <w:t xml:space="preserve">control </w:t>
            </w:r>
            <w:r w:rsidR="00242DC5">
              <w:t>their</w:t>
            </w:r>
            <w:r w:rsidR="00CD06E0">
              <w:t xml:space="preserve"> </w:t>
            </w:r>
            <w:r w:rsidRPr="00BB5514">
              <w:t xml:space="preserve">risks </w:t>
            </w:r>
          </w:p>
          <w:p w14:paraId="7443198A" w14:textId="1E109756" w:rsidR="007B13CD" w:rsidRPr="00BB5514" w:rsidRDefault="007450A1" w:rsidP="003B35C2">
            <w:pPr>
              <w:pStyle w:val="SIText"/>
            </w:pPr>
            <w:r>
              <w:t xml:space="preserve">1.4 </w:t>
            </w:r>
            <w:r w:rsidR="007B13CD">
              <w:t xml:space="preserve">Select </w:t>
            </w:r>
            <w:r>
              <w:t xml:space="preserve">and fit personal protective equipment </w:t>
            </w:r>
            <w:proofErr w:type="gramStart"/>
            <w:r>
              <w:t>required</w:t>
            </w:r>
            <w:proofErr w:type="gramEnd"/>
            <w:r>
              <w:t xml:space="preserve"> for task</w:t>
            </w:r>
          </w:p>
          <w:p w14:paraId="3B37664C" w14:textId="77777777" w:rsidR="007450A1" w:rsidRDefault="007450A1" w:rsidP="005E139F">
            <w:pPr>
              <w:pStyle w:val="SIText"/>
            </w:pPr>
            <w:r w:rsidRPr="007450A1">
              <w:t>1.</w:t>
            </w:r>
            <w:r>
              <w:t>5</w:t>
            </w:r>
            <w:r w:rsidRPr="007450A1">
              <w:t xml:space="preserve"> Review information on prior equipment operation faults, malfunctions and frequent or recurring breakdowns</w:t>
            </w:r>
          </w:p>
          <w:p w14:paraId="2523AD6F" w14:textId="7B01BABB" w:rsidR="00CC1B1D" w:rsidRPr="00CC1B1D" w:rsidRDefault="00BF1B1D" w:rsidP="007450A1">
            <w:pPr>
              <w:pStyle w:val="SIText"/>
            </w:pPr>
            <w:r>
              <w:t>1.</w:t>
            </w:r>
            <w:r w:rsidR="007450A1">
              <w:t>6</w:t>
            </w:r>
            <w:r>
              <w:t xml:space="preserve"> P</w:t>
            </w:r>
            <w:r w:rsidR="002162C1" w:rsidRPr="002162C1">
              <w:t>lan sequence of maintenance activities</w:t>
            </w:r>
            <w:r>
              <w:t xml:space="preserve">, </w:t>
            </w:r>
            <w:r w:rsidR="00EF6C39">
              <w:t>if</w:t>
            </w:r>
            <w:r>
              <w:t xml:space="preserve"> required, </w:t>
            </w:r>
            <w:r w:rsidR="00883849">
              <w:t xml:space="preserve">to </w:t>
            </w:r>
            <w:r w:rsidR="00883849" w:rsidRPr="00883849">
              <w:t>provide reliable equipment performance with minimal disruption to production</w:t>
            </w:r>
          </w:p>
        </w:tc>
      </w:tr>
      <w:tr w:rsidR="00005EC8" w:rsidRPr="00963A46" w14:paraId="5D1F9D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93E646" w14:textId="25531159" w:rsidR="002512B7" w:rsidRDefault="002512B7" w:rsidP="00CC1B1D">
            <w:pPr>
              <w:pStyle w:val="SIText"/>
            </w:pPr>
            <w:r w:rsidRPr="002512B7">
              <w:t xml:space="preserve">2. Shut down and isolate </w:t>
            </w:r>
            <w:r>
              <w:t xml:space="preserve">forest or wood product </w:t>
            </w:r>
            <w:r w:rsidRPr="002512B7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64492F92" w14:textId="174F43D5" w:rsidR="002512B7" w:rsidRDefault="003E0CE7" w:rsidP="0083155C">
            <w:pPr>
              <w:pStyle w:val="SIText"/>
            </w:pPr>
            <w:r>
              <w:t>2.</w:t>
            </w:r>
            <w:r w:rsidR="007D4845">
              <w:t>1</w:t>
            </w:r>
            <w:r w:rsidR="002512B7" w:rsidRPr="002512B7">
              <w:t xml:space="preserve"> Implement </w:t>
            </w:r>
            <w:r w:rsidR="001D5A7D">
              <w:t xml:space="preserve">equipment </w:t>
            </w:r>
            <w:r w:rsidR="002512B7" w:rsidRPr="002512B7">
              <w:t xml:space="preserve">shutdown and isolation </w:t>
            </w:r>
            <w:r w:rsidR="001D5A7D">
              <w:t xml:space="preserve">procedure </w:t>
            </w:r>
            <w:r w:rsidR="002512B7" w:rsidRPr="002512B7">
              <w:t>according to manufacturer instructions and workplace procedures</w:t>
            </w:r>
          </w:p>
          <w:p w14:paraId="51155C09" w14:textId="4C5A9E6E" w:rsidR="0054771F" w:rsidRPr="0054771F" w:rsidRDefault="008C21E2" w:rsidP="0054771F">
            <w:pPr>
              <w:pStyle w:val="SIText"/>
            </w:pPr>
            <w:r>
              <w:t>2</w:t>
            </w:r>
            <w:r w:rsidR="0054771F" w:rsidRPr="0054771F">
              <w:t>.</w:t>
            </w:r>
            <w:r w:rsidR="006C3798">
              <w:t>2</w:t>
            </w:r>
            <w:r w:rsidR="0054771F" w:rsidRPr="0054771F">
              <w:t xml:space="preserve"> Check equipment is depressurised, emptied, de-energised or bled according to manufacturer instructions</w:t>
            </w:r>
          </w:p>
          <w:p w14:paraId="2283794E" w14:textId="2188358A" w:rsidR="002512B7" w:rsidRPr="002512B7" w:rsidRDefault="002512B7" w:rsidP="002512B7">
            <w:pPr>
              <w:pStyle w:val="SIText"/>
            </w:pPr>
            <w:r w:rsidRPr="002512B7">
              <w:t>2.</w:t>
            </w:r>
            <w:r w:rsidR="005269CB">
              <w:t>3</w:t>
            </w:r>
            <w:r w:rsidRPr="002512B7">
              <w:t xml:space="preserve"> Install </w:t>
            </w:r>
            <w:proofErr w:type="gramStart"/>
            <w:r w:rsidRPr="002512B7">
              <w:t>required</w:t>
            </w:r>
            <w:proofErr w:type="gramEnd"/>
            <w:r w:rsidRPr="002512B7">
              <w:t xml:space="preserve"> safety and/or security lock-off devices and signage according to manufacturer instructions and workplace procedures </w:t>
            </w:r>
          </w:p>
          <w:p w14:paraId="1BFD40F7" w14:textId="5ED437D7" w:rsidR="008F1E16" w:rsidRPr="008F1E16" w:rsidRDefault="008F1E16" w:rsidP="008F1E16">
            <w:pPr>
              <w:pStyle w:val="SIText"/>
            </w:pPr>
            <w:r w:rsidRPr="008F1E16">
              <w:t>2.4 Conduct tests to ensure equipment is safely shutdown and isolated according to manufacturer instructions and workplace procedures</w:t>
            </w:r>
          </w:p>
          <w:p w14:paraId="64F5DD8D" w14:textId="24E6991F" w:rsidR="002512B7" w:rsidRDefault="002512B7" w:rsidP="00091BA3">
            <w:pPr>
              <w:pStyle w:val="SIText"/>
            </w:pPr>
            <w:r w:rsidRPr="002512B7">
              <w:t>2.</w:t>
            </w:r>
            <w:r w:rsidR="00565CEB">
              <w:t>5</w:t>
            </w:r>
            <w:r w:rsidRPr="002512B7">
              <w:t xml:space="preserve"> Confirm shutdown and isolation </w:t>
            </w:r>
            <w:proofErr w:type="gramStart"/>
            <w:r w:rsidRPr="002512B7">
              <w:t>complies with</w:t>
            </w:r>
            <w:proofErr w:type="gramEnd"/>
            <w:r w:rsidRPr="002512B7">
              <w:t xml:space="preserve"> </w:t>
            </w:r>
            <w:r w:rsidR="007A5B3B">
              <w:t xml:space="preserve">safety, </w:t>
            </w:r>
            <w:r w:rsidRPr="002512B7">
              <w:t>legislative and regulatory requirements</w:t>
            </w:r>
          </w:p>
        </w:tc>
      </w:tr>
      <w:tr w:rsidR="00B023BF" w:rsidRPr="00963A46" w14:paraId="60BD33E8" w14:textId="77777777" w:rsidTr="00B3125C">
        <w:trPr>
          <w:cantSplit/>
        </w:trPr>
        <w:tc>
          <w:tcPr>
            <w:tcW w:w="1396" w:type="pct"/>
            <w:shd w:val="clear" w:color="auto" w:fill="auto"/>
          </w:tcPr>
          <w:p w14:paraId="6B4FBB54" w14:textId="60A33829" w:rsidR="00B023BF" w:rsidRPr="00CC1B1D" w:rsidRDefault="00B3125C" w:rsidP="00CC1B1D">
            <w:pPr>
              <w:pStyle w:val="SIText"/>
            </w:pPr>
            <w:r>
              <w:t>3</w:t>
            </w:r>
            <w:r w:rsidR="00382126">
              <w:t xml:space="preserve">. </w:t>
            </w:r>
            <w:proofErr w:type="gramStart"/>
            <w:r w:rsidR="00522578">
              <w:t>Carry out</w:t>
            </w:r>
            <w:proofErr w:type="gramEnd"/>
            <w:r w:rsidR="00522578">
              <w:t xml:space="preserve"> </w:t>
            </w:r>
            <w:r w:rsidR="00086F6D">
              <w:t xml:space="preserve">routine </w:t>
            </w:r>
            <w:r w:rsidR="00522578" w:rsidRPr="00522578">
              <w:t>maintenance of forest or wood product equipment</w:t>
            </w:r>
          </w:p>
        </w:tc>
        <w:tc>
          <w:tcPr>
            <w:tcW w:w="3604" w:type="pct"/>
            <w:shd w:val="clear" w:color="auto" w:fill="auto"/>
          </w:tcPr>
          <w:p w14:paraId="779DBEF0" w14:textId="16AFB8AA" w:rsidR="00873737" w:rsidRDefault="00873737" w:rsidP="005E139F">
            <w:pPr>
              <w:pStyle w:val="SIText"/>
            </w:pPr>
            <w:r>
              <w:t>3.1</w:t>
            </w:r>
            <w:r w:rsidR="00EE474F">
              <w:t xml:space="preserve"> </w:t>
            </w:r>
            <w:r w:rsidR="0081548E">
              <w:t>Inspect</w:t>
            </w:r>
            <w:r w:rsidR="001573DC">
              <w:t xml:space="preserve"> equipment</w:t>
            </w:r>
            <w:r w:rsidR="00E97C22">
              <w:t xml:space="preserve"> and components</w:t>
            </w:r>
            <w:r w:rsidR="001573DC">
              <w:t xml:space="preserve"> </w:t>
            </w:r>
            <w:r w:rsidR="00F263E9">
              <w:t xml:space="preserve">to </w:t>
            </w:r>
            <w:proofErr w:type="gramStart"/>
            <w:r w:rsidR="00F263E9">
              <w:t>identify</w:t>
            </w:r>
            <w:proofErr w:type="gramEnd"/>
            <w:r w:rsidR="00F263E9">
              <w:t xml:space="preserve"> faults </w:t>
            </w:r>
            <w:r w:rsidR="001573DC">
              <w:t>according to workplace procedure</w:t>
            </w:r>
            <w:r w:rsidR="005203F7">
              <w:t xml:space="preserve"> and routine maintenance requirements</w:t>
            </w:r>
          </w:p>
          <w:p w14:paraId="258FE2F4" w14:textId="0FDD55C7" w:rsidR="008D5E12" w:rsidRDefault="00C02519" w:rsidP="005E139F">
            <w:pPr>
              <w:pStyle w:val="SIText"/>
            </w:pPr>
            <w:r>
              <w:t>3.2</w:t>
            </w:r>
            <w:r w:rsidR="004C7444" w:rsidRPr="004C7444">
              <w:t xml:space="preserve"> Assess </w:t>
            </w:r>
            <w:r w:rsidR="00DC0040">
              <w:t xml:space="preserve">nature of </w:t>
            </w:r>
            <w:r w:rsidR="000C5502">
              <w:t xml:space="preserve">equipment faults and </w:t>
            </w:r>
            <w:r w:rsidR="00B72B20">
              <w:t xml:space="preserve">maintenance or repairs </w:t>
            </w:r>
            <w:proofErr w:type="gramStart"/>
            <w:r w:rsidR="006A7ABD">
              <w:t>required</w:t>
            </w:r>
            <w:proofErr w:type="gramEnd"/>
          </w:p>
          <w:p w14:paraId="6CD2741B" w14:textId="62545060" w:rsidR="00BC7D7B" w:rsidRPr="00CC1B1D" w:rsidRDefault="00C02519" w:rsidP="005E139F">
            <w:pPr>
              <w:pStyle w:val="SIText"/>
            </w:pPr>
            <w:r>
              <w:t>3.3</w:t>
            </w:r>
            <w:r w:rsidR="00EE474F">
              <w:t xml:space="preserve"> </w:t>
            </w:r>
            <w:r w:rsidR="003627D3">
              <w:t>Rectify</w:t>
            </w:r>
            <w:r w:rsidR="00BC1AE2">
              <w:t xml:space="preserve"> routine </w:t>
            </w:r>
            <w:r w:rsidR="003627D3">
              <w:t>faults</w:t>
            </w:r>
            <w:r w:rsidR="00BC1AE2">
              <w:t xml:space="preserve"> </w:t>
            </w:r>
            <w:r w:rsidR="00346F73">
              <w:t>and</w:t>
            </w:r>
            <w:r w:rsidR="004C7444" w:rsidRPr="004C7444">
              <w:t xml:space="preserve"> </w:t>
            </w:r>
            <w:r w:rsidR="000527E0">
              <w:t xml:space="preserve">refer </w:t>
            </w:r>
            <w:r w:rsidR="0091009A">
              <w:t xml:space="preserve">complex faults to </w:t>
            </w:r>
            <w:r w:rsidR="00A87D99">
              <w:t>relevant</w:t>
            </w:r>
            <w:r w:rsidR="0091009A">
              <w:t xml:space="preserve"> personnel</w:t>
            </w:r>
            <w:r w:rsidR="00505DE7">
              <w:t xml:space="preserve"> </w:t>
            </w:r>
            <w:r w:rsidR="00EE474F">
              <w:t>according to workplace procedures</w:t>
            </w:r>
          </w:p>
        </w:tc>
      </w:tr>
      <w:tr w:rsidR="00522578" w:rsidRPr="00963A46" w14:paraId="25F1CA35" w14:textId="77777777" w:rsidTr="00B3125C">
        <w:trPr>
          <w:cantSplit/>
        </w:trPr>
        <w:tc>
          <w:tcPr>
            <w:tcW w:w="1396" w:type="pct"/>
            <w:shd w:val="clear" w:color="auto" w:fill="auto"/>
          </w:tcPr>
          <w:p w14:paraId="4453C552" w14:textId="705F5D9F" w:rsidR="00522578" w:rsidRDefault="00701B10" w:rsidP="00CC1B1D">
            <w:pPr>
              <w:pStyle w:val="SIText"/>
            </w:pPr>
            <w:r>
              <w:lastRenderedPageBreak/>
              <w:t>4</w:t>
            </w:r>
            <w:r w:rsidR="00102561">
              <w:t xml:space="preserve">. </w:t>
            </w:r>
            <w:r w:rsidR="006B1A4D">
              <w:t xml:space="preserve">Complete </w:t>
            </w:r>
            <w:r w:rsidR="00086F6D">
              <w:t>routine</w:t>
            </w:r>
            <w:r w:rsidR="00F372A1" w:rsidRPr="00AB4DD0">
              <w:t xml:space="preserve"> </w:t>
            </w:r>
            <w:r w:rsidR="00AB4DD0" w:rsidRPr="00AB4DD0">
              <w:t>maintenance of forest or wood product equipment</w:t>
            </w:r>
          </w:p>
        </w:tc>
        <w:tc>
          <w:tcPr>
            <w:tcW w:w="3604" w:type="pct"/>
            <w:shd w:val="clear" w:color="auto" w:fill="auto"/>
          </w:tcPr>
          <w:p w14:paraId="6B817E1D" w14:textId="35452986" w:rsidR="00701B10" w:rsidRDefault="00701B10" w:rsidP="00701B10">
            <w:pPr>
              <w:pStyle w:val="SIText"/>
            </w:pPr>
            <w:r>
              <w:t>4</w:t>
            </w:r>
            <w:r w:rsidR="00355271" w:rsidRPr="00355271">
              <w:t>.</w:t>
            </w:r>
            <w:r w:rsidR="006A0A2A">
              <w:t>1</w:t>
            </w:r>
            <w:r w:rsidR="00355271" w:rsidRPr="00355271">
              <w:t xml:space="preserve"> </w:t>
            </w:r>
            <w:r w:rsidR="000F09D2">
              <w:t>Dispose of</w:t>
            </w:r>
            <w:r w:rsidR="00355271" w:rsidRPr="00355271">
              <w:t xml:space="preserve"> non-repairable equipment </w:t>
            </w:r>
            <w:r w:rsidR="00ED4F34">
              <w:t xml:space="preserve">or components </w:t>
            </w:r>
            <w:r w:rsidR="00355271" w:rsidRPr="00355271">
              <w:t xml:space="preserve">according to workplace procedures, manufacturer recommendations and environmental requirements </w:t>
            </w:r>
          </w:p>
          <w:p w14:paraId="5CC5A903" w14:textId="4C267940" w:rsidR="00522578" w:rsidRDefault="00701B10" w:rsidP="005C7166">
            <w:pPr>
              <w:pStyle w:val="SIText"/>
            </w:pPr>
            <w:r>
              <w:t>4</w:t>
            </w:r>
            <w:r w:rsidRPr="00701B10">
              <w:t xml:space="preserve">.2 Complete </w:t>
            </w:r>
            <w:r w:rsidR="00C176C5">
              <w:t xml:space="preserve">repair and </w:t>
            </w:r>
            <w:r w:rsidR="00196289">
              <w:t xml:space="preserve">maintenance </w:t>
            </w:r>
            <w:r w:rsidRPr="00701B10">
              <w:t xml:space="preserve">records and reports </w:t>
            </w:r>
            <w:r w:rsidR="00196289">
              <w:t>according to workplace requirements</w:t>
            </w:r>
          </w:p>
        </w:tc>
      </w:tr>
    </w:tbl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B3125C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2C0E0A" w:rsidRDefault="00F1480E" w:rsidP="005E139F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2C0E0A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2C0E0A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2C0E0A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256181" w:rsidRPr="00336FCA" w:rsidDel="00423CB2" w14:paraId="143D9DCF" w14:textId="77777777" w:rsidTr="009B4D31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56181" w:rsidRPr="00336FCA" w:rsidDel="00423CB2" w14:paraId="6257A361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6090" w14:textId="77777777" w:rsidR="007A45CA" w:rsidRPr="007A45CA" w:rsidRDefault="007A45CA" w:rsidP="007A45CA">
            <w:pPr>
              <w:pStyle w:val="SIText"/>
              <w:rPr>
                <w:rStyle w:val="SITemporaryText-red"/>
              </w:rPr>
            </w:pPr>
            <w:r w:rsidRPr="007A45CA">
              <w:t xml:space="preserve">Reading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59FD" w14:textId="7E0CEA4D" w:rsidR="007A45CA" w:rsidRPr="007A45CA" w:rsidRDefault="00BB5304" w:rsidP="00B50EDD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Interpret terminology </w:t>
            </w:r>
            <w:r w:rsidR="002D4840">
              <w:t xml:space="preserve">in </w:t>
            </w:r>
            <w:r w:rsidR="008C2F9B">
              <w:t xml:space="preserve">equipment </w:t>
            </w:r>
            <w:r w:rsidR="002D4840">
              <w:t xml:space="preserve">operation and </w:t>
            </w:r>
            <w:r w:rsidR="008C2F9B">
              <w:t>maintenance</w:t>
            </w:r>
            <w:r w:rsidR="002D4840">
              <w:t xml:space="preserve"> documents</w:t>
            </w:r>
          </w:p>
        </w:tc>
      </w:tr>
      <w:tr w:rsidR="00256181" w:rsidRPr="00336FCA" w:rsidDel="00423CB2" w14:paraId="0B7E05E2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0F39" w14:textId="77777777" w:rsidR="007A45CA" w:rsidRPr="007A45CA" w:rsidRDefault="007A45CA" w:rsidP="007A45CA">
            <w:pPr>
              <w:pStyle w:val="SIText"/>
              <w:rPr>
                <w:rStyle w:val="SITemporaryText-red"/>
              </w:rPr>
            </w:pPr>
            <w:r w:rsidRPr="007A45CA">
              <w:t xml:space="preserve">Writing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E54" w14:textId="476CB3DF" w:rsidR="007A45CA" w:rsidRPr="00851E38" w:rsidRDefault="007A45CA" w:rsidP="0081466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A45CA">
              <w:t xml:space="preserve">Complete routine records </w:t>
            </w:r>
            <w:r w:rsidR="00FF5AFF">
              <w:t>related to equipment service and repair</w:t>
            </w:r>
          </w:p>
        </w:tc>
      </w:tr>
      <w:tr w:rsidR="00E2156F" w:rsidRPr="00336FCA" w:rsidDel="00423CB2" w14:paraId="76A8D0BB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B3FA" w14:textId="52159E75" w:rsidR="00E2156F" w:rsidRPr="007A45CA" w:rsidRDefault="00E2156F" w:rsidP="00E2156F">
            <w:pPr>
              <w:pStyle w:val="SIText"/>
            </w:pPr>
            <w:r w:rsidRPr="007A45CA">
              <w:t xml:space="preserve">Oral communication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7315" w14:textId="2E344DF6" w:rsidR="00E2156F" w:rsidRPr="007A45CA" w:rsidRDefault="00E11443" w:rsidP="00E2156F">
            <w:pPr>
              <w:pStyle w:val="SIBulletList1"/>
            </w:pPr>
            <w:r>
              <w:t>Use</w:t>
            </w:r>
            <w:r w:rsidRPr="007A45CA">
              <w:t xml:space="preserve"> </w:t>
            </w:r>
            <w:r w:rsidR="00E2156F" w:rsidRPr="007A45CA">
              <w:t xml:space="preserve">open and closed questions and actively listen to clarify </w:t>
            </w:r>
            <w:r w:rsidR="00E2156F">
              <w:t>equipment servicing requirements</w:t>
            </w:r>
          </w:p>
        </w:tc>
      </w:tr>
      <w:tr w:rsidR="00E2156F" w:rsidRPr="00336FCA" w:rsidDel="00423CB2" w14:paraId="5277A156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5975" w14:textId="77777777" w:rsidR="00E2156F" w:rsidRPr="00E2156F" w:rsidRDefault="00E2156F" w:rsidP="00E2156F">
            <w:pPr>
              <w:pStyle w:val="SIText"/>
              <w:rPr>
                <w:rStyle w:val="SITemporaryText-red"/>
              </w:rPr>
            </w:pPr>
            <w:r w:rsidRPr="007A45CA">
              <w:t xml:space="preserve">Numeracy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A703" w14:textId="6153464A" w:rsidR="00E2156F" w:rsidRPr="00E2156F" w:rsidRDefault="00E2156F" w:rsidP="00E2156F">
            <w:pPr>
              <w:pStyle w:val="SIBulletList1"/>
            </w:pPr>
            <w:r>
              <w:t xml:space="preserve">Perform routine </w:t>
            </w:r>
            <w:r w:rsidRPr="00E2156F">
              <w:t>measurements</w:t>
            </w:r>
            <w:r w:rsidR="00563E82">
              <w:t xml:space="preserve"> and calculations </w:t>
            </w:r>
            <w:r w:rsidRPr="00E2156F">
              <w:t>used in equipment maintenance</w:t>
            </w:r>
          </w:p>
          <w:p w14:paraId="089A8263" w14:textId="2DDBCFC5" w:rsidR="00E2156F" w:rsidRPr="00E2156F" w:rsidRDefault="00A329D8" w:rsidP="00E2156F">
            <w:pPr>
              <w:pStyle w:val="SIBulletList1"/>
            </w:pPr>
            <w:r>
              <w:t xml:space="preserve">Interpret </w:t>
            </w:r>
            <w:r w:rsidR="00E2156F" w:rsidRPr="00E2156F">
              <w:t xml:space="preserve">numeric </w:t>
            </w:r>
            <w:r w:rsidR="00FE7CB1">
              <w:t xml:space="preserve">and graphical </w:t>
            </w:r>
            <w:r w:rsidR="00E2156F" w:rsidRPr="00E2156F">
              <w:t xml:space="preserve">information </w:t>
            </w:r>
            <w:r w:rsidR="00FE7CB1">
              <w:t xml:space="preserve">relevant to </w:t>
            </w:r>
            <w:r w:rsidR="00E2156F" w:rsidRPr="00E2156F">
              <w:t>equipment maintenance</w:t>
            </w:r>
          </w:p>
          <w:p w14:paraId="1B3E4CCF" w14:textId="0487077D" w:rsidR="00E2156F" w:rsidRPr="00E2156F" w:rsidRDefault="00E2156F" w:rsidP="00FE7CB1">
            <w:pPr>
              <w:pStyle w:val="SIBulletList1"/>
              <w:rPr>
                <w:rStyle w:val="SITemporaryText-red"/>
                <w:rFonts w:eastAsia="Calibri"/>
              </w:rPr>
            </w:pPr>
            <w:r w:rsidRPr="00851E38">
              <w:rPr>
                <w:rStyle w:val="SITemporaryText-red"/>
                <w:color w:val="auto"/>
                <w:sz w:val="20"/>
              </w:rPr>
              <w:t>Recognise units of measurement used in equipment maintenance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B61993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61993" w14:paraId="187D9B9A" w14:textId="77777777" w:rsidTr="00B61993">
        <w:tc>
          <w:tcPr>
            <w:tcW w:w="1027" w:type="pct"/>
          </w:tcPr>
          <w:p w14:paraId="7426CEDA" w14:textId="31EA6D70" w:rsidR="00B61993" w:rsidRPr="00B61993" w:rsidRDefault="001C7A80" w:rsidP="00B61993">
            <w:pPr>
              <w:pStyle w:val="SIText"/>
            </w:pPr>
            <w:r w:rsidRPr="001C7A80">
              <w:t xml:space="preserve">FWPCOT3XXX </w:t>
            </w:r>
            <w:r w:rsidR="000A6F09">
              <w:t xml:space="preserve">Conduct </w:t>
            </w:r>
            <w:r w:rsidR="0035681D">
              <w:t>operator</w:t>
            </w:r>
            <w:r w:rsidRPr="001C7A80">
              <w:t xml:space="preserve"> </w:t>
            </w:r>
            <w:r w:rsidR="005F47AA">
              <w:t xml:space="preserve">level </w:t>
            </w:r>
            <w:r w:rsidRPr="001C7A80">
              <w:t>maintenance in forest and wood products industry</w:t>
            </w:r>
          </w:p>
        </w:tc>
        <w:tc>
          <w:tcPr>
            <w:tcW w:w="1104" w:type="pct"/>
          </w:tcPr>
          <w:p w14:paraId="156FCA54" w14:textId="35C39B79" w:rsidR="00B61993" w:rsidRDefault="00B61993" w:rsidP="00B61993">
            <w:pPr>
              <w:pStyle w:val="SIText"/>
            </w:pPr>
            <w:r w:rsidRPr="00B61993">
              <w:t>F</w:t>
            </w:r>
            <w:r>
              <w:t>WP</w:t>
            </w:r>
            <w:r w:rsidRPr="00B61993">
              <w:t>COT3224 Plan and monitor equipment maintenance</w:t>
            </w:r>
          </w:p>
          <w:p w14:paraId="0FDA696D" w14:textId="2C304E9E" w:rsidR="00B61993" w:rsidRPr="00B61993" w:rsidRDefault="00B61993" w:rsidP="00B61993">
            <w:pPr>
              <w:pStyle w:val="SIText"/>
            </w:pPr>
          </w:p>
        </w:tc>
        <w:tc>
          <w:tcPr>
            <w:tcW w:w="1251" w:type="pct"/>
          </w:tcPr>
          <w:p w14:paraId="490B212F" w14:textId="00868662" w:rsidR="00B61993" w:rsidRPr="00B61993" w:rsidRDefault="005D3F42" w:rsidP="005D3F42">
            <w:pPr>
              <w:pStyle w:val="SIText"/>
            </w:pPr>
            <w:r w:rsidRPr="005D3F42">
              <w:t xml:space="preserve">Unit redesigned to emphasise operator level equipment maintenance, including the addition of a new Element 2 for shutting down and isolating equipment. Includes content from </w:t>
            </w:r>
            <w:proofErr w:type="gramStart"/>
            <w:r w:rsidRPr="005D3F42">
              <w:t>previous</w:t>
            </w:r>
            <w:proofErr w:type="gramEnd"/>
            <w:r w:rsidRPr="005D3F42">
              <w:t xml:space="preserve"> unit. Major changes to all sections of the unit. </w:t>
            </w:r>
          </w:p>
        </w:tc>
        <w:tc>
          <w:tcPr>
            <w:tcW w:w="1618" w:type="pct"/>
          </w:tcPr>
          <w:p w14:paraId="4B04F6D1" w14:textId="0DA621D4" w:rsidR="00B61993" w:rsidRPr="00B61993" w:rsidRDefault="005E139F" w:rsidP="00B61993">
            <w:pPr>
              <w:pStyle w:val="SIText"/>
            </w:pPr>
            <w:r>
              <w:t>Not e</w:t>
            </w:r>
            <w:r w:rsidR="00B61993" w:rsidRPr="00B61993">
              <w:t>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B3125C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07497323" w:rsidR="005E022A" w:rsidRPr="005404CB" w:rsidRDefault="00520E9A" w:rsidP="00B6199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B3125C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389B457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7A80" w:rsidRPr="00B65C34">
              <w:t>FWPCOT3</w:t>
            </w:r>
            <w:r w:rsidR="001C7A80">
              <w:t>XXX</w:t>
            </w:r>
            <w:r w:rsidR="001C7A80" w:rsidRPr="00B65C34">
              <w:t xml:space="preserve"> </w:t>
            </w:r>
            <w:r w:rsidR="00A06F72">
              <w:t xml:space="preserve">Conduct </w:t>
            </w:r>
            <w:r w:rsidR="00677137">
              <w:t>operator</w:t>
            </w:r>
            <w:r w:rsidR="00B65C34" w:rsidRPr="00B65C34">
              <w:t xml:space="preserve"> </w:t>
            </w:r>
            <w:r w:rsidR="00CC0393">
              <w:t xml:space="preserve">level </w:t>
            </w:r>
            <w:r w:rsidR="00B65C34" w:rsidRPr="00B65C34">
              <w:t>maintenance</w:t>
            </w:r>
            <w:r w:rsidR="007F3BDF">
              <w:t xml:space="preserve"> </w:t>
            </w:r>
            <w:r w:rsidR="007F3BDF" w:rsidRPr="007F3BDF">
              <w:t>in forest and wood products industry</w:t>
            </w:r>
          </w:p>
        </w:tc>
      </w:tr>
      <w:tr w:rsidR="00556C4C" w:rsidRPr="00A55106" w14:paraId="5362328C" w14:textId="77777777" w:rsidTr="00B3125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B3125C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851E38" w:rsidRDefault="006E42FE" w:rsidP="004C29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 xml:space="preserve">An individual </w:t>
            </w:r>
            <w:proofErr w:type="gramStart"/>
            <w:r w:rsidRPr="00851E38">
              <w:rPr>
                <w:rStyle w:val="SITemporaryText-blue"/>
                <w:color w:val="auto"/>
                <w:sz w:val="20"/>
              </w:rPr>
              <w:t>demonstrating</w:t>
            </w:r>
            <w:proofErr w:type="gramEnd"/>
            <w:r w:rsidRPr="00851E38">
              <w:rPr>
                <w:rStyle w:val="SITemporaryText-blue"/>
                <w:color w:val="auto"/>
                <w:sz w:val="20"/>
              </w:rPr>
              <w:t xml:space="preserve"> competency</w:t>
            </w:r>
            <w:r w:rsidR="00717385" w:rsidRPr="00851E38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851E38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851E38">
              <w:rPr>
                <w:rStyle w:val="SITemporaryText-blue"/>
                <w:color w:val="auto"/>
                <w:sz w:val="20"/>
              </w:rPr>
              <w:t>in</w:t>
            </w:r>
            <w:r w:rsidRPr="00851E38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4C297F" w:rsidRDefault="0026394F" w:rsidP="004C297F">
            <w:pPr>
              <w:pStyle w:val="SIText"/>
            </w:pPr>
          </w:p>
          <w:p w14:paraId="78BB5CC1" w14:textId="7F31D5AA" w:rsidR="007A300D" w:rsidRPr="00851E38" w:rsidRDefault="007A300D" w:rsidP="004C29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There must be evidence that the individual has:</w:t>
            </w:r>
          </w:p>
          <w:p w14:paraId="0DAAE54F" w14:textId="27770731" w:rsidR="00201563" w:rsidRDefault="003B35C2" w:rsidP="00293844">
            <w:pPr>
              <w:pStyle w:val="SIBulletList1"/>
            </w:pPr>
            <w:r>
              <w:t>c</w:t>
            </w:r>
            <w:r w:rsidR="00F0685D">
              <w:t xml:space="preserve">ompleted </w:t>
            </w:r>
            <w:r w:rsidR="00696042">
              <w:t xml:space="preserve">inspections for </w:t>
            </w:r>
            <w:r>
              <w:t>two</w:t>
            </w:r>
            <w:r w:rsidR="004A21B6">
              <w:t xml:space="preserve"> components </w:t>
            </w:r>
            <w:r w:rsidR="005A12A3">
              <w:t>of</w:t>
            </w:r>
            <w:r w:rsidR="00FA0709">
              <w:t xml:space="preserve"> </w:t>
            </w:r>
            <w:r w:rsidR="005A12A3">
              <w:t>one</w:t>
            </w:r>
            <w:r w:rsidR="00FA0709">
              <w:t xml:space="preserve"> forestry or wood products</w:t>
            </w:r>
            <w:r>
              <w:t xml:space="preserve"> </w:t>
            </w:r>
            <w:r w:rsidR="00FA0709" w:rsidRPr="00FA0709">
              <w:t>equipment as part of preventative maintenance</w:t>
            </w:r>
          </w:p>
          <w:p w14:paraId="45F849A5" w14:textId="6CD32D22" w:rsidR="00B07DB7" w:rsidRDefault="00B07DB7" w:rsidP="00293844">
            <w:pPr>
              <w:pStyle w:val="SIBulletList1"/>
            </w:pPr>
            <w:r>
              <w:t xml:space="preserve">conducted shut down or isolation </w:t>
            </w:r>
            <w:r w:rsidR="00C52B9D">
              <w:t xml:space="preserve">of </w:t>
            </w:r>
            <w:r w:rsidR="00C52B9D" w:rsidRPr="00C52B9D">
              <w:t>one</w:t>
            </w:r>
            <w:r w:rsidR="00C52B9D">
              <w:t xml:space="preserve"> item of</w:t>
            </w:r>
            <w:r w:rsidR="00C52B9D" w:rsidRPr="00C52B9D">
              <w:t xml:space="preserve"> forestry or wood products equipment</w:t>
            </w:r>
          </w:p>
          <w:p w14:paraId="67E2051C" w14:textId="429FC713" w:rsidR="00DA3D76" w:rsidRDefault="000A417F" w:rsidP="00293844">
            <w:pPr>
              <w:pStyle w:val="SIBulletList1"/>
            </w:pPr>
            <w:r>
              <w:t>completed t</w:t>
            </w:r>
            <w:r w:rsidR="00734663">
              <w:t>hree</w:t>
            </w:r>
            <w:r>
              <w:t xml:space="preserve"> basic non-specialist repairs </w:t>
            </w:r>
            <w:r w:rsidR="00293844" w:rsidRPr="00293844">
              <w:t xml:space="preserve">selected from </w:t>
            </w:r>
            <w:r w:rsidR="00293844">
              <w:t xml:space="preserve">the list below </w:t>
            </w:r>
            <w:r w:rsidR="00910B8E">
              <w:t xml:space="preserve">for </w:t>
            </w:r>
            <w:r w:rsidR="00910B8E" w:rsidRPr="00910B8E">
              <w:t>one forestry or wood products equipment</w:t>
            </w:r>
            <w:r w:rsidR="00357949" w:rsidRPr="00FA0709">
              <w:t xml:space="preserve"> </w:t>
            </w:r>
            <w:r w:rsidR="00357949" w:rsidRPr="00357949">
              <w:t>as part of preventative maintenance</w:t>
            </w:r>
            <w:r w:rsidR="00A245E3">
              <w:t xml:space="preserve">: </w:t>
            </w:r>
          </w:p>
          <w:p w14:paraId="43FF65DE" w14:textId="7C9AD9E7" w:rsidR="00A245E3" w:rsidRDefault="00A245E3" w:rsidP="005E139F">
            <w:pPr>
              <w:pStyle w:val="SIBulletList2"/>
            </w:pPr>
            <w:r>
              <w:t>cleaning</w:t>
            </w:r>
          </w:p>
          <w:p w14:paraId="3A264996" w14:textId="77777777" w:rsidR="00293844" w:rsidRPr="00293844" w:rsidRDefault="00293844" w:rsidP="005E139F">
            <w:pPr>
              <w:pStyle w:val="SIBulletList2"/>
            </w:pPr>
            <w:r w:rsidRPr="00293844">
              <w:t>oil top-ups</w:t>
            </w:r>
          </w:p>
          <w:p w14:paraId="69E1CD7E" w14:textId="65149202" w:rsidR="00293844" w:rsidRPr="00293844" w:rsidRDefault="00C116E2" w:rsidP="005E139F">
            <w:pPr>
              <w:pStyle w:val="SIBulletList2"/>
            </w:pPr>
            <w:r>
              <w:t xml:space="preserve">processing tools </w:t>
            </w:r>
            <w:r w:rsidR="00293844" w:rsidRPr="00293844">
              <w:t>changes</w:t>
            </w:r>
          </w:p>
          <w:p w14:paraId="169537FD" w14:textId="77777777" w:rsidR="00293844" w:rsidRPr="00293844" w:rsidRDefault="00293844" w:rsidP="005E139F">
            <w:pPr>
              <w:pStyle w:val="SIBulletList2"/>
            </w:pPr>
            <w:r w:rsidRPr="00293844">
              <w:t>filter changes or cleaning</w:t>
            </w:r>
          </w:p>
          <w:p w14:paraId="759196E2" w14:textId="77777777" w:rsidR="00293844" w:rsidRPr="00293844" w:rsidRDefault="00293844" w:rsidP="005E139F">
            <w:pPr>
              <w:pStyle w:val="SIBulletList2"/>
            </w:pPr>
            <w:r w:rsidRPr="00293844">
              <w:t>greasing</w:t>
            </w:r>
          </w:p>
          <w:p w14:paraId="6D566239" w14:textId="77777777" w:rsidR="00293844" w:rsidRPr="00293844" w:rsidRDefault="00293844" w:rsidP="005E139F">
            <w:pPr>
              <w:pStyle w:val="SIBulletList2"/>
            </w:pPr>
            <w:r w:rsidRPr="00293844">
              <w:t>lubricating</w:t>
            </w:r>
          </w:p>
          <w:p w14:paraId="260303F1" w14:textId="77777777" w:rsidR="00293844" w:rsidRPr="00293844" w:rsidRDefault="00293844" w:rsidP="005E139F">
            <w:pPr>
              <w:pStyle w:val="SIBulletList2"/>
            </w:pPr>
            <w:r w:rsidRPr="00293844">
              <w:t>pressure checks</w:t>
            </w:r>
          </w:p>
          <w:p w14:paraId="5CBB094B" w14:textId="77777777" w:rsidR="00293844" w:rsidRPr="00293844" w:rsidRDefault="00293844" w:rsidP="005E139F">
            <w:pPr>
              <w:pStyle w:val="SIBulletList2"/>
            </w:pPr>
            <w:r w:rsidRPr="00293844">
              <w:t>removing and replacing machinery components</w:t>
            </w:r>
          </w:p>
          <w:p w14:paraId="4483A683" w14:textId="77777777" w:rsidR="00357949" w:rsidRPr="00357949" w:rsidRDefault="00357949" w:rsidP="00357949">
            <w:pPr>
              <w:pStyle w:val="SIBulletList2"/>
            </w:pPr>
            <w:r w:rsidRPr="00357949">
              <w:t xml:space="preserve">tightening, </w:t>
            </w:r>
            <w:proofErr w:type="gramStart"/>
            <w:r w:rsidRPr="00357949">
              <w:t>tensioning</w:t>
            </w:r>
            <w:proofErr w:type="gramEnd"/>
            <w:r w:rsidRPr="00357949">
              <w:t xml:space="preserve"> and adjusting equipment components</w:t>
            </w:r>
          </w:p>
          <w:p w14:paraId="0E606CCC" w14:textId="76439164" w:rsidR="00293844" w:rsidRDefault="00293844" w:rsidP="005E139F">
            <w:pPr>
              <w:pStyle w:val="SIBulletList2"/>
            </w:pPr>
            <w:r w:rsidRPr="00293844">
              <w:t>maintaining or replacing consumables</w:t>
            </w:r>
            <w:r>
              <w:t>.</w:t>
            </w:r>
          </w:p>
          <w:p w14:paraId="4FB37A08" w14:textId="368413FE" w:rsidR="00C51A7C" w:rsidRPr="005404CB" w:rsidRDefault="00357949" w:rsidP="00293844">
            <w:pPr>
              <w:pStyle w:val="SIBulletList1"/>
            </w:pPr>
            <w:r w:rsidRPr="00357949">
              <w:t>complet</w:t>
            </w:r>
            <w:r>
              <w:t>ed</w:t>
            </w:r>
            <w:r w:rsidRPr="00357949">
              <w:t xml:space="preserve"> records and reports on the repair and maintenance of the item of equipment.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B3125C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B3125C">
        <w:tc>
          <w:tcPr>
            <w:tcW w:w="5000" w:type="pct"/>
            <w:shd w:val="clear" w:color="auto" w:fill="auto"/>
          </w:tcPr>
          <w:p w14:paraId="7B683D91" w14:textId="77777777" w:rsidR="006E42FE" w:rsidRPr="00851E38" w:rsidRDefault="006E42FE" w:rsidP="004C29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851E38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851E38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0E25AAA0" w14:textId="77777777" w:rsidR="00707CC3" w:rsidRDefault="00707CC3" w:rsidP="00707CC3">
            <w:pPr>
              <w:pStyle w:val="SIBulletList1"/>
            </w:pPr>
            <w:r w:rsidRPr="00707CC3">
              <w:t>purpose, features and operation of forest or wood products equipment used at worksite, including respective technical capabilities and limitations</w:t>
            </w:r>
          </w:p>
          <w:p w14:paraId="67124135" w14:textId="4A7EF2EC" w:rsidR="00707CC3" w:rsidRDefault="005438AA" w:rsidP="00707CC3">
            <w:pPr>
              <w:pStyle w:val="SIBulletList1"/>
            </w:pPr>
            <w:r>
              <w:t xml:space="preserve">importance </w:t>
            </w:r>
            <w:r w:rsidR="00135D4B">
              <w:t xml:space="preserve">of </w:t>
            </w:r>
            <w:r w:rsidR="006816EC">
              <w:t xml:space="preserve">preventive maintenance </w:t>
            </w:r>
          </w:p>
          <w:p w14:paraId="57917317" w14:textId="4681BCEF" w:rsidR="00B95417" w:rsidRDefault="00B95417" w:rsidP="00707CC3">
            <w:pPr>
              <w:pStyle w:val="SIBulletList1"/>
            </w:pPr>
            <w:r w:rsidRPr="00B95417">
              <w:t>components of forest or wood products equipment</w:t>
            </w:r>
            <w:r w:rsidR="00E075A0">
              <w:t xml:space="preserve"> that increase the risk of breakdown and </w:t>
            </w:r>
            <w:proofErr w:type="gramStart"/>
            <w:r w:rsidR="00E075A0">
              <w:t>frequently</w:t>
            </w:r>
            <w:proofErr w:type="gramEnd"/>
            <w:r w:rsidR="00E075A0">
              <w:t xml:space="preserve"> </w:t>
            </w:r>
            <w:r w:rsidR="0099614C">
              <w:t>malfunction</w:t>
            </w:r>
          </w:p>
          <w:p w14:paraId="259580C6" w14:textId="0A9CBA4C" w:rsidR="00A62947" w:rsidRPr="00707CC3" w:rsidRDefault="00DD4192" w:rsidP="00B3125C">
            <w:pPr>
              <w:pStyle w:val="SIBulletList1"/>
            </w:pPr>
            <w:r>
              <w:t>techniques</w:t>
            </w:r>
            <w:r w:rsidR="00002E64">
              <w:t xml:space="preserve"> and requirements </w:t>
            </w:r>
            <w:r>
              <w:t>for checking components of forest or wood products equipment as part of preventive maintenance</w:t>
            </w:r>
            <w:r w:rsidR="00B52641">
              <w:t xml:space="preserve"> </w:t>
            </w:r>
            <w:r w:rsidR="00B52641" w:rsidRPr="00B52641">
              <w:t>at worksite</w:t>
            </w:r>
          </w:p>
          <w:p w14:paraId="7A5E346E" w14:textId="70C3AD1B" w:rsidR="007F022C" w:rsidRPr="007F022C" w:rsidRDefault="00E74C2C" w:rsidP="007F022C">
            <w:pPr>
              <w:pStyle w:val="SIBulletList1"/>
            </w:pPr>
            <w:r>
              <w:t xml:space="preserve">equipment </w:t>
            </w:r>
            <w:r w:rsidR="007F022C">
              <w:t xml:space="preserve">isolation and </w:t>
            </w:r>
            <w:r w:rsidR="007F022C" w:rsidRPr="007F022C">
              <w:t xml:space="preserve">shutdown </w:t>
            </w:r>
            <w:r w:rsidR="007F022C">
              <w:t>procedures</w:t>
            </w:r>
            <w:r w:rsidR="00E5771D" w:rsidRPr="007F022C">
              <w:t xml:space="preserve"> </w:t>
            </w:r>
            <w:r w:rsidR="00E5771D">
              <w:t xml:space="preserve">for </w:t>
            </w:r>
            <w:r w:rsidR="00E5771D" w:rsidRPr="00E5771D">
              <w:t xml:space="preserve">equipment </w:t>
            </w:r>
            <w:r w:rsidR="00E5771D">
              <w:t xml:space="preserve">used </w:t>
            </w:r>
            <w:r w:rsidR="00E5771D" w:rsidRPr="00E5771D">
              <w:t>in forest and wood products operations</w:t>
            </w:r>
            <w:r w:rsidR="00E5771D">
              <w:t>, including</w:t>
            </w:r>
            <w:r>
              <w:t>:</w:t>
            </w:r>
          </w:p>
          <w:p w14:paraId="0B0E4797" w14:textId="37C3C762" w:rsidR="007F022C" w:rsidRDefault="007F022C" w:rsidP="007F022C">
            <w:pPr>
              <w:pStyle w:val="SIBulletList2"/>
            </w:pPr>
            <w:r w:rsidRPr="007F022C">
              <w:t xml:space="preserve">reasons, </w:t>
            </w:r>
            <w:proofErr w:type="gramStart"/>
            <w:r w:rsidRPr="007F022C">
              <w:t>procedures</w:t>
            </w:r>
            <w:proofErr w:type="gramEnd"/>
            <w:r w:rsidRPr="007F022C">
              <w:t xml:space="preserve"> and safety precautions for shutting down and isolating</w:t>
            </w:r>
            <w:r w:rsidR="00456A12">
              <w:t xml:space="preserve"> equipment</w:t>
            </w:r>
            <w:r w:rsidRPr="007F022C">
              <w:t xml:space="preserve"> </w:t>
            </w:r>
          </w:p>
          <w:p w14:paraId="7F8A36F0" w14:textId="32D5E681" w:rsidR="00005EC8" w:rsidRPr="007F022C" w:rsidRDefault="00005EC8" w:rsidP="0004601B">
            <w:pPr>
              <w:pStyle w:val="SIBulletList2"/>
            </w:pPr>
            <w:r>
              <w:t>run down time</w:t>
            </w:r>
          </w:p>
          <w:p w14:paraId="0A2537EA" w14:textId="55A3C9E5" w:rsidR="007F022C" w:rsidRPr="007F022C" w:rsidRDefault="007F022C" w:rsidP="007F022C">
            <w:pPr>
              <w:pStyle w:val="SIBulletList2"/>
            </w:pPr>
            <w:r w:rsidRPr="007F022C">
              <w:t xml:space="preserve">situations in which shut down and isolation of </w:t>
            </w:r>
            <w:r>
              <w:t xml:space="preserve">equipment </w:t>
            </w:r>
            <w:r w:rsidRPr="007F022C">
              <w:t xml:space="preserve">is </w:t>
            </w:r>
            <w:proofErr w:type="gramStart"/>
            <w:r w:rsidRPr="007F022C">
              <w:t>required</w:t>
            </w:r>
            <w:proofErr w:type="gramEnd"/>
            <w:r w:rsidR="00DD4D3D">
              <w:t>,</w:t>
            </w:r>
            <w:r w:rsidRPr="007F022C">
              <w:t xml:space="preserve"> </w:t>
            </w:r>
            <w:r w:rsidR="00456A12">
              <w:t>including</w:t>
            </w:r>
            <w:r>
              <w:t xml:space="preserve"> </w:t>
            </w:r>
            <w:r w:rsidRPr="007F022C">
              <w:t>inspection</w:t>
            </w:r>
            <w:r>
              <w:t xml:space="preserve">s, </w:t>
            </w:r>
            <w:r w:rsidRPr="007F022C">
              <w:t>repair</w:t>
            </w:r>
            <w:r>
              <w:t xml:space="preserve">s, </w:t>
            </w:r>
            <w:r w:rsidRPr="007F022C">
              <w:t>maintenance</w:t>
            </w:r>
            <w:r>
              <w:t xml:space="preserve">, </w:t>
            </w:r>
            <w:r w:rsidRPr="007F022C">
              <w:t>assessments</w:t>
            </w:r>
            <w:r>
              <w:t xml:space="preserve">, </w:t>
            </w:r>
            <w:r w:rsidRPr="007F022C">
              <w:t>adjustments</w:t>
            </w:r>
            <w:r>
              <w:t xml:space="preserve">, </w:t>
            </w:r>
            <w:r w:rsidR="001B7E3D">
              <w:t xml:space="preserve">and </w:t>
            </w:r>
            <w:r w:rsidRPr="007F022C">
              <w:t>cleaning</w:t>
            </w:r>
          </w:p>
          <w:p w14:paraId="50DEBD03" w14:textId="07853B20" w:rsidR="007F022C" w:rsidRPr="007F022C" w:rsidRDefault="007F022C" w:rsidP="0004601B">
            <w:pPr>
              <w:pStyle w:val="SIBulletList2"/>
            </w:pPr>
            <w:r w:rsidRPr="007F022C">
              <w:t xml:space="preserve">reasons and procedures for purging, depressurising, emptying, de-energising or bleeding equipment </w:t>
            </w:r>
          </w:p>
          <w:p w14:paraId="0C05EDFD" w14:textId="327275F5" w:rsidR="007F022C" w:rsidRPr="007F022C" w:rsidRDefault="007F022C" w:rsidP="0004601B">
            <w:pPr>
              <w:pStyle w:val="SIBulletList2"/>
            </w:pPr>
            <w:r w:rsidRPr="007F022C">
              <w:t xml:space="preserve">reasons and procedures for verifying equipment shutdown and isolation </w:t>
            </w:r>
          </w:p>
          <w:p w14:paraId="5A87CAD7" w14:textId="77777777" w:rsidR="007F022C" w:rsidRPr="007F022C" w:rsidRDefault="007F022C" w:rsidP="0004601B">
            <w:pPr>
              <w:pStyle w:val="SIBulletList2"/>
            </w:pPr>
            <w:r w:rsidRPr="007F022C">
              <w:t xml:space="preserve">legislation, </w:t>
            </w:r>
            <w:proofErr w:type="gramStart"/>
            <w:r w:rsidRPr="007F022C">
              <w:t>regulations</w:t>
            </w:r>
            <w:proofErr w:type="gramEnd"/>
            <w:r w:rsidRPr="007F022C">
              <w:t xml:space="preserve"> and Australian Standards pertaining to isolation and shutdown</w:t>
            </w:r>
          </w:p>
          <w:p w14:paraId="267D8255" w14:textId="77777777" w:rsidR="007F022C" w:rsidRPr="007F022C" w:rsidRDefault="007F022C" w:rsidP="0004601B">
            <w:pPr>
              <w:pStyle w:val="SIBulletList2"/>
            </w:pPr>
            <w:r w:rsidRPr="007F022C">
              <w:t xml:space="preserve">types of safety/security lock-off devices and signage </w:t>
            </w:r>
          </w:p>
          <w:p w14:paraId="3716224A" w14:textId="65F80284" w:rsidR="007F022C" w:rsidRDefault="007F022C" w:rsidP="0004601B">
            <w:pPr>
              <w:pStyle w:val="SIBulletList2"/>
            </w:pPr>
            <w:r w:rsidRPr="007F022C">
              <w:t>reasons and procedures for installing lock-off devices and signage</w:t>
            </w:r>
          </w:p>
          <w:p w14:paraId="17ECA35E" w14:textId="60DA7061" w:rsidR="00CE1AFB" w:rsidRDefault="00CE1AFB" w:rsidP="00A961FD">
            <w:pPr>
              <w:pStyle w:val="SIBulletList1"/>
            </w:pPr>
            <w:r w:rsidRPr="00CE1AFB">
              <w:t xml:space="preserve">basic non-specialist repair and maintenance techniques for </w:t>
            </w:r>
            <w:r w:rsidR="00A961FD" w:rsidRPr="00A961FD">
              <w:t xml:space="preserve">forest or wood products </w:t>
            </w:r>
            <w:r w:rsidRPr="00CE1AFB">
              <w:t>equipment, including:</w:t>
            </w:r>
          </w:p>
          <w:p w14:paraId="45A4D7E0" w14:textId="10DFE2D6" w:rsidR="00D60002" w:rsidRPr="00CE1AFB" w:rsidRDefault="00D60002" w:rsidP="005E139F">
            <w:pPr>
              <w:pStyle w:val="SIBulletList2"/>
            </w:pPr>
            <w:r>
              <w:t>cleaning</w:t>
            </w:r>
          </w:p>
          <w:p w14:paraId="6C441D05" w14:textId="77777777" w:rsidR="00CE1AFB" w:rsidRDefault="00CE1AFB" w:rsidP="00A961FD">
            <w:pPr>
              <w:pStyle w:val="SIBulletList2"/>
            </w:pPr>
            <w:r w:rsidRPr="00CE1AFB">
              <w:t>oil top-ups</w:t>
            </w:r>
          </w:p>
          <w:p w14:paraId="42CB76F6" w14:textId="77777777" w:rsidR="00D60002" w:rsidRPr="00D60002" w:rsidRDefault="00D60002" w:rsidP="00D60002">
            <w:pPr>
              <w:pStyle w:val="SIBulletList2"/>
            </w:pPr>
            <w:r w:rsidRPr="00D60002">
              <w:t>processing tools changes</w:t>
            </w:r>
          </w:p>
          <w:p w14:paraId="654DEF22" w14:textId="77777777" w:rsidR="00CE1AFB" w:rsidRPr="00CE1AFB" w:rsidRDefault="00CE1AFB" w:rsidP="005E139F">
            <w:pPr>
              <w:pStyle w:val="SIBulletList2"/>
            </w:pPr>
            <w:r w:rsidRPr="00CE1AFB">
              <w:t>filter changes or cleaning</w:t>
            </w:r>
          </w:p>
          <w:p w14:paraId="79DBDB71" w14:textId="77777777" w:rsidR="00CE1AFB" w:rsidRPr="00CE1AFB" w:rsidRDefault="00CE1AFB" w:rsidP="005E139F">
            <w:pPr>
              <w:pStyle w:val="SIBulletList2"/>
            </w:pPr>
            <w:r w:rsidRPr="00CE1AFB">
              <w:t>greasing</w:t>
            </w:r>
          </w:p>
          <w:p w14:paraId="027E7411" w14:textId="77777777" w:rsidR="00CE1AFB" w:rsidRPr="00CE1AFB" w:rsidRDefault="00CE1AFB" w:rsidP="005E139F">
            <w:pPr>
              <w:pStyle w:val="SIBulletList2"/>
            </w:pPr>
            <w:r w:rsidRPr="00CE1AFB">
              <w:t>lubricating</w:t>
            </w:r>
          </w:p>
          <w:p w14:paraId="483766F3" w14:textId="77777777" w:rsidR="00CE1AFB" w:rsidRPr="00CE1AFB" w:rsidRDefault="00CE1AFB" w:rsidP="005E139F">
            <w:pPr>
              <w:pStyle w:val="SIBulletList2"/>
            </w:pPr>
            <w:r w:rsidRPr="00CE1AFB">
              <w:t>pressure checks</w:t>
            </w:r>
          </w:p>
          <w:p w14:paraId="107549A8" w14:textId="468736EB" w:rsidR="00CE1AFB" w:rsidRDefault="00CE1AFB" w:rsidP="00A961FD">
            <w:pPr>
              <w:pStyle w:val="SIBulletList2"/>
            </w:pPr>
            <w:r w:rsidRPr="00CE1AFB">
              <w:lastRenderedPageBreak/>
              <w:t xml:space="preserve">removing and replacing </w:t>
            </w:r>
            <w:r w:rsidR="00C74E88">
              <w:t>equipment</w:t>
            </w:r>
            <w:r w:rsidRPr="00CE1AFB">
              <w:t xml:space="preserve"> components</w:t>
            </w:r>
          </w:p>
          <w:p w14:paraId="73A830AA" w14:textId="1FB2CF01" w:rsidR="00E52E97" w:rsidRPr="00CE1AFB" w:rsidRDefault="00E52E97" w:rsidP="005E139F">
            <w:pPr>
              <w:pStyle w:val="SIBulletList2"/>
            </w:pPr>
            <w:r>
              <w:t xml:space="preserve">tightening, </w:t>
            </w:r>
            <w:proofErr w:type="gramStart"/>
            <w:r>
              <w:t>tensioning</w:t>
            </w:r>
            <w:proofErr w:type="gramEnd"/>
            <w:r>
              <w:t xml:space="preserve"> and adjusting</w:t>
            </w:r>
            <w:r w:rsidR="00C74E88">
              <w:t xml:space="preserve"> equipment components</w:t>
            </w:r>
          </w:p>
          <w:p w14:paraId="7E97602F" w14:textId="77777777" w:rsidR="00CE1AFB" w:rsidRPr="00CE1AFB" w:rsidRDefault="00CE1AFB" w:rsidP="005E139F">
            <w:pPr>
              <w:pStyle w:val="SIBulletList2"/>
            </w:pPr>
            <w:r w:rsidRPr="00CE1AFB">
              <w:t>maintaining or replacing consumables</w:t>
            </w:r>
          </w:p>
          <w:p w14:paraId="005B2875" w14:textId="1E38EC8C" w:rsidR="008A1B44" w:rsidRPr="008A1B44" w:rsidRDefault="0025758A" w:rsidP="00B52641">
            <w:pPr>
              <w:pStyle w:val="SIBulletList1"/>
            </w:pPr>
            <w:r>
              <w:t xml:space="preserve">procedure for </w:t>
            </w:r>
            <w:r w:rsidR="00CA5C3E">
              <w:t xml:space="preserve">assessing </w:t>
            </w:r>
            <w:r w:rsidR="00CA5C3E" w:rsidRPr="00CA5C3E">
              <w:t xml:space="preserve">the nature of </w:t>
            </w:r>
            <w:r w:rsidR="007C5505" w:rsidRPr="007C5505">
              <w:t xml:space="preserve">forest or wood products equipment </w:t>
            </w:r>
            <w:r w:rsidR="00CA5C3E" w:rsidRPr="00CA5C3E">
              <w:t>faults</w:t>
            </w:r>
            <w:r w:rsidR="000F6BF5" w:rsidRPr="000F6BF5">
              <w:t xml:space="preserve"> </w:t>
            </w:r>
            <w:r w:rsidR="008A1B44" w:rsidRPr="008A1B44">
              <w:t>including:</w:t>
            </w:r>
          </w:p>
          <w:p w14:paraId="5E3563EA" w14:textId="77777777" w:rsidR="008A1B44" w:rsidRPr="008A1B44" w:rsidRDefault="008A1B44" w:rsidP="008A1B44">
            <w:pPr>
              <w:pStyle w:val="SIBulletList2"/>
            </w:pPr>
            <w:r w:rsidRPr="008A1B44">
              <w:t>cause</w:t>
            </w:r>
          </w:p>
          <w:p w14:paraId="4146FEB2" w14:textId="77777777" w:rsidR="008A1B44" w:rsidRPr="008A1B44" w:rsidRDefault="008A1B44" w:rsidP="008A1B44">
            <w:pPr>
              <w:pStyle w:val="SIBulletList2"/>
            </w:pPr>
            <w:r w:rsidRPr="008A1B44">
              <w:t>seriousness</w:t>
            </w:r>
          </w:p>
          <w:p w14:paraId="5BA5C1B6" w14:textId="77777777" w:rsidR="008A1B44" w:rsidRPr="008A1B44" w:rsidRDefault="008A1B44" w:rsidP="008A1B44">
            <w:pPr>
              <w:pStyle w:val="SIBulletList2"/>
            </w:pPr>
            <w:proofErr w:type="gramStart"/>
            <w:r w:rsidRPr="008A1B44">
              <w:t>likely repair</w:t>
            </w:r>
            <w:proofErr w:type="gramEnd"/>
            <w:r w:rsidRPr="008A1B44">
              <w:t xml:space="preserve"> requirements</w:t>
            </w:r>
          </w:p>
          <w:p w14:paraId="0105552A" w14:textId="77777777" w:rsidR="008A1B44" w:rsidRPr="008A1B44" w:rsidRDefault="008A1B44" w:rsidP="008A1B44">
            <w:pPr>
              <w:pStyle w:val="SIBulletList2"/>
            </w:pPr>
            <w:r w:rsidRPr="008A1B44">
              <w:t>potential for further damage and personal injury</w:t>
            </w:r>
          </w:p>
          <w:p w14:paraId="44A0CAE7" w14:textId="77777777" w:rsidR="008A1B44" w:rsidRPr="008A1B44" w:rsidRDefault="008A1B44" w:rsidP="008A1B44">
            <w:pPr>
              <w:pStyle w:val="SIBulletList2"/>
            </w:pPr>
            <w:r w:rsidRPr="008A1B44">
              <w:t>availability of alternatives</w:t>
            </w:r>
          </w:p>
          <w:p w14:paraId="6794E4EC" w14:textId="3773E4E7" w:rsidR="008A1B44" w:rsidRPr="008A1B44" w:rsidRDefault="008A1B44" w:rsidP="008A1B44">
            <w:pPr>
              <w:pStyle w:val="SIBulletList2"/>
            </w:pPr>
            <w:r w:rsidRPr="008A1B44">
              <w:t>reference to manufacturer instructions</w:t>
            </w:r>
          </w:p>
          <w:p w14:paraId="5D2C3742" w14:textId="5111D6B4" w:rsidR="00957203" w:rsidRPr="00957203" w:rsidRDefault="00957203" w:rsidP="005E139F">
            <w:pPr>
              <w:pStyle w:val="SIBulletList1"/>
            </w:pPr>
            <w:r w:rsidRPr="00957203">
              <w:t xml:space="preserve">safe </w:t>
            </w:r>
            <w:r w:rsidR="00D418F9">
              <w:t xml:space="preserve">handling and </w:t>
            </w:r>
            <w:r w:rsidRPr="00957203">
              <w:t>disposal of waste materials</w:t>
            </w:r>
            <w:r w:rsidR="00D418F9">
              <w:t xml:space="preserve">, including </w:t>
            </w:r>
            <w:r w:rsidR="00A33D9D">
              <w:t>lubricants</w:t>
            </w:r>
            <w:r w:rsidRPr="00957203">
              <w:t xml:space="preserve">  </w:t>
            </w:r>
          </w:p>
          <w:p w14:paraId="3DD221CC" w14:textId="58F3ACA1" w:rsidR="00A33D9D" w:rsidRPr="00A33D9D" w:rsidRDefault="00A33D9D" w:rsidP="005E139F">
            <w:pPr>
              <w:pStyle w:val="SIBulletList1"/>
            </w:pPr>
            <w:r w:rsidRPr="00A33D9D">
              <w:t>workplace procedures relevant to preventative maintenance</w:t>
            </w:r>
            <w:r w:rsidR="00D71045" w:rsidRPr="00F202F7">
              <w:t xml:space="preserve"> </w:t>
            </w:r>
            <w:r w:rsidR="00D71045">
              <w:t xml:space="preserve">of </w:t>
            </w:r>
            <w:r w:rsidR="00D71045" w:rsidRPr="00D71045">
              <w:t>forest or wood products</w:t>
            </w:r>
            <w:r w:rsidR="00D71045">
              <w:t xml:space="preserve"> equipment</w:t>
            </w:r>
            <w:r w:rsidRPr="00A33D9D">
              <w:t>:</w:t>
            </w:r>
          </w:p>
          <w:p w14:paraId="41677456" w14:textId="77777777" w:rsidR="00A33D9D" w:rsidRPr="00A33D9D" w:rsidRDefault="00A33D9D" w:rsidP="005E139F">
            <w:pPr>
              <w:pStyle w:val="SIBulletList2"/>
            </w:pPr>
            <w:r w:rsidRPr="00A33D9D">
              <w:t>standard operating procedures</w:t>
            </w:r>
          </w:p>
          <w:p w14:paraId="38E6F04B" w14:textId="2094727D" w:rsidR="00A33D9D" w:rsidRPr="00A33D9D" w:rsidRDefault="00A33D9D" w:rsidP="005E139F">
            <w:pPr>
              <w:pStyle w:val="SIBulletList2"/>
            </w:pPr>
            <w:r w:rsidRPr="00A33D9D">
              <w:t xml:space="preserve">health and safety with particular emphasis on equipment lock-out, use of personal protective equipment and </w:t>
            </w:r>
            <w:proofErr w:type="gramStart"/>
            <w:r w:rsidRPr="00A33D9D">
              <w:t>handling</w:t>
            </w:r>
            <w:proofErr w:type="gramEnd"/>
            <w:r w:rsidRPr="00A33D9D">
              <w:t xml:space="preserve"> hazardous substances</w:t>
            </w:r>
          </w:p>
          <w:p w14:paraId="0E9D3A0D" w14:textId="77777777" w:rsidR="00A33D9D" w:rsidRPr="00A33D9D" w:rsidRDefault="00A33D9D" w:rsidP="005E139F">
            <w:pPr>
              <w:pStyle w:val="SIBulletList2"/>
            </w:pPr>
            <w:r w:rsidRPr="00A33D9D">
              <w:t>communication reporting lines</w:t>
            </w:r>
          </w:p>
          <w:p w14:paraId="3001B9EA" w14:textId="34669A12" w:rsidR="00C51A7C" w:rsidRPr="005404CB" w:rsidRDefault="00A33D9D" w:rsidP="005E139F">
            <w:pPr>
              <w:pStyle w:val="SIBulletList2"/>
            </w:pPr>
            <w:r w:rsidRPr="00A33D9D">
              <w:t xml:space="preserve">recording and reporting equipment faults, </w:t>
            </w:r>
            <w:proofErr w:type="gramStart"/>
            <w:r w:rsidRPr="00A33D9D">
              <w:t>repair</w:t>
            </w:r>
            <w:proofErr w:type="gramEnd"/>
            <w:r w:rsidRPr="00A33D9D">
              <w:t xml:space="preserve"> and maintenance actions.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B3125C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B3125C">
        <w:tc>
          <w:tcPr>
            <w:tcW w:w="5000" w:type="pct"/>
            <w:shd w:val="clear" w:color="auto" w:fill="auto"/>
          </w:tcPr>
          <w:p w14:paraId="7690FF95" w14:textId="77777777" w:rsidR="00C34121" w:rsidRPr="00851E38" w:rsidRDefault="00C34121" w:rsidP="00AE65B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3A9F529" w14:textId="77777777" w:rsidR="00C34121" w:rsidRPr="00851E38" w:rsidRDefault="00C34121" w:rsidP="00BC46F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A2EED74" w14:textId="77777777" w:rsidR="00C34121" w:rsidRPr="00851E38" w:rsidRDefault="00C34121" w:rsidP="0042221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 xml:space="preserve">skills must be </w:t>
            </w:r>
            <w:proofErr w:type="gramStart"/>
            <w:r w:rsidRPr="00851E38">
              <w:rPr>
                <w:rStyle w:val="SITemporaryText-blue"/>
                <w:color w:val="auto"/>
                <w:sz w:val="20"/>
              </w:rPr>
              <w:t>demonstrated</w:t>
            </w:r>
            <w:proofErr w:type="gramEnd"/>
            <w:r w:rsidRPr="00851E38">
              <w:rPr>
                <w:rStyle w:val="SITemporaryText-blue"/>
                <w:color w:val="auto"/>
                <w:sz w:val="20"/>
              </w:rPr>
              <w:t xml:space="preserve"> in the workplace or an environment that accurately represents workplace conditions</w:t>
            </w:r>
          </w:p>
          <w:p w14:paraId="15584087" w14:textId="77777777" w:rsidR="00C34121" w:rsidRPr="00851E38" w:rsidRDefault="00C34121" w:rsidP="00BC46F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851E38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851E38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3D18731C" w14:textId="16B8C634" w:rsidR="00C34121" w:rsidRPr="00C34121" w:rsidRDefault="00C34121" w:rsidP="00851E38">
            <w:pPr>
              <w:pStyle w:val="SIBulletList2"/>
            </w:pPr>
            <w:r w:rsidRPr="00B50EFE">
              <w:t xml:space="preserve">equipment </w:t>
            </w:r>
            <w:r w:rsidR="00327CD8">
              <w:t xml:space="preserve">items used at </w:t>
            </w:r>
            <w:r w:rsidR="00327CD8" w:rsidRPr="00CC1B1D">
              <w:t xml:space="preserve">forest and </w:t>
            </w:r>
            <w:r w:rsidR="00327CD8" w:rsidRPr="00327CD8">
              <w:t>wood product worksite</w:t>
            </w:r>
            <w:r w:rsidR="000D791E">
              <w:t xml:space="preserve"> </w:t>
            </w:r>
            <w:r w:rsidR="0071171E">
              <w:t xml:space="preserve">to </w:t>
            </w:r>
            <w:proofErr w:type="gramStart"/>
            <w:r w:rsidR="0071171E">
              <w:t>assist</w:t>
            </w:r>
            <w:proofErr w:type="gramEnd"/>
            <w:r w:rsidR="0071171E">
              <w:t xml:space="preserve"> in meeting </w:t>
            </w:r>
            <w:r w:rsidR="000D791E">
              <w:t>requirements specified in the performance evidence</w:t>
            </w:r>
          </w:p>
          <w:p w14:paraId="6E04C239" w14:textId="5E000C1F" w:rsidR="00C34121" w:rsidRPr="00C34121" w:rsidRDefault="00C34121" w:rsidP="00851E38">
            <w:pPr>
              <w:pStyle w:val="SIBulletList2"/>
            </w:pPr>
            <w:r w:rsidRPr="00B50EFE">
              <w:t xml:space="preserve">manufacturer instructions for </w:t>
            </w:r>
            <w:r w:rsidR="00327CD8">
              <w:t>items</w:t>
            </w:r>
            <w:r w:rsidRPr="00B50EFE">
              <w:t xml:space="preserve"> of equipment</w:t>
            </w:r>
          </w:p>
          <w:p w14:paraId="47179BEB" w14:textId="77777777" w:rsidR="00C34121" w:rsidRPr="00851E38" w:rsidRDefault="00C34121" w:rsidP="00606E1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1E3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D5C2EB3" w14:textId="2D2087F3" w:rsidR="00606E15" w:rsidRPr="00606E15" w:rsidRDefault="00606E15" w:rsidP="00606E15">
            <w:pPr>
              <w:pStyle w:val="SIBulletList2"/>
              <w:rPr>
                <w:rStyle w:val="SITemporaryText-blue"/>
              </w:rPr>
            </w:pPr>
            <w:r w:rsidRPr="003C17D9">
              <w:t>workplace</w:t>
            </w:r>
            <w:r w:rsidRPr="00606E15">
              <w:t xml:space="preserve"> procedures for </w:t>
            </w:r>
            <w:proofErr w:type="gramStart"/>
            <w:r w:rsidRPr="00606E15">
              <w:t>maintaining</w:t>
            </w:r>
            <w:proofErr w:type="gramEnd"/>
            <w:r w:rsidRPr="00606E15">
              <w:t xml:space="preserve"> </w:t>
            </w:r>
            <w:r w:rsidR="00EF19CD">
              <w:t xml:space="preserve">forest or wood products </w:t>
            </w:r>
            <w:r w:rsidRPr="00606E15">
              <w:t xml:space="preserve">equipment </w:t>
            </w:r>
          </w:p>
          <w:p w14:paraId="013132FE" w14:textId="194BF2A1" w:rsidR="00C34121" w:rsidRPr="00C34121" w:rsidRDefault="00C34121" w:rsidP="00C34121">
            <w:pPr>
              <w:pStyle w:val="SIBulletList2"/>
            </w:pPr>
            <w:r w:rsidRPr="003C17D9">
              <w:t xml:space="preserve">workplace policies and procedures applicable to </w:t>
            </w:r>
            <w:r w:rsidR="00EF19CD">
              <w:t>forest or wood products equipment</w:t>
            </w:r>
            <w:r w:rsidR="00606E15">
              <w:t xml:space="preserve"> </w:t>
            </w:r>
            <w:r w:rsidR="00EF19CD">
              <w:t>maintenance.</w:t>
            </w:r>
          </w:p>
          <w:p w14:paraId="155BAD52" w14:textId="77777777" w:rsidR="00C34121" w:rsidRDefault="00C34121" w:rsidP="00C34121">
            <w:pPr>
              <w:pStyle w:val="SIText"/>
            </w:pPr>
          </w:p>
          <w:p w14:paraId="1D28DFF6" w14:textId="009C446F" w:rsidR="00C51A7C" w:rsidRPr="005404CB" w:rsidRDefault="00C34121" w:rsidP="0039431B">
            <w:pPr>
              <w:pStyle w:val="SIText"/>
              <w:rPr>
                <w:rFonts w:eastAsia="Calibri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98774" w14:textId="77777777" w:rsidR="006320A2" w:rsidRDefault="006320A2" w:rsidP="00BF3F0A">
      <w:r>
        <w:separator/>
      </w:r>
    </w:p>
    <w:p w14:paraId="764E68C5" w14:textId="77777777" w:rsidR="006320A2" w:rsidRDefault="006320A2"/>
  </w:endnote>
  <w:endnote w:type="continuationSeparator" w:id="0">
    <w:p w14:paraId="260323B7" w14:textId="77777777" w:rsidR="006320A2" w:rsidRDefault="006320A2" w:rsidP="00BF3F0A">
      <w:r>
        <w:continuationSeparator/>
      </w:r>
    </w:p>
    <w:p w14:paraId="617DE1D2" w14:textId="77777777" w:rsidR="006320A2" w:rsidRDefault="006320A2"/>
  </w:endnote>
  <w:endnote w:type="continuationNotice" w:id="1">
    <w:p w14:paraId="69022E62" w14:textId="77777777" w:rsidR="006320A2" w:rsidRDefault="00632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8F03" w14:textId="77777777" w:rsidR="006320A2" w:rsidRDefault="006320A2" w:rsidP="00BF3F0A">
      <w:r>
        <w:separator/>
      </w:r>
    </w:p>
    <w:p w14:paraId="678A3EBA" w14:textId="77777777" w:rsidR="006320A2" w:rsidRDefault="006320A2"/>
  </w:footnote>
  <w:footnote w:type="continuationSeparator" w:id="0">
    <w:p w14:paraId="26BED67E" w14:textId="77777777" w:rsidR="006320A2" w:rsidRDefault="006320A2" w:rsidP="00BF3F0A">
      <w:r>
        <w:continuationSeparator/>
      </w:r>
    </w:p>
    <w:p w14:paraId="02376802" w14:textId="77777777" w:rsidR="006320A2" w:rsidRDefault="006320A2"/>
  </w:footnote>
  <w:footnote w:type="continuationNotice" w:id="1">
    <w:p w14:paraId="1AABBDD8" w14:textId="77777777" w:rsidR="006320A2" w:rsidRDefault="006320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42C54E6C" w:rsidR="009C2650" w:rsidRPr="000754EC" w:rsidRDefault="0004601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wrap-edited:f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A27D9" w:rsidRPr="00B65C34">
      <w:t>FWPCOT3</w:t>
    </w:r>
    <w:r w:rsidR="009A27D9">
      <w:t>XXX</w:t>
    </w:r>
    <w:r w:rsidR="009A27D9" w:rsidRPr="00B65C34">
      <w:t xml:space="preserve"> </w:t>
    </w:r>
    <w:r w:rsidR="001C7365">
      <w:t>Conduct</w:t>
    </w:r>
    <w:r w:rsidR="00571CEF">
      <w:t xml:space="preserve"> </w:t>
    </w:r>
    <w:r w:rsidR="00A82B6D">
      <w:t>operator level</w:t>
    </w:r>
    <w:r w:rsidR="00660219">
      <w:t xml:space="preserve"> </w:t>
    </w:r>
    <w:r w:rsidR="00B65C34" w:rsidRPr="00B65C34">
      <w:t>maintenance</w:t>
    </w:r>
    <w:r w:rsidR="00ED4226">
      <w:t xml:space="preserve"> in forest and wood products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35FC"/>
    <w:multiLevelType w:val="multilevel"/>
    <w:tmpl w:val="8542D5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0B2AB7"/>
    <w:multiLevelType w:val="multilevel"/>
    <w:tmpl w:val="BC62A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555A9A"/>
    <w:multiLevelType w:val="multilevel"/>
    <w:tmpl w:val="4164E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C27B43"/>
    <w:multiLevelType w:val="multilevel"/>
    <w:tmpl w:val="23E8C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92315F"/>
    <w:multiLevelType w:val="multilevel"/>
    <w:tmpl w:val="ADD8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B94A17"/>
    <w:multiLevelType w:val="multilevel"/>
    <w:tmpl w:val="2BE66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7E0276"/>
    <w:multiLevelType w:val="multilevel"/>
    <w:tmpl w:val="3738B2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76709C"/>
    <w:multiLevelType w:val="multilevel"/>
    <w:tmpl w:val="C0588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9C2A4C"/>
    <w:multiLevelType w:val="multilevel"/>
    <w:tmpl w:val="D1F8D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B63587"/>
    <w:multiLevelType w:val="multilevel"/>
    <w:tmpl w:val="90D84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334FE"/>
    <w:multiLevelType w:val="multilevel"/>
    <w:tmpl w:val="51F23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1D81B44"/>
    <w:multiLevelType w:val="multilevel"/>
    <w:tmpl w:val="88D25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F17CB9"/>
    <w:multiLevelType w:val="multilevel"/>
    <w:tmpl w:val="29B8C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D505A6"/>
    <w:multiLevelType w:val="multilevel"/>
    <w:tmpl w:val="9C329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84C13"/>
    <w:multiLevelType w:val="multilevel"/>
    <w:tmpl w:val="6CD0C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9062C0"/>
    <w:multiLevelType w:val="multilevel"/>
    <w:tmpl w:val="5B02BF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7067EB"/>
    <w:multiLevelType w:val="multilevel"/>
    <w:tmpl w:val="F2DCA0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FE7082"/>
    <w:multiLevelType w:val="multilevel"/>
    <w:tmpl w:val="D9A65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2D59BD"/>
    <w:multiLevelType w:val="multilevel"/>
    <w:tmpl w:val="FFEEF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6"/>
  </w:num>
  <w:num w:numId="4">
    <w:abstractNumId w:val="17"/>
  </w:num>
  <w:num w:numId="5">
    <w:abstractNumId w:val="15"/>
  </w:num>
  <w:num w:numId="6">
    <w:abstractNumId w:val="5"/>
  </w:num>
  <w:num w:numId="7">
    <w:abstractNumId w:val="16"/>
  </w:num>
  <w:num w:numId="8">
    <w:abstractNumId w:val="19"/>
  </w:num>
  <w:num w:numId="9">
    <w:abstractNumId w:val="22"/>
  </w:num>
  <w:num w:numId="10">
    <w:abstractNumId w:val="13"/>
  </w:num>
  <w:num w:numId="11">
    <w:abstractNumId w:val="23"/>
  </w:num>
  <w:num w:numId="12">
    <w:abstractNumId w:val="10"/>
  </w:num>
  <w:num w:numId="13">
    <w:abstractNumId w:val="21"/>
  </w:num>
  <w:num w:numId="14">
    <w:abstractNumId w:val="12"/>
  </w:num>
  <w:num w:numId="15">
    <w:abstractNumId w:val="20"/>
  </w:num>
  <w:num w:numId="16">
    <w:abstractNumId w:val="3"/>
  </w:num>
  <w:num w:numId="17">
    <w:abstractNumId w:val="8"/>
  </w:num>
  <w:num w:numId="18">
    <w:abstractNumId w:val="1"/>
  </w:num>
  <w:num w:numId="19">
    <w:abstractNumId w:val="11"/>
  </w:num>
  <w:num w:numId="20">
    <w:abstractNumId w:val="4"/>
  </w:num>
  <w:num w:numId="21">
    <w:abstractNumId w:val="2"/>
  </w:num>
  <w:num w:numId="22">
    <w:abstractNumId w:val="0"/>
  </w:num>
  <w:num w:numId="2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M0NTAyMLQwNAUyzZR0lIJTi4sz8/NACgzNawESaOe/LQAAAA=="/>
  </w:docVars>
  <w:rsids>
    <w:rsidRoot w:val="005E022A"/>
    <w:rsid w:val="000014B9"/>
    <w:rsid w:val="00002E64"/>
    <w:rsid w:val="00005A15"/>
    <w:rsid w:val="00005EC8"/>
    <w:rsid w:val="0001108F"/>
    <w:rsid w:val="000115E2"/>
    <w:rsid w:val="000125BF"/>
    <w:rsid w:val="000126D0"/>
    <w:rsid w:val="0001296A"/>
    <w:rsid w:val="000154BD"/>
    <w:rsid w:val="00016803"/>
    <w:rsid w:val="00016CF0"/>
    <w:rsid w:val="00016D36"/>
    <w:rsid w:val="00023992"/>
    <w:rsid w:val="000275AE"/>
    <w:rsid w:val="00040DB8"/>
    <w:rsid w:val="00041E59"/>
    <w:rsid w:val="0004601B"/>
    <w:rsid w:val="0004718B"/>
    <w:rsid w:val="000527E0"/>
    <w:rsid w:val="00056556"/>
    <w:rsid w:val="00064BFE"/>
    <w:rsid w:val="00070B3E"/>
    <w:rsid w:val="00071F95"/>
    <w:rsid w:val="000737BB"/>
    <w:rsid w:val="00074E47"/>
    <w:rsid w:val="000754EC"/>
    <w:rsid w:val="00076670"/>
    <w:rsid w:val="00077C68"/>
    <w:rsid w:val="0008341D"/>
    <w:rsid w:val="00086F6D"/>
    <w:rsid w:val="0009093B"/>
    <w:rsid w:val="00091BA3"/>
    <w:rsid w:val="00095582"/>
    <w:rsid w:val="000A39C7"/>
    <w:rsid w:val="000A417F"/>
    <w:rsid w:val="000A5441"/>
    <w:rsid w:val="000A6B7A"/>
    <w:rsid w:val="000A6F09"/>
    <w:rsid w:val="000B2022"/>
    <w:rsid w:val="000C149A"/>
    <w:rsid w:val="000C224E"/>
    <w:rsid w:val="000C5502"/>
    <w:rsid w:val="000C646C"/>
    <w:rsid w:val="000C71A4"/>
    <w:rsid w:val="000C7EEF"/>
    <w:rsid w:val="000D679C"/>
    <w:rsid w:val="000D791E"/>
    <w:rsid w:val="000E0230"/>
    <w:rsid w:val="000E1827"/>
    <w:rsid w:val="000E25E6"/>
    <w:rsid w:val="000E2C86"/>
    <w:rsid w:val="000F09D2"/>
    <w:rsid w:val="000F1900"/>
    <w:rsid w:val="000F29F2"/>
    <w:rsid w:val="000F318D"/>
    <w:rsid w:val="000F3B1E"/>
    <w:rsid w:val="000F6BF5"/>
    <w:rsid w:val="00101659"/>
    <w:rsid w:val="00102561"/>
    <w:rsid w:val="00105AEA"/>
    <w:rsid w:val="001078BF"/>
    <w:rsid w:val="00113B59"/>
    <w:rsid w:val="00117F74"/>
    <w:rsid w:val="0012401B"/>
    <w:rsid w:val="0012737A"/>
    <w:rsid w:val="001302B1"/>
    <w:rsid w:val="001306FA"/>
    <w:rsid w:val="00133957"/>
    <w:rsid w:val="00135D4B"/>
    <w:rsid w:val="001372F6"/>
    <w:rsid w:val="00141EDA"/>
    <w:rsid w:val="00144385"/>
    <w:rsid w:val="001452E1"/>
    <w:rsid w:val="00146EEC"/>
    <w:rsid w:val="00151D55"/>
    <w:rsid w:val="00151D93"/>
    <w:rsid w:val="00156EF3"/>
    <w:rsid w:val="001573DC"/>
    <w:rsid w:val="00162F18"/>
    <w:rsid w:val="00167B6C"/>
    <w:rsid w:val="0017448D"/>
    <w:rsid w:val="001753AF"/>
    <w:rsid w:val="00176E37"/>
    <w:rsid w:val="00176E4F"/>
    <w:rsid w:val="0018546B"/>
    <w:rsid w:val="00185C01"/>
    <w:rsid w:val="00194FAB"/>
    <w:rsid w:val="00196289"/>
    <w:rsid w:val="001A6A3E"/>
    <w:rsid w:val="001A7B6D"/>
    <w:rsid w:val="001B34D5"/>
    <w:rsid w:val="001B3533"/>
    <w:rsid w:val="001B404D"/>
    <w:rsid w:val="001B513A"/>
    <w:rsid w:val="001B7E3D"/>
    <w:rsid w:val="001C0A75"/>
    <w:rsid w:val="001C1306"/>
    <w:rsid w:val="001C61C9"/>
    <w:rsid w:val="001C62B0"/>
    <w:rsid w:val="001C7365"/>
    <w:rsid w:val="001C7A80"/>
    <w:rsid w:val="001D30EB"/>
    <w:rsid w:val="001D5A7D"/>
    <w:rsid w:val="001D5C1B"/>
    <w:rsid w:val="001D7F5B"/>
    <w:rsid w:val="001E0849"/>
    <w:rsid w:val="001E16BC"/>
    <w:rsid w:val="001E16DF"/>
    <w:rsid w:val="001F20DB"/>
    <w:rsid w:val="001F2BA5"/>
    <w:rsid w:val="001F308D"/>
    <w:rsid w:val="001F78C9"/>
    <w:rsid w:val="00201563"/>
    <w:rsid w:val="00201A7C"/>
    <w:rsid w:val="002078BF"/>
    <w:rsid w:val="0021020D"/>
    <w:rsid w:val="0021210E"/>
    <w:rsid w:val="0021414D"/>
    <w:rsid w:val="002162C1"/>
    <w:rsid w:val="00221AED"/>
    <w:rsid w:val="00223124"/>
    <w:rsid w:val="00233143"/>
    <w:rsid w:val="00234444"/>
    <w:rsid w:val="00242293"/>
    <w:rsid w:val="00242DC5"/>
    <w:rsid w:val="002438D0"/>
    <w:rsid w:val="00244EA7"/>
    <w:rsid w:val="002512B7"/>
    <w:rsid w:val="0025568C"/>
    <w:rsid w:val="0025604F"/>
    <w:rsid w:val="00256181"/>
    <w:rsid w:val="0025758A"/>
    <w:rsid w:val="00262FC3"/>
    <w:rsid w:val="0026394F"/>
    <w:rsid w:val="00265257"/>
    <w:rsid w:val="00267AF6"/>
    <w:rsid w:val="0027144D"/>
    <w:rsid w:val="00275A42"/>
    <w:rsid w:val="00276DB8"/>
    <w:rsid w:val="00282664"/>
    <w:rsid w:val="00282CDA"/>
    <w:rsid w:val="002843AE"/>
    <w:rsid w:val="00285FB8"/>
    <w:rsid w:val="00293844"/>
    <w:rsid w:val="00296B18"/>
    <w:rsid w:val="002970C3"/>
    <w:rsid w:val="002A4CD3"/>
    <w:rsid w:val="002A6CC4"/>
    <w:rsid w:val="002B5532"/>
    <w:rsid w:val="002C0E0A"/>
    <w:rsid w:val="002C2AA4"/>
    <w:rsid w:val="002C55E9"/>
    <w:rsid w:val="002D0C8B"/>
    <w:rsid w:val="002D25DA"/>
    <w:rsid w:val="002D308A"/>
    <w:rsid w:val="002D330A"/>
    <w:rsid w:val="002D4840"/>
    <w:rsid w:val="002D63E8"/>
    <w:rsid w:val="002E170C"/>
    <w:rsid w:val="002E193E"/>
    <w:rsid w:val="002E5344"/>
    <w:rsid w:val="002E78E6"/>
    <w:rsid w:val="002F62BD"/>
    <w:rsid w:val="003058BA"/>
    <w:rsid w:val="00305EFF"/>
    <w:rsid w:val="00310A6A"/>
    <w:rsid w:val="003144E6"/>
    <w:rsid w:val="00314BA4"/>
    <w:rsid w:val="00317956"/>
    <w:rsid w:val="00321DFE"/>
    <w:rsid w:val="00327CD8"/>
    <w:rsid w:val="0033087D"/>
    <w:rsid w:val="00337E82"/>
    <w:rsid w:val="00343926"/>
    <w:rsid w:val="00346F73"/>
    <w:rsid w:val="00346FDC"/>
    <w:rsid w:val="00350BB1"/>
    <w:rsid w:val="00351B2C"/>
    <w:rsid w:val="00352C83"/>
    <w:rsid w:val="00355271"/>
    <w:rsid w:val="0035681D"/>
    <w:rsid w:val="00357949"/>
    <w:rsid w:val="003620B0"/>
    <w:rsid w:val="003627D3"/>
    <w:rsid w:val="00363095"/>
    <w:rsid w:val="00363D1B"/>
    <w:rsid w:val="00366805"/>
    <w:rsid w:val="0037067D"/>
    <w:rsid w:val="00373436"/>
    <w:rsid w:val="00376DF3"/>
    <w:rsid w:val="00377E54"/>
    <w:rsid w:val="00382126"/>
    <w:rsid w:val="0038322B"/>
    <w:rsid w:val="0038735B"/>
    <w:rsid w:val="003916D1"/>
    <w:rsid w:val="0039431B"/>
    <w:rsid w:val="00394C90"/>
    <w:rsid w:val="003A21F0"/>
    <w:rsid w:val="003A277F"/>
    <w:rsid w:val="003A58BA"/>
    <w:rsid w:val="003A5AE7"/>
    <w:rsid w:val="003A7221"/>
    <w:rsid w:val="003B3493"/>
    <w:rsid w:val="003B35C2"/>
    <w:rsid w:val="003B3CE9"/>
    <w:rsid w:val="003C13AE"/>
    <w:rsid w:val="003C3A72"/>
    <w:rsid w:val="003C59C4"/>
    <w:rsid w:val="003C687D"/>
    <w:rsid w:val="003C7152"/>
    <w:rsid w:val="003D2E73"/>
    <w:rsid w:val="003D763F"/>
    <w:rsid w:val="003E0CE7"/>
    <w:rsid w:val="003E72B6"/>
    <w:rsid w:val="003E7BBE"/>
    <w:rsid w:val="003F1048"/>
    <w:rsid w:val="003F25BE"/>
    <w:rsid w:val="003F61EC"/>
    <w:rsid w:val="00406788"/>
    <w:rsid w:val="004127E3"/>
    <w:rsid w:val="00416AD8"/>
    <w:rsid w:val="00416DCB"/>
    <w:rsid w:val="0042221F"/>
    <w:rsid w:val="004303EA"/>
    <w:rsid w:val="0043212E"/>
    <w:rsid w:val="00434366"/>
    <w:rsid w:val="00434ECE"/>
    <w:rsid w:val="004350E0"/>
    <w:rsid w:val="00435416"/>
    <w:rsid w:val="00442AA9"/>
    <w:rsid w:val="00444423"/>
    <w:rsid w:val="00446649"/>
    <w:rsid w:val="0045052C"/>
    <w:rsid w:val="00451ED9"/>
    <w:rsid w:val="00452A75"/>
    <w:rsid w:val="00452F3E"/>
    <w:rsid w:val="00456A12"/>
    <w:rsid w:val="0046239A"/>
    <w:rsid w:val="004640AE"/>
    <w:rsid w:val="00466F18"/>
    <w:rsid w:val="004679E3"/>
    <w:rsid w:val="00467BC1"/>
    <w:rsid w:val="00475172"/>
    <w:rsid w:val="00475216"/>
    <w:rsid w:val="004758B0"/>
    <w:rsid w:val="00476D3E"/>
    <w:rsid w:val="0048067C"/>
    <w:rsid w:val="004832D2"/>
    <w:rsid w:val="00485559"/>
    <w:rsid w:val="00493DBB"/>
    <w:rsid w:val="00495D7E"/>
    <w:rsid w:val="004A142B"/>
    <w:rsid w:val="004A21B6"/>
    <w:rsid w:val="004A2A61"/>
    <w:rsid w:val="004A3860"/>
    <w:rsid w:val="004A44E8"/>
    <w:rsid w:val="004A581D"/>
    <w:rsid w:val="004A5880"/>
    <w:rsid w:val="004A7706"/>
    <w:rsid w:val="004A77E3"/>
    <w:rsid w:val="004B04D2"/>
    <w:rsid w:val="004B29B7"/>
    <w:rsid w:val="004B5D0E"/>
    <w:rsid w:val="004B7A28"/>
    <w:rsid w:val="004C15DE"/>
    <w:rsid w:val="004C2244"/>
    <w:rsid w:val="004C297F"/>
    <w:rsid w:val="004C4B3D"/>
    <w:rsid w:val="004C4CEF"/>
    <w:rsid w:val="004C546D"/>
    <w:rsid w:val="004C7444"/>
    <w:rsid w:val="004C79A1"/>
    <w:rsid w:val="004D0D5F"/>
    <w:rsid w:val="004D1569"/>
    <w:rsid w:val="004D4107"/>
    <w:rsid w:val="004D44B1"/>
    <w:rsid w:val="004E0287"/>
    <w:rsid w:val="004E0460"/>
    <w:rsid w:val="004E0827"/>
    <w:rsid w:val="004E1579"/>
    <w:rsid w:val="004E578D"/>
    <w:rsid w:val="004E5FAE"/>
    <w:rsid w:val="004E6245"/>
    <w:rsid w:val="004E6741"/>
    <w:rsid w:val="004E7094"/>
    <w:rsid w:val="004F3C2B"/>
    <w:rsid w:val="004F5DC7"/>
    <w:rsid w:val="004F78DA"/>
    <w:rsid w:val="00503AD8"/>
    <w:rsid w:val="00505DE7"/>
    <w:rsid w:val="005145AB"/>
    <w:rsid w:val="00516BF6"/>
    <w:rsid w:val="005203F7"/>
    <w:rsid w:val="00520E9A"/>
    <w:rsid w:val="00522578"/>
    <w:rsid w:val="005248C1"/>
    <w:rsid w:val="00526134"/>
    <w:rsid w:val="0052662D"/>
    <w:rsid w:val="005269CB"/>
    <w:rsid w:val="005323DD"/>
    <w:rsid w:val="00536338"/>
    <w:rsid w:val="005404CB"/>
    <w:rsid w:val="005405B2"/>
    <w:rsid w:val="005427C8"/>
    <w:rsid w:val="005438AA"/>
    <w:rsid w:val="005446D1"/>
    <w:rsid w:val="0054771F"/>
    <w:rsid w:val="005560C2"/>
    <w:rsid w:val="00556C4C"/>
    <w:rsid w:val="00557369"/>
    <w:rsid w:val="00557D22"/>
    <w:rsid w:val="00563E82"/>
    <w:rsid w:val="00564ADD"/>
    <w:rsid w:val="00565CEB"/>
    <w:rsid w:val="00566A67"/>
    <w:rsid w:val="005708EB"/>
    <w:rsid w:val="00571CEF"/>
    <w:rsid w:val="00575BC6"/>
    <w:rsid w:val="00576BEE"/>
    <w:rsid w:val="00583902"/>
    <w:rsid w:val="00584E79"/>
    <w:rsid w:val="005A105A"/>
    <w:rsid w:val="005A12A3"/>
    <w:rsid w:val="005A1D70"/>
    <w:rsid w:val="005A3AA5"/>
    <w:rsid w:val="005A6C9C"/>
    <w:rsid w:val="005A74DC"/>
    <w:rsid w:val="005B24AA"/>
    <w:rsid w:val="005B2CE0"/>
    <w:rsid w:val="005B356D"/>
    <w:rsid w:val="005B5146"/>
    <w:rsid w:val="005C379E"/>
    <w:rsid w:val="005C6537"/>
    <w:rsid w:val="005C7166"/>
    <w:rsid w:val="005D1AFD"/>
    <w:rsid w:val="005D2C88"/>
    <w:rsid w:val="005D3F42"/>
    <w:rsid w:val="005E022A"/>
    <w:rsid w:val="005E139F"/>
    <w:rsid w:val="005E51E6"/>
    <w:rsid w:val="005E5DF3"/>
    <w:rsid w:val="005F027A"/>
    <w:rsid w:val="005F33CC"/>
    <w:rsid w:val="005F47AA"/>
    <w:rsid w:val="005F6184"/>
    <w:rsid w:val="005F771F"/>
    <w:rsid w:val="00603598"/>
    <w:rsid w:val="00603CEA"/>
    <w:rsid w:val="00606B83"/>
    <w:rsid w:val="00606E15"/>
    <w:rsid w:val="006121D4"/>
    <w:rsid w:val="00613B49"/>
    <w:rsid w:val="00616845"/>
    <w:rsid w:val="00620E8E"/>
    <w:rsid w:val="00620F25"/>
    <w:rsid w:val="006320A2"/>
    <w:rsid w:val="00633CFE"/>
    <w:rsid w:val="00634FCA"/>
    <w:rsid w:val="00643D1B"/>
    <w:rsid w:val="006452B8"/>
    <w:rsid w:val="00645972"/>
    <w:rsid w:val="00645DEF"/>
    <w:rsid w:val="00651564"/>
    <w:rsid w:val="00652E62"/>
    <w:rsid w:val="0065664E"/>
    <w:rsid w:val="00660219"/>
    <w:rsid w:val="00660A41"/>
    <w:rsid w:val="0067029E"/>
    <w:rsid w:val="00670BB6"/>
    <w:rsid w:val="006720CB"/>
    <w:rsid w:val="00677137"/>
    <w:rsid w:val="006816EC"/>
    <w:rsid w:val="006843B4"/>
    <w:rsid w:val="0068581D"/>
    <w:rsid w:val="00685E33"/>
    <w:rsid w:val="0068615E"/>
    <w:rsid w:val="00686A49"/>
    <w:rsid w:val="00687B62"/>
    <w:rsid w:val="00690C44"/>
    <w:rsid w:val="00693020"/>
    <w:rsid w:val="00695C89"/>
    <w:rsid w:val="00696042"/>
    <w:rsid w:val="006969D9"/>
    <w:rsid w:val="006A0A2A"/>
    <w:rsid w:val="006A0C6D"/>
    <w:rsid w:val="006A2B68"/>
    <w:rsid w:val="006A5F23"/>
    <w:rsid w:val="006A7ABD"/>
    <w:rsid w:val="006B1A4D"/>
    <w:rsid w:val="006B1F67"/>
    <w:rsid w:val="006C2F32"/>
    <w:rsid w:val="006C3798"/>
    <w:rsid w:val="006D1AF9"/>
    <w:rsid w:val="006D21D3"/>
    <w:rsid w:val="006D38C3"/>
    <w:rsid w:val="006D4448"/>
    <w:rsid w:val="006D63B6"/>
    <w:rsid w:val="006D63D7"/>
    <w:rsid w:val="006D6DFD"/>
    <w:rsid w:val="006E2C4D"/>
    <w:rsid w:val="006E42FE"/>
    <w:rsid w:val="006F0D02"/>
    <w:rsid w:val="006F10B0"/>
    <w:rsid w:val="006F10FE"/>
    <w:rsid w:val="006F3622"/>
    <w:rsid w:val="00701B10"/>
    <w:rsid w:val="00705EEC"/>
    <w:rsid w:val="00707741"/>
    <w:rsid w:val="00707CC3"/>
    <w:rsid w:val="0071171E"/>
    <w:rsid w:val="007134FE"/>
    <w:rsid w:val="00715699"/>
    <w:rsid w:val="00715794"/>
    <w:rsid w:val="00717385"/>
    <w:rsid w:val="00717651"/>
    <w:rsid w:val="007226A5"/>
    <w:rsid w:val="00722769"/>
    <w:rsid w:val="00727901"/>
    <w:rsid w:val="0073075B"/>
    <w:rsid w:val="00730A4A"/>
    <w:rsid w:val="00731700"/>
    <w:rsid w:val="0073404B"/>
    <w:rsid w:val="007341FF"/>
    <w:rsid w:val="00734663"/>
    <w:rsid w:val="00735D3D"/>
    <w:rsid w:val="007404E9"/>
    <w:rsid w:val="00740DBA"/>
    <w:rsid w:val="00741D6F"/>
    <w:rsid w:val="007444CF"/>
    <w:rsid w:val="007450A1"/>
    <w:rsid w:val="0074570D"/>
    <w:rsid w:val="0074621F"/>
    <w:rsid w:val="007468B1"/>
    <w:rsid w:val="00752C75"/>
    <w:rsid w:val="00757005"/>
    <w:rsid w:val="00761DBE"/>
    <w:rsid w:val="00763C44"/>
    <w:rsid w:val="0076523B"/>
    <w:rsid w:val="00771B60"/>
    <w:rsid w:val="0077572A"/>
    <w:rsid w:val="00781D77"/>
    <w:rsid w:val="00783549"/>
    <w:rsid w:val="007860B7"/>
    <w:rsid w:val="00786DC8"/>
    <w:rsid w:val="00795181"/>
    <w:rsid w:val="007A21BF"/>
    <w:rsid w:val="007A300D"/>
    <w:rsid w:val="007A45CA"/>
    <w:rsid w:val="007A5B3B"/>
    <w:rsid w:val="007A7CCD"/>
    <w:rsid w:val="007B13CD"/>
    <w:rsid w:val="007B3B09"/>
    <w:rsid w:val="007B5886"/>
    <w:rsid w:val="007B5DBF"/>
    <w:rsid w:val="007B76D9"/>
    <w:rsid w:val="007C5505"/>
    <w:rsid w:val="007D0A1F"/>
    <w:rsid w:val="007D0FDF"/>
    <w:rsid w:val="007D455C"/>
    <w:rsid w:val="007D4845"/>
    <w:rsid w:val="007D5A78"/>
    <w:rsid w:val="007E3BD1"/>
    <w:rsid w:val="007E63D5"/>
    <w:rsid w:val="007F022C"/>
    <w:rsid w:val="007F1563"/>
    <w:rsid w:val="007F1EB2"/>
    <w:rsid w:val="007F334A"/>
    <w:rsid w:val="007F3BDF"/>
    <w:rsid w:val="007F420E"/>
    <w:rsid w:val="007F44DB"/>
    <w:rsid w:val="007F5A8B"/>
    <w:rsid w:val="007F76F1"/>
    <w:rsid w:val="00803D99"/>
    <w:rsid w:val="00807527"/>
    <w:rsid w:val="00814668"/>
    <w:rsid w:val="0081548E"/>
    <w:rsid w:val="00817D51"/>
    <w:rsid w:val="00820777"/>
    <w:rsid w:val="00823530"/>
    <w:rsid w:val="00823FF4"/>
    <w:rsid w:val="00827BC9"/>
    <w:rsid w:val="00830267"/>
    <w:rsid w:val="008306E7"/>
    <w:rsid w:val="0083155C"/>
    <w:rsid w:val="008321DE"/>
    <w:rsid w:val="008322BE"/>
    <w:rsid w:val="00834BC8"/>
    <w:rsid w:val="00837FD6"/>
    <w:rsid w:val="00842201"/>
    <w:rsid w:val="008432F5"/>
    <w:rsid w:val="00843710"/>
    <w:rsid w:val="00847B60"/>
    <w:rsid w:val="00850243"/>
    <w:rsid w:val="008516DD"/>
    <w:rsid w:val="00851BE5"/>
    <w:rsid w:val="00851E38"/>
    <w:rsid w:val="008545EB"/>
    <w:rsid w:val="008612FD"/>
    <w:rsid w:val="00865011"/>
    <w:rsid w:val="00867A22"/>
    <w:rsid w:val="00867DC1"/>
    <w:rsid w:val="00873737"/>
    <w:rsid w:val="008828B3"/>
    <w:rsid w:val="00883849"/>
    <w:rsid w:val="00884E11"/>
    <w:rsid w:val="0088636D"/>
    <w:rsid w:val="00886790"/>
    <w:rsid w:val="008908DE"/>
    <w:rsid w:val="008A12ED"/>
    <w:rsid w:val="008A1B44"/>
    <w:rsid w:val="008A3880"/>
    <w:rsid w:val="008A39D3"/>
    <w:rsid w:val="008A55D2"/>
    <w:rsid w:val="008A69E3"/>
    <w:rsid w:val="008B2C77"/>
    <w:rsid w:val="008B4AD2"/>
    <w:rsid w:val="008B663E"/>
    <w:rsid w:val="008B7138"/>
    <w:rsid w:val="008C21E2"/>
    <w:rsid w:val="008C2F9B"/>
    <w:rsid w:val="008D0242"/>
    <w:rsid w:val="008D0ECC"/>
    <w:rsid w:val="008D1884"/>
    <w:rsid w:val="008D5C49"/>
    <w:rsid w:val="008D5E12"/>
    <w:rsid w:val="008E260C"/>
    <w:rsid w:val="008E39BE"/>
    <w:rsid w:val="008E5B6F"/>
    <w:rsid w:val="008E5CEA"/>
    <w:rsid w:val="008E62EC"/>
    <w:rsid w:val="008F1E16"/>
    <w:rsid w:val="008F31C8"/>
    <w:rsid w:val="008F32F6"/>
    <w:rsid w:val="0091009A"/>
    <w:rsid w:val="00910B8E"/>
    <w:rsid w:val="00916CD7"/>
    <w:rsid w:val="00916F9E"/>
    <w:rsid w:val="0092077A"/>
    <w:rsid w:val="00920927"/>
    <w:rsid w:val="009212F9"/>
    <w:rsid w:val="00921B38"/>
    <w:rsid w:val="00923720"/>
    <w:rsid w:val="009278C9"/>
    <w:rsid w:val="009309B3"/>
    <w:rsid w:val="00932CD7"/>
    <w:rsid w:val="00934C40"/>
    <w:rsid w:val="00936D21"/>
    <w:rsid w:val="009442AB"/>
    <w:rsid w:val="00944C09"/>
    <w:rsid w:val="0094601B"/>
    <w:rsid w:val="00947C76"/>
    <w:rsid w:val="009527CB"/>
    <w:rsid w:val="00953835"/>
    <w:rsid w:val="00957203"/>
    <w:rsid w:val="00960F6C"/>
    <w:rsid w:val="00970747"/>
    <w:rsid w:val="00975BA4"/>
    <w:rsid w:val="00977BAF"/>
    <w:rsid w:val="00993E64"/>
    <w:rsid w:val="0099614C"/>
    <w:rsid w:val="00997BFC"/>
    <w:rsid w:val="009A1805"/>
    <w:rsid w:val="009A27D9"/>
    <w:rsid w:val="009A5900"/>
    <w:rsid w:val="009A6E6C"/>
    <w:rsid w:val="009A6F3F"/>
    <w:rsid w:val="009A772E"/>
    <w:rsid w:val="009B331A"/>
    <w:rsid w:val="009B4D31"/>
    <w:rsid w:val="009B5B6F"/>
    <w:rsid w:val="009B7BDB"/>
    <w:rsid w:val="009C2650"/>
    <w:rsid w:val="009D15E2"/>
    <w:rsid w:val="009D15FE"/>
    <w:rsid w:val="009D18B8"/>
    <w:rsid w:val="009D1BCD"/>
    <w:rsid w:val="009D5D2C"/>
    <w:rsid w:val="009E4C80"/>
    <w:rsid w:val="009F0DCC"/>
    <w:rsid w:val="009F11CA"/>
    <w:rsid w:val="009F48F8"/>
    <w:rsid w:val="009F611A"/>
    <w:rsid w:val="00A002CB"/>
    <w:rsid w:val="00A0695B"/>
    <w:rsid w:val="00A06F72"/>
    <w:rsid w:val="00A13052"/>
    <w:rsid w:val="00A149C2"/>
    <w:rsid w:val="00A2085E"/>
    <w:rsid w:val="00A216A8"/>
    <w:rsid w:val="00A223A6"/>
    <w:rsid w:val="00A238D3"/>
    <w:rsid w:val="00A245E3"/>
    <w:rsid w:val="00A30754"/>
    <w:rsid w:val="00A329D8"/>
    <w:rsid w:val="00A33D9D"/>
    <w:rsid w:val="00A3639E"/>
    <w:rsid w:val="00A3768C"/>
    <w:rsid w:val="00A40717"/>
    <w:rsid w:val="00A421D4"/>
    <w:rsid w:val="00A5092E"/>
    <w:rsid w:val="00A5158B"/>
    <w:rsid w:val="00A554D6"/>
    <w:rsid w:val="00A56E14"/>
    <w:rsid w:val="00A57601"/>
    <w:rsid w:val="00A60A8F"/>
    <w:rsid w:val="00A62947"/>
    <w:rsid w:val="00A63D92"/>
    <w:rsid w:val="00A6476B"/>
    <w:rsid w:val="00A76C6C"/>
    <w:rsid w:val="00A82B6D"/>
    <w:rsid w:val="00A87356"/>
    <w:rsid w:val="00A87D99"/>
    <w:rsid w:val="00A92DD1"/>
    <w:rsid w:val="00A961FD"/>
    <w:rsid w:val="00AA1CD5"/>
    <w:rsid w:val="00AA3AEE"/>
    <w:rsid w:val="00AA5338"/>
    <w:rsid w:val="00AA5D02"/>
    <w:rsid w:val="00AA63F3"/>
    <w:rsid w:val="00AB1B8E"/>
    <w:rsid w:val="00AB1E9E"/>
    <w:rsid w:val="00AB3EC1"/>
    <w:rsid w:val="00AB42BF"/>
    <w:rsid w:val="00AB46DE"/>
    <w:rsid w:val="00AB4DD0"/>
    <w:rsid w:val="00AC0696"/>
    <w:rsid w:val="00AC14F1"/>
    <w:rsid w:val="00AC4C98"/>
    <w:rsid w:val="00AC5F6B"/>
    <w:rsid w:val="00AD24F3"/>
    <w:rsid w:val="00AD3896"/>
    <w:rsid w:val="00AD5235"/>
    <w:rsid w:val="00AD5B47"/>
    <w:rsid w:val="00AD650B"/>
    <w:rsid w:val="00AE0456"/>
    <w:rsid w:val="00AE1ED9"/>
    <w:rsid w:val="00AE32CB"/>
    <w:rsid w:val="00AE3C61"/>
    <w:rsid w:val="00AE65B2"/>
    <w:rsid w:val="00AF3957"/>
    <w:rsid w:val="00B023BF"/>
    <w:rsid w:val="00B04540"/>
    <w:rsid w:val="00B0712C"/>
    <w:rsid w:val="00B07DB7"/>
    <w:rsid w:val="00B12013"/>
    <w:rsid w:val="00B1589D"/>
    <w:rsid w:val="00B22C67"/>
    <w:rsid w:val="00B243D5"/>
    <w:rsid w:val="00B3125C"/>
    <w:rsid w:val="00B3508F"/>
    <w:rsid w:val="00B35D5C"/>
    <w:rsid w:val="00B443EE"/>
    <w:rsid w:val="00B50EDD"/>
    <w:rsid w:val="00B50EFE"/>
    <w:rsid w:val="00B52641"/>
    <w:rsid w:val="00B560C8"/>
    <w:rsid w:val="00B61150"/>
    <w:rsid w:val="00B612F4"/>
    <w:rsid w:val="00B61993"/>
    <w:rsid w:val="00B65BC7"/>
    <w:rsid w:val="00B65C34"/>
    <w:rsid w:val="00B66E06"/>
    <w:rsid w:val="00B72B20"/>
    <w:rsid w:val="00B73D3F"/>
    <w:rsid w:val="00B746B9"/>
    <w:rsid w:val="00B818EF"/>
    <w:rsid w:val="00B82EA3"/>
    <w:rsid w:val="00B848D4"/>
    <w:rsid w:val="00B865B7"/>
    <w:rsid w:val="00B948B7"/>
    <w:rsid w:val="00B94C2F"/>
    <w:rsid w:val="00B95417"/>
    <w:rsid w:val="00BA1CB1"/>
    <w:rsid w:val="00BA4178"/>
    <w:rsid w:val="00BA482D"/>
    <w:rsid w:val="00BB1755"/>
    <w:rsid w:val="00BB23F4"/>
    <w:rsid w:val="00BB5304"/>
    <w:rsid w:val="00BB5514"/>
    <w:rsid w:val="00BC1AE2"/>
    <w:rsid w:val="00BC46FB"/>
    <w:rsid w:val="00BC5075"/>
    <w:rsid w:val="00BC5419"/>
    <w:rsid w:val="00BC5FB8"/>
    <w:rsid w:val="00BC7D7B"/>
    <w:rsid w:val="00BD3B0F"/>
    <w:rsid w:val="00BE5889"/>
    <w:rsid w:val="00BF0FB4"/>
    <w:rsid w:val="00BF1B1D"/>
    <w:rsid w:val="00BF1D4C"/>
    <w:rsid w:val="00BF3F0A"/>
    <w:rsid w:val="00BF6A22"/>
    <w:rsid w:val="00C02519"/>
    <w:rsid w:val="00C04238"/>
    <w:rsid w:val="00C0529A"/>
    <w:rsid w:val="00C069A8"/>
    <w:rsid w:val="00C0727E"/>
    <w:rsid w:val="00C116E2"/>
    <w:rsid w:val="00C143C3"/>
    <w:rsid w:val="00C15712"/>
    <w:rsid w:val="00C1739B"/>
    <w:rsid w:val="00C176C5"/>
    <w:rsid w:val="00C21ADE"/>
    <w:rsid w:val="00C22D7E"/>
    <w:rsid w:val="00C23D97"/>
    <w:rsid w:val="00C26067"/>
    <w:rsid w:val="00C30279"/>
    <w:rsid w:val="00C30A29"/>
    <w:rsid w:val="00C317DC"/>
    <w:rsid w:val="00C34121"/>
    <w:rsid w:val="00C45572"/>
    <w:rsid w:val="00C51A7C"/>
    <w:rsid w:val="00C521C2"/>
    <w:rsid w:val="00C52B9D"/>
    <w:rsid w:val="00C54F5E"/>
    <w:rsid w:val="00C555E1"/>
    <w:rsid w:val="00C56AF9"/>
    <w:rsid w:val="00C578E9"/>
    <w:rsid w:val="00C61F09"/>
    <w:rsid w:val="00C70626"/>
    <w:rsid w:val="00C71BC1"/>
    <w:rsid w:val="00C72860"/>
    <w:rsid w:val="00C72A48"/>
    <w:rsid w:val="00C73156"/>
    <w:rsid w:val="00C73582"/>
    <w:rsid w:val="00C73B90"/>
    <w:rsid w:val="00C742EC"/>
    <w:rsid w:val="00C74E88"/>
    <w:rsid w:val="00C84DBF"/>
    <w:rsid w:val="00C93058"/>
    <w:rsid w:val="00C96AF3"/>
    <w:rsid w:val="00C97CCC"/>
    <w:rsid w:val="00CA0274"/>
    <w:rsid w:val="00CA139A"/>
    <w:rsid w:val="00CA259C"/>
    <w:rsid w:val="00CA4F03"/>
    <w:rsid w:val="00CA5826"/>
    <w:rsid w:val="00CA5C3E"/>
    <w:rsid w:val="00CB5ED5"/>
    <w:rsid w:val="00CB746F"/>
    <w:rsid w:val="00CC0393"/>
    <w:rsid w:val="00CC1B1D"/>
    <w:rsid w:val="00CC451E"/>
    <w:rsid w:val="00CD06E0"/>
    <w:rsid w:val="00CD26E5"/>
    <w:rsid w:val="00CD43E7"/>
    <w:rsid w:val="00CD4E9D"/>
    <w:rsid w:val="00CD4F4D"/>
    <w:rsid w:val="00CE1AFB"/>
    <w:rsid w:val="00CE5017"/>
    <w:rsid w:val="00CE5B30"/>
    <w:rsid w:val="00CE77C1"/>
    <w:rsid w:val="00CE7D19"/>
    <w:rsid w:val="00CF0CF5"/>
    <w:rsid w:val="00CF2B3E"/>
    <w:rsid w:val="00CF5CD0"/>
    <w:rsid w:val="00D0201F"/>
    <w:rsid w:val="00D03685"/>
    <w:rsid w:val="00D04303"/>
    <w:rsid w:val="00D05C49"/>
    <w:rsid w:val="00D07D4E"/>
    <w:rsid w:val="00D115AA"/>
    <w:rsid w:val="00D145BE"/>
    <w:rsid w:val="00D2035A"/>
    <w:rsid w:val="00D20C57"/>
    <w:rsid w:val="00D25D16"/>
    <w:rsid w:val="00D273D4"/>
    <w:rsid w:val="00D32124"/>
    <w:rsid w:val="00D402BE"/>
    <w:rsid w:val="00D418F9"/>
    <w:rsid w:val="00D54C76"/>
    <w:rsid w:val="00D60002"/>
    <w:rsid w:val="00D632BB"/>
    <w:rsid w:val="00D67EB5"/>
    <w:rsid w:val="00D71045"/>
    <w:rsid w:val="00D71E43"/>
    <w:rsid w:val="00D71E7F"/>
    <w:rsid w:val="00D727F3"/>
    <w:rsid w:val="00D73695"/>
    <w:rsid w:val="00D74BAF"/>
    <w:rsid w:val="00D74D4B"/>
    <w:rsid w:val="00D76CC1"/>
    <w:rsid w:val="00D810DE"/>
    <w:rsid w:val="00D82B6B"/>
    <w:rsid w:val="00D87D32"/>
    <w:rsid w:val="00D91188"/>
    <w:rsid w:val="00D92C83"/>
    <w:rsid w:val="00D943FC"/>
    <w:rsid w:val="00D95F45"/>
    <w:rsid w:val="00DA0234"/>
    <w:rsid w:val="00DA0A81"/>
    <w:rsid w:val="00DA3C10"/>
    <w:rsid w:val="00DA3D76"/>
    <w:rsid w:val="00DA53B5"/>
    <w:rsid w:val="00DA5FEB"/>
    <w:rsid w:val="00DB5934"/>
    <w:rsid w:val="00DB619D"/>
    <w:rsid w:val="00DB7FDF"/>
    <w:rsid w:val="00DC0040"/>
    <w:rsid w:val="00DC1D69"/>
    <w:rsid w:val="00DC5A3A"/>
    <w:rsid w:val="00DC72C9"/>
    <w:rsid w:val="00DD0726"/>
    <w:rsid w:val="00DD2091"/>
    <w:rsid w:val="00DD4192"/>
    <w:rsid w:val="00DD4D3D"/>
    <w:rsid w:val="00DF5D39"/>
    <w:rsid w:val="00E075A0"/>
    <w:rsid w:val="00E07E1F"/>
    <w:rsid w:val="00E11443"/>
    <w:rsid w:val="00E17511"/>
    <w:rsid w:val="00E2156F"/>
    <w:rsid w:val="00E238E6"/>
    <w:rsid w:val="00E334F7"/>
    <w:rsid w:val="00E34CD8"/>
    <w:rsid w:val="00E35064"/>
    <w:rsid w:val="00E3681D"/>
    <w:rsid w:val="00E376E7"/>
    <w:rsid w:val="00E40225"/>
    <w:rsid w:val="00E501F0"/>
    <w:rsid w:val="00E52E97"/>
    <w:rsid w:val="00E5771D"/>
    <w:rsid w:val="00E6166D"/>
    <w:rsid w:val="00E617F0"/>
    <w:rsid w:val="00E74C2C"/>
    <w:rsid w:val="00E7696C"/>
    <w:rsid w:val="00E853A2"/>
    <w:rsid w:val="00E85969"/>
    <w:rsid w:val="00E91BFF"/>
    <w:rsid w:val="00E92933"/>
    <w:rsid w:val="00E94FAD"/>
    <w:rsid w:val="00E95F29"/>
    <w:rsid w:val="00E97C22"/>
    <w:rsid w:val="00EA166E"/>
    <w:rsid w:val="00EA3F99"/>
    <w:rsid w:val="00EA49DD"/>
    <w:rsid w:val="00EA73A8"/>
    <w:rsid w:val="00EA7E28"/>
    <w:rsid w:val="00EB0AA4"/>
    <w:rsid w:val="00EB5C88"/>
    <w:rsid w:val="00EB6BAE"/>
    <w:rsid w:val="00EC0469"/>
    <w:rsid w:val="00EC0C3E"/>
    <w:rsid w:val="00EC0CC5"/>
    <w:rsid w:val="00EC2DE6"/>
    <w:rsid w:val="00ED4226"/>
    <w:rsid w:val="00ED4487"/>
    <w:rsid w:val="00ED4F34"/>
    <w:rsid w:val="00ED5277"/>
    <w:rsid w:val="00EE1226"/>
    <w:rsid w:val="00EE15FC"/>
    <w:rsid w:val="00EE474F"/>
    <w:rsid w:val="00EF01F8"/>
    <w:rsid w:val="00EF19CD"/>
    <w:rsid w:val="00EF3268"/>
    <w:rsid w:val="00EF40EF"/>
    <w:rsid w:val="00EF47FE"/>
    <w:rsid w:val="00EF60DA"/>
    <w:rsid w:val="00EF6C39"/>
    <w:rsid w:val="00F03F50"/>
    <w:rsid w:val="00F0685D"/>
    <w:rsid w:val="00F069BD"/>
    <w:rsid w:val="00F06CC0"/>
    <w:rsid w:val="00F1480E"/>
    <w:rsid w:val="00F1497D"/>
    <w:rsid w:val="00F16AAC"/>
    <w:rsid w:val="00F202F7"/>
    <w:rsid w:val="00F2495B"/>
    <w:rsid w:val="00F263E9"/>
    <w:rsid w:val="00F30C7D"/>
    <w:rsid w:val="00F33FF2"/>
    <w:rsid w:val="00F372A1"/>
    <w:rsid w:val="00F438FC"/>
    <w:rsid w:val="00F44FCA"/>
    <w:rsid w:val="00F544A6"/>
    <w:rsid w:val="00F5616F"/>
    <w:rsid w:val="00F56451"/>
    <w:rsid w:val="00F56827"/>
    <w:rsid w:val="00F62866"/>
    <w:rsid w:val="00F6388A"/>
    <w:rsid w:val="00F65EF0"/>
    <w:rsid w:val="00F71651"/>
    <w:rsid w:val="00F75467"/>
    <w:rsid w:val="00F76191"/>
    <w:rsid w:val="00F76BEC"/>
    <w:rsid w:val="00F76CC6"/>
    <w:rsid w:val="00F83D7C"/>
    <w:rsid w:val="00F93693"/>
    <w:rsid w:val="00F957FA"/>
    <w:rsid w:val="00FA0709"/>
    <w:rsid w:val="00FA5DED"/>
    <w:rsid w:val="00FB232E"/>
    <w:rsid w:val="00FB2C1F"/>
    <w:rsid w:val="00FB431C"/>
    <w:rsid w:val="00FC2B2A"/>
    <w:rsid w:val="00FC6B67"/>
    <w:rsid w:val="00FD557D"/>
    <w:rsid w:val="00FD7C92"/>
    <w:rsid w:val="00FE0282"/>
    <w:rsid w:val="00FE0F15"/>
    <w:rsid w:val="00FE115B"/>
    <w:rsid w:val="00FE124D"/>
    <w:rsid w:val="00FE792C"/>
    <w:rsid w:val="00FE7CB1"/>
    <w:rsid w:val="00FF58F8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3C3B063D-3C2A-425F-A2DE-483CE0A5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584E7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53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14DA462-675D-4115-84B0-A8DD4CB791F8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785B7D71-6884-461D-842B-3237F232D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426</TotalTime>
  <Pages>5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469</cp:revision>
  <cp:lastPrinted>2016-05-27T05:21:00Z</cp:lastPrinted>
  <dcterms:created xsi:type="dcterms:W3CDTF">2021-08-18T01:46:00Z</dcterms:created>
  <dcterms:modified xsi:type="dcterms:W3CDTF">2022-03-02T01:04:00Z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