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CDA1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36349D" w14:textId="77777777" w:rsidTr="00146EEC">
        <w:tc>
          <w:tcPr>
            <w:tcW w:w="2689" w:type="dxa"/>
          </w:tcPr>
          <w:p w14:paraId="0EA666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ADF90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F62F7" w14:paraId="30C23801" w14:textId="77777777" w:rsidTr="00146EEC">
        <w:tc>
          <w:tcPr>
            <w:tcW w:w="2689" w:type="dxa"/>
          </w:tcPr>
          <w:p w14:paraId="7C567973" w14:textId="6DFBD895" w:rsidR="003F62F7" w:rsidRPr="00AB5133" w:rsidRDefault="003F62F7" w:rsidP="007C2D81">
            <w:pPr>
              <w:pStyle w:val="SIText"/>
            </w:pPr>
            <w:r w:rsidRPr="00AB5133">
              <w:t xml:space="preserve">Release </w:t>
            </w:r>
            <w:proofErr w:type="gramStart"/>
            <w:r w:rsidR="007D4CB2">
              <w:t>1</w:t>
            </w:r>
            <w:proofErr w:type="gramEnd"/>
          </w:p>
        </w:tc>
        <w:tc>
          <w:tcPr>
            <w:tcW w:w="6939" w:type="dxa"/>
          </w:tcPr>
          <w:p w14:paraId="1C7E34F4" w14:textId="5A832132" w:rsidR="003F62F7" w:rsidRPr="00CC451E" w:rsidRDefault="003F62F7" w:rsidP="007C2D81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F1E29">
              <w:t>8</w:t>
            </w:r>
            <w:r w:rsidR="00F602EB">
              <w:t>.0</w:t>
            </w:r>
            <w:r>
              <w:t>.</w:t>
            </w:r>
          </w:p>
        </w:tc>
      </w:tr>
    </w:tbl>
    <w:p w14:paraId="61DCBA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CA93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DB5CCA" w14:textId="3A153F93" w:rsidR="00F1480E" w:rsidRPr="000754EC" w:rsidRDefault="00A737B4" w:rsidP="000754EC">
            <w:pPr>
              <w:pStyle w:val="SIUNITCODE"/>
            </w:pPr>
            <w:r w:rsidRPr="008547E9">
              <w:t>FWP</w:t>
            </w:r>
            <w:r>
              <w:t>COT</w:t>
            </w:r>
            <w:r w:rsidRPr="008547E9">
              <w:t>3</w:t>
            </w:r>
            <w:r w:rsidR="00E9413E">
              <w:t>347</w:t>
            </w:r>
          </w:p>
        </w:tc>
        <w:tc>
          <w:tcPr>
            <w:tcW w:w="3604" w:type="pct"/>
            <w:shd w:val="clear" w:color="auto" w:fill="auto"/>
          </w:tcPr>
          <w:p w14:paraId="5983B52E" w14:textId="40B230E5" w:rsidR="00F1480E" w:rsidRPr="000754EC" w:rsidRDefault="00D2745A" w:rsidP="000754EC">
            <w:pPr>
              <w:pStyle w:val="SIUnittitle"/>
            </w:pPr>
            <w:r>
              <w:t>Fe</w:t>
            </w:r>
            <w:r w:rsidRPr="00F45A3F">
              <w:t xml:space="preserve">ll </w:t>
            </w:r>
            <w:r w:rsidR="00F45A3F" w:rsidRPr="00F45A3F">
              <w:t>trees manually (intermediate)</w:t>
            </w:r>
          </w:p>
        </w:tc>
      </w:tr>
      <w:tr w:rsidR="00F1480E" w:rsidRPr="00963A46" w14:paraId="546DDFC9" w14:textId="77777777" w:rsidTr="00CA2922">
        <w:tc>
          <w:tcPr>
            <w:tcW w:w="1396" w:type="pct"/>
            <w:shd w:val="clear" w:color="auto" w:fill="auto"/>
          </w:tcPr>
          <w:p w14:paraId="727774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B457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75C7B2" w14:textId="1789688A" w:rsidR="00F45A3F" w:rsidRDefault="00F45A3F" w:rsidP="00F45A3F">
            <w:pPr>
              <w:pStyle w:val="SIText"/>
            </w:pPr>
            <w:r w:rsidRPr="00F45A3F">
              <w:t xml:space="preserve">This unit of competency describes the </w:t>
            </w:r>
            <w:r w:rsidR="003F62F7">
              <w:t>skills and knowledge</w:t>
            </w:r>
            <w:r w:rsidR="003F62F7" w:rsidRPr="00F45A3F">
              <w:t xml:space="preserve"> </w:t>
            </w:r>
            <w:proofErr w:type="gramStart"/>
            <w:r w:rsidRPr="00F45A3F">
              <w:t>required</w:t>
            </w:r>
            <w:proofErr w:type="gramEnd"/>
            <w:r w:rsidRPr="00F45A3F">
              <w:t xml:space="preserve"> to assess, plan and safely carry out manual felling </w:t>
            </w:r>
            <w:r w:rsidR="003F62F7">
              <w:t>of intermediate</w:t>
            </w:r>
            <w:r w:rsidR="003F62F7" w:rsidRPr="003F62F7">
              <w:t xml:space="preserve"> trees using a chainsaw</w:t>
            </w:r>
            <w:r w:rsidR="003F62F7">
              <w:t>.</w:t>
            </w:r>
            <w:r w:rsidR="006658C0">
              <w:t xml:space="preserve"> </w:t>
            </w:r>
            <w:r w:rsidRPr="00F45A3F">
              <w:t>This unit covers the felling procedures for trees with a level of complexity that requires significant tree assessment and practical felling skills.</w:t>
            </w:r>
          </w:p>
          <w:p w14:paraId="5915E5F0" w14:textId="77777777" w:rsidR="007622A4" w:rsidRPr="00F45A3F" w:rsidRDefault="007622A4" w:rsidP="00F45A3F">
            <w:pPr>
              <w:pStyle w:val="SIText"/>
            </w:pPr>
          </w:p>
          <w:p w14:paraId="7F7AD3F9" w14:textId="04D30F40" w:rsidR="00F45A3F" w:rsidRDefault="003F62F7" w:rsidP="00F45A3F">
            <w:pPr>
              <w:pStyle w:val="SIText"/>
            </w:pPr>
            <w:r>
              <w:t>Individuals</w:t>
            </w:r>
            <w:r w:rsidRPr="00F45A3F">
              <w:t xml:space="preserve"> </w:t>
            </w:r>
            <w:r w:rsidR="00F45A3F" w:rsidRPr="00F45A3F">
              <w:t>competent in this unit should be able to effectively fell most trees</w:t>
            </w:r>
            <w:r w:rsidR="00FE2730">
              <w:t>,</w:t>
            </w:r>
            <w:r w:rsidR="00F45A3F" w:rsidRPr="00F45A3F">
              <w:t xml:space="preserve"> except </w:t>
            </w:r>
            <w:r>
              <w:t xml:space="preserve">advanced </w:t>
            </w:r>
            <w:r w:rsidR="00F45A3F" w:rsidRPr="00F45A3F">
              <w:t>trees and/or those with significant defects and/or characteristics that cause excessive complexity.</w:t>
            </w:r>
          </w:p>
          <w:p w14:paraId="33E06EDC" w14:textId="77777777" w:rsidR="007622A4" w:rsidRPr="00F45A3F" w:rsidRDefault="007622A4" w:rsidP="00F45A3F">
            <w:pPr>
              <w:pStyle w:val="SIText"/>
            </w:pPr>
          </w:p>
          <w:p w14:paraId="26F9BAC4" w14:textId="0BEA80ED" w:rsidR="00F45A3F" w:rsidRDefault="00F45A3F" w:rsidP="00F45A3F">
            <w:pPr>
              <w:pStyle w:val="SIText"/>
            </w:pPr>
            <w:r w:rsidRPr="00F45A3F">
              <w:t xml:space="preserve">Trees typical to the scope of this unit may </w:t>
            </w:r>
            <w:r w:rsidR="003B0BAF">
              <w:t>have</w:t>
            </w:r>
            <w:r w:rsidR="008A473B">
              <w:t xml:space="preserve"> </w:t>
            </w:r>
            <w:proofErr w:type="gramStart"/>
            <w:r w:rsidR="008A473B">
              <w:t>some of</w:t>
            </w:r>
            <w:proofErr w:type="gramEnd"/>
            <w:r w:rsidR="008A473B" w:rsidRPr="008A473B">
              <w:t xml:space="preserve"> </w:t>
            </w:r>
            <w:r w:rsidRPr="00F45A3F">
              <w:t>the following characteristics:</w:t>
            </w:r>
          </w:p>
          <w:p w14:paraId="000D9C93" w14:textId="2030D54E" w:rsidR="000A7BF8" w:rsidRPr="000A7BF8" w:rsidRDefault="000A7BF8" w:rsidP="000355DD">
            <w:pPr>
              <w:pStyle w:val="SIBulletList1"/>
            </w:pPr>
            <w:r w:rsidRPr="00F45A3F">
              <w:t xml:space="preserve">lean and </w:t>
            </w:r>
            <w:r w:rsidR="00AD2DF3">
              <w:t>where</w:t>
            </w:r>
            <w:r w:rsidR="00AD2DF3" w:rsidRPr="00F45A3F">
              <w:t xml:space="preserve"> </w:t>
            </w:r>
            <w:r w:rsidRPr="00F45A3F">
              <w:t>weight distributio</w:t>
            </w:r>
            <w:r w:rsidR="00001B19">
              <w:t xml:space="preserve">n that </w:t>
            </w:r>
            <w:r w:rsidRPr="00F45A3F">
              <w:t>can be assessed and readily adapted to falling direction with the use of wedges</w:t>
            </w:r>
            <w:r w:rsidR="00001B19">
              <w:t xml:space="preserve"> </w:t>
            </w:r>
            <w:r w:rsidRPr="000A7BF8">
              <w:t>and/or control</w:t>
            </w:r>
            <w:r w:rsidR="00F753FE">
              <w:t>led</w:t>
            </w:r>
            <w:r w:rsidRPr="000A7BF8">
              <w:t xml:space="preserve"> with hinge</w:t>
            </w:r>
            <w:r w:rsidR="00F753FE">
              <w:t xml:space="preserve"> </w:t>
            </w:r>
            <w:r w:rsidRPr="000A7BF8">
              <w:t>wood</w:t>
            </w:r>
            <w:r w:rsidR="00F602EB">
              <w:t xml:space="preserve"> </w:t>
            </w:r>
            <w:r>
              <w:t xml:space="preserve">of a </w:t>
            </w:r>
            <w:r w:rsidRPr="000A7BF8">
              <w:t>larger size than typical for the local environment</w:t>
            </w:r>
          </w:p>
          <w:p w14:paraId="253C56B2" w14:textId="77777777" w:rsidR="000A7BF8" w:rsidRPr="000A7BF8" w:rsidRDefault="000A7BF8" w:rsidP="000A7BF8">
            <w:pPr>
              <w:pStyle w:val="SIBulletList1"/>
            </w:pPr>
            <w:r w:rsidRPr="00F45A3F">
              <w:t>limited visible damage or defect</w:t>
            </w:r>
          </w:p>
          <w:p w14:paraId="45AB25CA" w14:textId="24C4CFEA" w:rsidR="000A7BF8" w:rsidRDefault="000A7BF8" w:rsidP="000A7BF8">
            <w:pPr>
              <w:pStyle w:val="SIBulletList1"/>
            </w:pPr>
            <w:r w:rsidRPr="00F45A3F">
              <w:t>multi-stems</w:t>
            </w:r>
          </w:p>
          <w:p w14:paraId="341B4769" w14:textId="5978DC54" w:rsidR="00CB7BE7" w:rsidRDefault="00CB7BE7" w:rsidP="000A7BF8">
            <w:pPr>
              <w:pStyle w:val="SIBulletList1"/>
            </w:pPr>
            <w:r w:rsidRPr="00CB7BE7">
              <w:t>forward lean</w:t>
            </w:r>
            <w:r w:rsidR="006A1EE0">
              <w:t xml:space="preserve">, </w:t>
            </w:r>
            <w:r w:rsidR="006A1EE0" w:rsidRPr="006A1EE0">
              <w:t>backward lean</w:t>
            </w:r>
            <w:r w:rsidR="003B0BAF">
              <w:t xml:space="preserve"> or</w:t>
            </w:r>
            <w:r w:rsidR="006A1EE0" w:rsidRPr="006A1EE0">
              <w:t xml:space="preserve"> side lean</w:t>
            </w:r>
          </w:p>
          <w:p w14:paraId="79CF6000" w14:textId="0959F59F" w:rsidR="00696833" w:rsidRDefault="003B0BAF" w:rsidP="000A7BF8">
            <w:pPr>
              <w:pStyle w:val="SIBulletList1"/>
            </w:pPr>
            <w:r>
              <w:t xml:space="preserve">small or medium </w:t>
            </w:r>
            <w:r w:rsidR="006751DD">
              <w:t>size</w:t>
            </w:r>
            <w:r w:rsidR="006751DD" w:rsidRPr="006A1EE0">
              <w:t xml:space="preserve"> diameter</w:t>
            </w:r>
            <w:r w:rsidR="006A1EE0" w:rsidRPr="006A1EE0">
              <w:t xml:space="preserve"> </w:t>
            </w:r>
            <w:r w:rsidR="006751DD">
              <w:t xml:space="preserve">trees </w:t>
            </w:r>
            <w:r>
              <w:t>that can be safely felled with intermediate felling techniques</w:t>
            </w:r>
          </w:p>
          <w:p w14:paraId="06FE3D14" w14:textId="7FDFEE2A" w:rsidR="006A1EE0" w:rsidRDefault="00696833" w:rsidP="000A7BF8">
            <w:pPr>
              <w:pStyle w:val="SIBulletList1"/>
            </w:pPr>
            <w:r>
              <w:t>dead trees with minimal visible damage or defects that do not add significant complexity</w:t>
            </w:r>
            <w:r w:rsidR="003B0BAF">
              <w:t xml:space="preserve"> </w:t>
            </w:r>
            <w:r>
              <w:t>to the cutting technique</w:t>
            </w:r>
          </w:p>
          <w:p w14:paraId="66104889" w14:textId="78FEB032" w:rsidR="008A473B" w:rsidRPr="000A7BF8" w:rsidRDefault="008A473B" w:rsidP="000A7BF8">
            <w:pPr>
              <w:pStyle w:val="SIBulletList1"/>
            </w:pPr>
            <w:r>
              <w:t xml:space="preserve">various dimensions </w:t>
            </w:r>
            <w:proofErr w:type="gramStart"/>
            <w:r>
              <w:t>relative</w:t>
            </w:r>
            <w:proofErr w:type="gramEnd"/>
            <w:r>
              <w:t xml:space="preserve"> to other trees when working in a forest environment</w:t>
            </w:r>
          </w:p>
          <w:p w14:paraId="070263CA" w14:textId="712EEADE" w:rsidR="000A7BF8" w:rsidRPr="000A7BF8" w:rsidRDefault="000A7BF8" w:rsidP="000A7BF8">
            <w:pPr>
              <w:pStyle w:val="SIBulletList1"/>
            </w:pPr>
            <w:r>
              <w:t xml:space="preserve">in local site conditions that add </w:t>
            </w:r>
            <w:proofErr w:type="gramStart"/>
            <w:r>
              <w:t>additional</w:t>
            </w:r>
            <w:proofErr w:type="gramEnd"/>
            <w:r>
              <w:t xml:space="preserve"> complexity to the felling operation, including site conditions </w:t>
            </w:r>
            <w:r w:rsidR="00001B19">
              <w:t xml:space="preserve">that </w:t>
            </w:r>
            <w:r w:rsidRPr="000A7BF8">
              <w:t>impact the working position of the operator or the natural direction of fall of the tree</w:t>
            </w:r>
            <w:r w:rsidR="00001B19">
              <w:t>.</w:t>
            </w:r>
          </w:p>
          <w:p w14:paraId="2499F82F" w14:textId="688B13B4" w:rsidR="003F62F7" w:rsidRDefault="003F62F7" w:rsidP="003F62F7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B1CB4D4" w14:textId="29580235" w:rsidR="003F62F7" w:rsidRDefault="003F62F7" w:rsidP="003F62F7">
            <w:pPr>
              <w:pStyle w:val="SIText"/>
            </w:pPr>
            <w:r w:rsidRPr="007D15ED">
              <w:t xml:space="preserve">The unit applies to </w:t>
            </w:r>
            <w:r w:rsidRPr="003F62F7">
              <w:t xml:space="preserve">individuals who </w:t>
            </w:r>
            <w:proofErr w:type="gramStart"/>
            <w:r w:rsidRPr="003F62F7">
              <w:t>fell</w:t>
            </w:r>
            <w:proofErr w:type="gramEnd"/>
            <w:r w:rsidRPr="003F62F7">
              <w:t xml:space="preserve"> </w:t>
            </w:r>
            <w:r w:rsidR="00FE2730">
              <w:t>intermediate</w:t>
            </w:r>
            <w:r w:rsidRPr="003F62F7">
              <w:t xml:space="preserve"> trees as part of arboriculture, forestry, agriculture, conservation and land management, local government, emergency services and other government agency operations. </w:t>
            </w:r>
            <w:proofErr w:type="gramStart"/>
            <w:r w:rsidRPr="003F62F7">
              <w:t>With the exception of</w:t>
            </w:r>
            <w:proofErr w:type="gramEnd"/>
            <w:r w:rsidRPr="003F62F7">
              <w:t xml:space="preserve"> minor forest produce, this unit does not apply to commercial harvesting operations.</w:t>
            </w:r>
          </w:p>
          <w:p w14:paraId="30597F8D" w14:textId="77777777" w:rsidR="00F602EB" w:rsidRPr="003F62F7" w:rsidRDefault="00F602EB" w:rsidP="003F62F7">
            <w:pPr>
              <w:pStyle w:val="SIText"/>
            </w:pPr>
          </w:p>
          <w:p w14:paraId="47520F71" w14:textId="592A9A37" w:rsidR="003F62F7" w:rsidRDefault="003F62F7" w:rsidP="003F62F7">
            <w:pPr>
              <w:pStyle w:val="SIText"/>
            </w:pPr>
            <w:r w:rsidRPr="004264AC">
              <w:t xml:space="preserve">All work must be </w:t>
            </w:r>
            <w:proofErr w:type="gramStart"/>
            <w:r w:rsidRPr="004264AC">
              <w:t>carried out</w:t>
            </w:r>
            <w:proofErr w:type="gramEnd"/>
            <w:r w:rsidRPr="004264AC">
              <w:t xml:space="preserve"> to comply with workplace procedures, according to state/territory health and safety regulations, legislation and standards that apply to the workplace.</w:t>
            </w:r>
          </w:p>
          <w:p w14:paraId="526B2744" w14:textId="77777777" w:rsidR="00F602EB" w:rsidRPr="003F62F7" w:rsidRDefault="00F602EB" w:rsidP="003F62F7">
            <w:pPr>
              <w:pStyle w:val="SIText"/>
            </w:pPr>
          </w:p>
          <w:p w14:paraId="54A18B67" w14:textId="4A2A707F" w:rsidR="00373436" w:rsidRPr="000754EC" w:rsidRDefault="00F602EB" w:rsidP="000C1BDB">
            <w:pPr>
              <w:pStyle w:val="SIText"/>
            </w:pPr>
            <w:r w:rsidRPr="00F602EB">
              <w:t>No licensing, legislative or certification requirements apply to this unit at the time of publication.</w:t>
            </w:r>
          </w:p>
        </w:tc>
      </w:tr>
      <w:tr w:rsidR="00F1480E" w:rsidRPr="00963A46" w14:paraId="72C6148E" w14:textId="77777777" w:rsidTr="00CA2922">
        <w:tc>
          <w:tcPr>
            <w:tcW w:w="1396" w:type="pct"/>
            <w:shd w:val="clear" w:color="auto" w:fill="auto"/>
          </w:tcPr>
          <w:p w14:paraId="162EF50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27B645D" w14:textId="5B308697" w:rsidR="00F1480E" w:rsidRPr="000754EC" w:rsidRDefault="00AB2A72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701C710" w14:textId="77777777" w:rsidTr="00F45A3F">
        <w:trPr>
          <w:trHeight w:val="70"/>
        </w:trPr>
        <w:tc>
          <w:tcPr>
            <w:tcW w:w="1396" w:type="pct"/>
            <w:shd w:val="clear" w:color="auto" w:fill="auto"/>
          </w:tcPr>
          <w:p w14:paraId="340F847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58E2CD" w14:textId="6D5F66F4" w:rsidR="008547E9" w:rsidRPr="000754EC" w:rsidRDefault="00262E69" w:rsidP="00AB5133">
            <w:pPr>
              <w:pStyle w:val="SIText"/>
            </w:pPr>
            <w:r>
              <w:t>Common Technical</w:t>
            </w:r>
            <w:r w:rsidR="00A23280">
              <w:t xml:space="preserve"> (</w:t>
            </w:r>
            <w:r>
              <w:t>COT</w:t>
            </w:r>
            <w:r w:rsidR="00A23280">
              <w:t>)</w:t>
            </w:r>
          </w:p>
        </w:tc>
      </w:tr>
    </w:tbl>
    <w:p w14:paraId="5A3E7C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5282B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3D92A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2FF1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61C258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96E88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7DD3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F45A3F" w:rsidRPr="00963A46" w14:paraId="505922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D81891" w14:textId="77777777" w:rsidR="00F45A3F" w:rsidRPr="00F45A3F" w:rsidRDefault="00F45A3F" w:rsidP="000C1BDB">
            <w:pPr>
              <w:pStyle w:val="SIText"/>
            </w:pPr>
            <w:r w:rsidRPr="00F45A3F">
              <w:t>1. Prepare for felling</w:t>
            </w:r>
          </w:p>
        </w:tc>
        <w:tc>
          <w:tcPr>
            <w:tcW w:w="3604" w:type="pct"/>
            <w:shd w:val="clear" w:color="auto" w:fill="auto"/>
          </w:tcPr>
          <w:p w14:paraId="0479C8F0" w14:textId="3732A41D" w:rsidR="000A7BF8" w:rsidRPr="000A7BF8" w:rsidRDefault="00F45A3F" w:rsidP="000C1BDB">
            <w:pPr>
              <w:pStyle w:val="SIText"/>
            </w:pPr>
            <w:r w:rsidRPr="00F45A3F">
              <w:t>1.1</w:t>
            </w:r>
            <w:r w:rsidR="000A7BF8">
              <w:t xml:space="preserve"> </w:t>
            </w:r>
            <w:r w:rsidR="006658C0">
              <w:t xml:space="preserve">Determine job requirements from </w:t>
            </w:r>
            <w:r w:rsidR="000A7BF8">
              <w:t xml:space="preserve">work </w:t>
            </w:r>
            <w:r w:rsidR="000A7BF8" w:rsidRPr="000A7BF8">
              <w:t xml:space="preserve">order or instruction and, where </w:t>
            </w:r>
            <w:proofErr w:type="gramStart"/>
            <w:r w:rsidR="000A7BF8" w:rsidRPr="000A7BF8">
              <w:t>required</w:t>
            </w:r>
            <w:proofErr w:type="gramEnd"/>
            <w:r w:rsidR="000A7BF8" w:rsidRPr="000A7BF8">
              <w:t>, seek clarification from appropriate personnel</w:t>
            </w:r>
          </w:p>
          <w:p w14:paraId="4F1E54FC" w14:textId="51CC5311" w:rsidR="000A7BF8" w:rsidRPr="000A7BF8" w:rsidRDefault="000A7BF8" w:rsidP="000C1BDB">
            <w:pPr>
              <w:pStyle w:val="SIText"/>
            </w:pPr>
            <w:r>
              <w:t xml:space="preserve">1.2 </w:t>
            </w:r>
            <w:r w:rsidR="006658C0">
              <w:t xml:space="preserve">Confirm </w:t>
            </w:r>
            <w:r w:rsidR="009D1B45">
              <w:t xml:space="preserve">workplace </w:t>
            </w:r>
            <w:r w:rsidR="00AD2DF3">
              <w:t xml:space="preserve">health and </w:t>
            </w:r>
            <w:r w:rsidR="006658C0">
              <w:t xml:space="preserve">safety and environmental </w:t>
            </w:r>
            <w:r w:rsidR="00AD2DF3">
              <w:t xml:space="preserve">protection </w:t>
            </w:r>
            <w:r w:rsidR="009D1B45">
              <w:t>practices and/or procedures</w:t>
            </w:r>
            <w:r w:rsidR="009D1B45">
              <w:t xml:space="preserve"> </w:t>
            </w:r>
            <w:r w:rsidR="006658C0">
              <w:t xml:space="preserve">for task </w:t>
            </w:r>
          </w:p>
          <w:p w14:paraId="59AF316B" w14:textId="5941E542" w:rsidR="000A7BF8" w:rsidRPr="000A7BF8" w:rsidRDefault="000A7BF8" w:rsidP="000C1BDB">
            <w:pPr>
              <w:pStyle w:val="SIText"/>
            </w:pPr>
            <w:r w:rsidRPr="00B2235C">
              <w:t>1.</w:t>
            </w:r>
            <w:r w:rsidRPr="000A7BF8">
              <w:t xml:space="preserve">3 Identify, </w:t>
            </w:r>
            <w:proofErr w:type="gramStart"/>
            <w:r w:rsidRPr="000A7BF8">
              <w:t>assess</w:t>
            </w:r>
            <w:proofErr w:type="gramEnd"/>
            <w:r w:rsidRPr="000A7BF8">
              <w:t xml:space="preserve"> and take actions to mitigate risks and hazards associated with </w:t>
            </w:r>
            <w:r w:rsidR="00FE2730">
              <w:t>felling intermediate trees</w:t>
            </w:r>
          </w:p>
          <w:p w14:paraId="5D2E1354" w14:textId="51FCC16A" w:rsidR="006658C0" w:rsidRDefault="006658C0" w:rsidP="000C1BDB">
            <w:pPr>
              <w:pStyle w:val="SIText"/>
            </w:pPr>
            <w:r>
              <w:t>1.</w:t>
            </w:r>
            <w:r w:rsidR="009523CD">
              <w:t>4</w:t>
            </w:r>
            <w:r w:rsidRPr="006658C0">
              <w:t xml:space="preserve"> Identify, </w:t>
            </w:r>
            <w:proofErr w:type="gramStart"/>
            <w:r w:rsidRPr="006658C0">
              <w:t>assess</w:t>
            </w:r>
            <w:proofErr w:type="gramEnd"/>
            <w:r w:rsidRPr="006658C0">
              <w:t xml:space="preserve"> and determine felling requirements of trees to be felled according to work order or instruction</w:t>
            </w:r>
          </w:p>
          <w:p w14:paraId="12B55F36" w14:textId="4BA8703B" w:rsidR="000A7BF8" w:rsidRPr="000A7BF8" w:rsidRDefault="000A7BF8" w:rsidP="000C1BDB">
            <w:pPr>
              <w:pStyle w:val="SIText"/>
            </w:pPr>
            <w:r w:rsidRPr="001F604F">
              <w:t>1.5 Consult</w:t>
            </w:r>
            <w:r w:rsidRPr="000A7BF8">
              <w:t xml:space="preserve"> and </w:t>
            </w:r>
            <w:proofErr w:type="gramStart"/>
            <w:r w:rsidRPr="000A7BF8">
              <w:t>maintain</w:t>
            </w:r>
            <w:proofErr w:type="gramEnd"/>
            <w:r w:rsidRPr="000A7BF8">
              <w:t xml:space="preserve"> communication with team members and other appropriate personnel to ensure that work is coordinated effectively with others in the workplace</w:t>
            </w:r>
          </w:p>
          <w:p w14:paraId="531245ED" w14:textId="67D46D30" w:rsidR="000A7BF8" w:rsidRDefault="000A7BF8" w:rsidP="000C1BDB">
            <w:pPr>
              <w:pStyle w:val="SIText"/>
            </w:pPr>
            <w:r w:rsidRPr="001F604F">
              <w:t>1.6 Obtain tools</w:t>
            </w:r>
            <w:r w:rsidRPr="000A7BF8">
              <w:t xml:space="preserve"> and equipment needed for the work</w:t>
            </w:r>
            <w:r w:rsidR="00A23280">
              <w:t>,</w:t>
            </w:r>
            <w:r w:rsidRPr="000A7BF8">
              <w:t xml:space="preserve"> and check for correct operation and safety</w:t>
            </w:r>
          </w:p>
          <w:p w14:paraId="44D23C1E" w14:textId="6CFABCF5" w:rsidR="00F45A3F" w:rsidRPr="00F45A3F" w:rsidRDefault="006658C0" w:rsidP="00AB5110">
            <w:pPr>
              <w:pStyle w:val="SIText"/>
            </w:pPr>
            <w:r>
              <w:t>1.</w:t>
            </w:r>
            <w:r w:rsidRPr="006658C0">
              <w:t xml:space="preserve">7 Select, </w:t>
            </w:r>
            <w:proofErr w:type="gramStart"/>
            <w:r w:rsidRPr="006658C0">
              <w:t>fit</w:t>
            </w:r>
            <w:proofErr w:type="gramEnd"/>
            <w:r w:rsidRPr="006658C0">
              <w:t xml:space="preserve"> and use personal protective equipment</w:t>
            </w:r>
          </w:p>
        </w:tc>
      </w:tr>
      <w:tr w:rsidR="00F45A3F" w:rsidRPr="00963A46" w14:paraId="63A6BD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817CBC" w14:textId="0E52244E" w:rsidR="00F45A3F" w:rsidRPr="00F45A3F" w:rsidRDefault="00F45A3F" w:rsidP="000C1BDB">
            <w:pPr>
              <w:pStyle w:val="SIText"/>
            </w:pPr>
            <w:r w:rsidRPr="00F45A3F">
              <w:t xml:space="preserve">2. </w:t>
            </w:r>
            <w:r w:rsidR="00D8096B">
              <w:t>A</w:t>
            </w:r>
            <w:r w:rsidR="00D8096B" w:rsidRPr="00F45A3F">
              <w:t xml:space="preserve">ssess </w:t>
            </w:r>
            <w:r w:rsidRPr="00F45A3F">
              <w:t>site conditions and surroundings</w:t>
            </w:r>
          </w:p>
        </w:tc>
        <w:tc>
          <w:tcPr>
            <w:tcW w:w="3604" w:type="pct"/>
            <w:shd w:val="clear" w:color="auto" w:fill="auto"/>
          </w:tcPr>
          <w:p w14:paraId="023A5F86" w14:textId="77777777" w:rsidR="000A7BF8" w:rsidRPr="000A7BF8" w:rsidRDefault="000A7BF8" w:rsidP="000C1BDB">
            <w:pPr>
              <w:pStyle w:val="SIText"/>
            </w:pPr>
            <w:r w:rsidRPr="007D15ED">
              <w:t xml:space="preserve">2.1 </w:t>
            </w:r>
            <w:r w:rsidRPr="000A7BF8">
              <w:t>Inspect site for conditions likely to affect safe implementation of felling activities</w:t>
            </w:r>
          </w:p>
          <w:p w14:paraId="146F5307" w14:textId="77777777" w:rsidR="000A7BF8" w:rsidRPr="000A7BF8" w:rsidRDefault="000A7BF8" w:rsidP="000C1BDB">
            <w:pPr>
              <w:pStyle w:val="SIText"/>
            </w:pPr>
            <w:r w:rsidRPr="007D15ED">
              <w:t xml:space="preserve">2.2 Identify and report site environmental conditions to </w:t>
            </w:r>
            <w:proofErr w:type="gramStart"/>
            <w:r w:rsidRPr="007D15ED">
              <w:t>appropriate personnel</w:t>
            </w:r>
            <w:proofErr w:type="gramEnd"/>
          </w:p>
          <w:p w14:paraId="0DD0E1A1" w14:textId="77777777" w:rsidR="000A7BF8" w:rsidRPr="000A7BF8" w:rsidRDefault="000A7BF8" w:rsidP="000C1BDB">
            <w:pPr>
              <w:pStyle w:val="SIText"/>
            </w:pPr>
            <w:r>
              <w:t xml:space="preserve">2.3 Determine fall zone </w:t>
            </w:r>
            <w:r w:rsidRPr="000A7BF8">
              <w:t>and implement control measures to minimise risks and hazards in the zone according to safe work procedures</w:t>
            </w:r>
          </w:p>
          <w:p w14:paraId="4042F466" w14:textId="072DF17B" w:rsidR="00F45A3F" w:rsidRPr="00F45A3F" w:rsidRDefault="000A7BF8" w:rsidP="000C1BDB">
            <w:pPr>
              <w:pStyle w:val="SIText"/>
            </w:pPr>
            <w:r w:rsidRPr="007D15ED">
              <w:t>2.4 Monitor</w:t>
            </w:r>
            <w:r w:rsidRPr="000A7BF8">
              <w:t xml:space="preserve"> location and activity of other personnel on the work site</w:t>
            </w:r>
            <w:r w:rsidR="00A23280">
              <w:t>,</w:t>
            </w:r>
            <w:r w:rsidRPr="000A7BF8">
              <w:t xml:space="preserve"> and implement control measures according to workplace safety procedures</w:t>
            </w:r>
          </w:p>
        </w:tc>
      </w:tr>
      <w:tr w:rsidR="00F45A3F" w:rsidRPr="00963A46" w14:paraId="2F16B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BEE129" w14:textId="77777777" w:rsidR="00F45A3F" w:rsidRPr="00F45A3F" w:rsidRDefault="00F45A3F" w:rsidP="000C1BDB">
            <w:pPr>
              <w:pStyle w:val="SIText"/>
            </w:pPr>
            <w:r w:rsidRPr="00F45A3F">
              <w:t>3. Assess tree and plan felling</w:t>
            </w:r>
          </w:p>
        </w:tc>
        <w:tc>
          <w:tcPr>
            <w:tcW w:w="3604" w:type="pct"/>
            <w:shd w:val="clear" w:color="auto" w:fill="auto"/>
          </w:tcPr>
          <w:p w14:paraId="53270551" w14:textId="06090365" w:rsidR="006658C0" w:rsidRDefault="006658C0" w:rsidP="000C1BDB">
            <w:pPr>
              <w:pStyle w:val="SIText"/>
            </w:pPr>
            <w:r w:rsidRPr="00F45A3F">
              <w:t>3.</w:t>
            </w:r>
            <w:r>
              <w:t>1</w:t>
            </w:r>
            <w:r w:rsidRPr="00F45A3F">
              <w:t xml:space="preserve"> </w:t>
            </w:r>
            <w:r w:rsidRPr="006658C0">
              <w:t xml:space="preserve">Identify trees considered outside own skill level, and seek </w:t>
            </w:r>
            <w:proofErr w:type="gramStart"/>
            <w:r w:rsidRPr="006658C0">
              <w:t>assistance</w:t>
            </w:r>
            <w:proofErr w:type="gramEnd"/>
            <w:r w:rsidRPr="006658C0">
              <w:t xml:space="preserve"> from appropriate personnel where required</w:t>
            </w:r>
          </w:p>
          <w:p w14:paraId="4BD0A973" w14:textId="29FC8576" w:rsidR="00F45A3F" w:rsidRPr="00F45A3F" w:rsidRDefault="00F45A3F" w:rsidP="000C1BDB">
            <w:pPr>
              <w:pStyle w:val="SIText"/>
            </w:pPr>
            <w:r w:rsidRPr="00F45A3F">
              <w:t>3.</w:t>
            </w:r>
            <w:r w:rsidR="006658C0">
              <w:t>2</w:t>
            </w:r>
            <w:r w:rsidR="006658C0" w:rsidRPr="00F45A3F">
              <w:t xml:space="preserve"> </w:t>
            </w:r>
            <w:r w:rsidR="006658C0">
              <w:t>A</w:t>
            </w:r>
            <w:r w:rsidRPr="00F45A3F">
              <w:t>ssess tree</w:t>
            </w:r>
            <w:r w:rsidR="006658C0">
              <w:t xml:space="preserve"> visually to </w:t>
            </w:r>
            <w:proofErr w:type="gramStart"/>
            <w:r w:rsidR="006658C0">
              <w:t>identify</w:t>
            </w:r>
            <w:proofErr w:type="gramEnd"/>
            <w:r w:rsidR="006658C0">
              <w:t xml:space="preserve"> </w:t>
            </w:r>
            <w:r w:rsidRPr="00F45A3F">
              <w:t>felling characteristics</w:t>
            </w:r>
          </w:p>
          <w:p w14:paraId="1F018C87" w14:textId="5798D25D" w:rsidR="00F45A3F" w:rsidRPr="00F45A3F" w:rsidRDefault="00F45A3F" w:rsidP="000C1BDB">
            <w:pPr>
              <w:pStyle w:val="SIText"/>
            </w:pPr>
            <w:r w:rsidRPr="00F45A3F">
              <w:t>3.</w:t>
            </w:r>
            <w:r w:rsidR="006658C0">
              <w:t>3</w:t>
            </w:r>
            <w:r w:rsidR="006658C0" w:rsidRPr="00F45A3F">
              <w:t xml:space="preserve"> </w:t>
            </w:r>
            <w:r w:rsidRPr="00F45A3F">
              <w:t>Confirm tree is safe to fell</w:t>
            </w:r>
          </w:p>
          <w:p w14:paraId="20900384" w14:textId="35A893B4" w:rsidR="000A7BF8" w:rsidRPr="000A7BF8" w:rsidRDefault="000A7BF8" w:rsidP="000C1BDB">
            <w:pPr>
              <w:pStyle w:val="SIText"/>
            </w:pPr>
            <w:r w:rsidRPr="00F45A3F">
              <w:t>3.</w:t>
            </w:r>
            <w:r w:rsidR="006658C0">
              <w:t>4</w:t>
            </w:r>
            <w:r w:rsidR="006658C0" w:rsidRPr="00F45A3F">
              <w:t xml:space="preserve"> </w:t>
            </w:r>
            <w:r w:rsidRPr="000A7BF8">
              <w:t xml:space="preserve">Assess trees and site to </w:t>
            </w:r>
            <w:proofErr w:type="gramStart"/>
            <w:r w:rsidRPr="000A7BF8">
              <w:t>determine</w:t>
            </w:r>
            <w:proofErr w:type="gramEnd"/>
            <w:r w:rsidRPr="000A7BF8">
              <w:t xml:space="preserve"> complexity of felling requirements</w:t>
            </w:r>
          </w:p>
          <w:p w14:paraId="2578F126" w14:textId="23436C4F" w:rsidR="00F45A3F" w:rsidRPr="00F45A3F" w:rsidRDefault="00F45A3F" w:rsidP="000C1BDB">
            <w:pPr>
              <w:pStyle w:val="SIText"/>
            </w:pPr>
            <w:r w:rsidRPr="00F45A3F">
              <w:t>3.</w:t>
            </w:r>
            <w:r w:rsidR="006658C0">
              <w:t>5</w:t>
            </w:r>
            <w:r w:rsidR="006658C0" w:rsidRPr="00F45A3F">
              <w:t xml:space="preserve"> </w:t>
            </w:r>
            <w:r w:rsidRPr="00F45A3F">
              <w:t>Assess and progressively plan tree-felling sequence for individual trees</w:t>
            </w:r>
          </w:p>
          <w:p w14:paraId="2BC80CE2" w14:textId="23BACBC9" w:rsidR="00F45A3F" w:rsidRPr="00F45A3F" w:rsidRDefault="00F45A3F" w:rsidP="000C1BDB">
            <w:pPr>
              <w:pStyle w:val="SIText"/>
            </w:pPr>
            <w:r w:rsidRPr="00F45A3F">
              <w:t>3.</w:t>
            </w:r>
            <w:r w:rsidR="006658C0">
              <w:t>6</w:t>
            </w:r>
            <w:r w:rsidR="006658C0" w:rsidRPr="00F45A3F">
              <w:t xml:space="preserve"> </w:t>
            </w:r>
            <w:r w:rsidRPr="00F45A3F">
              <w:t>Assess and check required f</w:t>
            </w:r>
            <w:r w:rsidR="001B0258">
              <w:t>e</w:t>
            </w:r>
            <w:r w:rsidRPr="00F45A3F">
              <w:t xml:space="preserve">lling direction and </w:t>
            </w:r>
            <w:proofErr w:type="gramStart"/>
            <w:r w:rsidRPr="00F45A3F">
              <w:t>possible deviation</w:t>
            </w:r>
            <w:proofErr w:type="gramEnd"/>
          </w:p>
          <w:p w14:paraId="34A2F7EB" w14:textId="443C4EF1" w:rsidR="00F45A3F" w:rsidRDefault="00F45A3F" w:rsidP="000C1BDB">
            <w:pPr>
              <w:pStyle w:val="SIText"/>
            </w:pPr>
            <w:r w:rsidRPr="00F45A3F">
              <w:t>3.</w:t>
            </w:r>
            <w:r w:rsidR="006658C0">
              <w:t>7</w:t>
            </w:r>
            <w:r w:rsidR="006658C0" w:rsidRPr="00F45A3F">
              <w:t xml:space="preserve"> </w:t>
            </w:r>
            <w:r w:rsidRPr="00F45A3F">
              <w:t>Plan sequence of cuts to fell tree according to standard felling procedures</w:t>
            </w:r>
          </w:p>
          <w:p w14:paraId="1BC55F2E" w14:textId="58AD3D5B" w:rsidR="00195B61" w:rsidRDefault="00195B61" w:rsidP="000C1BDB">
            <w:pPr>
              <w:pStyle w:val="SIText"/>
            </w:pPr>
            <w:r>
              <w:t>3.</w:t>
            </w:r>
            <w:r w:rsidR="006658C0">
              <w:t xml:space="preserve">8 </w:t>
            </w:r>
            <w:r w:rsidR="002C42EB" w:rsidRPr="002C42EB">
              <w:t>Assess need, safety and suitability of an industry approved technique and associated equipment to control tree fall</w:t>
            </w:r>
          </w:p>
          <w:p w14:paraId="0A886EFE" w14:textId="01C909E5" w:rsidR="00F45A3F" w:rsidRPr="00F45A3F" w:rsidRDefault="006658C0" w:rsidP="00AB5110">
            <w:pPr>
              <w:pStyle w:val="SIText"/>
            </w:pPr>
            <w:r>
              <w:t>3</w:t>
            </w:r>
            <w:r w:rsidRPr="00F45A3F">
              <w:t>.</w:t>
            </w:r>
            <w:r>
              <w:t>9</w:t>
            </w:r>
            <w:r w:rsidRPr="00F45A3F">
              <w:t xml:space="preserve"> </w:t>
            </w:r>
            <w:r w:rsidRPr="006658C0">
              <w:t>Identify suitable escape routes, and clear growth and other obstacles according to environmental care principles and workplace procedures</w:t>
            </w:r>
          </w:p>
        </w:tc>
      </w:tr>
      <w:tr w:rsidR="00F45A3F" w:rsidRPr="00963A46" w14:paraId="385266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25C952" w14:textId="77777777" w:rsidR="00F45A3F" w:rsidRPr="00F45A3F" w:rsidRDefault="00F45A3F" w:rsidP="007C2D81">
            <w:pPr>
              <w:pStyle w:val="SIText"/>
            </w:pPr>
            <w:r w:rsidRPr="00F45A3F">
              <w:t>4. Apply tree-felling techniques</w:t>
            </w:r>
          </w:p>
        </w:tc>
        <w:tc>
          <w:tcPr>
            <w:tcW w:w="3604" w:type="pct"/>
            <w:shd w:val="clear" w:color="auto" w:fill="auto"/>
          </w:tcPr>
          <w:p w14:paraId="38C1F02B" w14:textId="5B2F95AB" w:rsidR="002C42EB" w:rsidRPr="00F45A3F" w:rsidRDefault="002C42EB" w:rsidP="007C2D81">
            <w:pPr>
              <w:pStyle w:val="SIText"/>
            </w:pPr>
            <w:r>
              <w:t>4</w:t>
            </w:r>
            <w:r w:rsidRPr="002C42EB">
              <w:t>.</w:t>
            </w:r>
            <w:r w:rsidR="00880912">
              <w:t>1</w:t>
            </w:r>
            <w:r w:rsidR="00880912" w:rsidRPr="002C42EB">
              <w:t xml:space="preserve"> </w:t>
            </w:r>
            <w:r>
              <w:t>A</w:t>
            </w:r>
            <w:r w:rsidRPr="002C42EB">
              <w:t>pply an industry approved technique and equipment</w:t>
            </w:r>
            <w:r w:rsidR="009F060D">
              <w:t xml:space="preserve"> </w:t>
            </w:r>
            <w:r w:rsidRPr="002C42EB">
              <w:t>to ensure that the tree falls in the direction of the scarf cut</w:t>
            </w:r>
          </w:p>
          <w:p w14:paraId="6B246137" w14:textId="157E1E83" w:rsidR="00F45A3F" w:rsidRP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2</w:t>
            </w:r>
            <w:r w:rsidR="00880912" w:rsidRPr="00F45A3F">
              <w:t xml:space="preserve"> </w:t>
            </w:r>
            <w:proofErr w:type="gramStart"/>
            <w:r w:rsidRPr="00F45A3F">
              <w:t>Fell</w:t>
            </w:r>
            <w:proofErr w:type="gramEnd"/>
            <w:r w:rsidRPr="00F45A3F">
              <w:t xml:space="preserve"> individual trees using planned </w:t>
            </w:r>
            <w:r w:rsidR="002C42EB">
              <w:t xml:space="preserve">and appropriate </w:t>
            </w:r>
            <w:r w:rsidRPr="00F45A3F">
              <w:t xml:space="preserve">techniques according to </w:t>
            </w:r>
            <w:r w:rsidR="002C42EB">
              <w:t xml:space="preserve">the </w:t>
            </w:r>
            <w:r w:rsidR="004625CA">
              <w:t xml:space="preserve">current Australian Standard and industry code of practice </w:t>
            </w:r>
            <w:r w:rsidRPr="00F45A3F">
              <w:t>at a safe distance from other personnel in the work area</w:t>
            </w:r>
          </w:p>
          <w:p w14:paraId="6DB2654D" w14:textId="225B188C" w:rsid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3</w:t>
            </w:r>
            <w:r w:rsidR="00880912" w:rsidRPr="00F45A3F">
              <w:t xml:space="preserve"> </w:t>
            </w:r>
            <w:r w:rsidRPr="00F45A3F">
              <w:t>Adjust cutting technique in response to movement and condition of tree</w:t>
            </w:r>
          </w:p>
          <w:p w14:paraId="7A12829E" w14:textId="191CDAC5" w:rsidR="003C2A3F" w:rsidRPr="00F45A3F" w:rsidRDefault="003C2A3F" w:rsidP="007C2D81">
            <w:pPr>
              <w:pStyle w:val="SIText"/>
            </w:pPr>
            <w:r w:rsidRPr="003C2A3F">
              <w:t>4.</w:t>
            </w:r>
            <w:r w:rsidR="00880912">
              <w:t>4</w:t>
            </w:r>
            <w:r w:rsidR="00880912" w:rsidRPr="003C2A3F">
              <w:t xml:space="preserve"> </w:t>
            </w:r>
            <w:r w:rsidR="003B0BAF">
              <w:t>Maintain</w:t>
            </w:r>
            <w:r>
              <w:t xml:space="preserve"> accuracy of cuts and </w:t>
            </w:r>
            <w:r w:rsidRPr="003C2A3F">
              <w:t>consisten</w:t>
            </w:r>
            <w:r>
              <w:t>cy</w:t>
            </w:r>
            <w:r w:rsidRPr="003C2A3F">
              <w:t xml:space="preserve"> with </w:t>
            </w:r>
            <w:r w:rsidR="002C42EB">
              <w:t xml:space="preserve">the </w:t>
            </w:r>
            <w:r w:rsidRPr="003C2A3F">
              <w:t>cutting technique</w:t>
            </w:r>
          </w:p>
          <w:p w14:paraId="6FE53195" w14:textId="69B9280D" w:rsidR="00F45A3F" w:rsidRP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5</w:t>
            </w:r>
            <w:r w:rsidR="00880912" w:rsidRPr="00F45A3F">
              <w:t xml:space="preserve"> </w:t>
            </w:r>
            <w:r w:rsidRPr="00F45A3F">
              <w:t>Use planned escape route when tree starts to fall</w:t>
            </w:r>
            <w:r w:rsidR="009150CD">
              <w:t>,</w:t>
            </w:r>
            <w:r w:rsidRPr="00F45A3F">
              <w:t xml:space="preserve"> and </w:t>
            </w:r>
            <w:proofErr w:type="gramStart"/>
            <w:r w:rsidR="002B3CEB" w:rsidRPr="007D15ED">
              <w:t>monitor</w:t>
            </w:r>
            <w:proofErr w:type="gramEnd"/>
            <w:r w:rsidR="002B3CEB" w:rsidRPr="007D15ED">
              <w:t xml:space="preserve"> the fall</w:t>
            </w:r>
            <w:r w:rsidR="002B3CEB" w:rsidRPr="002B3CEB">
              <w:t xml:space="preserve"> of the tree until all movement has stopped</w:t>
            </w:r>
          </w:p>
          <w:p w14:paraId="46AC0FA6" w14:textId="339568BB" w:rsidR="00F45A3F" w:rsidRP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6</w:t>
            </w:r>
            <w:r w:rsidR="00880912" w:rsidRPr="00F45A3F">
              <w:t xml:space="preserve"> </w:t>
            </w:r>
            <w:r w:rsidRPr="00F45A3F">
              <w:t>Delay movement back into the felling area until all tree material, including from adjacent tree crowns, has fallen</w:t>
            </w:r>
            <w:r w:rsidR="008A473B">
              <w:t xml:space="preserve"> or is stable enough to allow </w:t>
            </w:r>
            <w:r w:rsidR="008A473B" w:rsidRPr="008A473B">
              <w:t>safe access back into the felling area</w:t>
            </w:r>
          </w:p>
          <w:p w14:paraId="51E12A25" w14:textId="7056A70C" w:rsidR="00F45A3F" w:rsidRP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7</w:t>
            </w:r>
            <w:r w:rsidR="00880912" w:rsidRPr="00F45A3F">
              <w:t xml:space="preserve"> </w:t>
            </w:r>
            <w:r w:rsidRPr="00F45A3F">
              <w:t>Identify procedures for removal of trees that are hung-up</w:t>
            </w:r>
            <w:r w:rsidR="008A473B">
              <w:t xml:space="preserve"> if safe to do so</w:t>
            </w:r>
          </w:p>
          <w:p w14:paraId="486A7D36" w14:textId="269B9316" w:rsidR="009E09D8" w:rsidRPr="00F45A3F" w:rsidRDefault="00F45A3F" w:rsidP="007C2D81">
            <w:pPr>
              <w:pStyle w:val="SIText"/>
            </w:pPr>
            <w:r w:rsidRPr="00F45A3F">
              <w:t>4.</w:t>
            </w:r>
            <w:r w:rsidR="00880912">
              <w:t>8</w:t>
            </w:r>
            <w:r w:rsidR="00880912" w:rsidRPr="00F45A3F">
              <w:t xml:space="preserve"> </w:t>
            </w:r>
            <w:r w:rsidRPr="00F45A3F">
              <w:t xml:space="preserve">Dispose of waste materials </w:t>
            </w:r>
            <w:r w:rsidR="00454853">
              <w:t>according to</w:t>
            </w:r>
            <w:r w:rsidRPr="00F45A3F">
              <w:t xml:space="preserve"> </w:t>
            </w:r>
            <w:r w:rsidR="006D2FD9">
              <w:t xml:space="preserve">workplace </w:t>
            </w:r>
            <w:r w:rsidRPr="00F45A3F">
              <w:t xml:space="preserve">environmental </w:t>
            </w:r>
            <w:r w:rsidR="006D2FD9">
              <w:t xml:space="preserve">protection </w:t>
            </w:r>
            <w:r w:rsidRPr="00F45A3F">
              <w:t xml:space="preserve">and operational </w:t>
            </w:r>
            <w:r w:rsidR="006D2FD9">
              <w:t>practices and/ or procedures</w:t>
            </w:r>
          </w:p>
        </w:tc>
      </w:tr>
      <w:tr w:rsidR="008A473B" w:rsidRPr="00963A46" w14:paraId="3828053A" w14:textId="77777777" w:rsidTr="00096F85">
        <w:trPr>
          <w:cantSplit/>
        </w:trPr>
        <w:tc>
          <w:tcPr>
            <w:tcW w:w="1396" w:type="pct"/>
            <w:shd w:val="clear" w:color="auto" w:fill="auto"/>
          </w:tcPr>
          <w:p w14:paraId="4775894B" w14:textId="77777777" w:rsidR="008A473B" w:rsidRPr="008A473B" w:rsidRDefault="008A473B" w:rsidP="007C2D81">
            <w:pPr>
              <w:pStyle w:val="SIText"/>
            </w:pPr>
            <w:r w:rsidRPr="007D15ED">
              <w:t xml:space="preserve">5. </w:t>
            </w:r>
            <w:proofErr w:type="gramStart"/>
            <w:r w:rsidRPr="007D15ED">
              <w:t>Maintain</w:t>
            </w:r>
            <w:proofErr w:type="gramEnd"/>
            <w:r w:rsidRPr="007D15ED">
              <w:t xml:space="preserve"> </w:t>
            </w:r>
            <w:r w:rsidRPr="008A473B">
              <w:t>chainsaw and cutting attachments</w:t>
            </w:r>
          </w:p>
        </w:tc>
        <w:tc>
          <w:tcPr>
            <w:tcW w:w="3604" w:type="pct"/>
            <w:shd w:val="clear" w:color="auto" w:fill="auto"/>
          </w:tcPr>
          <w:p w14:paraId="0320E229" w14:textId="77777777" w:rsidR="008A473B" w:rsidRPr="008A473B" w:rsidRDefault="008A473B" w:rsidP="007C2D81">
            <w:pPr>
              <w:pStyle w:val="SIText"/>
            </w:pPr>
            <w:r>
              <w:t>5.</w:t>
            </w:r>
            <w:r w:rsidRPr="008A473B">
              <w:t xml:space="preserve">1 Follow workplace health and safety procedures and manufacturer instructions to lock out equipment </w:t>
            </w:r>
          </w:p>
          <w:p w14:paraId="1F90DF31" w14:textId="265894DF" w:rsidR="008A473B" w:rsidRPr="008A473B" w:rsidRDefault="008A473B" w:rsidP="007C2D81">
            <w:pPr>
              <w:pStyle w:val="SIText"/>
            </w:pPr>
            <w:r w:rsidRPr="007D15ED">
              <w:t>5.</w:t>
            </w:r>
            <w:r w:rsidRPr="008A473B">
              <w:t>2 Inspect chainsaw on completion of activities</w:t>
            </w:r>
          </w:p>
          <w:p w14:paraId="13CF194C" w14:textId="1E4638A5" w:rsidR="008A473B" w:rsidRPr="008A473B" w:rsidRDefault="008A473B" w:rsidP="007C2D81">
            <w:pPr>
              <w:pStyle w:val="SIText"/>
            </w:pPr>
            <w:r w:rsidRPr="007D15ED">
              <w:t>5.</w:t>
            </w:r>
            <w:r w:rsidRPr="008A473B">
              <w:t xml:space="preserve">3 </w:t>
            </w:r>
            <w:r w:rsidR="000C1BDB">
              <w:t xml:space="preserve">Inspect for </w:t>
            </w:r>
            <w:r w:rsidRPr="008A473B">
              <w:t>damage to chainsaw and cutting attachments</w:t>
            </w:r>
            <w:r w:rsidR="009150CD">
              <w:t>,</w:t>
            </w:r>
            <w:r w:rsidRPr="008A473B">
              <w:t xml:space="preserve"> and tag for repair, </w:t>
            </w:r>
            <w:proofErr w:type="gramStart"/>
            <w:r w:rsidRPr="008A473B">
              <w:t>service</w:t>
            </w:r>
            <w:proofErr w:type="gramEnd"/>
            <w:r w:rsidRPr="008A473B">
              <w:t xml:space="preserve"> or replacement according to workplace requirements and manufacturer recommendations</w:t>
            </w:r>
            <w:r w:rsidR="000C1BDB">
              <w:t xml:space="preserve"> if required</w:t>
            </w:r>
          </w:p>
          <w:p w14:paraId="20CB73D9" w14:textId="71B6534C" w:rsidR="008A473B" w:rsidRPr="008A473B" w:rsidRDefault="008A473B" w:rsidP="00C47ECF">
            <w:pPr>
              <w:pStyle w:val="SIText"/>
            </w:pPr>
            <w:r w:rsidRPr="007D15ED">
              <w:t>5.</w:t>
            </w:r>
            <w:r w:rsidRPr="008A473B">
              <w:t>4 Remove, clean, adjust</w:t>
            </w:r>
            <w:r w:rsidR="007C2D81">
              <w:t xml:space="preserve">, </w:t>
            </w:r>
            <w:proofErr w:type="gramStart"/>
            <w:r w:rsidR="007C2D81">
              <w:t>sharpen</w:t>
            </w:r>
            <w:proofErr w:type="gramEnd"/>
            <w:r w:rsidRPr="008A473B">
              <w:t xml:space="preserve"> or replace chain and other components according to workplace requirements and manufacturer recommendations</w:t>
            </w:r>
          </w:p>
        </w:tc>
      </w:tr>
    </w:tbl>
    <w:p w14:paraId="4C257800" w14:textId="77777777" w:rsidR="005F771F" w:rsidRDefault="005F771F" w:rsidP="005F771F">
      <w:pPr>
        <w:pStyle w:val="SIText"/>
      </w:pPr>
    </w:p>
    <w:p w14:paraId="54797AAE" w14:textId="77777777" w:rsidR="005F771F" w:rsidRPr="000754EC" w:rsidRDefault="005F771F" w:rsidP="000754EC">
      <w:r>
        <w:br w:type="page"/>
      </w:r>
    </w:p>
    <w:p w14:paraId="5364478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0CB05C4" w14:textId="77777777" w:rsidTr="00CA2922">
        <w:trPr>
          <w:tblHeader/>
        </w:trPr>
        <w:tc>
          <w:tcPr>
            <w:tcW w:w="5000" w:type="pct"/>
            <w:gridSpan w:val="2"/>
          </w:tcPr>
          <w:p w14:paraId="491878C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ADE64BA" w14:textId="77777777" w:rsidR="00F1480E" w:rsidRPr="00F35A17" w:rsidRDefault="00F1480E" w:rsidP="000F4674">
            <w:pPr>
              <w:pStyle w:val="SIText"/>
              <w:rPr>
                <w:rStyle w:val="SIText-Italic"/>
                <w:rFonts w:eastAsiaTheme="majorEastAsia"/>
              </w:rPr>
            </w:pPr>
            <w:r w:rsidRPr="00F35A17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F35A17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F35A17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5C191F8" w14:textId="77777777" w:rsidTr="00CA2922">
        <w:trPr>
          <w:tblHeader/>
        </w:trPr>
        <w:tc>
          <w:tcPr>
            <w:tcW w:w="1396" w:type="pct"/>
          </w:tcPr>
          <w:p w14:paraId="17A914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C71687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520C6" w:rsidRPr="00336FCA" w:rsidDel="00423CB2" w14:paraId="12816F5A" w14:textId="77777777" w:rsidTr="00CA2922">
        <w:tc>
          <w:tcPr>
            <w:tcW w:w="1396" w:type="pct"/>
          </w:tcPr>
          <w:p w14:paraId="0F472C80" w14:textId="7FE37B65" w:rsidR="00D520C6" w:rsidRPr="00D520C6" w:rsidRDefault="00D520C6" w:rsidP="00246C80">
            <w:pPr>
              <w:pStyle w:val="SIText"/>
            </w:pPr>
            <w:r w:rsidRPr="00D520C6">
              <w:t>Reading</w:t>
            </w:r>
          </w:p>
        </w:tc>
        <w:tc>
          <w:tcPr>
            <w:tcW w:w="3604" w:type="pct"/>
          </w:tcPr>
          <w:p w14:paraId="3882F1C2" w14:textId="396679A6" w:rsidR="00D520C6" w:rsidRPr="00D520C6" w:rsidRDefault="00F22706" w:rsidP="00246C80">
            <w:pPr>
              <w:pStyle w:val="SIBulletList1"/>
            </w:pPr>
            <w:r>
              <w:t>Interpret</w:t>
            </w:r>
            <w:r w:rsidRPr="00D520C6">
              <w:t xml:space="preserve"> </w:t>
            </w:r>
            <w:r w:rsidR="00D520C6" w:rsidRPr="00D520C6">
              <w:t xml:space="preserve">workplace documentation and </w:t>
            </w:r>
            <w:r w:rsidR="00F35A17">
              <w:t xml:space="preserve">correctly </w:t>
            </w:r>
            <w:proofErr w:type="gramStart"/>
            <w:r w:rsidR="00F35A17">
              <w:t>identify</w:t>
            </w:r>
            <w:proofErr w:type="gramEnd"/>
            <w:r w:rsidR="00F35A17">
              <w:t xml:space="preserve"> work</w:t>
            </w:r>
            <w:r w:rsidR="00F753FE">
              <w:t xml:space="preserve"> </w:t>
            </w:r>
            <w:r w:rsidR="00D520C6" w:rsidRPr="00D520C6">
              <w:t>requirements</w:t>
            </w:r>
          </w:p>
        </w:tc>
      </w:tr>
      <w:tr w:rsidR="00D520C6" w:rsidRPr="00336FCA" w:rsidDel="00423CB2" w14:paraId="64CC4B1D" w14:textId="77777777" w:rsidTr="00CA2922">
        <w:tc>
          <w:tcPr>
            <w:tcW w:w="1396" w:type="pct"/>
          </w:tcPr>
          <w:p w14:paraId="71AAFB23" w14:textId="645C369E" w:rsidR="00D520C6" w:rsidRPr="00D520C6" w:rsidRDefault="00D520C6" w:rsidP="00246C80">
            <w:pPr>
              <w:pStyle w:val="SIText"/>
            </w:pPr>
            <w:r w:rsidRPr="00D520C6">
              <w:t>Writing</w:t>
            </w:r>
          </w:p>
        </w:tc>
        <w:tc>
          <w:tcPr>
            <w:tcW w:w="3604" w:type="pct"/>
          </w:tcPr>
          <w:p w14:paraId="477168BF" w14:textId="45538A60" w:rsidR="00D520C6" w:rsidRPr="00D520C6" w:rsidRDefault="00F36A83" w:rsidP="00246C80">
            <w:pPr>
              <w:pStyle w:val="SIBulletList1"/>
            </w:pPr>
            <w:r w:rsidRPr="00F36A83">
              <w:rPr>
                <w:rFonts w:eastAsiaTheme="minorHAnsi"/>
              </w:rPr>
              <w:t xml:space="preserve">Use technical and </w:t>
            </w:r>
            <w:r w:rsidR="00D8096B">
              <w:rPr>
                <w:rFonts w:eastAsiaTheme="minorHAnsi"/>
              </w:rPr>
              <w:t>workplace</w:t>
            </w:r>
            <w:r w:rsidR="00D8096B" w:rsidRPr="00F36A83">
              <w:rPr>
                <w:rFonts w:eastAsiaTheme="minorHAnsi"/>
              </w:rPr>
              <w:t xml:space="preserve"> </w:t>
            </w:r>
            <w:r w:rsidRPr="00F36A83">
              <w:rPr>
                <w:rFonts w:eastAsiaTheme="minorHAnsi"/>
              </w:rPr>
              <w:t>specific vocabulary to accurately and legibly complete workplace records and forms</w:t>
            </w:r>
          </w:p>
        </w:tc>
      </w:tr>
      <w:tr w:rsidR="00D520C6" w:rsidRPr="00336FCA" w:rsidDel="00423CB2" w14:paraId="3417F549" w14:textId="77777777" w:rsidTr="00CA2922">
        <w:tc>
          <w:tcPr>
            <w:tcW w:w="1396" w:type="pct"/>
          </w:tcPr>
          <w:p w14:paraId="34C73351" w14:textId="38D4C270" w:rsidR="00D520C6" w:rsidRPr="00D520C6" w:rsidRDefault="00D520C6" w:rsidP="00246C80">
            <w:pPr>
              <w:pStyle w:val="SIText"/>
            </w:pPr>
            <w:r w:rsidRPr="00D520C6">
              <w:t>Oral communication</w:t>
            </w:r>
          </w:p>
        </w:tc>
        <w:tc>
          <w:tcPr>
            <w:tcW w:w="3604" w:type="pct"/>
          </w:tcPr>
          <w:p w14:paraId="5534218C" w14:textId="6AB93FD2" w:rsidR="00D520C6" w:rsidRPr="00D520C6" w:rsidRDefault="00D520C6" w:rsidP="00246C80">
            <w:pPr>
              <w:pStyle w:val="SIBulletList1"/>
            </w:pPr>
            <w:r>
              <w:t>S</w:t>
            </w:r>
            <w:r w:rsidRPr="00D520C6">
              <w:t xml:space="preserve">elect and use </w:t>
            </w:r>
            <w:proofErr w:type="gramStart"/>
            <w:r w:rsidRPr="00D520C6">
              <w:t>appropriate spoken</w:t>
            </w:r>
            <w:proofErr w:type="gramEnd"/>
            <w:r w:rsidRPr="00D520C6">
              <w:t xml:space="preserve"> communication strategies with work colleagues and other personnel on site when felling trees</w:t>
            </w:r>
          </w:p>
          <w:p w14:paraId="5908725B" w14:textId="2115E497" w:rsidR="00D520C6" w:rsidRPr="00D520C6" w:rsidRDefault="00D520C6" w:rsidP="00246C80">
            <w:pPr>
              <w:pStyle w:val="SIBulletList1"/>
            </w:pPr>
            <w:r>
              <w:t>I</w:t>
            </w:r>
            <w:r w:rsidRPr="00D520C6">
              <w:t>nterpret hand signals with other operators to ensure safe tree felling</w:t>
            </w:r>
          </w:p>
        </w:tc>
      </w:tr>
      <w:tr w:rsidR="00D520C6" w:rsidRPr="00336FCA" w:rsidDel="00423CB2" w14:paraId="3C8C3C15" w14:textId="77777777" w:rsidTr="00CA2922">
        <w:tc>
          <w:tcPr>
            <w:tcW w:w="1396" w:type="pct"/>
          </w:tcPr>
          <w:p w14:paraId="5E09B0C8" w14:textId="75AFC548" w:rsidR="00D520C6" w:rsidRPr="00D520C6" w:rsidRDefault="00D520C6" w:rsidP="00246C80">
            <w:pPr>
              <w:pStyle w:val="SIText"/>
            </w:pPr>
            <w:r w:rsidRPr="00D520C6">
              <w:t>Numeracy</w:t>
            </w:r>
          </w:p>
        </w:tc>
        <w:tc>
          <w:tcPr>
            <w:tcW w:w="3604" w:type="pct"/>
          </w:tcPr>
          <w:p w14:paraId="40FCC7DD" w14:textId="1741F858" w:rsidR="00D520C6" w:rsidRPr="00D520C6" w:rsidRDefault="00F35A17">
            <w:pPr>
              <w:pStyle w:val="SIBulletList1"/>
            </w:pPr>
            <w:r>
              <w:t xml:space="preserve">Complete routine calculations and report on size, </w:t>
            </w:r>
            <w:proofErr w:type="gramStart"/>
            <w:r>
              <w:t>length</w:t>
            </w:r>
            <w:proofErr w:type="gramEnd"/>
            <w:r w:rsidR="009150CD">
              <w:t xml:space="preserve"> and</w:t>
            </w:r>
            <w:r>
              <w:t xml:space="preserve"> diameter of felled trees </w:t>
            </w:r>
          </w:p>
        </w:tc>
      </w:tr>
    </w:tbl>
    <w:p w14:paraId="25DD5A9D" w14:textId="77777777" w:rsidR="00916CD7" w:rsidRDefault="00916CD7" w:rsidP="005F771F">
      <w:pPr>
        <w:pStyle w:val="SIText"/>
      </w:pPr>
    </w:p>
    <w:p w14:paraId="37E9F5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341E45" w14:textId="77777777" w:rsidTr="00F33FF2">
        <w:tc>
          <w:tcPr>
            <w:tcW w:w="5000" w:type="pct"/>
            <w:gridSpan w:val="4"/>
          </w:tcPr>
          <w:p w14:paraId="256AE0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980263" w14:textId="77777777" w:rsidTr="00F33FF2">
        <w:tc>
          <w:tcPr>
            <w:tcW w:w="1028" w:type="pct"/>
          </w:tcPr>
          <w:p w14:paraId="3A79E9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F702B6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C2FE99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2222A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54853" w14:paraId="3D6BD66F" w14:textId="77777777" w:rsidTr="00F33FF2">
        <w:tc>
          <w:tcPr>
            <w:tcW w:w="1028" w:type="pct"/>
          </w:tcPr>
          <w:p w14:paraId="67A05FC3" w14:textId="0A8C4652" w:rsidR="00454853" w:rsidRPr="00454853" w:rsidRDefault="008C0F6D" w:rsidP="007D4CB2">
            <w:pPr>
              <w:pStyle w:val="SIText"/>
            </w:pPr>
            <w:r w:rsidRPr="00F45A3F">
              <w:t>FWP</w:t>
            </w:r>
            <w:r>
              <w:t>COT</w:t>
            </w:r>
            <w:r w:rsidRPr="00F45A3F">
              <w:t>3</w:t>
            </w:r>
            <w:r w:rsidR="00E9413E">
              <w:t>347</w:t>
            </w:r>
            <w:r>
              <w:t xml:space="preserve"> </w:t>
            </w:r>
            <w:r w:rsidR="00D2745A" w:rsidRPr="00F45A3F">
              <w:t>F</w:t>
            </w:r>
            <w:r w:rsidR="00D2745A">
              <w:t>e</w:t>
            </w:r>
            <w:r w:rsidR="00D2745A" w:rsidRPr="00F45A3F">
              <w:t xml:space="preserve">ll </w:t>
            </w:r>
            <w:r w:rsidR="00752E3F" w:rsidRPr="00F45A3F">
              <w:t>trees manually (intermediate)</w:t>
            </w:r>
          </w:p>
        </w:tc>
        <w:tc>
          <w:tcPr>
            <w:tcW w:w="1105" w:type="pct"/>
          </w:tcPr>
          <w:p w14:paraId="0E86A6D7" w14:textId="3BF13136" w:rsidR="00454853" w:rsidRPr="00454853" w:rsidRDefault="008C0F6D" w:rsidP="007D4CB2">
            <w:pPr>
              <w:pStyle w:val="SIText"/>
            </w:pPr>
            <w:r w:rsidRPr="00F45A3F">
              <w:t>FWPFGM321</w:t>
            </w:r>
            <w:r>
              <w:t>6</w:t>
            </w:r>
            <w:r w:rsidRPr="00F45A3F">
              <w:t xml:space="preserve"> F</w:t>
            </w:r>
            <w:r>
              <w:t>e</w:t>
            </w:r>
            <w:r w:rsidRPr="00F45A3F">
              <w:t xml:space="preserve">ll </w:t>
            </w:r>
            <w:r w:rsidR="00454853" w:rsidRPr="00F45A3F">
              <w:t>trees manually (intermediate)</w:t>
            </w:r>
          </w:p>
        </w:tc>
        <w:tc>
          <w:tcPr>
            <w:tcW w:w="1251" w:type="pct"/>
          </w:tcPr>
          <w:p w14:paraId="5EBB4844" w14:textId="2B55BA29" w:rsidR="00454853" w:rsidRPr="000754EC" w:rsidRDefault="008C0F6D" w:rsidP="00F00C98">
            <w:pPr>
              <w:pStyle w:val="SIText"/>
            </w:pPr>
            <w:r w:rsidRPr="008C0F6D">
              <w:t xml:space="preserve">Changes to the volume/frequency of </w:t>
            </w:r>
            <w:r w:rsidR="00817C3A">
              <w:t>Performance E</w:t>
            </w:r>
            <w:r w:rsidRPr="008C0F6D">
              <w:t xml:space="preserve">vidence </w:t>
            </w:r>
            <w:r w:rsidR="00416232">
              <w:t xml:space="preserve">and other minor changes </w:t>
            </w:r>
            <w:r w:rsidRPr="008C0F6D">
              <w:t>to address industry needs</w:t>
            </w:r>
          </w:p>
        </w:tc>
        <w:tc>
          <w:tcPr>
            <w:tcW w:w="1616" w:type="pct"/>
          </w:tcPr>
          <w:p w14:paraId="51D04174" w14:textId="7508985C" w:rsidR="00454853" w:rsidRPr="000754EC" w:rsidRDefault="008D4DCA" w:rsidP="00454853">
            <w:pPr>
              <w:pStyle w:val="SIText"/>
            </w:pPr>
            <w:r>
              <w:t>Equivalent</w:t>
            </w:r>
          </w:p>
        </w:tc>
      </w:tr>
    </w:tbl>
    <w:p w14:paraId="6D0E2B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3D7B098" w14:textId="77777777" w:rsidTr="007D4CB2">
        <w:tc>
          <w:tcPr>
            <w:tcW w:w="1028" w:type="pct"/>
            <w:shd w:val="clear" w:color="auto" w:fill="auto"/>
          </w:tcPr>
          <w:p w14:paraId="539E28A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6D33B5F0" w14:textId="67B9CF62" w:rsidR="00F1480E" w:rsidRPr="000754EC" w:rsidRDefault="00573F55" w:rsidP="00E40225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349EB387" w14:textId="77777777" w:rsidR="00F1480E" w:rsidRDefault="00F1480E" w:rsidP="005F771F">
      <w:pPr>
        <w:pStyle w:val="SIText"/>
      </w:pPr>
    </w:p>
    <w:p w14:paraId="475A02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D512E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26AA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5D500E" w14:textId="462AA38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737B4" w:rsidRPr="00F45A3F">
              <w:t>FWP</w:t>
            </w:r>
            <w:r w:rsidR="00A737B4">
              <w:t>COT3</w:t>
            </w:r>
            <w:r w:rsidR="000F4674">
              <w:t>347</w:t>
            </w:r>
            <w:r w:rsidR="00A737B4" w:rsidRPr="00F45A3F">
              <w:t xml:space="preserve"> </w:t>
            </w:r>
            <w:r w:rsidR="00D2745A" w:rsidRPr="00F45A3F">
              <w:t>F</w:t>
            </w:r>
            <w:r w:rsidR="00D2745A">
              <w:t>e</w:t>
            </w:r>
            <w:r w:rsidR="00D2745A" w:rsidRPr="00F45A3F">
              <w:t xml:space="preserve">ll </w:t>
            </w:r>
            <w:r w:rsidR="00F45A3F" w:rsidRPr="00F45A3F">
              <w:t>trees manually (intermediate)</w:t>
            </w:r>
          </w:p>
        </w:tc>
      </w:tr>
      <w:tr w:rsidR="00556C4C" w:rsidRPr="00A55106" w14:paraId="67A5EC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42543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C821050" w14:textId="77777777" w:rsidTr="00113678">
        <w:tc>
          <w:tcPr>
            <w:tcW w:w="5000" w:type="pct"/>
            <w:gridSpan w:val="2"/>
            <w:shd w:val="clear" w:color="auto" w:fill="auto"/>
          </w:tcPr>
          <w:p w14:paraId="50F8C2DC" w14:textId="77777777" w:rsidR="00454853" w:rsidRPr="00454853" w:rsidRDefault="00454853" w:rsidP="00454853">
            <w:pPr>
              <w:pStyle w:val="SIText"/>
            </w:pPr>
            <w:r w:rsidRPr="00F15B01">
              <w:t xml:space="preserve">An individual demonstrating competency must satisfy </w:t>
            </w:r>
            <w:proofErr w:type="gramStart"/>
            <w:r w:rsidRPr="00F15B01">
              <w:t>all</w:t>
            </w:r>
            <w:r w:rsidRPr="00454853">
              <w:t xml:space="preserve"> of</w:t>
            </w:r>
            <w:proofErr w:type="gramEnd"/>
            <w:r w:rsidRPr="00454853">
              <w:t xml:space="preserve"> the elements and performance criteria in this unit.</w:t>
            </w:r>
          </w:p>
          <w:p w14:paraId="7258417E" w14:textId="77777777" w:rsidR="00454853" w:rsidRDefault="00454853" w:rsidP="00454853">
            <w:pPr>
              <w:pStyle w:val="SIText"/>
            </w:pPr>
          </w:p>
          <w:p w14:paraId="548C0965" w14:textId="77777777" w:rsidR="00965E62" w:rsidRDefault="00BC1CD9" w:rsidP="00BC1CD9">
            <w:pPr>
              <w:pStyle w:val="SIText"/>
            </w:pPr>
            <w:r w:rsidRPr="00BC1CD9">
              <w:t>There must be evidence that the individual has</w:t>
            </w:r>
            <w:r w:rsidR="00965E62">
              <w:t>:</w:t>
            </w:r>
          </w:p>
          <w:p w14:paraId="1388113F" w14:textId="3DCCCC82" w:rsidR="000E293D" w:rsidRDefault="00444BF8" w:rsidP="000E293D">
            <w:pPr>
              <w:pStyle w:val="SIBulletList1"/>
            </w:pPr>
            <w:r>
              <w:t xml:space="preserve">demonstrated </w:t>
            </w:r>
            <w:r w:rsidR="00EB5956">
              <w:t>two</w:t>
            </w:r>
            <w:r w:rsidR="000F1EF1">
              <w:t xml:space="preserve"> </w:t>
            </w:r>
            <w:r w:rsidR="0037478E">
              <w:t xml:space="preserve">different </w:t>
            </w:r>
            <w:r w:rsidR="000E293D">
              <w:t>cutting techniques</w:t>
            </w:r>
            <w:r w:rsidR="00EB414D">
              <w:t>, each</w:t>
            </w:r>
            <w:r w:rsidR="00275632">
              <w:t xml:space="preserve"> on two occasions</w:t>
            </w:r>
            <w:r w:rsidR="00EB414D">
              <w:t>,</w:t>
            </w:r>
            <w:r w:rsidR="000E293D">
              <w:t xml:space="preserve"> </w:t>
            </w:r>
            <w:r w:rsidR="00D916A8">
              <w:t>for felling trees with intermediate characteristics</w:t>
            </w:r>
            <w:r w:rsidR="00275632">
              <w:t xml:space="preserve">. </w:t>
            </w:r>
            <w:r w:rsidR="00640D9F">
              <w:t>In performing these tasks</w:t>
            </w:r>
            <w:r w:rsidR="00942D03">
              <w:t>,</w:t>
            </w:r>
            <w:r w:rsidR="00640D9F">
              <w:t xml:space="preserve"> the individual </w:t>
            </w:r>
            <w:r w:rsidR="00B95DFE">
              <w:t>has used</w:t>
            </w:r>
            <w:r w:rsidR="00640D9F">
              <w:t>:</w:t>
            </w:r>
          </w:p>
          <w:p w14:paraId="121D5AA0" w14:textId="5B589BD2" w:rsidR="00BC1CD9" w:rsidRPr="00BC1CD9" w:rsidRDefault="00B95DFE" w:rsidP="000F4674">
            <w:pPr>
              <w:pStyle w:val="SIBulletList2"/>
            </w:pPr>
            <w:r>
              <w:t xml:space="preserve">different </w:t>
            </w:r>
            <w:r w:rsidR="00BC1CD9" w:rsidRPr="00BC1CD9">
              <w:t>scarf cutting techniques</w:t>
            </w:r>
            <w:r w:rsidR="00456749">
              <w:t xml:space="preserve"> selected from </w:t>
            </w:r>
            <w:r w:rsidR="00C01796">
              <w:t>s</w:t>
            </w:r>
            <w:r w:rsidR="00456749">
              <w:t>tandard</w:t>
            </w:r>
            <w:r w:rsidR="00C01796">
              <w:t xml:space="preserve"> (45 </w:t>
            </w:r>
            <w:r w:rsidR="00DE26B7">
              <w:t>degree)</w:t>
            </w:r>
            <w:r w:rsidR="00456749">
              <w:t>, Humboldt, 90 degree or Vee scarf</w:t>
            </w:r>
          </w:p>
          <w:p w14:paraId="0B2A5D35" w14:textId="04FFDB05" w:rsidR="00BC1CD9" w:rsidRPr="00BC1CD9" w:rsidRDefault="00BC1CD9" w:rsidP="000F4674">
            <w:pPr>
              <w:pStyle w:val="SIBulletList2"/>
            </w:pPr>
            <w:r w:rsidRPr="00BC1CD9">
              <w:t>back cutting techniques</w:t>
            </w:r>
            <w:r w:rsidR="00AC2F3C">
              <w:t xml:space="preserve"> </w:t>
            </w:r>
            <w:r w:rsidRPr="00BC1CD9">
              <w:t>for either forward leaning, side leaning or back leaning trees</w:t>
            </w:r>
          </w:p>
          <w:p w14:paraId="73466CC1" w14:textId="59492C0E" w:rsidR="00BC1CD9" w:rsidRDefault="00BC1CD9" w:rsidP="000F4674">
            <w:pPr>
              <w:pStyle w:val="SIBulletList2"/>
            </w:pPr>
            <w:r w:rsidRPr="00BC1CD9">
              <w:t>an industry approved technique</w:t>
            </w:r>
            <w:r w:rsidR="00FA15F1">
              <w:t>,</w:t>
            </w:r>
            <w:r w:rsidR="00CB2373">
              <w:t xml:space="preserve"> </w:t>
            </w:r>
            <w:r w:rsidRPr="00BC1CD9">
              <w:t>such as the use of wedges, to ensure that the tree falls in the direction of the scarf cut</w:t>
            </w:r>
          </w:p>
          <w:p w14:paraId="26CE4512" w14:textId="12D37D1B" w:rsidR="00BC1CD9" w:rsidRPr="00BC1CD9" w:rsidRDefault="00A56CD6" w:rsidP="000F4674">
            <w:pPr>
              <w:pStyle w:val="SIBulletList1"/>
            </w:pPr>
            <w:r>
              <w:t>planned and fell</w:t>
            </w:r>
            <w:r w:rsidR="00673B64">
              <w:t>ed</w:t>
            </w:r>
            <w:r>
              <w:t xml:space="preserve"> two trees with </w:t>
            </w:r>
            <w:r w:rsidR="00C7377B">
              <w:t>intermediate</w:t>
            </w:r>
            <w:r w:rsidR="00C7377B">
              <w:t xml:space="preserve"> </w:t>
            </w:r>
            <w:r w:rsidR="00B0747B">
              <w:t>characteristics</w:t>
            </w:r>
            <w:r w:rsidR="002E5177">
              <w:t xml:space="preserve"> by selecting and using </w:t>
            </w:r>
            <w:proofErr w:type="gramStart"/>
            <w:r w:rsidR="002E5177">
              <w:t xml:space="preserve">an appropriate </w:t>
            </w:r>
            <w:r w:rsidR="00FE1160">
              <w:t>scarf</w:t>
            </w:r>
            <w:proofErr w:type="gramEnd"/>
            <w:r w:rsidR="0071446B">
              <w:t xml:space="preserve"> and </w:t>
            </w:r>
            <w:r w:rsidR="00FE1160">
              <w:t>back</w:t>
            </w:r>
            <w:r w:rsidR="0071446B">
              <w:t xml:space="preserve"> cutting technique</w:t>
            </w:r>
            <w:r w:rsidR="005E6269">
              <w:t>, and in performing this task</w:t>
            </w:r>
            <w:r w:rsidR="00812B78">
              <w:t>, has</w:t>
            </w:r>
            <w:r w:rsidR="00BC1CD9" w:rsidRPr="00BC1CD9">
              <w:t xml:space="preserve"> complied with the following criteria:</w:t>
            </w:r>
          </w:p>
          <w:p w14:paraId="523C81BB" w14:textId="7278A916" w:rsidR="00BC1CD9" w:rsidRPr="00BC1CD9" w:rsidRDefault="00BC1CD9" w:rsidP="000F4674">
            <w:pPr>
              <w:pStyle w:val="SIBulletList2"/>
            </w:pPr>
            <w:r w:rsidRPr="00BC1CD9">
              <w:t xml:space="preserve">direction </w:t>
            </w:r>
            <w:r w:rsidR="00F753FE" w:rsidRPr="00875081">
              <w:t>–</w:t>
            </w:r>
            <w:r w:rsidRPr="00BC1CD9">
              <w:t xml:space="preserve"> the scarf must be in the direction of the desired fell</w:t>
            </w:r>
          </w:p>
          <w:p w14:paraId="7649B3A1" w14:textId="19FBB8D7" w:rsidR="00BC1CD9" w:rsidRPr="00BC1CD9" w:rsidRDefault="00BC1CD9" w:rsidP="000F4674">
            <w:pPr>
              <w:pStyle w:val="SIBulletList2"/>
            </w:pPr>
            <w:r w:rsidRPr="00BC1CD9">
              <w:t xml:space="preserve">depth </w:t>
            </w:r>
            <w:r w:rsidR="00F753FE" w:rsidRPr="00875081">
              <w:t>–</w:t>
            </w:r>
            <w:r w:rsidRPr="00BC1CD9">
              <w:t xml:space="preserve"> the depth of the scarf is 1/4 to 1/3 of the diameter of the tree</w:t>
            </w:r>
          </w:p>
          <w:p w14:paraId="047D1962" w14:textId="68EECFB8" w:rsidR="00BC1CD9" w:rsidRPr="00BC1CD9" w:rsidRDefault="00BC1CD9" w:rsidP="000F4674">
            <w:pPr>
              <w:pStyle w:val="SIBulletList2"/>
            </w:pPr>
            <w:r w:rsidRPr="00BC1CD9">
              <w:t>size</w:t>
            </w:r>
            <w:r w:rsidR="00C275CA">
              <w:t xml:space="preserve"> (width)</w:t>
            </w:r>
            <w:r w:rsidRPr="00BC1CD9">
              <w:t xml:space="preserve"> of opening </w:t>
            </w:r>
            <w:r w:rsidR="00F753FE" w:rsidRPr="00875081">
              <w:t>–</w:t>
            </w:r>
            <w:r w:rsidRPr="00BC1CD9">
              <w:t xml:space="preserve"> </w:t>
            </w:r>
            <w:proofErr w:type="gramStart"/>
            <w:r w:rsidRPr="00BC1CD9">
              <w:t>2/3</w:t>
            </w:r>
            <w:proofErr w:type="gramEnd"/>
            <w:r w:rsidRPr="00BC1CD9">
              <w:t xml:space="preserve"> </w:t>
            </w:r>
            <w:r w:rsidR="00575460">
              <w:t xml:space="preserve">across the front </w:t>
            </w:r>
            <w:r w:rsidRPr="00BC1CD9">
              <w:t>of the tr</w:t>
            </w:r>
            <w:r w:rsidR="00A94FC7">
              <w:t>ee</w:t>
            </w:r>
            <w:r w:rsidRPr="00BC1CD9">
              <w:t xml:space="preserve"> </w:t>
            </w:r>
          </w:p>
          <w:p w14:paraId="4E437BAC" w14:textId="2CA3A7DA" w:rsidR="00BC1CD9" w:rsidRPr="00BC1CD9" w:rsidRDefault="00BC1CD9" w:rsidP="000F4674">
            <w:pPr>
              <w:pStyle w:val="SIBulletList2"/>
            </w:pPr>
            <w:r w:rsidRPr="00BC1CD9">
              <w:t xml:space="preserve">top and bottom scarf cuts </w:t>
            </w:r>
            <w:r w:rsidR="00F753FE" w:rsidRPr="00875081">
              <w:t>–</w:t>
            </w:r>
            <w:r w:rsidRPr="00BC1CD9">
              <w:t xml:space="preserve"> the two cuts should meet without overcutting or </w:t>
            </w:r>
            <w:proofErr w:type="gramStart"/>
            <w:r w:rsidRPr="00BC1CD9">
              <w:t>undercutting,</w:t>
            </w:r>
            <w:proofErr w:type="gramEnd"/>
            <w:r w:rsidRPr="00BC1CD9">
              <w:t xml:space="preserve"> the scarf line is level and the scarf line is at 90 degrees to the intended direction of fall</w:t>
            </w:r>
          </w:p>
          <w:p w14:paraId="0DEC62BC" w14:textId="41A9D181" w:rsidR="00BC1CD9" w:rsidRPr="00BC1CD9" w:rsidRDefault="00BC1CD9" w:rsidP="000F4674">
            <w:pPr>
              <w:pStyle w:val="SIBulletList2"/>
              <w:rPr>
                <w:lang w:eastAsia="en-GB"/>
              </w:rPr>
            </w:pPr>
            <w:bookmarkStart w:id="0" w:name="_Hlk34981552"/>
            <w:r w:rsidRPr="00BC1CD9">
              <w:t xml:space="preserve">back cut height </w:t>
            </w:r>
            <w:r w:rsidR="00F753FE" w:rsidRPr="00875081">
              <w:t>–</w:t>
            </w:r>
            <w:r w:rsidR="000E0B62">
              <w:t xml:space="preserve"> </w:t>
            </w:r>
            <w:r w:rsidRPr="00BC1CD9">
              <w:t xml:space="preserve">the back cut is </w:t>
            </w:r>
            <w:r w:rsidR="001161A8">
              <w:t xml:space="preserve">level </w:t>
            </w:r>
            <w:r w:rsidRPr="00BC1CD9">
              <w:t xml:space="preserve">and above the scarf line by </w:t>
            </w:r>
            <w:r w:rsidR="00575460">
              <w:t xml:space="preserve">about </w:t>
            </w:r>
            <w:r w:rsidRPr="00BC1CD9">
              <w:t xml:space="preserve">1/10 </w:t>
            </w:r>
            <w:r w:rsidR="00044F47">
              <w:t>(</w:t>
            </w:r>
            <w:r w:rsidR="00833023">
              <w:t xml:space="preserve">or 10%) </w:t>
            </w:r>
            <w:r w:rsidRPr="00BC1CD9">
              <w:t>of the tree diameter</w:t>
            </w:r>
            <w:r w:rsidR="00C275CA">
              <w:t xml:space="preserve"> </w:t>
            </w:r>
          </w:p>
          <w:p w14:paraId="6547DC42" w14:textId="6426C452" w:rsidR="00673B64" w:rsidRPr="00BC1CD9" w:rsidRDefault="00BC1CD9" w:rsidP="0086711D">
            <w:pPr>
              <w:pStyle w:val="SIBulletList2"/>
              <w:numPr>
                <w:ilvl w:val="0"/>
                <w:numId w:val="0"/>
              </w:numPr>
              <w:ind w:left="714"/>
            </w:pPr>
            <w:bookmarkStart w:id="1" w:name="_Hlk35853798"/>
            <w:r w:rsidRPr="00BC1CD9">
              <w:t xml:space="preserve">hinge wood thickness is </w:t>
            </w:r>
            <w:r w:rsidR="00C275CA">
              <w:t xml:space="preserve">about </w:t>
            </w:r>
            <w:r w:rsidRPr="00BC1CD9">
              <w:t xml:space="preserve">1/10 </w:t>
            </w:r>
            <w:r w:rsidR="00833023">
              <w:t xml:space="preserve">(or 10%) </w:t>
            </w:r>
            <w:r w:rsidRPr="00BC1CD9">
              <w:t>of the tree diamete</w:t>
            </w:r>
            <w:r w:rsidR="00673B64">
              <w:t>r</w:t>
            </w:r>
          </w:p>
          <w:bookmarkEnd w:id="0"/>
          <w:bookmarkEnd w:id="1"/>
          <w:p w14:paraId="4B7F6349" w14:textId="0D79A2F7" w:rsidR="005C7671" w:rsidRPr="005C7671" w:rsidRDefault="00673B64" w:rsidP="0086711D">
            <w:pPr>
              <w:pStyle w:val="SIBulletList2"/>
            </w:pPr>
            <w:r>
              <w:t>i</w:t>
            </w:r>
            <w:r w:rsidR="00975F3B">
              <w:t xml:space="preserve">n felling these two trees, </w:t>
            </w:r>
            <w:r w:rsidR="00C64BB9">
              <w:t xml:space="preserve">the individual </w:t>
            </w:r>
            <w:r w:rsidR="00B95DFE">
              <w:t xml:space="preserve">has </w:t>
            </w:r>
            <w:r w:rsidR="005C7671" w:rsidRPr="005C7671">
              <w:t>followed workplace polic</w:t>
            </w:r>
            <w:r>
              <w:t>ies</w:t>
            </w:r>
            <w:r w:rsidR="005C7671" w:rsidRPr="005C7671">
              <w:t xml:space="preserve"> and procedures and current workplace health and safety legislation and regulations</w:t>
            </w:r>
            <w:r>
              <w:t>,</w:t>
            </w:r>
            <w:r w:rsidR="005C7671" w:rsidRPr="005C7671">
              <w:t xml:space="preserve"> </w:t>
            </w:r>
            <w:r w:rsidR="00975F3B">
              <w:t xml:space="preserve">and </w:t>
            </w:r>
            <w:r w:rsidR="00893958">
              <w:t>ensured that</w:t>
            </w:r>
            <w:r w:rsidR="005C7671" w:rsidRPr="005C7671">
              <w:t xml:space="preserve"> </w:t>
            </w:r>
            <w:r w:rsidR="002D7306">
              <w:t xml:space="preserve">the </w:t>
            </w:r>
            <w:r w:rsidR="005C7671" w:rsidRPr="005C7671">
              <w:t xml:space="preserve">felling techniques were consistent with current Australian Standards and industry codes of practice applicable to felling </w:t>
            </w:r>
            <w:r w:rsidR="002D7306">
              <w:t>intermediate</w:t>
            </w:r>
            <w:r w:rsidR="00EB3C74">
              <w:t xml:space="preserve"> </w:t>
            </w:r>
            <w:r w:rsidR="005C7671" w:rsidRPr="005C7671">
              <w:t>trees</w:t>
            </w:r>
          </w:p>
          <w:p w14:paraId="763E3B9E" w14:textId="0688FFF9" w:rsidR="008A473B" w:rsidRPr="000754EC" w:rsidRDefault="005C7671" w:rsidP="000F4674">
            <w:pPr>
              <w:pStyle w:val="SIBulletList1"/>
            </w:pPr>
            <w:r w:rsidRPr="005C7671">
              <w:t xml:space="preserve">inspected and </w:t>
            </w:r>
            <w:proofErr w:type="gramStart"/>
            <w:r w:rsidRPr="005C7671">
              <w:t>carried out</w:t>
            </w:r>
            <w:proofErr w:type="gramEnd"/>
            <w:r w:rsidRPr="005C7671">
              <w:t xml:space="preserve"> routine maintenance on one chainsaw and its cutting attachments, on one occasion, according to manufacturer requirements.</w:t>
            </w:r>
          </w:p>
        </w:tc>
      </w:tr>
    </w:tbl>
    <w:p w14:paraId="34B8A6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6123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E7BD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F826D6" w14:textId="77777777" w:rsidTr="00CA2922">
        <w:tc>
          <w:tcPr>
            <w:tcW w:w="5000" w:type="pct"/>
            <w:shd w:val="clear" w:color="auto" w:fill="auto"/>
          </w:tcPr>
          <w:p w14:paraId="1AD1ECEF" w14:textId="77777777" w:rsidR="00877764" w:rsidRDefault="00877764" w:rsidP="00877764">
            <w:pPr>
              <w:pStyle w:val="SIText"/>
            </w:pPr>
            <w:r w:rsidRPr="00877764">
              <w:t xml:space="preserve">An individual must be able to </w:t>
            </w:r>
            <w:proofErr w:type="gramStart"/>
            <w:r w:rsidRPr="00877764">
              <w:t>demonstrate</w:t>
            </w:r>
            <w:proofErr w:type="gramEnd"/>
            <w:r w:rsidRPr="00877764">
              <w:t xml:space="preserve"> the knowledge required to perform the tasks outlined in the elements and performance criteria of this unit. This includes knowledge of:</w:t>
            </w:r>
          </w:p>
          <w:p w14:paraId="382B03EE" w14:textId="654291A2" w:rsidR="007078C7" w:rsidRPr="007078C7" w:rsidRDefault="007078C7" w:rsidP="00075724">
            <w:pPr>
              <w:pStyle w:val="SIBulletList1"/>
            </w:pPr>
            <w:r w:rsidRPr="007078C7">
              <w:t xml:space="preserve">Australian Standards and codes of practice applicable to tree felling operations </w:t>
            </w:r>
          </w:p>
          <w:p w14:paraId="4B5EAA75" w14:textId="5F6B4C18" w:rsidR="00075724" w:rsidRPr="00075724" w:rsidRDefault="00075724" w:rsidP="00075724">
            <w:pPr>
              <w:pStyle w:val="SIBulletList1"/>
            </w:pPr>
            <w:r w:rsidRPr="00075724">
              <w:t>hazards and risks related to f</w:t>
            </w:r>
            <w:r w:rsidR="008D5464">
              <w:t>e</w:t>
            </w:r>
            <w:r w:rsidRPr="00075724">
              <w:t>lling trees with chainsaws</w:t>
            </w:r>
            <w:r w:rsidR="00F753FE">
              <w:t>,</w:t>
            </w:r>
            <w:r w:rsidRPr="00075724">
              <w:t xml:space="preserve"> and methods to minimise associated risks</w:t>
            </w:r>
            <w:r w:rsidR="00470DEE">
              <w:t>, including</w:t>
            </w:r>
            <w:r w:rsidRPr="00075724">
              <w:t>:</w:t>
            </w:r>
          </w:p>
          <w:p w14:paraId="09BE302F" w14:textId="77777777" w:rsidR="00075724" w:rsidRPr="00075724" w:rsidRDefault="00075724" w:rsidP="00C47ECF">
            <w:pPr>
              <w:pStyle w:val="SIBulletList2"/>
            </w:pPr>
            <w:r w:rsidRPr="00075724">
              <w:t xml:space="preserve">physical conditions of the site </w:t>
            </w:r>
          </w:p>
          <w:p w14:paraId="604B4135" w14:textId="77777777" w:rsidR="00075724" w:rsidRPr="00075724" w:rsidRDefault="00075724" w:rsidP="00C47ECF">
            <w:pPr>
              <w:pStyle w:val="SIBulletList2"/>
            </w:pPr>
            <w:r w:rsidRPr="00075724">
              <w:t>unsafe/hazardous trees</w:t>
            </w:r>
          </w:p>
          <w:p w14:paraId="421168B1" w14:textId="77777777" w:rsidR="00075724" w:rsidRPr="00075724" w:rsidRDefault="00075724" w:rsidP="00C47ECF">
            <w:pPr>
              <w:pStyle w:val="SIBulletList2"/>
            </w:pPr>
            <w:r w:rsidRPr="00075724">
              <w:t>fire and other emergency situations</w:t>
            </w:r>
          </w:p>
          <w:p w14:paraId="30EA315B" w14:textId="77777777" w:rsidR="00075724" w:rsidRPr="00075724" w:rsidRDefault="00075724" w:rsidP="00C47ECF">
            <w:pPr>
              <w:pStyle w:val="SIBulletList2"/>
            </w:pPr>
            <w:r w:rsidRPr="00075724">
              <w:t>overhead and underground services</w:t>
            </w:r>
          </w:p>
          <w:p w14:paraId="23744ED8" w14:textId="77777777" w:rsidR="00075724" w:rsidRPr="00075724" w:rsidRDefault="00075724" w:rsidP="00C47ECF">
            <w:pPr>
              <w:pStyle w:val="SIBulletList2"/>
            </w:pPr>
            <w:r w:rsidRPr="00075724">
              <w:t>nearby structures</w:t>
            </w:r>
          </w:p>
          <w:p w14:paraId="400185B1" w14:textId="77777777" w:rsidR="00075724" w:rsidRPr="00075724" w:rsidRDefault="00075724" w:rsidP="00C47ECF">
            <w:pPr>
              <w:pStyle w:val="SIBulletList2"/>
            </w:pPr>
            <w:r w:rsidRPr="00075724">
              <w:t>standing vegetation in the intended direction of fall</w:t>
            </w:r>
          </w:p>
          <w:p w14:paraId="1572AD3F" w14:textId="77777777" w:rsidR="00075724" w:rsidRPr="00075724" w:rsidRDefault="00075724" w:rsidP="00C47ECF">
            <w:pPr>
              <w:pStyle w:val="SIBulletList2"/>
            </w:pPr>
            <w:r w:rsidRPr="00075724">
              <w:t xml:space="preserve">falling branches </w:t>
            </w:r>
          </w:p>
          <w:p w14:paraId="6B6D0A79" w14:textId="77777777" w:rsidR="00075724" w:rsidRPr="00075724" w:rsidRDefault="00075724" w:rsidP="00C47ECF">
            <w:pPr>
              <w:pStyle w:val="SIBulletList2"/>
            </w:pPr>
            <w:r w:rsidRPr="00075724">
              <w:t>weather conditions</w:t>
            </w:r>
          </w:p>
          <w:p w14:paraId="5137B3D3" w14:textId="55D2C840" w:rsidR="00075724" w:rsidRPr="00075724" w:rsidRDefault="00075724" w:rsidP="00C47ECF">
            <w:pPr>
              <w:pStyle w:val="SIBulletList2"/>
            </w:pPr>
            <w:r w:rsidRPr="00075724">
              <w:t>impediments of escape routes</w:t>
            </w:r>
          </w:p>
          <w:p w14:paraId="60FA86D5" w14:textId="77777777" w:rsidR="00075724" w:rsidRPr="00075724" w:rsidRDefault="00075724" w:rsidP="00C47ECF">
            <w:pPr>
              <w:pStyle w:val="SIBulletList2"/>
            </w:pPr>
            <w:r w:rsidRPr="00075724">
              <w:t>vehicle and traffic access</w:t>
            </w:r>
          </w:p>
          <w:p w14:paraId="061389C6" w14:textId="77777777" w:rsidR="00075724" w:rsidRPr="00075724" w:rsidRDefault="00075724" w:rsidP="00C47ECF">
            <w:pPr>
              <w:pStyle w:val="SIBulletList2"/>
            </w:pPr>
            <w:r w:rsidRPr="00075724">
              <w:t>people on or near worksite</w:t>
            </w:r>
          </w:p>
          <w:p w14:paraId="36993617" w14:textId="77777777" w:rsidR="00075724" w:rsidRPr="00075724" w:rsidRDefault="00075724" w:rsidP="00C47ECF">
            <w:pPr>
              <w:pStyle w:val="SIBulletList2"/>
            </w:pPr>
            <w:r w:rsidRPr="00075724">
              <w:t>machinery on or near worksite</w:t>
            </w:r>
          </w:p>
          <w:p w14:paraId="2EBCDCEF" w14:textId="77777777" w:rsidR="00075724" w:rsidRPr="00075724" w:rsidRDefault="00075724" w:rsidP="00C47ECF">
            <w:pPr>
              <w:pStyle w:val="SIBulletList2"/>
            </w:pPr>
            <w:r w:rsidRPr="00075724">
              <w:t>carrying and transporting a chainsaw</w:t>
            </w:r>
          </w:p>
          <w:p w14:paraId="1E7488BB" w14:textId="77777777" w:rsidR="00075724" w:rsidRPr="00075724" w:rsidRDefault="00075724" w:rsidP="00C47ECF">
            <w:pPr>
              <w:pStyle w:val="SIBulletList2"/>
            </w:pPr>
            <w:r w:rsidRPr="00075724">
              <w:t>user fatigue</w:t>
            </w:r>
          </w:p>
          <w:p w14:paraId="3342B816" w14:textId="293388F5" w:rsidR="00075724" w:rsidRPr="00075724" w:rsidRDefault="00075724" w:rsidP="00075724">
            <w:pPr>
              <w:pStyle w:val="SIBulletList1"/>
            </w:pPr>
            <w:r w:rsidRPr="00075724">
              <w:t xml:space="preserve">hazards related to </w:t>
            </w:r>
            <w:proofErr w:type="gramStart"/>
            <w:r w:rsidRPr="00075724">
              <w:t>maintaining</w:t>
            </w:r>
            <w:proofErr w:type="gramEnd"/>
            <w:r w:rsidRPr="00075724">
              <w:t xml:space="preserve"> chainsaws</w:t>
            </w:r>
            <w:r w:rsidR="00F753FE">
              <w:t>,</w:t>
            </w:r>
            <w:r w:rsidRPr="00075724">
              <w:t xml:space="preserve"> and methods to minimise associated risks</w:t>
            </w:r>
          </w:p>
          <w:p w14:paraId="3AD86F6A" w14:textId="12591B57" w:rsidR="00075724" w:rsidRPr="00075724" w:rsidRDefault="00075724" w:rsidP="00075724">
            <w:pPr>
              <w:pStyle w:val="SIBulletList1"/>
            </w:pPr>
            <w:r w:rsidRPr="00075724">
              <w:t xml:space="preserve">features of unsafe/hazardous </w:t>
            </w:r>
            <w:r>
              <w:t xml:space="preserve">intermediate </w:t>
            </w:r>
            <w:r w:rsidRPr="00075724">
              <w:t xml:space="preserve">trees and defects of trees and how they affect tree </w:t>
            </w:r>
            <w:r w:rsidR="00915BA8" w:rsidRPr="00075724">
              <w:t>f</w:t>
            </w:r>
            <w:r w:rsidR="00915BA8">
              <w:t>e</w:t>
            </w:r>
            <w:r w:rsidR="00915BA8" w:rsidRPr="00075724">
              <w:t xml:space="preserve">lling </w:t>
            </w:r>
            <w:r w:rsidRPr="00075724">
              <w:t>activities</w:t>
            </w:r>
          </w:p>
          <w:p w14:paraId="288F1425" w14:textId="7D3D564E" w:rsidR="00327778" w:rsidRDefault="00F45A3F" w:rsidP="00331744">
            <w:pPr>
              <w:pStyle w:val="SIBulletList1"/>
            </w:pPr>
            <w:r w:rsidRPr="00F45A3F">
              <w:t xml:space="preserve">types and purposes of cuts to </w:t>
            </w:r>
            <w:proofErr w:type="gramStart"/>
            <w:r w:rsidR="00075724" w:rsidRPr="00F45A3F">
              <w:t>f</w:t>
            </w:r>
            <w:r w:rsidR="008D5464">
              <w:t>e</w:t>
            </w:r>
            <w:r w:rsidR="00075724" w:rsidRPr="00F45A3F">
              <w:t>ll</w:t>
            </w:r>
            <w:proofErr w:type="gramEnd"/>
            <w:r w:rsidR="00075724" w:rsidRPr="00F45A3F">
              <w:t xml:space="preserve"> </w:t>
            </w:r>
            <w:r w:rsidR="00075724">
              <w:t xml:space="preserve">intermediate </w:t>
            </w:r>
            <w:r w:rsidRPr="00F45A3F">
              <w:t>trees</w:t>
            </w:r>
            <w:r w:rsidR="00470DEE">
              <w:t>, including</w:t>
            </w:r>
            <w:r w:rsidR="00327778">
              <w:t>:</w:t>
            </w:r>
          </w:p>
          <w:p w14:paraId="68B38DC8" w14:textId="5AA7E60B" w:rsidR="001F185B" w:rsidRDefault="00F45A3F" w:rsidP="001F185B">
            <w:pPr>
              <w:pStyle w:val="SIBulletList2"/>
            </w:pPr>
            <w:r w:rsidRPr="00F45A3F">
              <w:t>scarf cut</w:t>
            </w:r>
            <w:r w:rsidR="00122264">
              <w:t>s</w:t>
            </w:r>
          </w:p>
          <w:p w14:paraId="74AF1C6B" w14:textId="54D5466D" w:rsidR="00F45A3F" w:rsidRPr="00F45A3F" w:rsidRDefault="00F45A3F" w:rsidP="00AB5110">
            <w:pPr>
              <w:pStyle w:val="SIBulletList2"/>
            </w:pPr>
            <w:r w:rsidRPr="00F45A3F">
              <w:t>back cut</w:t>
            </w:r>
            <w:r w:rsidR="001F185B">
              <w:t>s</w:t>
            </w:r>
            <w:r w:rsidRPr="00F45A3F">
              <w:t xml:space="preserve"> </w:t>
            </w:r>
            <w:r w:rsidR="007078C7">
              <w:t xml:space="preserve">using different methods </w:t>
            </w:r>
            <w:r w:rsidRPr="00F45A3F">
              <w:t xml:space="preserve">to </w:t>
            </w:r>
            <w:proofErr w:type="gramStart"/>
            <w:r w:rsidRPr="00F45A3F">
              <w:t>provide</w:t>
            </w:r>
            <w:proofErr w:type="gramEnd"/>
            <w:r w:rsidRPr="00F45A3F">
              <w:t xml:space="preserve"> hinge</w:t>
            </w:r>
            <w:r w:rsidR="00ED4980">
              <w:t xml:space="preserve"> </w:t>
            </w:r>
            <w:r w:rsidRPr="00F45A3F">
              <w:t xml:space="preserve">wood </w:t>
            </w:r>
            <w:r w:rsidR="00DE7BD7" w:rsidRPr="00DE7BD7">
              <w:t xml:space="preserve">and wedges </w:t>
            </w:r>
            <w:r w:rsidR="00DE7BD7">
              <w:t>to</w:t>
            </w:r>
            <w:r w:rsidR="00DE7BD7" w:rsidRPr="00F45A3F">
              <w:t xml:space="preserve"> </w:t>
            </w:r>
            <w:r w:rsidRPr="00F45A3F">
              <w:t>maintain control of tree</w:t>
            </w:r>
          </w:p>
          <w:p w14:paraId="414664ED" w14:textId="77777777" w:rsidR="00075724" w:rsidRPr="00075724" w:rsidRDefault="00075724" w:rsidP="00075724">
            <w:pPr>
              <w:pStyle w:val="SIBulletList1"/>
            </w:pPr>
            <w:r w:rsidRPr="00075724">
              <w:lastRenderedPageBreak/>
              <w:t>characteristics of intermediate trees</w:t>
            </w:r>
          </w:p>
          <w:p w14:paraId="449ABB87" w14:textId="77777777" w:rsidR="00075724" w:rsidRPr="00075724" w:rsidRDefault="00075724" w:rsidP="00075724">
            <w:pPr>
              <w:pStyle w:val="SIBulletList1"/>
            </w:pPr>
            <w:r w:rsidRPr="00075724">
              <w:t xml:space="preserve">methods used to </w:t>
            </w:r>
            <w:proofErr w:type="gramStart"/>
            <w:r w:rsidRPr="00075724">
              <w:t>identify</w:t>
            </w:r>
            <w:proofErr w:type="gramEnd"/>
            <w:r w:rsidRPr="00075724">
              <w:t xml:space="preserve"> intermediate trees:</w:t>
            </w:r>
          </w:p>
          <w:p w14:paraId="7F19054D" w14:textId="77777777" w:rsidR="00075724" w:rsidRPr="00075724" w:rsidRDefault="00075724" w:rsidP="00075724">
            <w:pPr>
              <w:pStyle w:val="SIBulletList2"/>
            </w:pPr>
            <w:r w:rsidRPr="00075724">
              <w:t xml:space="preserve">that </w:t>
            </w:r>
            <w:proofErr w:type="gramStart"/>
            <w:r w:rsidRPr="00075724">
              <w:t>contain</w:t>
            </w:r>
            <w:proofErr w:type="gramEnd"/>
            <w:r w:rsidRPr="00075724">
              <w:t xml:space="preserve"> hazards and are deemed unsafe to fell</w:t>
            </w:r>
          </w:p>
          <w:p w14:paraId="7DED6450" w14:textId="0B5A186E" w:rsidR="00075724" w:rsidRPr="00075724" w:rsidRDefault="00482EAD" w:rsidP="00075724">
            <w:pPr>
              <w:pStyle w:val="SIBulletList2"/>
            </w:pPr>
            <w:r>
              <w:t xml:space="preserve">that are </w:t>
            </w:r>
            <w:r w:rsidR="00075724" w:rsidRPr="00075724">
              <w:t>considered outside own skill level</w:t>
            </w:r>
          </w:p>
          <w:p w14:paraId="172E4F52" w14:textId="77777777" w:rsidR="00075724" w:rsidRPr="00075724" w:rsidRDefault="00075724" w:rsidP="00075724">
            <w:pPr>
              <w:pStyle w:val="SIBulletList2"/>
            </w:pPr>
            <w:r w:rsidRPr="00075724">
              <w:t>where cuts made may lead to loss of control of tree in felling</w:t>
            </w:r>
          </w:p>
          <w:p w14:paraId="66A5B2CF" w14:textId="76E7EF7F" w:rsidR="00075724" w:rsidRPr="00075724" w:rsidRDefault="00075724" w:rsidP="00075724">
            <w:pPr>
              <w:pStyle w:val="SIBulletList1"/>
            </w:pPr>
            <w:r w:rsidRPr="00075724">
              <w:t>methods used to remove trees that are hung up</w:t>
            </w:r>
            <w:r w:rsidR="00F753FE">
              <w:t>,</w:t>
            </w:r>
            <w:r w:rsidRPr="00075724">
              <w:t xml:space="preserve"> and procedures for removal </w:t>
            </w:r>
          </w:p>
          <w:p w14:paraId="7DC9ADF9" w14:textId="77777777" w:rsidR="00075724" w:rsidRPr="00075724" w:rsidRDefault="00075724" w:rsidP="00075724">
            <w:pPr>
              <w:pStyle w:val="SIBulletList1"/>
            </w:pPr>
            <w:r w:rsidRPr="00075724">
              <w:t>methods for assessing chain condition</w:t>
            </w:r>
          </w:p>
          <w:p w14:paraId="3D24368C" w14:textId="77777777" w:rsidR="00075724" w:rsidRPr="00075724" w:rsidRDefault="00075724" w:rsidP="00075724">
            <w:pPr>
              <w:pStyle w:val="SIBulletList1"/>
            </w:pPr>
            <w:r w:rsidRPr="00075724">
              <w:t>types, safe use, operation and maintenance of chainsaws, support tools and attachments</w:t>
            </w:r>
          </w:p>
          <w:p w14:paraId="314D73E6" w14:textId="164AF2E1" w:rsidR="00075724" w:rsidRPr="00075724" w:rsidRDefault="00075724" w:rsidP="00075724">
            <w:pPr>
              <w:pStyle w:val="SIBulletList1"/>
            </w:pPr>
            <w:r w:rsidRPr="00075724">
              <w:t>workplace procedures specific to f</w:t>
            </w:r>
            <w:r w:rsidR="008D5464">
              <w:t>e</w:t>
            </w:r>
            <w:r w:rsidRPr="00075724">
              <w:t>lling trees with chainsaws</w:t>
            </w:r>
            <w:r w:rsidR="00470DEE">
              <w:t>, including</w:t>
            </w:r>
            <w:r w:rsidRPr="00075724">
              <w:t>:</w:t>
            </w:r>
          </w:p>
          <w:p w14:paraId="03640CA2" w14:textId="4EBD0AEC" w:rsidR="00075724" w:rsidRPr="00075724" w:rsidRDefault="00075724" w:rsidP="00075724">
            <w:pPr>
              <w:pStyle w:val="SIBulletList2"/>
            </w:pPr>
            <w:r w:rsidRPr="00075724">
              <w:t>workplace health and safety</w:t>
            </w:r>
            <w:r w:rsidR="00F753FE">
              <w:t>,</w:t>
            </w:r>
            <w:r w:rsidRPr="00075724">
              <w:t xml:space="preserve"> with particular emphasis on equipment lock</w:t>
            </w:r>
            <w:r w:rsidR="00F753FE">
              <w:t>-</w:t>
            </w:r>
            <w:r w:rsidRPr="00075724">
              <w:t xml:space="preserve">out, use of </w:t>
            </w:r>
            <w:r w:rsidR="004D3370" w:rsidRPr="00416BDA">
              <w:t xml:space="preserve">personal protective equipment </w:t>
            </w:r>
            <w:r w:rsidR="004D3370">
              <w:t>(</w:t>
            </w:r>
            <w:r w:rsidRPr="00075724">
              <w:t>PPE</w:t>
            </w:r>
            <w:r w:rsidR="004D3370">
              <w:t>), safe manual handling</w:t>
            </w:r>
            <w:r w:rsidRPr="00075724">
              <w:t xml:space="preserve"> and fire prevention measures </w:t>
            </w:r>
          </w:p>
          <w:p w14:paraId="304560AB" w14:textId="77777777" w:rsidR="00075724" w:rsidRPr="00075724" w:rsidRDefault="00075724" w:rsidP="00075724">
            <w:pPr>
              <w:pStyle w:val="SIBulletList2"/>
            </w:pPr>
            <w:r w:rsidRPr="00075724">
              <w:t>communication reporting lines</w:t>
            </w:r>
          </w:p>
          <w:p w14:paraId="709A5456" w14:textId="77777777" w:rsidR="00075724" w:rsidRPr="00075724" w:rsidRDefault="00075724" w:rsidP="00075724">
            <w:pPr>
              <w:pStyle w:val="SIBulletList2"/>
            </w:pPr>
            <w:r w:rsidRPr="00075724">
              <w:t>recording and reporting repairs, maintenance activities and equipment faults</w:t>
            </w:r>
          </w:p>
          <w:p w14:paraId="6BA26DBC" w14:textId="56732FDA" w:rsidR="00075724" w:rsidRPr="00075724" w:rsidRDefault="00075724" w:rsidP="00075724">
            <w:pPr>
              <w:pStyle w:val="SIBulletList1"/>
            </w:pPr>
            <w:r w:rsidRPr="00075724">
              <w:t xml:space="preserve">environmental protection </w:t>
            </w:r>
            <w:r w:rsidR="006D2FD9">
              <w:t xml:space="preserve">requirements and/or procedures </w:t>
            </w:r>
            <w:r w:rsidRPr="00075724">
              <w:t xml:space="preserve">that meet legal obligations and requirements of the industry, </w:t>
            </w:r>
            <w:proofErr w:type="gramStart"/>
            <w:r w:rsidRPr="00075724">
              <w:t>state</w:t>
            </w:r>
            <w:proofErr w:type="gramEnd"/>
            <w:r w:rsidRPr="00075724">
              <w:t xml:space="preserve"> and local standards and/or codes of practice for f</w:t>
            </w:r>
            <w:r w:rsidR="008D5464">
              <w:t>e</w:t>
            </w:r>
            <w:r w:rsidRPr="00075724">
              <w:t>lling trees with chainsaws</w:t>
            </w:r>
            <w:r w:rsidR="00470DEE">
              <w:t>, including</w:t>
            </w:r>
            <w:r w:rsidRPr="00075724">
              <w:t>:</w:t>
            </w:r>
          </w:p>
          <w:p w14:paraId="5158C74C" w14:textId="77777777" w:rsidR="00075724" w:rsidRPr="00075724" w:rsidRDefault="00075724" w:rsidP="00075724">
            <w:pPr>
              <w:pStyle w:val="SIBulletList2"/>
            </w:pPr>
            <w:r w:rsidRPr="00075724">
              <w:t xml:space="preserve">protection of natural and cultural assets </w:t>
            </w:r>
          </w:p>
          <w:p w14:paraId="55E28E24" w14:textId="77777777" w:rsidR="00075724" w:rsidRPr="00075724" w:rsidRDefault="00075724" w:rsidP="00075724">
            <w:pPr>
              <w:pStyle w:val="SIBulletList2"/>
            </w:pPr>
            <w:r w:rsidRPr="00075724">
              <w:t xml:space="preserve">cleaning plant, </w:t>
            </w:r>
            <w:proofErr w:type="gramStart"/>
            <w:r w:rsidRPr="00075724">
              <w:t>tools</w:t>
            </w:r>
            <w:proofErr w:type="gramEnd"/>
            <w:r w:rsidRPr="00075724">
              <w:t xml:space="preserve"> and equipment</w:t>
            </w:r>
          </w:p>
          <w:p w14:paraId="6F73EB9E" w14:textId="77777777" w:rsidR="00075724" w:rsidRPr="00075724" w:rsidRDefault="00075724" w:rsidP="00075724">
            <w:pPr>
              <w:pStyle w:val="SIBulletList2"/>
            </w:pPr>
            <w:r w:rsidRPr="00075724">
              <w:t xml:space="preserve">disposing of, </w:t>
            </w:r>
            <w:proofErr w:type="gramStart"/>
            <w:r w:rsidRPr="00075724">
              <w:t>recycling</w:t>
            </w:r>
            <w:proofErr w:type="gramEnd"/>
            <w:r w:rsidRPr="00075724">
              <w:t xml:space="preserve"> and reusing materials</w:t>
            </w:r>
          </w:p>
          <w:p w14:paraId="47C2B720" w14:textId="7EFD5D75" w:rsidR="00F1480E" w:rsidRPr="000754EC" w:rsidRDefault="00075724" w:rsidP="00C47ECF">
            <w:pPr>
              <w:pStyle w:val="SIBulletList2"/>
            </w:pPr>
            <w:r w:rsidRPr="00075724">
              <w:t>disposing of hazardous substances</w:t>
            </w:r>
            <w:r>
              <w:t>.</w:t>
            </w:r>
          </w:p>
        </w:tc>
      </w:tr>
    </w:tbl>
    <w:p w14:paraId="31F69B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CE77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80E0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1B8087" w14:textId="77777777" w:rsidTr="00CA2922">
        <w:tc>
          <w:tcPr>
            <w:tcW w:w="5000" w:type="pct"/>
            <w:shd w:val="clear" w:color="auto" w:fill="auto"/>
          </w:tcPr>
          <w:p w14:paraId="6791C8F7" w14:textId="01E19ED2" w:rsidR="00D404C7" w:rsidRDefault="001102EC" w:rsidP="001102EC">
            <w:pPr>
              <w:pStyle w:val="SIText"/>
            </w:pPr>
            <w:r w:rsidRPr="001102EC">
              <w:t>Assessment of the skills in this unit of competency must take place under the following conditions:</w:t>
            </w:r>
          </w:p>
          <w:p w14:paraId="7E251181" w14:textId="1166286B" w:rsidR="002B3CEB" w:rsidRPr="002B3CEB" w:rsidRDefault="002B3CEB" w:rsidP="00D404C7">
            <w:pPr>
              <w:pStyle w:val="SIBulletList1"/>
            </w:pPr>
            <w:r w:rsidRPr="00772464">
              <w:t>physical conditions</w:t>
            </w:r>
            <w:r w:rsidR="00F753FE">
              <w:t>:</w:t>
            </w:r>
          </w:p>
          <w:p w14:paraId="6F1D75C6" w14:textId="1800F341" w:rsidR="002B3CEB" w:rsidRPr="002B3CEB" w:rsidRDefault="002B3CEB" w:rsidP="002B3CEB">
            <w:pPr>
              <w:pStyle w:val="SIBulletList2"/>
            </w:pPr>
            <w:r w:rsidRPr="001570FC">
              <w:t xml:space="preserve">skills must be </w:t>
            </w:r>
            <w:proofErr w:type="gramStart"/>
            <w:r w:rsidRPr="001570FC">
              <w:t>demonstrated</w:t>
            </w:r>
            <w:proofErr w:type="gramEnd"/>
            <w:r w:rsidRPr="001570FC">
              <w:t xml:space="preserve"> in </w:t>
            </w:r>
            <w:r w:rsidR="004D3370">
              <w:t>the</w:t>
            </w:r>
            <w:r w:rsidR="004D3370" w:rsidRPr="001570FC">
              <w:t xml:space="preserve"> </w:t>
            </w:r>
            <w:r w:rsidRPr="002B3CEB">
              <w:t xml:space="preserve">workplace or an environment that accurately represents workplace conditions </w:t>
            </w:r>
          </w:p>
          <w:p w14:paraId="583C2D21" w14:textId="77777777" w:rsidR="002B3CEB" w:rsidRPr="002B3CEB" w:rsidRDefault="002B3CEB" w:rsidP="002B3CEB">
            <w:pPr>
              <w:pStyle w:val="SIBulletList1"/>
            </w:pPr>
            <w:r w:rsidRPr="00772464">
              <w:t xml:space="preserve">resources, </w:t>
            </w:r>
            <w:proofErr w:type="gramStart"/>
            <w:r w:rsidRPr="00772464">
              <w:t>equipment</w:t>
            </w:r>
            <w:proofErr w:type="gramEnd"/>
            <w:r w:rsidRPr="00772464">
              <w:t xml:space="preserve"> and materials:</w:t>
            </w:r>
          </w:p>
          <w:p w14:paraId="179C431A" w14:textId="77777777" w:rsidR="002B3CEB" w:rsidRPr="002B3CEB" w:rsidRDefault="002B3CEB" w:rsidP="002B3CEB">
            <w:pPr>
              <w:pStyle w:val="SIBulletList2"/>
            </w:pPr>
            <w:r>
              <w:t>chainsaw and accessories</w:t>
            </w:r>
          </w:p>
          <w:p w14:paraId="60C6F670" w14:textId="77777777" w:rsidR="002B3CEB" w:rsidRPr="002B3CEB" w:rsidRDefault="002B3CEB" w:rsidP="002B3CEB">
            <w:pPr>
              <w:pStyle w:val="SIBulletList2"/>
            </w:pPr>
            <w:r w:rsidRPr="00EF4407">
              <w:t>suitable trees to fell</w:t>
            </w:r>
          </w:p>
          <w:p w14:paraId="7E64F179" w14:textId="58316C09" w:rsidR="00AB72A1" w:rsidRDefault="00AB72A1" w:rsidP="002B3CEB">
            <w:pPr>
              <w:pStyle w:val="SIBulletList2"/>
            </w:pPr>
            <w:r>
              <w:t>tools and equipment to fell trees</w:t>
            </w:r>
          </w:p>
          <w:p w14:paraId="4BE91728" w14:textId="14CED2C9" w:rsidR="002B3CEB" w:rsidRPr="002B3CEB" w:rsidRDefault="00D26088" w:rsidP="002B3CEB">
            <w:pPr>
              <w:pStyle w:val="SIBulletList2"/>
            </w:pPr>
            <w:r>
              <w:t>PPE</w:t>
            </w:r>
            <w:r w:rsidR="002B3CEB" w:rsidRPr="00EF4407">
              <w:t xml:space="preserve"> required in </w:t>
            </w:r>
            <w:r w:rsidR="002B3CEB" w:rsidRPr="002B3CEB">
              <w:t>tree felling operations</w:t>
            </w:r>
          </w:p>
          <w:p w14:paraId="482A25A9" w14:textId="77777777" w:rsidR="002B3CEB" w:rsidRPr="002B3CEB" w:rsidRDefault="002B3CEB" w:rsidP="002B3CEB">
            <w:pPr>
              <w:pStyle w:val="SIBulletList2"/>
            </w:pPr>
            <w:r w:rsidRPr="00EF4407">
              <w:t>communication system</w:t>
            </w:r>
          </w:p>
          <w:p w14:paraId="13F38CDA" w14:textId="7620C0D9" w:rsidR="002B3CEB" w:rsidRPr="002B3CEB" w:rsidRDefault="002B3CEB" w:rsidP="002B3CEB">
            <w:pPr>
              <w:pStyle w:val="SIBulletList1"/>
            </w:pPr>
            <w:r w:rsidRPr="007D15ED">
              <w:t>specifications</w:t>
            </w:r>
            <w:r w:rsidR="00F753FE">
              <w:t>:</w:t>
            </w:r>
          </w:p>
          <w:p w14:paraId="6BEE1C71" w14:textId="1BFF9D22" w:rsidR="002B3CEB" w:rsidRPr="002B3CEB" w:rsidRDefault="002B3CEB" w:rsidP="003B64EA">
            <w:pPr>
              <w:pStyle w:val="SIBulletList2"/>
            </w:pPr>
            <w:r w:rsidRPr="00DF5D3F">
              <w:t>workplace</w:t>
            </w:r>
            <w:r w:rsidR="006D2FD9">
              <w:t xml:space="preserve"> health and</w:t>
            </w:r>
            <w:r w:rsidRPr="00DF5D3F">
              <w:t xml:space="preserve"> </w:t>
            </w:r>
            <w:r w:rsidR="004D3370">
              <w:t xml:space="preserve">safety and environmental </w:t>
            </w:r>
            <w:r w:rsidRPr="00DF5D3F">
              <w:t>policies and</w:t>
            </w:r>
            <w:r w:rsidR="006D2FD9">
              <w:t>/or</w:t>
            </w:r>
            <w:r w:rsidRPr="00DF5D3F">
              <w:t xml:space="preserve"> procedures applicable to </w:t>
            </w:r>
            <w:r w:rsidRPr="002B3CEB">
              <w:t>tree felling and chainsaw operations</w:t>
            </w:r>
          </w:p>
          <w:p w14:paraId="28C60693" w14:textId="383BDA26" w:rsidR="002B3CEB" w:rsidRPr="002B3CEB" w:rsidRDefault="002B3CEB" w:rsidP="002B3CEB">
            <w:pPr>
              <w:pStyle w:val="SIBulletList2"/>
            </w:pPr>
            <w:r w:rsidRPr="00DF5D3F">
              <w:t xml:space="preserve">workplace standard operating procedures </w:t>
            </w:r>
            <w:r w:rsidRPr="002B3CEB">
              <w:t>or operator manual for chainsaws.</w:t>
            </w:r>
          </w:p>
          <w:p w14:paraId="5D003D66" w14:textId="77777777" w:rsidR="00877764" w:rsidRDefault="00877764" w:rsidP="001102EC">
            <w:pPr>
              <w:pStyle w:val="SIText"/>
            </w:pPr>
          </w:p>
          <w:p w14:paraId="7ED40D9F" w14:textId="0E869B4B" w:rsidR="001102EC" w:rsidRPr="001102EC" w:rsidRDefault="001102EC" w:rsidP="001102EC">
            <w:pPr>
              <w:pStyle w:val="SIText"/>
            </w:pPr>
            <w:r w:rsidRPr="001102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21E86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5964E92" w14:textId="77777777" w:rsidTr="004679E3">
        <w:tc>
          <w:tcPr>
            <w:tcW w:w="990" w:type="pct"/>
            <w:shd w:val="clear" w:color="auto" w:fill="auto"/>
          </w:tcPr>
          <w:p w14:paraId="282BCB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EA6E4C" w14:textId="57F43524" w:rsidR="00F1480E" w:rsidRPr="000754EC" w:rsidRDefault="00673B64" w:rsidP="007C2D81">
            <w:pPr>
              <w:pStyle w:val="SIText"/>
            </w:pPr>
            <w:r w:rsidRPr="00F50AAD">
              <w:t>Companion Volumes, including Implementation Guides, are available at VETNet: https://vetnet.gov.au/Pages/TrainingDocs.aspx?q=0d96fe23-5747-4c01-9d6f-3509ff8d3d47</w:t>
            </w:r>
          </w:p>
        </w:tc>
      </w:tr>
    </w:tbl>
    <w:p w14:paraId="025125B6" w14:textId="77777777" w:rsidR="00F1480E" w:rsidRDefault="00F1480E" w:rsidP="005F771F">
      <w:pPr>
        <w:pStyle w:val="SIText"/>
      </w:pPr>
    </w:p>
    <w:p w14:paraId="7E207574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7B90B" w14:textId="77777777" w:rsidR="006F36C7" w:rsidRDefault="006F36C7" w:rsidP="00BF3F0A">
      <w:r>
        <w:separator/>
      </w:r>
    </w:p>
    <w:p w14:paraId="5962DB46" w14:textId="77777777" w:rsidR="006F36C7" w:rsidRDefault="006F36C7"/>
  </w:endnote>
  <w:endnote w:type="continuationSeparator" w:id="0">
    <w:p w14:paraId="789AB8CE" w14:textId="77777777" w:rsidR="006F36C7" w:rsidRDefault="006F36C7" w:rsidP="00BF3F0A">
      <w:r>
        <w:continuationSeparator/>
      </w:r>
    </w:p>
    <w:p w14:paraId="62B0ABCC" w14:textId="77777777" w:rsidR="006F36C7" w:rsidRDefault="006F3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AB90BB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8040702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8DBE2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908B" w14:textId="77777777" w:rsidR="006F36C7" w:rsidRDefault="006F36C7" w:rsidP="00BF3F0A">
      <w:r>
        <w:separator/>
      </w:r>
    </w:p>
    <w:p w14:paraId="55ABED2D" w14:textId="77777777" w:rsidR="006F36C7" w:rsidRDefault="006F36C7"/>
  </w:footnote>
  <w:footnote w:type="continuationSeparator" w:id="0">
    <w:p w14:paraId="5FD2036F" w14:textId="77777777" w:rsidR="006F36C7" w:rsidRDefault="006F36C7" w:rsidP="00BF3F0A">
      <w:r>
        <w:continuationSeparator/>
      </w:r>
    </w:p>
    <w:p w14:paraId="16DAA4D9" w14:textId="77777777" w:rsidR="006F36C7" w:rsidRDefault="006F36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79855" w14:textId="47858F73" w:rsidR="009C2650" w:rsidRPr="008547E9" w:rsidRDefault="00A737B4" w:rsidP="000C1BDB">
    <w:pPr>
      <w:pStyle w:val="SIText"/>
    </w:pPr>
    <w:r w:rsidRPr="00F45A3F">
      <w:t>FWP</w:t>
    </w:r>
    <w:r>
      <w:t>COT</w:t>
    </w:r>
    <w:r w:rsidRPr="00F45A3F">
      <w:t>3</w:t>
    </w:r>
    <w:r w:rsidR="00E9413E">
      <w:t>347</w:t>
    </w:r>
    <w:r w:rsidRPr="00F45A3F">
      <w:t xml:space="preserve"> </w:t>
    </w:r>
    <w:r w:rsidR="00D2745A" w:rsidRPr="00F45A3F">
      <w:t>F</w:t>
    </w:r>
    <w:r w:rsidR="00D2745A">
      <w:t>e</w:t>
    </w:r>
    <w:r w:rsidR="00D2745A" w:rsidRPr="00F45A3F">
      <w:t xml:space="preserve">ll </w:t>
    </w:r>
    <w:r w:rsidR="00F45A3F" w:rsidRPr="00F45A3F">
      <w:t>trees manually (intermediate)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06664C"/>
    <w:multiLevelType w:val="hybridMultilevel"/>
    <w:tmpl w:val="87C04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1322238">
    <w:abstractNumId w:val="8"/>
  </w:num>
  <w:num w:numId="2" w16cid:durableId="1071852121">
    <w:abstractNumId w:val="6"/>
  </w:num>
  <w:num w:numId="3" w16cid:durableId="339966914">
    <w:abstractNumId w:val="3"/>
  </w:num>
  <w:num w:numId="4" w16cid:durableId="2121028398">
    <w:abstractNumId w:val="13"/>
  </w:num>
  <w:num w:numId="5" w16cid:durableId="454829438">
    <w:abstractNumId w:val="1"/>
  </w:num>
  <w:num w:numId="6" w16cid:durableId="514152622">
    <w:abstractNumId w:val="7"/>
  </w:num>
  <w:num w:numId="7" w16cid:durableId="1871407027">
    <w:abstractNumId w:val="2"/>
  </w:num>
  <w:num w:numId="8" w16cid:durableId="1975792820">
    <w:abstractNumId w:val="0"/>
  </w:num>
  <w:num w:numId="9" w16cid:durableId="1542282098">
    <w:abstractNumId w:val="12"/>
  </w:num>
  <w:num w:numId="10" w16cid:durableId="1418746832">
    <w:abstractNumId w:val="9"/>
  </w:num>
  <w:num w:numId="11" w16cid:durableId="1690907828">
    <w:abstractNumId w:val="11"/>
  </w:num>
  <w:num w:numId="12" w16cid:durableId="1391028769">
    <w:abstractNumId w:val="10"/>
  </w:num>
  <w:num w:numId="13" w16cid:durableId="961226679">
    <w:abstractNumId w:val="14"/>
  </w:num>
  <w:num w:numId="14" w16cid:durableId="1099563023">
    <w:abstractNumId w:val="4"/>
  </w:num>
  <w:num w:numId="15" w16cid:durableId="1292639512">
    <w:abstractNumId w:val="5"/>
  </w:num>
  <w:num w:numId="16" w16cid:durableId="1330018871">
    <w:abstractNumId w:val="16"/>
  </w:num>
  <w:num w:numId="17" w16cid:durableId="2004232850">
    <w:abstractNumId w:val="15"/>
  </w:num>
  <w:num w:numId="18" w16cid:durableId="506211166">
    <w:abstractNumId w:val="11"/>
  </w:num>
  <w:num w:numId="19" w16cid:durableId="13810499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xNLAwtTS3NLI0MzNX0lEKTi0uzszPAykwM6kFAC/Ssl8tAAAA"/>
  </w:docVars>
  <w:rsids>
    <w:rsidRoot w:val="00AB5133"/>
    <w:rsid w:val="000014B9"/>
    <w:rsid w:val="00001B1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F47"/>
    <w:rsid w:val="00061DDA"/>
    <w:rsid w:val="00064BFE"/>
    <w:rsid w:val="00070B3E"/>
    <w:rsid w:val="00071B2C"/>
    <w:rsid w:val="00071F95"/>
    <w:rsid w:val="000737BB"/>
    <w:rsid w:val="00074E47"/>
    <w:rsid w:val="000754EC"/>
    <w:rsid w:val="00075724"/>
    <w:rsid w:val="00075EA2"/>
    <w:rsid w:val="000802F1"/>
    <w:rsid w:val="00084859"/>
    <w:rsid w:val="0009093B"/>
    <w:rsid w:val="00092996"/>
    <w:rsid w:val="000A5441"/>
    <w:rsid w:val="000A63CC"/>
    <w:rsid w:val="000A7BF8"/>
    <w:rsid w:val="000B36A7"/>
    <w:rsid w:val="000B3A14"/>
    <w:rsid w:val="000B5844"/>
    <w:rsid w:val="000C149A"/>
    <w:rsid w:val="000C1BDB"/>
    <w:rsid w:val="000C224E"/>
    <w:rsid w:val="000C352B"/>
    <w:rsid w:val="000E0B62"/>
    <w:rsid w:val="000E25E6"/>
    <w:rsid w:val="000E293D"/>
    <w:rsid w:val="000E2C86"/>
    <w:rsid w:val="000F1EF1"/>
    <w:rsid w:val="000F29F2"/>
    <w:rsid w:val="000F4674"/>
    <w:rsid w:val="00101659"/>
    <w:rsid w:val="00105AEA"/>
    <w:rsid w:val="001078BF"/>
    <w:rsid w:val="001102EC"/>
    <w:rsid w:val="0011319B"/>
    <w:rsid w:val="00113737"/>
    <w:rsid w:val="00113811"/>
    <w:rsid w:val="001161A8"/>
    <w:rsid w:val="00117940"/>
    <w:rsid w:val="00122264"/>
    <w:rsid w:val="00133957"/>
    <w:rsid w:val="001372F6"/>
    <w:rsid w:val="00137B77"/>
    <w:rsid w:val="0014298A"/>
    <w:rsid w:val="00144385"/>
    <w:rsid w:val="00146BB6"/>
    <w:rsid w:val="00146EEC"/>
    <w:rsid w:val="001509C9"/>
    <w:rsid w:val="00151D55"/>
    <w:rsid w:val="00151D93"/>
    <w:rsid w:val="00156EF3"/>
    <w:rsid w:val="00163932"/>
    <w:rsid w:val="00164EA4"/>
    <w:rsid w:val="00174C7C"/>
    <w:rsid w:val="00175A86"/>
    <w:rsid w:val="00176E4F"/>
    <w:rsid w:val="00183537"/>
    <w:rsid w:val="0018546B"/>
    <w:rsid w:val="00195B61"/>
    <w:rsid w:val="001A6A3E"/>
    <w:rsid w:val="001A7B6D"/>
    <w:rsid w:val="001A7E50"/>
    <w:rsid w:val="001B0258"/>
    <w:rsid w:val="001B34D5"/>
    <w:rsid w:val="001B513A"/>
    <w:rsid w:val="001B7793"/>
    <w:rsid w:val="001C0A75"/>
    <w:rsid w:val="001C1306"/>
    <w:rsid w:val="001C2E76"/>
    <w:rsid w:val="001C5571"/>
    <w:rsid w:val="001D2C19"/>
    <w:rsid w:val="001D30EB"/>
    <w:rsid w:val="001D5C1B"/>
    <w:rsid w:val="001D7BA0"/>
    <w:rsid w:val="001D7F5B"/>
    <w:rsid w:val="001E0849"/>
    <w:rsid w:val="001E16BC"/>
    <w:rsid w:val="001E16DF"/>
    <w:rsid w:val="001F185B"/>
    <w:rsid w:val="001F2BA5"/>
    <w:rsid w:val="001F308D"/>
    <w:rsid w:val="0020090E"/>
    <w:rsid w:val="00201A7C"/>
    <w:rsid w:val="00206227"/>
    <w:rsid w:val="0021210E"/>
    <w:rsid w:val="002129A9"/>
    <w:rsid w:val="00213312"/>
    <w:rsid w:val="0021414D"/>
    <w:rsid w:val="00223124"/>
    <w:rsid w:val="00227116"/>
    <w:rsid w:val="00233143"/>
    <w:rsid w:val="00234444"/>
    <w:rsid w:val="002349BB"/>
    <w:rsid w:val="00242293"/>
    <w:rsid w:val="00244EA7"/>
    <w:rsid w:val="002460A8"/>
    <w:rsid w:val="00246C80"/>
    <w:rsid w:val="0025661A"/>
    <w:rsid w:val="00256F59"/>
    <w:rsid w:val="00256FF9"/>
    <w:rsid w:val="00261150"/>
    <w:rsid w:val="00262065"/>
    <w:rsid w:val="00262E69"/>
    <w:rsid w:val="00262FC3"/>
    <w:rsid w:val="0026394F"/>
    <w:rsid w:val="00264A1C"/>
    <w:rsid w:val="002677D8"/>
    <w:rsid w:val="00267AF6"/>
    <w:rsid w:val="00270210"/>
    <w:rsid w:val="00270ECC"/>
    <w:rsid w:val="00275632"/>
    <w:rsid w:val="00275B88"/>
    <w:rsid w:val="00275D51"/>
    <w:rsid w:val="00276DB8"/>
    <w:rsid w:val="00282664"/>
    <w:rsid w:val="00285FB8"/>
    <w:rsid w:val="002970C3"/>
    <w:rsid w:val="002A4CD3"/>
    <w:rsid w:val="002A536C"/>
    <w:rsid w:val="002A6CC4"/>
    <w:rsid w:val="002B2CA2"/>
    <w:rsid w:val="002B3CEB"/>
    <w:rsid w:val="002C42EB"/>
    <w:rsid w:val="002C55E9"/>
    <w:rsid w:val="002D03B3"/>
    <w:rsid w:val="002D0C8B"/>
    <w:rsid w:val="002D330A"/>
    <w:rsid w:val="002D7306"/>
    <w:rsid w:val="002E170C"/>
    <w:rsid w:val="002E193E"/>
    <w:rsid w:val="002E5177"/>
    <w:rsid w:val="003021FC"/>
    <w:rsid w:val="00305EFF"/>
    <w:rsid w:val="00310A6A"/>
    <w:rsid w:val="003144E6"/>
    <w:rsid w:val="00317097"/>
    <w:rsid w:val="00327778"/>
    <w:rsid w:val="0033514E"/>
    <w:rsid w:val="00337E82"/>
    <w:rsid w:val="00346FDC"/>
    <w:rsid w:val="003504D3"/>
    <w:rsid w:val="00350BB1"/>
    <w:rsid w:val="00352C83"/>
    <w:rsid w:val="00366805"/>
    <w:rsid w:val="0037067D"/>
    <w:rsid w:val="00373436"/>
    <w:rsid w:val="003742BC"/>
    <w:rsid w:val="0037478E"/>
    <w:rsid w:val="00384E92"/>
    <w:rsid w:val="0038735B"/>
    <w:rsid w:val="003916D1"/>
    <w:rsid w:val="003A21DC"/>
    <w:rsid w:val="003A21F0"/>
    <w:rsid w:val="003A277F"/>
    <w:rsid w:val="003A58BA"/>
    <w:rsid w:val="003A5AE7"/>
    <w:rsid w:val="003A7221"/>
    <w:rsid w:val="003B0BAF"/>
    <w:rsid w:val="003B3493"/>
    <w:rsid w:val="003B503A"/>
    <w:rsid w:val="003C13AE"/>
    <w:rsid w:val="003C2A3F"/>
    <w:rsid w:val="003D2E73"/>
    <w:rsid w:val="003D6AE5"/>
    <w:rsid w:val="003E72B6"/>
    <w:rsid w:val="003E7BBE"/>
    <w:rsid w:val="003F15B4"/>
    <w:rsid w:val="003F62F7"/>
    <w:rsid w:val="00405A39"/>
    <w:rsid w:val="004127E3"/>
    <w:rsid w:val="00416232"/>
    <w:rsid w:val="0042122C"/>
    <w:rsid w:val="00425613"/>
    <w:rsid w:val="0043212E"/>
    <w:rsid w:val="00432829"/>
    <w:rsid w:val="00434366"/>
    <w:rsid w:val="00434ECE"/>
    <w:rsid w:val="00444423"/>
    <w:rsid w:val="00444BF8"/>
    <w:rsid w:val="00452F3E"/>
    <w:rsid w:val="00454853"/>
    <w:rsid w:val="00456749"/>
    <w:rsid w:val="004625CA"/>
    <w:rsid w:val="004640AE"/>
    <w:rsid w:val="00466379"/>
    <w:rsid w:val="004679E3"/>
    <w:rsid w:val="00470DEE"/>
    <w:rsid w:val="00475172"/>
    <w:rsid w:val="004758B0"/>
    <w:rsid w:val="00482EAD"/>
    <w:rsid w:val="004832D2"/>
    <w:rsid w:val="00483F4A"/>
    <w:rsid w:val="00485559"/>
    <w:rsid w:val="00486202"/>
    <w:rsid w:val="004A142B"/>
    <w:rsid w:val="004A3860"/>
    <w:rsid w:val="004A3BB4"/>
    <w:rsid w:val="004A44E8"/>
    <w:rsid w:val="004A581D"/>
    <w:rsid w:val="004A6B23"/>
    <w:rsid w:val="004A7706"/>
    <w:rsid w:val="004A77E3"/>
    <w:rsid w:val="004B29B7"/>
    <w:rsid w:val="004B31F2"/>
    <w:rsid w:val="004B7A28"/>
    <w:rsid w:val="004C2244"/>
    <w:rsid w:val="004C79A1"/>
    <w:rsid w:val="004D0D5F"/>
    <w:rsid w:val="004D1569"/>
    <w:rsid w:val="004D3370"/>
    <w:rsid w:val="004D3724"/>
    <w:rsid w:val="004D409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45AB"/>
    <w:rsid w:val="005168A0"/>
    <w:rsid w:val="00520E9A"/>
    <w:rsid w:val="005248C1"/>
    <w:rsid w:val="00526134"/>
    <w:rsid w:val="00534F6E"/>
    <w:rsid w:val="005405B2"/>
    <w:rsid w:val="005427C8"/>
    <w:rsid w:val="005446D1"/>
    <w:rsid w:val="005477C0"/>
    <w:rsid w:val="005520C1"/>
    <w:rsid w:val="00556C4C"/>
    <w:rsid w:val="00557369"/>
    <w:rsid w:val="005609A2"/>
    <w:rsid w:val="00564908"/>
    <w:rsid w:val="00564ADD"/>
    <w:rsid w:val="005708EB"/>
    <w:rsid w:val="00573F55"/>
    <w:rsid w:val="00575460"/>
    <w:rsid w:val="00575BC6"/>
    <w:rsid w:val="00583902"/>
    <w:rsid w:val="00592125"/>
    <w:rsid w:val="005A1D70"/>
    <w:rsid w:val="005A3AA5"/>
    <w:rsid w:val="005A6C9C"/>
    <w:rsid w:val="005A74DC"/>
    <w:rsid w:val="005B5146"/>
    <w:rsid w:val="005C1E85"/>
    <w:rsid w:val="005C6E8A"/>
    <w:rsid w:val="005C7671"/>
    <w:rsid w:val="005D1AFD"/>
    <w:rsid w:val="005E51E6"/>
    <w:rsid w:val="005E6269"/>
    <w:rsid w:val="005E758E"/>
    <w:rsid w:val="005F027A"/>
    <w:rsid w:val="005F33CC"/>
    <w:rsid w:val="005F771F"/>
    <w:rsid w:val="006054F1"/>
    <w:rsid w:val="0061085A"/>
    <w:rsid w:val="006121D4"/>
    <w:rsid w:val="00613B49"/>
    <w:rsid w:val="00615B95"/>
    <w:rsid w:val="00616845"/>
    <w:rsid w:val="00620E8E"/>
    <w:rsid w:val="006213DD"/>
    <w:rsid w:val="00633CFE"/>
    <w:rsid w:val="00634FCA"/>
    <w:rsid w:val="00640D9F"/>
    <w:rsid w:val="006429BF"/>
    <w:rsid w:val="00643D1B"/>
    <w:rsid w:val="006452B8"/>
    <w:rsid w:val="00652E62"/>
    <w:rsid w:val="0066040D"/>
    <w:rsid w:val="006658C0"/>
    <w:rsid w:val="006701E3"/>
    <w:rsid w:val="00673B64"/>
    <w:rsid w:val="006751DD"/>
    <w:rsid w:val="00683EE1"/>
    <w:rsid w:val="00683F75"/>
    <w:rsid w:val="00686A49"/>
    <w:rsid w:val="00687B62"/>
    <w:rsid w:val="00690C44"/>
    <w:rsid w:val="00696833"/>
    <w:rsid w:val="006969D9"/>
    <w:rsid w:val="006A08F9"/>
    <w:rsid w:val="006A1EE0"/>
    <w:rsid w:val="006A2B68"/>
    <w:rsid w:val="006B0D95"/>
    <w:rsid w:val="006B3C09"/>
    <w:rsid w:val="006B7688"/>
    <w:rsid w:val="006C2F32"/>
    <w:rsid w:val="006C38C7"/>
    <w:rsid w:val="006D2FD9"/>
    <w:rsid w:val="006D38C3"/>
    <w:rsid w:val="006D4448"/>
    <w:rsid w:val="006D6DFD"/>
    <w:rsid w:val="006E2C4D"/>
    <w:rsid w:val="006E42FE"/>
    <w:rsid w:val="006E763A"/>
    <w:rsid w:val="006F0D02"/>
    <w:rsid w:val="006F10FE"/>
    <w:rsid w:val="006F3622"/>
    <w:rsid w:val="006F36C7"/>
    <w:rsid w:val="00700A77"/>
    <w:rsid w:val="00705EEC"/>
    <w:rsid w:val="00707741"/>
    <w:rsid w:val="007078C7"/>
    <w:rsid w:val="00710052"/>
    <w:rsid w:val="007134FE"/>
    <w:rsid w:val="0071446B"/>
    <w:rsid w:val="00715794"/>
    <w:rsid w:val="00717385"/>
    <w:rsid w:val="00722769"/>
    <w:rsid w:val="00726CB0"/>
    <w:rsid w:val="0072774C"/>
    <w:rsid w:val="00727901"/>
    <w:rsid w:val="0073075B"/>
    <w:rsid w:val="00730AAF"/>
    <w:rsid w:val="0073404B"/>
    <w:rsid w:val="007341FF"/>
    <w:rsid w:val="007347AD"/>
    <w:rsid w:val="00735F08"/>
    <w:rsid w:val="007404E9"/>
    <w:rsid w:val="007444CF"/>
    <w:rsid w:val="007474E7"/>
    <w:rsid w:val="00752C75"/>
    <w:rsid w:val="00752E3F"/>
    <w:rsid w:val="00757005"/>
    <w:rsid w:val="0075704D"/>
    <w:rsid w:val="00761DBE"/>
    <w:rsid w:val="007622A4"/>
    <w:rsid w:val="0076523B"/>
    <w:rsid w:val="00771B60"/>
    <w:rsid w:val="00781D77"/>
    <w:rsid w:val="00783549"/>
    <w:rsid w:val="007860B7"/>
    <w:rsid w:val="00786DC8"/>
    <w:rsid w:val="00790D54"/>
    <w:rsid w:val="007917BF"/>
    <w:rsid w:val="00796532"/>
    <w:rsid w:val="00796EBE"/>
    <w:rsid w:val="007A300D"/>
    <w:rsid w:val="007A7E2E"/>
    <w:rsid w:val="007B026A"/>
    <w:rsid w:val="007B5B26"/>
    <w:rsid w:val="007C2D81"/>
    <w:rsid w:val="007C4BFF"/>
    <w:rsid w:val="007D35E2"/>
    <w:rsid w:val="007D4CB2"/>
    <w:rsid w:val="007D5A78"/>
    <w:rsid w:val="007E1632"/>
    <w:rsid w:val="007E330B"/>
    <w:rsid w:val="007E3BD1"/>
    <w:rsid w:val="007E4760"/>
    <w:rsid w:val="007F1563"/>
    <w:rsid w:val="007F1EB2"/>
    <w:rsid w:val="007F44DB"/>
    <w:rsid w:val="007F5A8B"/>
    <w:rsid w:val="0080472A"/>
    <w:rsid w:val="00805898"/>
    <w:rsid w:val="00812B78"/>
    <w:rsid w:val="008134D4"/>
    <w:rsid w:val="00815A32"/>
    <w:rsid w:val="0081635E"/>
    <w:rsid w:val="00817C3A"/>
    <w:rsid w:val="00817D51"/>
    <w:rsid w:val="00822742"/>
    <w:rsid w:val="00823530"/>
    <w:rsid w:val="00823FF4"/>
    <w:rsid w:val="00824DCE"/>
    <w:rsid w:val="008252A2"/>
    <w:rsid w:val="00826B36"/>
    <w:rsid w:val="00830267"/>
    <w:rsid w:val="008306E7"/>
    <w:rsid w:val="008322BE"/>
    <w:rsid w:val="00833023"/>
    <w:rsid w:val="00834573"/>
    <w:rsid w:val="008347EF"/>
    <w:rsid w:val="00834BC8"/>
    <w:rsid w:val="00837FD6"/>
    <w:rsid w:val="00846D34"/>
    <w:rsid w:val="00847B60"/>
    <w:rsid w:val="00850243"/>
    <w:rsid w:val="00851BE5"/>
    <w:rsid w:val="008545EB"/>
    <w:rsid w:val="008547E9"/>
    <w:rsid w:val="00856B75"/>
    <w:rsid w:val="00861940"/>
    <w:rsid w:val="00865011"/>
    <w:rsid w:val="0086711D"/>
    <w:rsid w:val="008760F9"/>
    <w:rsid w:val="00877764"/>
    <w:rsid w:val="00880912"/>
    <w:rsid w:val="00886790"/>
    <w:rsid w:val="00886DEE"/>
    <w:rsid w:val="008908DE"/>
    <w:rsid w:val="00893958"/>
    <w:rsid w:val="00894D9A"/>
    <w:rsid w:val="00895A60"/>
    <w:rsid w:val="008A0D48"/>
    <w:rsid w:val="008A12ED"/>
    <w:rsid w:val="008A39D3"/>
    <w:rsid w:val="008A473B"/>
    <w:rsid w:val="008A5360"/>
    <w:rsid w:val="008B23FA"/>
    <w:rsid w:val="008B2C77"/>
    <w:rsid w:val="008B3438"/>
    <w:rsid w:val="008B3869"/>
    <w:rsid w:val="008B4AD2"/>
    <w:rsid w:val="008B7138"/>
    <w:rsid w:val="008C0F6D"/>
    <w:rsid w:val="008D4DCA"/>
    <w:rsid w:val="008D5464"/>
    <w:rsid w:val="008E260C"/>
    <w:rsid w:val="008E3691"/>
    <w:rsid w:val="008E39BE"/>
    <w:rsid w:val="008E62EC"/>
    <w:rsid w:val="008F32F6"/>
    <w:rsid w:val="008F7F0D"/>
    <w:rsid w:val="00907002"/>
    <w:rsid w:val="009112F5"/>
    <w:rsid w:val="009150CD"/>
    <w:rsid w:val="00915BA8"/>
    <w:rsid w:val="00916CD7"/>
    <w:rsid w:val="009205F7"/>
    <w:rsid w:val="00920927"/>
    <w:rsid w:val="00921B38"/>
    <w:rsid w:val="00923720"/>
    <w:rsid w:val="009278C9"/>
    <w:rsid w:val="00932CD7"/>
    <w:rsid w:val="00942D03"/>
    <w:rsid w:val="00944C09"/>
    <w:rsid w:val="00945930"/>
    <w:rsid w:val="00946454"/>
    <w:rsid w:val="009523CD"/>
    <w:rsid w:val="009527CB"/>
    <w:rsid w:val="00953835"/>
    <w:rsid w:val="00960F6C"/>
    <w:rsid w:val="00962057"/>
    <w:rsid w:val="00965E62"/>
    <w:rsid w:val="00970747"/>
    <w:rsid w:val="00975F3B"/>
    <w:rsid w:val="00980103"/>
    <w:rsid w:val="00997BFC"/>
    <w:rsid w:val="009A5270"/>
    <w:rsid w:val="009A5900"/>
    <w:rsid w:val="009A6E6C"/>
    <w:rsid w:val="009A6F3F"/>
    <w:rsid w:val="009B241A"/>
    <w:rsid w:val="009B331A"/>
    <w:rsid w:val="009C2650"/>
    <w:rsid w:val="009C3039"/>
    <w:rsid w:val="009C4744"/>
    <w:rsid w:val="009C528D"/>
    <w:rsid w:val="009D15E2"/>
    <w:rsid w:val="009D15FE"/>
    <w:rsid w:val="009D1B45"/>
    <w:rsid w:val="009D5D2C"/>
    <w:rsid w:val="009D6C7C"/>
    <w:rsid w:val="009E09D8"/>
    <w:rsid w:val="009E4E4E"/>
    <w:rsid w:val="009F060D"/>
    <w:rsid w:val="009F0DCC"/>
    <w:rsid w:val="009F11CA"/>
    <w:rsid w:val="009F2E66"/>
    <w:rsid w:val="009F44A7"/>
    <w:rsid w:val="009F68FA"/>
    <w:rsid w:val="00A0479F"/>
    <w:rsid w:val="00A0695B"/>
    <w:rsid w:val="00A121EA"/>
    <w:rsid w:val="00A13052"/>
    <w:rsid w:val="00A15C01"/>
    <w:rsid w:val="00A216A8"/>
    <w:rsid w:val="00A223A6"/>
    <w:rsid w:val="00A23280"/>
    <w:rsid w:val="00A265DB"/>
    <w:rsid w:val="00A3639E"/>
    <w:rsid w:val="00A5092E"/>
    <w:rsid w:val="00A50A8F"/>
    <w:rsid w:val="00A55374"/>
    <w:rsid w:val="00A554D6"/>
    <w:rsid w:val="00A56CD6"/>
    <w:rsid w:val="00A56D78"/>
    <w:rsid w:val="00A56E14"/>
    <w:rsid w:val="00A6476B"/>
    <w:rsid w:val="00A737B4"/>
    <w:rsid w:val="00A76C6C"/>
    <w:rsid w:val="00A778E4"/>
    <w:rsid w:val="00A87356"/>
    <w:rsid w:val="00A918E3"/>
    <w:rsid w:val="00A92DD1"/>
    <w:rsid w:val="00A94633"/>
    <w:rsid w:val="00A94FC7"/>
    <w:rsid w:val="00AA5338"/>
    <w:rsid w:val="00AB1B8E"/>
    <w:rsid w:val="00AB2A72"/>
    <w:rsid w:val="00AB4B18"/>
    <w:rsid w:val="00AB5110"/>
    <w:rsid w:val="00AB5133"/>
    <w:rsid w:val="00AB699A"/>
    <w:rsid w:val="00AB72A1"/>
    <w:rsid w:val="00AC0696"/>
    <w:rsid w:val="00AC2F3C"/>
    <w:rsid w:val="00AC4C98"/>
    <w:rsid w:val="00AC5F6B"/>
    <w:rsid w:val="00AD2DF3"/>
    <w:rsid w:val="00AD3896"/>
    <w:rsid w:val="00AD5B47"/>
    <w:rsid w:val="00AD684E"/>
    <w:rsid w:val="00AE1ED9"/>
    <w:rsid w:val="00AE32CB"/>
    <w:rsid w:val="00AF3957"/>
    <w:rsid w:val="00AF76D5"/>
    <w:rsid w:val="00B06808"/>
    <w:rsid w:val="00B0712C"/>
    <w:rsid w:val="00B0747B"/>
    <w:rsid w:val="00B12013"/>
    <w:rsid w:val="00B12F1E"/>
    <w:rsid w:val="00B22C67"/>
    <w:rsid w:val="00B2689A"/>
    <w:rsid w:val="00B328F4"/>
    <w:rsid w:val="00B33FD1"/>
    <w:rsid w:val="00B3508F"/>
    <w:rsid w:val="00B36D6A"/>
    <w:rsid w:val="00B443EE"/>
    <w:rsid w:val="00B50C48"/>
    <w:rsid w:val="00B51A63"/>
    <w:rsid w:val="00B560C8"/>
    <w:rsid w:val="00B61150"/>
    <w:rsid w:val="00B63543"/>
    <w:rsid w:val="00B65BC7"/>
    <w:rsid w:val="00B746B9"/>
    <w:rsid w:val="00B821B6"/>
    <w:rsid w:val="00B848D4"/>
    <w:rsid w:val="00B865B7"/>
    <w:rsid w:val="00B91054"/>
    <w:rsid w:val="00B95DFE"/>
    <w:rsid w:val="00BA1CB1"/>
    <w:rsid w:val="00BA4178"/>
    <w:rsid w:val="00BA482D"/>
    <w:rsid w:val="00BB1755"/>
    <w:rsid w:val="00BB23F4"/>
    <w:rsid w:val="00BB2499"/>
    <w:rsid w:val="00BB3EF1"/>
    <w:rsid w:val="00BC1CD9"/>
    <w:rsid w:val="00BC5075"/>
    <w:rsid w:val="00BC50C4"/>
    <w:rsid w:val="00BC5419"/>
    <w:rsid w:val="00BD3B0F"/>
    <w:rsid w:val="00BD5406"/>
    <w:rsid w:val="00BE5C19"/>
    <w:rsid w:val="00BE62B0"/>
    <w:rsid w:val="00BF1D4C"/>
    <w:rsid w:val="00BF3638"/>
    <w:rsid w:val="00BF3F0A"/>
    <w:rsid w:val="00BF484D"/>
    <w:rsid w:val="00C01796"/>
    <w:rsid w:val="00C0469E"/>
    <w:rsid w:val="00C05365"/>
    <w:rsid w:val="00C05448"/>
    <w:rsid w:val="00C1398D"/>
    <w:rsid w:val="00C1406D"/>
    <w:rsid w:val="00C143C3"/>
    <w:rsid w:val="00C14CD0"/>
    <w:rsid w:val="00C1739B"/>
    <w:rsid w:val="00C21ADE"/>
    <w:rsid w:val="00C23CDC"/>
    <w:rsid w:val="00C26067"/>
    <w:rsid w:val="00C275CA"/>
    <w:rsid w:val="00C30A29"/>
    <w:rsid w:val="00C317DC"/>
    <w:rsid w:val="00C47ECF"/>
    <w:rsid w:val="00C540A7"/>
    <w:rsid w:val="00C578E9"/>
    <w:rsid w:val="00C64BB9"/>
    <w:rsid w:val="00C70626"/>
    <w:rsid w:val="00C72860"/>
    <w:rsid w:val="00C73582"/>
    <w:rsid w:val="00C7377B"/>
    <w:rsid w:val="00C73B90"/>
    <w:rsid w:val="00C742EC"/>
    <w:rsid w:val="00C87857"/>
    <w:rsid w:val="00C9126F"/>
    <w:rsid w:val="00C95372"/>
    <w:rsid w:val="00C9587A"/>
    <w:rsid w:val="00C96AF3"/>
    <w:rsid w:val="00C97646"/>
    <w:rsid w:val="00C97CCC"/>
    <w:rsid w:val="00CA0274"/>
    <w:rsid w:val="00CA5D37"/>
    <w:rsid w:val="00CB2373"/>
    <w:rsid w:val="00CB5F3A"/>
    <w:rsid w:val="00CB746F"/>
    <w:rsid w:val="00CB7BE7"/>
    <w:rsid w:val="00CC0B47"/>
    <w:rsid w:val="00CC451E"/>
    <w:rsid w:val="00CC492A"/>
    <w:rsid w:val="00CD4E9D"/>
    <w:rsid w:val="00CD4F4D"/>
    <w:rsid w:val="00CD551B"/>
    <w:rsid w:val="00CE1516"/>
    <w:rsid w:val="00CE7D19"/>
    <w:rsid w:val="00CF071C"/>
    <w:rsid w:val="00CF0CF5"/>
    <w:rsid w:val="00CF1E29"/>
    <w:rsid w:val="00CF2B3E"/>
    <w:rsid w:val="00CF638C"/>
    <w:rsid w:val="00D0201F"/>
    <w:rsid w:val="00D03685"/>
    <w:rsid w:val="00D07D4E"/>
    <w:rsid w:val="00D115AA"/>
    <w:rsid w:val="00D13435"/>
    <w:rsid w:val="00D145BE"/>
    <w:rsid w:val="00D15AB1"/>
    <w:rsid w:val="00D2035A"/>
    <w:rsid w:val="00D20C57"/>
    <w:rsid w:val="00D25D16"/>
    <w:rsid w:val="00D26088"/>
    <w:rsid w:val="00D2745A"/>
    <w:rsid w:val="00D32124"/>
    <w:rsid w:val="00D404C7"/>
    <w:rsid w:val="00D45596"/>
    <w:rsid w:val="00D45624"/>
    <w:rsid w:val="00D520C6"/>
    <w:rsid w:val="00D54C76"/>
    <w:rsid w:val="00D6483A"/>
    <w:rsid w:val="00D71E43"/>
    <w:rsid w:val="00D727F3"/>
    <w:rsid w:val="00D73695"/>
    <w:rsid w:val="00D8096B"/>
    <w:rsid w:val="00D810DE"/>
    <w:rsid w:val="00D848F3"/>
    <w:rsid w:val="00D84F8C"/>
    <w:rsid w:val="00D87D32"/>
    <w:rsid w:val="00D91188"/>
    <w:rsid w:val="00D916A8"/>
    <w:rsid w:val="00D92C83"/>
    <w:rsid w:val="00DA0A81"/>
    <w:rsid w:val="00DA27A1"/>
    <w:rsid w:val="00DA3C10"/>
    <w:rsid w:val="00DA53B5"/>
    <w:rsid w:val="00DA662B"/>
    <w:rsid w:val="00DB044A"/>
    <w:rsid w:val="00DB6F35"/>
    <w:rsid w:val="00DC02EF"/>
    <w:rsid w:val="00DC1D69"/>
    <w:rsid w:val="00DC5A3A"/>
    <w:rsid w:val="00DC5EFC"/>
    <w:rsid w:val="00DD0726"/>
    <w:rsid w:val="00DE26B7"/>
    <w:rsid w:val="00DE3F23"/>
    <w:rsid w:val="00DE7BD7"/>
    <w:rsid w:val="00E03641"/>
    <w:rsid w:val="00E238E6"/>
    <w:rsid w:val="00E24A14"/>
    <w:rsid w:val="00E2784A"/>
    <w:rsid w:val="00E35064"/>
    <w:rsid w:val="00E3681D"/>
    <w:rsid w:val="00E40225"/>
    <w:rsid w:val="00E50022"/>
    <w:rsid w:val="00E501F0"/>
    <w:rsid w:val="00E54FA9"/>
    <w:rsid w:val="00E6166D"/>
    <w:rsid w:val="00E71994"/>
    <w:rsid w:val="00E77D07"/>
    <w:rsid w:val="00E91BFF"/>
    <w:rsid w:val="00E92933"/>
    <w:rsid w:val="00E9413E"/>
    <w:rsid w:val="00E94F1A"/>
    <w:rsid w:val="00E94FAD"/>
    <w:rsid w:val="00E971A3"/>
    <w:rsid w:val="00EB0AA4"/>
    <w:rsid w:val="00EB3C74"/>
    <w:rsid w:val="00EB414D"/>
    <w:rsid w:val="00EB5956"/>
    <w:rsid w:val="00EB5C88"/>
    <w:rsid w:val="00EC0469"/>
    <w:rsid w:val="00EC1ACD"/>
    <w:rsid w:val="00ED4274"/>
    <w:rsid w:val="00ED4980"/>
    <w:rsid w:val="00EF01F8"/>
    <w:rsid w:val="00EF40EF"/>
    <w:rsid w:val="00EF47FE"/>
    <w:rsid w:val="00EF6207"/>
    <w:rsid w:val="00F00C98"/>
    <w:rsid w:val="00F0306F"/>
    <w:rsid w:val="00F0316C"/>
    <w:rsid w:val="00F0340A"/>
    <w:rsid w:val="00F03CEE"/>
    <w:rsid w:val="00F069BD"/>
    <w:rsid w:val="00F144D7"/>
    <w:rsid w:val="00F1480E"/>
    <w:rsid w:val="00F1497D"/>
    <w:rsid w:val="00F16AAC"/>
    <w:rsid w:val="00F21C5F"/>
    <w:rsid w:val="00F22706"/>
    <w:rsid w:val="00F24252"/>
    <w:rsid w:val="00F31CAA"/>
    <w:rsid w:val="00F33FF2"/>
    <w:rsid w:val="00F35A17"/>
    <w:rsid w:val="00F36A83"/>
    <w:rsid w:val="00F438FC"/>
    <w:rsid w:val="00F45A3F"/>
    <w:rsid w:val="00F5616F"/>
    <w:rsid w:val="00F56451"/>
    <w:rsid w:val="00F56827"/>
    <w:rsid w:val="00F602EB"/>
    <w:rsid w:val="00F60ED1"/>
    <w:rsid w:val="00F62866"/>
    <w:rsid w:val="00F65EF0"/>
    <w:rsid w:val="00F71651"/>
    <w:rsid w:val="00F74C6C"/>
    <w:rsid w:val="00F753FE"/>
    <w:rsid w:val="00F76191"/>
    <w:rsid w:val="00F76CC6"/>
    <w:rsid w:val="00F80607"/>
    <w:rsid w:val="00F83D7C"/>
    <w:rsid w:val="00FA15F1"/>
    <w:rsid w:val="00FB06C8"/>
    <w:rsid w:val="00FB232E"/>
    <w:rsid w:val="00FC6E84"/>
    <w:rsid w:val="00FD557D"/>
    <w:rsid w:val="00FD7FBD"/>
    <w:rsid w:val="00FE0282"/>
    <w:rsid w:val="00FE1160"/>
    <w:rsid w:val="00FE124D"/>
    <w:rsid w:val="00FE2730"/>
    <w:rsid w:val="00FE792C"/>
    <w:rsid w:val="00FF2BC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0F31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74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rFonts w:ascii="Arial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F144D7"/>
    <w:pPr>
      <w:ind w:left="720"/>
      <w:contextualSpacing/>
    </w:pPr>
    <w:rPr>
      <w:rFonts w:ascii="Arial" w:hAnsi="Arial"/>
      <w:sz w:val="20"/>
      <w:szCs w:val="22"/>
      <w:lang w:eastAsia="en-AU"/>
    </w:rPr>
  </w:style>
  <w:style w:type="paragraph" w:styleId="Revision">
    <w:name w:val="Revision"/>
    <w:hidden/>
    <w:uiPriority w:val="99"/>
    <w:semiHidden/>
    <w:rsid w:val="00660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1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4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36BB992-1CD1-43D3-AD78-45D331E61197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lcf76f155ced4ddcb4097134ff3c332f xmlns="9e75435c-c636-47e8-8c1a-73b57ad86f99">
      <Terms xmlns="http://schemas.microsoft.com/office/infopath/2007/PartnerControls"/>
    </lcf76f155ced4ddcb4097134ff3c332f>
    <TaxCatchAll xmlns="c5f7a395-ead5-4a20-a97c-528bed9359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6" ma:contentTypeDescription="Create a new document." ma:contentTypeScope="" ma:versionID="e0519bfc462eb213e025e410d786d2ae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73228342137fd49df0bdd2d51269fb09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162387-3f44-497d-a067-0d5aaf1b2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9cdd88-ee17-44d7-ad96-8dd6163886bf}" ma:internalName="TaxCatchAll" ma:showField="CatchAllData" ma:web="c5f7a395-ead5-4a20-a97c-528bed9359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85BE6ABE-6DA8-4D50-B7D2-509F4CE1C8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44806C-78AB-4E54-90CC-364E47BCF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1202</TotalTime>
  <Pages>6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12589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Georgiana Daian</cp:lastModifiedBy>
  <cp:revision>317</cp:revision>
  <cp:lastPrinted>2020-02-27T01:07:00Z</cp:lastPrinted>
  <dcterms:created xsi:type="dcterms:W3CDTF">2019-07-21T23:08:00Z</dcterms:created>
  <dcterms:modified xsi:type="dcterms:W3CDTF">2022-06-01T03:24:00Z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i4>3900</vt:i4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MediaServiceImageTags">
    <vt:lpwstr/>
  </property>
</Properties>
</file>