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94B17" w14:paraId="3F5E3F2C" w14:textId="77777777" w:rsidTr="00146EEC">
        <w:tc>
          <w:tcPr>
            <w:tcW w:w="2689" w:type="dxa"/>
          </w:tcPr>
          <w:p w14:paraId="6947F85C" w14:textId="796EB607" w:rsidR="00994B17" w:rsidRPr="00994B17" w:rsidRDefault="00994B17" w:rsidP="00994B17">
            <w:pPr>
              <w:pStyle w:val="SIText"/>
            </w:pPr>
            <w:r w:rsidRPr="00994B17">
              <w:t>Release 1</w:t>
            </w:r>
          </w:p>
        </w:tc>
        <w:tc>
          <w:tcPr>
            <w:tcW w:w="6939" w:type="dxa"/>
          </w:tcPr>
          <w:p w14:paraId="090FD4AA" w14:textId="740D3DBD" w:rsidR="00994B17" w:rsidRPr="00994B17" w:rsidRDefault="00994B17" w:rsidP="00994B17">
            <w:pPr>
              <w:pStyle w:val="SIText"/>
            </w:pPr>
            <w:r w:rsidRPr="00994B17">
              <w:t xml:space="preserve">This version released with AMP Australian Meat Processing Training Package Version </w:t>
            </w:r>
            <w:r w:rsidR="005E1F6B">
              <w:t>8</w:t>
            </w:r>
            <w:r w:rsidRPr="00994B17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F55B409" w:rsidR="00F1480E" w:rsidRPr="004D099E" w:rsidRDefault="00994B17" w:rsidP="005404CB">
            <w:pPr>
              <w:pStyle w:val="SIUNITCODE"/>
              <w:rPr>
                <w:rStyle w:val="SITemporaryText-green"/>
              </w:rPr>
            </w:pPr>
            <w:r w:rsidRPr="004D099E">
              <w:rPr>
                <w:rStyle w:val="SITemporaryText-green"/>
              </w:rPr>
              <w:t>AMP</w:t>
            </w:r>
            <w:r w:rsidR="004D099E">
              <w:rPr>
                <w:rStyle w:val="SITemporaryText-green"/>
              </w:rPr>
              <w:t>WHS</w:t>
            </w:r>
            <w:r w:rsidRPr="004D099E">
              <w:rPr>
                <w:rStyle w:val="SITemporaryText-green"/>
              </w:rPr>
              <w:t>2</w:t>
            </w:r>
            <w:r w:rsidR="004D099E">
              <w:rPr>
                <w:rStyle w:val="SITemporaryText-green"/>
              </w:rPr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75E8B5D4" w:rsidR="00F1480E" w:rsidRPr="004D099E" w:rsidRDefault="009B0CE5" w:rsidP="005404CB">
            <w:pPr>
              <w:pStyle w:val="SIUnittitle"/>
              <w:rPr>
                <w:rStyle w:val="SITemporaryText-green"/>
              </w:rPr>
            </w:pPr>
            <w:r w:rsidRPr="004D099E">
              <w:rPr>
                <w:rStyle w:val="SITemporaryText-green"/>
              </w:rPr>
              <w:t xml:space="preserve">Handle </w:t>
            </w:r>
            <w:r w:rsidR="00994B17" w:rsidRPr="004D099E">
              <w:rPr>
                <w:rStyle w:val="SITemporaryText-green"/>
              </w:rPr>
              <w:t>knives</w:t>
            </w:r>
            <w:r w:rsidRPr="004D099E">
              <w:rPr>
                <w:rStyle w:val="SITemporaryText-green"/>
              </w:rPr>
              <w:t xml:space="preserve"> safely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06EC76" w14:textId="5B80F360" w:rsidR="00994B17" w:rsidRDefault="00994B17" w:rsidP="00994B17">
            <w:pPr>
              <w:pStyle w:val="SIText"/>
            </w:pPr>
            <w:r w:rsidRPr="00994B17">
              <w:t xml:space="preserve">This unit describes the skills and knowledge required to maintain knives for safe and effective use in a meat </w:t>
            </w:r>
            <w:r w:rsidR="005E1F6B">
              <w:t xml:space="preserve">processing </w:t>
            </w:r>
            <w:r w:rsidRPr="00994B17">
              <w:t>establishment.</w:t>
            </w:r>
          </w:p>
          <w:p w14:paraId="52ACFB78" w14:textId="77777777" w:rsidR="00E512AF" w:rsidRPr="00994B17" w:rsidRDefault="00E512AF" w:rsidP="00994B17">
            <w:pPr>
              <w:pStyle w:val="SIText"/>
            </w:pPr>
          </w:p>
          <w:p w14:paraId="35AA4ADA" w14:textId="7B9469D1" w:rsidR="00994B17" w:rsidRDefault="00994B17" w:rsidP="00994B17">
            <w:pPr>
              <w:pStyle w:val="SIText"/>
            </w:pPr>
            <w:r w:rsidRPr="00994B17">
              <w:t xml:space="preserve">This unit is applicable to any worker who is required to sharpen a knife to use in a processing, wholesaling or retail meat establishment. </w:t>
            </w:r>
          </w:p>
          <w:p w14:paraId="6EC3D456" w14:textId="77777777" w:rsidR="00E512AF" w:rsidRPr="00994B17" w:rsidRDefault="00E512AF" w:rsidP="00994B17">
            <w:pPr>
              <w:pStyle w:val="SIText"/>
            </w:pPr>
          </w:p>
          <w:p w14:paraId="783AB7AD" w14:textId="77777777" w:rsidR="005E1F6B" w:rsidRPr="005E1F6B" w:rsidRDefault="005E1F6B" w:rsidP="005E1F6B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5E1F6B">
              <w:t>, food and meat safety regulations, legislation and standards that apply to the workplace.</w:t>
            </w:r>
          </w:p>
          <w:p w14:paraId="7FA55B75" w14:textId="77777777" w:rsidR="005E1F6B" w:rsidRDefault="005E1F6B" w:rsidP="005E1F6B">
            <w:pPr>
              <w:pStyle w:val="SIText"/>
            </w:pPr>
          </w:p>
          <w:p w14:paraId="077C0FC6" w14:textId="3CC9DDC2" w:rsidR="00373436" w:rsidRPr="000754EC" w:rsidRDefault="005E1F6B" w:rsidP="00994B17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40E450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51A7472" w:rsidR="00F1480E" w:rsidRPr="004D099E" w:rsidRDefault="004D099E" w:rsidP="005404CB">
            <w:pPr>
              <w:pStyle w:val="SIText"/>
              <w:rPr>
                <w:rStyle w:val="SITemporaryText-green"/>
              </w:rPr>
            </w:pPr>
            <w:r w:rsidRPr="004D099E">
              <w:rPr>
                <w:rStyle w:val="SITemporaryText-green"/>
              </w:rPr>
              <w:t>Work Health and Safety (WHS)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E1F6B" w:rsidRPr="005E1F6B" w14:paraId="2C36389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E33F0E3" w14:textId="62163A38" w:rsidR="005E1F6B" w:rsidRPr="004D099E" w:rsidRDefault="005E1F6B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4D099E">
              <w:rPr>
                <w:rStyle w:val="SIText-Italic"/>
                <w:i w:val="0"/>
                <w:szCs w:val="22"/>
              </w:rPr>
              <w:t>1. Prepare for work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51D65C4" w14:textId="028F305D" w:rsidR="005E1F6B" w:rsidRDefault="005E1F6B" w:rsidP="005E1F6B">
            <w:pPr>
              <w:pStyle w:val="SIText"/>
            </w:pPr>
            <w:r w:rsidRPr="004D099E">
              <w:rPr>
                <w:rStyle w:val="SIText-Italic"/>
                <w:i w:val="0"/>
                <w:szCs w:val="22"/>
              </w:rPr>
              <w:t xml:space="preserve">1.1 </w:t>
            </w:r>
            <w:r w:rsidRPr="00D6607A">
              <w:t>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for </w:t>
            </w:r>
            <w:r>
              <w:t>sharpening knives and control risks</w:t>
            </w:r>
            <w:r w:rsidR="00605134">
              <w:t>, including usage of personal protective clothing and equipment</w:t>
            </w:r>
          </w:p>
          <w:p w14:paraId="69ACFB6B" w14:textId="1C2A53D9" w:rsidR="005E1F6B" w:rsidRPr="004D099E" w:rsidRDefault="005E1F6B">
            <w:pPr>
              <w:pStyle w:val="SIText"/>
              <w:rPr>
                <w:rStyle w:val="SIText-Italic"/>
                <w:i w:val="0"/>
                <w:szCs w:val="22"/>
              </w:rPr>
            </w:pPr>
            <w:r>
              <w:t>1.2 Identify food safety hazards for work and control risks</w:t>
            </w:r>
          </w:p>
        </w:tc>
      </w:tr>
      <w:tr w:rsidR="003E2EDD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B6F1B12" w:rsidR="003E2EDD" w:rsidRPr="003E2EDD" w:rsidRDefault="005E1F6B" w:rsidP="003E2EDD">
            <w:pPr>
              <w:pStyle w:val="SIText"/>
            </w:pPr>
            <w:r>
              <w:t>2</w:t>
            </w:r>
            <w:r w:rsidR="003E2EDD" w:rsidRPr="003E2EDD">
              <w:t xml:space="preserve">. Sharpen </w:t>
            </w:r>
            <w:r>
              <w:t>blades</w:t>
            </w:r>
          </w:p>
        </w:tc>
        <w:tc>
          <w:tcPr>
            <w:tcW w:w="3604" w:type="pct"/>
            <w:shd w:val="clear" w:color="auto" w:fill="auto"/>
          </w:tcPr>
          <w:p w14:paraId="08137209" w14:textId="606E59F4" w:rsidR="003E2EDD" w:rsidRPr="003E2EDD" w:rsidRDefault="005E1F6B" w:rsidP="003E2EDD">
            <w:pPr>
              <w:pStyle w:val="SIText"/>
            </w:pPr>
            <w:r>
              <w:t>2</w:t>
            </w:r>
            <w:r w:rsidR="003E2EDD" w:rsidRPr="003E2EDD">
              <w:t>.1 Sharpen knives according to workplace requirements</w:t>
            </w:r>
          </w:p>
          <w:p w14:paraId="6D0A81AF" w14:textId="047DCC5F" w:rsidR="003E2EDD" w:rsidRPr="003E2EDD" w:rsidRDefault="005E1F6B" w:rsidP="003E2EDD">
            <w:pPr>
              <w:pStyle w:val="SIText"/>
            </w:pPr>
            <w:r>
              <w:t>2</w:t>
            </w:r>
            <w:r w:rsidR="003E2EDD" w:rsidRPr="003E2EDD">
              <w:t>.2 Sharpen knives to maintain bevel edge</w:t>
            </w:r>
          </w:p>
          <w:p w14:paraId="52D40827" w14:textId="0E01D8A5" w:rsidR="003E2EDD" w:rsidRDefault="005E1F6B" w:rsidP="003E2EDD">
            <w:pPr>
              <w:pStyle w:val="SIText"/>
            </w:pPr>
            <w:r>
              <w:t>2</w:t>
            </w:r>
            <w:r w:rsidR="003E2EDD" w:rsidRPr="003E2EDD">
              <w:t>.3 Use steel</w:t>
            </w:r>
            <w:r w:rsidR="00605134">
              <w:t xml:space="preserve"> </w:t>
            </w:r>
            <w:r w:rsidR="003E2EDD" w:rsidRPr="003E2EDD">
              <w:t>correctly to maintain bevel edge and to meet workplace health and safety requirements</w:t>
            </w:r>
          </w:p>
          <w:p w14:paraId="0ACD8386" w14:textId="77DFCCAB" w:rsidR="00605134" w:rsidRPr="003E2EDD" w:rsidRDefault="00605134" w:rsidP="003E2EDD">
            <w:pPr>
              <w:pStyle w:val="SIText"/>
            </w:pPr>
            <w:r>
              <w:t>2</w:t>
            </w:r>
            <w:r w:rsidRPr="00605134">
              <w:t>.</w:t>
            </w:r>
            <w:r>
              <w:t>4</w:t>
            </w:r>
            <w:r w:rsidRPr="00605134">
              <w:t xml:space="preserve"> Use </w:t>
            </w:r>
            <w:r>
              <w:t>sharpening equipment</w:t>
            </w:r>
            <w:r w:rsidRPr="00605134">
              <w:t xml:space="preserve"> correctly to maintain bevel edge and to meet workplace health and safety requirements</w:t>
            </w:r>
          </w:p>
        </w:tc>
      </w:tr>
      <w:tr w:rsidR="003E2EDD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0BF8D296" w:rsidR="003E2EDD" w:rsidRPr="003E2EDD" w:rsidRDefault="005E1F6B" w:rsidP="003E2EDD">
            <w:pPr>
              <w:pStyle w:val="SIText"/>
            </w:pPr>
            <w:r>
              <w:t>3</w:t>
            </w:r>
            <w:r w:rsidR="003E2EDD" w:rsidRPr="003E2EDD">
              <w:t xml:space="preserve">. Work safely </w:t>
            </w:r>
            <w:r w:rsidR="00D722D4">
              <w:t>with knives</w:t>
            </w:r>
          </w:p>
        </w:tc>
        <w:tc>
          <w:tcPr>
            <w:tcW w:w="3604" w:type="pct"/>
            <w:shd w:val="clear" w:color="auto" w:fill="auto"/>
          </w:tcPr>
          <w:p w14:paraId="7E64502A" w14:textId="63B381DB" w:rsidR="003E2EDD" w:rsidRPr="003E2EDD" w:rsidRDefault="005E1F6B" w:rsidP="003E2EDD">
            <w:pPr>
              <w:pStyle w:val="SIText"/>
            </w:pPr>
            <w:r>
              <w:t>3</w:t>
            </w:r>
            <w:r w:rsidR="003E2EDD" w:rsidRPr="003E2EDD">
              <w:t>.1 Use knives in ways which minimise the risk of injury</w:t>
            </w:r>
            <w:r>
              <w:t xml:space="preserve"> to self and others</w:t>
            </w:r>
          </w:p>
          <w:p w14:paraId="2F41F575" w14:textId="7889A5B1" w:rsidR="003E2EDD" w:rsidRPr="003E2EDD" w:rsidRDefault="005E1F6B" w:rsidP="003E2EDD">
            <w:pPr>
              <w:pStyle w:val="SIText"/>
            </w:pPr>
            <w:r>
              <w:t>3</w:t>
            </w:r>
            <w:r w:rsidR="003E2EDD" w:rsidRPr="003E2EDD">
              <w:t>.2 Use knives safely at all times in accordance with workplace health and safety, hygiene and sanitation, and food safety requirements</w:t>
            </w:r>
          </w:p>
        </w:tc>
      </w:tr>
      <w:tr w:rsidR="003E2EDD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53A67029" w:rsidR="003E2EDD" w:rsidRPr="003E2EDD" w:rsidRDefault="005E1F6B" w:rsidP="003E2EDD">
            <w:pPr>
              <w:pStyle w:val="SIText"/>
            </w:pPr>
            <w:r>
              <w:t>4</w:t>
            </w:r>
            <w:r w:rsidR="003E2EDD" w:rsidRPr="003E2EDD">
              <w:t>. Maintain knives and associated equipment</w:t>
            </w:r>
          </w:p>
        </w:tc>
        <w:tc>
          <w:tcPr>
            <w:tcW w:w="3604" w:type="pct"/>
            <w:shd w:val="clear" w:color="auto" w:fill="auto"/>
          </w:tcPr>
          <w:p w14:paraId="6DA25F46" w14:textId="3329AE49" w:rsidR="003E2EDD" w:rsidRPr="003E2EDD" w:rsidRDefault="005E1F6B" w:rsidP="003E2EDD">
            <w:pPr>
              <w:pStyle w:val="SIText"/>
            </w:pPr>
            <w:r>
              <w:t>4</w:t>
            </w:r>
            <w:r w:rsidR="003E2EDD" w:rsidRPr="003E2EDD">
              <w:t>.1 Maintain knives to hygiene and sanitation, and workplace requirements</w:t>
            </w:r>
          </w:p>
          <w:p w14:paraId="52188309" w14:textId="610FF4BE" w:rsidR="003E2EDD" w:rsidRPr="003E2EDD" w:rsidRDefault="005E1F6B" w:rsidP="003E2EDD">
            <w:pPr>
              <w:pStyle w:val="SIText"/>
            </w:pPr>
            <w:r>
              <w:t>4</w:t>
            </w:r>
            <w:r w:rsidR="003E2EDD" w:rsidRPr="003E2EDD">
              <w:t xml:space="preserve">.2 Maintain, clean and store </w:t>
            </w:r>
            <w:r w:rsidR="008453CE">
              <w:t xml:space="preserve">knives and </w:t>
            </w:r>
            <w:r w:rsidR="003E2EDD" w:rsidRPr="003E2EDD">
              <w:t>knife-sharpening equipment to hygiene and sanitation, and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A3C71" w:rsidRPr="00336FCA" w:rsidDel="00423CB2" w14:paraId="4C1E0299" w14:textId="77777777" w:rsidTr="00CA2922">
        <w:trPr>
          <w:tblHeader/>
        </w:trPr>
        <w:tc>
          <w:tcPr>
            <w:tcW w:w="1396" w:type="pct"/>
          </w:tcPr>
          <w:p w14:paraId="37962B80" w14:textId="02DAD46B" w:rsidR="00EA3C71" w:rsidRPr="005404CB" w:rsidRDefault="00EA3C71" w:rsidP="004D099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170F96EF" w14:textId="1C816413" w:rsidR="00EA3C71" w:rsidRPr="005404CB" w:rsidRDefault="00EA3C71" w:rsidP="004D099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safe work instructions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F1D30" w14:paraId="7B3AD32B" w14:textId="77777777" w:rsidTr="00F33FF2">
        <w:tc>
          <w:tcPr>
            <w:tcW w:w="1028" w:type="pct"/>
          </w:tcPr>
          <w:p w14:paraId="16AF823A" w14:textId="3E0D57AE" w:rsidR="001F1D30" w:rsidRPr="001F1D30" w:rsidRDefault="001F1D30" w:rsidP="001F1D30">
            <w:pPr>
              <w:pStyle w:val="SIText"/>
            </w:pPr>
            <w:r w:rsidRPr="001F1D30">
              <w:t>AMP</w:t>
            </w:r>
            <w:r w:rsidR="004D099E">
              <w:t>WHS</w:t>
            </w:r>
            <w:r w:rsidRPr="001F1D30">
              <w:t>2</w:t>
            </w:r>
            <w:r w:rsidR="004D099E">
              <w:t>X1</w:t>
            </w:r>
            <w:r w:rsidRPr="001F1D30">
              <w:t xml:space="preserve"> </w:t>
            </w:r>
            <w:r w:rsidR="009B0CE5">
              <w:t>Handle knives safely</w:t>
            </w:r>
            <w:r w:rsidRPr="001F1D30">
              <w:t xml:space="preserve"> </w:t>
            </w:r>
          </w:p>
        </w:tc>
        <w:tc>
          <w:tcPr>
            <w:tcW w:w="1105" w:type="pct"/>
          </w:tcPr>
          <w:p w14:paraId="6623A6C9" w14:textId="20E9794B" w:rsidR="001F1D30" w:rsidRPr="001F1D30" w:rsidRDefault="001F1D30" w:rsidP="001F1D30">
            <w:pPr>
              <w:pStyle w:val="SIText"/>
            </w:pPr>
            <w:r w:rsidRPr="001F1D30">
              <w:t xml:space="preserve">AMPX209 Sharpen knives </w:t>
            </w:r>
          </w:p>
        </w:tc>
        <w:tc>
          <w:tcPr>
            <w:tcW w:w="1251" w:type="pct"/>
          </w:tcPr>
          <w:p w14:paraId="4AA7059B" w14:textId="77777777" w:rsidR="005E1F6B" w:rsidRPr="005E1F6B" w:rsidRDefault="005E1F6B" w:rsidP="005E1F6B">
            <w:pPr>
              <w:pStyle w:val="SIText"/>
            </w:pPr>
            <w:r w:rsidRPr="005E1F6B">
              <w:t>Unit sector code updated.</w:t>
            </w:r>
          </w:p>
          <w:p w14:paraId="048ED5F1" w14:textId="333F063A" w:rsidR="005E1F6B" w:rsidRDefault="005E1F6B" w:rsidP="005E1F6B">
            <w:pPr>
              <w:pStyle w:val="SIText"/>
            </w:pPr>
            <w:r w:rsidRPr="005E1F6B">
              <w:t>Performance criteria clarified.</w:t>
            </w:r>
          </w:p>
          <w:p w14:paraId="13DEA37C" w14:textId="5F02AC1C" w:rsidR="009B0CE5" w:rsidRPr="005E1F6B" w:rsidRDefault="009B0CE5" w:rsidP="005E1F6B">
            <w:pPr>
              <w:pStyle w:val="SIText"/>
            </w:pPr>
            <w:r>
              <w:t>WHS requirements moved from Performance Evidence to Performance Criteria.</w:t>
            </w:r>
          </w:p>
          <w:p w14:paraId="2CB78DE8" w14:textId="77777777" w:rsidR="005E1F6B" w:rsidRPr="005E1F6B" w:rsidRDefault="005E1F6B" w:rsidP="005E1F6B">
            <w:pPr>
              <w:pStyle w:val="SIText"/>
            </w:pPr>
            <w:r w:rsidRPr="005E1F6B">
              <w:t>Foundation skills added.</w:t>
            </w:r>
          </w:p>
          <w:p w14:paraId="38EF1B27" w14:textId="7D257B9E" w:rsidR="005E1F6B" w:rsidRPr="001F1D30" w:rsidRDefault="005E1F6B" w:rsidP="004D099E">
            <w:pPr>
              <w:pStyle w:val="SIText"/>
            </w:pPr>
            <w:r w:rsidRPr="005E1F6B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1B13E0B2" w:rsidR="001F1D30" w:rsidRPr="001F1D30" w:rsidRDefault="009B0CE5" w:rsidP="001F1D30">
            <w:pPr>
              <w:pStyle w:val="SIText"/>
            </w:pPr>
            <w:r>
              <w:t>E</w:t>
            </w:r>
            <w:r w:rsidR="00EA3C71" w:rsidRPr="001F1D30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2D562380" w:rsidR="00F1480E" w:rsidRPr="00994B17" w:rsidRDefault="004D099E" w:rsidP="00994B17">
            <w:pPr>
              <w:pStyle w:val="SIText"/>
            </w:pPr>
            <w:hyperlink r:id="rId11" w:history="1">
              <w:r w:rsidR="00994B17" w:rsidRPr="00994B17">
                <w:t>https://vetnet.gov.au/Pages/TrainingDocs.aspx?q=5e2e56b7-698f-4822-84bb-25adbb8443a7</w:t>
              </w:r>
            </w:hyperlink>
            <w:r w:rsidR="00E40225" w:rsidRPr="00994B1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633B6CF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D099E" w:rsidRPr="00994B17">
              <w:t>AMP</w:t>
            </w:r>
            <w:r w:rsidR="004D099E">
              <w:t>WHS2X1</w:t>
            </w:r>
            <w:r w:rsidR="004D099E" w:rsidRPr="00994B17">
              <w:t xml:space="preserve"> </w:t>
            </w:r>
            <w:r w:rsidR="004D099E" w:rsidRPr="004D099E">
              <w:t>Handle knives safely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4871B9C4" w14:textId="79E114B6" w:rsidR="00D722D4" w:rsidRDefault="00D722D4">
            <w:pPr>
              <w:pStyle w:val="SIText"/>
            </w:pPr>
            <w:r w:rsidRPr="00D722D4">
              <w:t>An individual demonstrating competency must satisfy all of the elements and performance criteria in this unit.</w:t>
            </w:r>
          </w:p>
          <w:p w14:paraId="4AE47138" w14:textId="77777777" w:rsidR="004D099E" w:rsidRPr="00D722D4" w:rsidRDefault="004D099E" w:rsidP="004D099E">
            <w:pPr>
              <w:pStyle w:val="SIText"/>
            </w:pPr>
          </w:p>
          <w:p w14:paraId="468D5B2A" w14:textId="2FE2BDE0" w:rsidR="00D722D4" w:rsidRDefault="00D722D4" w:rsidP="00D722D4">
            <w:pPr>
              <w:pStyle w:val="SIText"/>
            </w:pPr>
            <w:r w:rsidRPr="00EF2C4B">
              <w:t>There must be evidence that the individual has</w:t>
            </w:r>
            <w:r>
              <w:t xml:space="preserve"> sharpened knives effectively on at least three occasions, including:</w:t>
            </w:r>
          </w:p>
          <w:p w14:paraId="62A85F4B" w14:textId="607E6459" w:rsidR="00D722D4" w:rsidRDefault="00D722D4" w:rsidP="004D099E">
            <w:pPr>
              <w:pStyle w:val="SIBulletList1"/>
            </w:pPr>
            <w:r>
              <w:t>us</w:t>
            </w:r>
            <w:r w:rsidR="004D099E">
              <w:t>ed</w:t>
            </w:r>
            <w:r>
              <w:t xml:space="preserve"> </w:t>
            </w:r>
            <w:r w:rsidR="009B0CE5">
              <w:t>sharpening equipment</w:t>
            </w:r>
            <w:r>
              <w:t xml:space="preserve"> correctly</w:t>
            </w:r>
          </w:p>
          <w:p w14:paraId="7D8FF0E6" w14:textId="6BDC90FB" w:rsidR="00D722D4" w:rsidRDefault="00D722D4" w:rsidP="004D099E">
            <w:pPr>
              <w:pStyle w:val="SIBulletList1"/>
            </w:pPr>
            <w:r>
              <w:t>maintain</w:t>
            </w:r>
            <w:r w:rsidR="004D099E">
              <w:t>ed</w:t>
            </w:r>
            <w:r>
              <w:t xml:space="preserve"> a bevel edge</w:t>
            </w:r>
          </w:p>
          <w:p w14:paraId="142E8E8C" w14:textId="07B2E78C" w:rsidR="00D722D4" w:rsidRDefault="00D722D4" w:rsidP="004D099E">
            <w:pPr>
              <w:pStyle w:val="SIBulletList1"/>
            </w:pPr>
            <w:r>
              <w:t>follow</w:t>
            </w:r>
            <w:r w:rsidR="004D099E">
              <w:t>ed</w:t>
            </w:r>
            <w:r>
              <w:t xml:space="preserve"> safe work practices</w:t>
            </w:r>
          </w:p>
          <w:p w14:paraId="49081BB4" w14:textId="19E031B2" w:rsidR="00556C4C" w:rsidRPr="005404CB" w:rsidRDefault="00D722D4" w:rsidP="004D099E">
            <w:pPr>
              <w:pStyle w:val="SIBulletList1"/>
            </w:pPr>
            <w:r>
              <w:t>maintain</w:t>
            </w:r>
            <w:r w:rsidR="004D099E">
              <w:t>ed</w:t>
            </w:r>
            <w:r>
              <w:t xml:space="preserve"> </w:t>
            </w:r>
            <w:r w:rsidRPr="001F1D30">
              <w:t>hygiene and sanitation</w:t>
            </w:r>
            <w:r>
              <w:t xml:space="preserve"> requirements.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701019E" w14:textId="77777777" w:rsidR="00DD2FAB" w:rsidRPr="00DD2FAB" w:rsidRDefault="00DD2FAB" w:rsidP="00DD2FAB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DD2FAB">
              <w:t>perform the tasks outlined in the elements and performance criteria of this unit. This includes knowledge of:</w:t>
            </w:r>
          </w:p>
          <w:p w14:paraId="4342B05F" w14:textId="239A44AE" w:rsidR="00F14065" w:rsidRDefault="00F14065" w:rsidP="00D722D4">
            <w:pPr>
              <w:pStyle w:val="SIBulletList1"/>
            </w:pPr>
            <w:r>
              <w:t>workplace policies and procedures for safe work with knives</w:t>
            </w:r>
          </w:p>
          <w:p w14:paraId="402003A0" w14:textId="274D7DC1" w:rsidR="00D722D4" w:rsidRDefault="00D722D4" w:rsidP="00D722D4">
            <w:pPr>
              <w:pStyle w:val="SIBulletList1"/>
            </w:pPr>
            <w:r w:rsidRPr="00857BA6">
              <w:t>workplace health and safety issues related to the use and sharpening of knives</w:t>
            </w:r>
          </w:p>
          <w:p w14:paraId="62DE1660" w14:textId="645DEB94" w:rsidR="00CB6126" w:rsidRDefault="00CB6126" w:rsidP="00D722D4">
            <w:pPr>
              <w:pStyle w:val="SIBulletList1"/>
            </w:pPr>
            <w:r>
              <w:t>food safety hazards associated with using knives and knife storage</w:t>
            </w:r>
          </w:p>
          <w:p w14:paraId="7CCC2FF2" w14:textId="285AD44D" w:rsidR="008453CE" w:rsidRDefault="008453CE" w:rsidP="00D722D4">
            <w:pPr>
              <w:pStyle w:val="SIBulletList1"/>
            </w:pPr>
            <w:r>
              <w:t>methods for controlling risks associated with sharpening knives</w:t>
            </w:r>
          </w:p>
          <w:p w14:paraId="3F8F5A1A" w14:textId="212A3A74" w:rsidR="008453CE" w:rsidRDefault="008453CE" w:rsidP="00D722D4">
            <w:pPr>
              <w:pStyle w:val="SIBulletList1"/>
            </w:pPr>
            <w:r>
              <w:t>appropriate personal protective equipment (PPE) and clothing for using knives</w:t>
            </w:r>
          </w:p>
          <w:p w14:paraId="6C1136F9" w14:textId="3E33D00A" w:rsidR="009B0CE5" w:rsidRDefault="009B0CE5" w:rsidP="00D722D4">
            <w:pPr>
              <w:pStyle w:val="SIBulletList1"/>
            </w:pPr>
            <w:r>
              <w:t>selecting the right knife for the task</w:t>
            </w:r>
          </w:p>
          <w:p w14:paraId="43AB448F" w14:textId="12F3EA04" w:rsidR="008453CE" w:rsidRDefault="008453CE" w:rsidP="00D722D4">
            <w:pPr>
              <w:pStyle w:val="SIBulletList1"/>
            </w:pPr>
            <w:r>
              <w:t>common injuries associated with using knives</w:t>
            </w:r>
          </w:p>
          <w:p w14:paraId="1E137CD9" w14:textId="77777777" w:rsidR="009B0CE5" w:rsidRPr="009B0CE5" w:rsidRDefault="009B0CE5" w:rsidP="009B0CE5">
            <w:pPr>
              <w:pStyle w:val="SIBulletList1"/>
            </w:pPr>
            <w:r>
              <w:t>wrist stretches and exercises to reduce the risk of strains and sprains</w:t>
            </w:r>
          </w:p>
          <w:p w14:paraId="584B49E0" w14:textId="3101C7A7" w:rsidR="00F14065" w:rsidRDefault="00F14065" w:rsidP="009A55CC">
            <w:pPr>
              <w:pStyle w:val="SIBulletList1"/>
            </w:pPr>
            <w:r>
              <w:t>safe workspace for using knives, including space between left and right handers, appropriate cutting tables and boards, floors clean and free of obstacles, appropriate lighting</w:t>
            </w:r>
          </w:p>
          <w:p w14:paraId="5BEA1D05" w14:textId="0FFCECE4" w:rsidR="008453CE" w:rsidRDefault="008453CE" w:rsidP="00D722D4">
            <w:pPr>
              <w:pStyle w:val="SIBulletList1"/>
            </w:pPr>
            <w:r>
              <w:t>methods for keeping knives in a good condition</w:t>
            </w:r>
          </w:p>
          <w:p w14:paraId="75189834" w14:textId="4E51A997" w:rsidR="008453CE" w:rsidRPr="00D722D4" w:rsidRDefault="008453CE" w:rsidP="00D722D4">
            <w:pPr>
              <w:pStyle w:val="SIBulletList1"/>
            </w:pPr>
            <w:r>
              <w:t>knife sharpening equipment</w:t>
            </w:r>
          </w:p>
          <w:p w14:paraId="13ADA9F2" w14:textId="2737F202" w:rsidR="00857BA6" w:rsidRPr="00857BA6" w:rsidRDefault="00857BA6" w:rsidP="00857BA6">
            <w:pPr>
              <w:pStyle w:val="SIBulletList1"/>
            </w:pPr>
            <w:r w:rsidRPr="00857BA6">
              <w:t>technique</w:t>
            </w:r>
            <w:r w:rsidR="00D722D4">
              <w:t>s</w:t>
            </w:r>
            <w:r w:rsidRPr="00857BA6">
              <w:t xml:space="preserve"> to sharpen a knife with an appropriate bevel edge</w:t>
            </w:r>
          </w:p>
          <w:p w14:paraId="0015E0DC" w14:textId="7C2CDB64" w:rsidR="00857BA6" w:rsidRDefault="00857BA6" w:rsidP="00857BA6">
            <w:pPr>
              <w:pStyle w:val="SIBulletList1"/>
            </w:pPr>
            <w:r w:rsidRPr="00857BA6">
              <w:t>sterilisation, and hygiene and sanitation requirements related to knife sharpening</w:t>
            </w:r>
          </w:p>
          <w:p w14:paraId="5FE97A25" w14:textId="032D732C" w:rsidR="008453CE" w:rsidRDefault="008453CE" w:rsidP="00857BA6">
            <w:pPr>
              <w:pStyle w:val="SIBulletList1"/>
            </w:pPr>
            <w:r>
              <w:t>knife storage</w:t>
            </w:r>
            <w:r w:rsidR="00F14065">
              <w:t xml:space="preserve"> and safe disposal</w:t>
            </w:r>
          </w:p>
          <w:p w14:paraId="66608BB7" w14:textId="37757F06" w:rsidR="00F1480E" w:rsidRPr="005404CB" w:rsidRDefault="008453CE" w:rsidP="00857BA6">
            <w:pPr>
              <w:pStyle w:val="SIBulletList1"/>
            </w:pPr>
            <w:r>
              <w:t>workplace first aid arrangements.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4E60AA5" w14:textId="77777777" w:rsidR="00F14065" w:rsidRPr="00F14065" w:rsidRDefault="00F14065" w:rsidP="00F14065">
            <w:pPr>
              <w:pStyle w:val="SIText"/>
            </w:pPr>
            <w:r w:rsidRPr="00F14065">
              <w:t>Assessment of skills in this unit of competency must take place under the following conditions:</w:t>
            </w:r>
          </w:p>
          <w:p w14:paraId="48332C0A" w14:textId="77777777" w:rsidR="00F14065" w:rsidRPr="00F14065" w:rsidRDefault="00F14065" w:rsidP="00F14065">
            <w:pPr>
              <w:pStyle w:val="SIBulletList1"/>
            </w:pPr>
            <w:r w:rsidRPr="00F14065">
              <w:t>physical conditions:</w:t>
            </w:r>
          </w:p>
          <w:p w14:paraId="6E2D5C23" w14:textId="2AECB9CA" w:rsidR="00F14065" w:rsidRPr="00F14065" w:rsidRDefault="00F14065" w:rsidP="00F14065">
            <w:pPr>
              <w:pStyle w:val="SIBulletList2"/>
            </w:pPr>
            <w:r w:rsidRPr="00F14065">
              <w:t xml:space="preserve">skills must be demonstrated in a </w:t>
            </w:r>
            <w:r>
              <w:t xml:space="preserve">meat processing </w:t>
            </w:r>
            <w:r w:rsidRPr="00F14065">
              <w:t>workplace or an environment that accurately represents a real workplace</w:t>
            </w:r>
          </w:p>
          <w:p w14:paraId="5D34A91E" w14:textId="77777777" w:rsidR="00F14065" w:rsidRPr="00F14065" w:rsidRDefault="00F14065" w:rsidP="00F14065">
            <w:pPr>
              <w:pStyle w:val="SIBulletList1"/>
            </w:pPr>
            <w:r w:rsidRPr="00F14065">
              <w:t>resources, equipment and materials:</w:t>
            </w:r>
          </w:p>
          <w:p w14:paraId="04255F18" w14:textId="77777777" w:rsidR="00F14065" w:rsidRPr="00F14065" w:rsidRDefault="00F14065" w:rsidP="00F14065">
            <w:pPr>
              <w:pStyle w:val="SIBulletList2"/>
            </w:pPr>
            <w:r w:rsidRPr="00F14065">
              <w:t>PPE</w:t>
            </w:r>
          </w:p>
          <w:p w14:paraId="5FA3A230" w14:textId="450FE344" w:rsidR="00F14065" w:rsidRDefault="00F14065" w:rsidP="00F14065">
            <w:pPr>
              <w:pStyle w:val="SIBulletList2"/>
            </w:pPr>
            <w:r>
              <w:t xml:space="preserve">knives and </w:t>
            </w:r>
            <w:r w:rsidR="00EA5535">
              <w:t xml:space="preserve">sharpening </w:t>
            </w:r>
            <w:r w:rsidR="009B0CE5">
              <w:t>equipment</w:t>
            </w:r>
          </w:p>
          <w:p w14:paraId="283084E7" w14:textId="77777777" w:rsidR="00F14065" w:rsidRPr="00F14065" w:rsidRDefault="00F14065" w:rsidP="00F14065">
            <w:pPr>
              <w:pStyle w:val="SIBulletList1"/>
            </w:pPr>
            <w:r w:rsidRPr="00F14065">
              <w:t>specifications:</w:t>
            </w:r>
          </w:p>
          <w:p w14:paraId="6867562D" w14:textId="6D5292B1" w:rsidR="00F14065" w:rsidRPr="00F14065" w:rsidRDefault="00F14065" w:rsidP="00F14065">
            <w:pPr>
              <w:pStyle w:val="SIBulletList2"/>
            </w:pPr>
            <w:r>
              <w:t>safe work</w:t>
            </w:r>
            <w:r w:rsidRPr="00F14065">
              <w:t xml:space="preserve"> procedures.</w:t>
            </w:r>
          </w:p>
          <w:p w14:paraId="5F61E865" w14:textId="77777777" w:rsidR="00F14065" w:rsidRPr="00F14065" w:rsidRDefault="00F14065" w:rsidP="00F14065">
            <w:pPr>
              <w:pStyle w:val="SIText"/>
            </w:pPr>
          </w:p>
          <w:p w14:paraId="72FC2BF3" w14:textId="137F50F8" w:rsidR="00F1480E" w:rsidRPr="00F41F92" w:rsidRDefault="00F14065" w:rsidP="00F41F92">
            <w:pPr>
              <w:pStyle w:val="SIText"/>
            </w:pPr>
            <w:r w:rsidRPr="00F1406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2765616B" w:rsidR="00F1480E" w:rsidRPr="005404CB" w:rsidRDefault="004D099E" w:rsidP="005404CB">
            <w:pPr>
              <w:pStyle w:val="SIText"/>
            </w:pPr>
            <w:hyperlink r:id="rId12" w:history="1">
              <w:r w:rsidR="00994B17" w:rsidRPr="00994B17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A0147" w14:textId="77777777" w:rsidR="00434797" w:rsidRDefault="00434797" w:rsidP="00BF3F0A">
      <w:r>
        <w:separator/>
      </w:r>
    </w:p>
    <w:p w14:paraId="54FFE69F" w14:textId="77777777" w:rsidR="00434797" w:rsidRDefault="00434797"/>
  </w:endnote>
  <w:endnote w:type="continuationSeparator" w:id="0">
    <w:p w14:paraId="2C00FE94" w14:textId="77777777" w:rsidR="00434797" w:rsidRDefault="00434797" w:rsidP="00BF3F0A">
      <w:r>
        <w:continuationSeparator/>
      </w:r>
    </w:p>
    <w:p w14:paraId="3D333148" w14:textId="77777777" w:rsidR="00434797" w:rsidRDefault="004347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10498" w14:textId="77777777" w:rsidR="00434797" w:rsidRDefault="00434797" w:rsidP="00BF3F0A">
      <w:r>
        <w:separator/>
      </w:r>
    </w:p>
    <w:p w14:paraId="6D5A0DDD" w14:textId="77777777" w:rsidR="00434797" w:rsidRDefault="00434797"/>
  </w:footnote>
  <w:footnote w:type="continuationSeparator" w:id="0">
    <w:p w14:paraId="59E4734C" w14:textId="77777777" w:rsidR="00434797" w:rsidRDefault="00434797" w:rsidP="00BF3F0A">
      <w:r>
        <w:continuationSeparator/>
      </w:r>
    </w:p>
    <w:p w14:paraId="2C28092C" w14:textId="77777777" w:rsidR="00434797" w:rsidRDefault="004347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6033DD8" w:rsidR="009C2650" w:rsidRPr="00994B17" w:rsidRDefault="004D099E" w:rsidP="00994B17">
    <w:sdt>
      <w:sdtPr>
        <w:rPr>
          <w:lang w:eastAsia="en-US"/>
        </w:rPr>
        <w:id w:val="330261007"/>
        <w:docPartObj>
          <w:docPartGallery w:val="Watermarks"/>
          <w:docPartUnique/>
        </w:docPartObj>
      </w:sdtPr>
      <w:sdtContent>
        <w:r w:rsidRPr="004D099E">
          <w:rPr>
            <w:lang w:eastAsia="en-US"/>
          </w:rPr>
          <w:pict w14:anchorId="3B7725A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94B17" w:rsidRPr="00994B17">
      <w:rPr>
        <w:lang w:eastAsia="en-US"/>
      </w:rPr>
      <w:t>AMP</w:t>
    </w:r>
    <w:r>
      <w:t>WHS</w:t>
    </w:r>
    <w:r w:rsidR="00994B17" w:rsidRPr="00994B17">
      <w:rPr>
        <w:lang w:eastAsia="en-US"/>
      </w:rPr>
      <w:t>2</w:t>
    </w:r>
    <w:r>
      <w:t>X1</w:t>
    </w:r>
    <w:r w:rsidR="00994B17" w:rsidRPr="00994B17">
      <w:rPr>
        <w:lang w:eastAsia="en-US"/>
      </w:rPr>
      <w:t xml:space="preserve"> </w:t>
    </w:r>
    <w:r w:rsidRPr="004D099E">
      <w:t>Handle knives safely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3315D"/>
    <w:multiLevelType w:val="multilevel"/>
    <w:tmpl w:val="0F5A4A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97765"/>
    <w:multiLevelType w:val="multilevel"/>
    <w:tmpl w:val="77D21B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0F5321"/>
    <w:multiLevelType w:val="multilevel"/>
    <w:tmpl w:val="A63848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6"/>
  </w:num>
  <w:num w:numId="15">
    <w:abstractNumId w:val="7"/>
  </w:num>
  <w:num w:numId="16">
    <w:abstractNumId w:val="18"/>
  </w:num>
  <w:num w:numId="17">
    <w:abstractNumId w:val="11"/>
  </w:num>
  <w:num w:numId="18">
    <w:abstractNumId w:val="5"/>
  </w:num>
  <w:num w:numId="19">
    <w:abstractNumId w:val="2"/>
  </w:num>
  <w:num w:numId="20">
    <w:abstractNumId w:val="1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2741"/>
    <w:rsid w:val="0009093B"/>
    <w:rsid w:val="000A5441"/>
    <w:rsid w:val="000B2022"/>
    <w:rsid w:val="000B3567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7C35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D30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314F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EDD"/>
    <w:rsid w:val="003E72B6"/>
    <w:rsid w:val="003E7BBE"/>
    <w:rsid w:val="004127E3"/>
    <w:rsid w:val="0043212E"/>
    <w:rsid w:val="00434366"/>
    <w:rsid w:val="00434797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99E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1F6B"/>
    <w:rsid w:val="005E51E6"/>
    <w:rsid w:val="005E745E"/>
    <w:rsid w:val="005F027A"/>
    <w:rsid w:val="005F33CC"/>
    <w:rsid w:val="005F3B1D"/>
    <w:rsid w:val="005F771F"/>
    <w:rsid w:val="00605134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3CE"/>
    <w:rsid w:val="00847B60"/>
    <w:rsid w:val="00850243"/>
    <w:rsid w:val="00851BE5"/>
    <w:rsid w:val="008545EB"/>
    <w:rsid w:val="00857BA6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B17"/>
    <w:rsid w:val="00997BFC"/>
    <w:rsid w:val="009A5900"/>
    <w:rsid w:val="009A6E6C"/>
    <w:rsid w:val="009A6F3F"/>
    <w:rsid w:val="009B0CE5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6126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F86"/>
    <w:rsid w:val="00D632BB"/>
    <w:rsid w:val="00D71E43"/>
    <w:rsid w:val="00D722D4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FAB"/>
    <w:rsid w:val="00E238E6"/>
    <w:rsid w:val="00E34CD8"/>
    <w:rsid w:val="00E35064"/>
    <w:rsid w:val="00E3681D"/>
    <w:rsid w:val="00E40225"/>
    <w:rsid w:val="00E501F0"/>
    <w:rsid w:val="00E512AF"/>
    <w:rsid w:val="00E6166D"/>
    <w:rsid w:val="00E91BFF"/>
    <w:rsid w:val="00E92933"/>
    <w:rsid w:val="00E94FAD"/>
    <w:rsid w:val="00EA3C71"/>
    <w:rsid w:val="00EA5535"/>
    <w:rsid w:val="00EB0AA4"/>
    <w:rsid w:val="00EB5C88"/>
    <w:rsid w:val="00EC0469"/>
    <w:rsid w:val="00EC0C3E"/>
    <w:rsid w:val="00EF01F8"/>
    <w:rsid w:val="00EF1816"/>
    <w:rsid w:val="00EF3268"/>
    <w:rsid w:val="00EF40EF"/>
    <w:rsid w:val="00EF47FE"/>
    <w:rsid w:val="00F069BD"/>
    <w:rsid w:val="00F14065"/>
    <w:rsid w:val="00F1480E"/>
    <w:rsid w:val="00F1497D"/>
    <w:rsid w:val="00F16AAC"/>
    <w:rsid w:val="00F30C7D"/>
    <w:rsid w:val="00F33FF2"/>
    <w:rsid w:val="00F41F9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94B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B70F335124948A6373EC905284166" ma:contentTypeVersion="" ma:contentTypeDescription="Create a new document." ma:contentTypeScope="" ma:versionID="fd30f6833727957c304fbdfccc450a6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sharepoint/v3"/>
    <ds:schemaRef ds:uri="b8324cba-142f-4d69-b944-109fbbf4b2b5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BBA3DC-2611-4921-973C-C38DC2513807}"/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80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22</cp:revision>
  <cp:lastPrinted>2016-05-27T05:21:00Z</cp:lastPrinted>
  <dcterms:created xsi:type="dcterms:W3CDTF">2021-08-09T02:15:00Z</dcterms:created>
  <dcterms:modified xsi:type="dcterms:W3CDTF">2021-10-25T23:37:00Z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0x0101009F2B70F335124948A6373EC905284166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