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46DFD7CB" w:rsidR="00F1480E" w:rsidRPr="005404CB" w:rsidRDefault="00F1480E" w:rsidP="009116A9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1A33564C" w:rsidR="00F1480E" w:rsidRPr="005404CB" w:rsidRDefault="00B9153B" w:rsidP="009116A9">
            <w:pPr>
              <w:pStyle w:val="SIText"/>
            </w:pPr>
            <w:r w:rsidRPr="00B9153B">
              <w:t xml:space="preserve">This version released with AMP Australian Meat Processing Training Package Version </w:t>
            </w:r>
            <w:r w:rsidR="003444C3">
              <w:t>8</w:t>
            </w:r>
            <w:r w:rsidRPr="00B9153B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293ABC56" w:rsidR="00F1480E" w:rsidRPr="00626258" w:rsidRDefault="00CC39B5" w:rsidP="005404CB">
            <w:pPr>
              <w:pStyle w:val="SIUNITCODE"/>
              <w:rPr>
                <w:rStyle w:val="SITemporaryText-green"/>
              </w:rPr>
            </w:pPr>
            <w:r w:rsidRPr="00626258">
              <w:rPr>
                <w:rStyle w:val="SITemporaryText-green"/>
              </w:rPr>
              <w:t>AMP</w:t>
            </w:r>
            <w:r w:rsidR="00F90F1E" w:rsidRPr="00626258">
              <w:rPr>
                <w:rStyle w:val="SITemporaryText-green"/>
              </w:rPr>
              <w:t>PKG3</w:t>
            </w:r>
            <w:r w:rsidRPr="00626258">
              <w:rPr>
                <w:rStyle w:val="SITemporaryText-green"/>
              </w:rPr>
              <w:t>X1</w:t>
            </w:r>
          </w:p>
        </w:tc>
        <w:tc>
          <w:tcPr>
            <w:tcW w:w="3604" w:type="pct"/>
            <w:shd w:val="clear" w:color="auto" w:fill="auto"/>
          </w:tcPr>
          <w:p w14:paraId="0B6AAD6B" w14:textId="16AB7BF7" w:rsidR="00F1480E" w:rsidRPr="005404CB" w:rsidRDefault="00CC39B5" w:rsidP="005404CB">
            <w:pPr>
              <w:pStyle w:val="SIUnittitle"/>
            </w:pPr>
            <w:r w:rsidRPr="00CC39B5">
              <w:t>Monitor production of packaged product to customer specifications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C46627A" w14:textId="4ABA80CF" w:rsidR="0048221F" w:rsidRDefault="0048221F" w:rsidP="0048221F">
            <w:pPr>
              <w:pStyle w:val="SIText"/>
            </w:pPr>
            <w:r w:rsidRPr="0048221F">
              <w:t>This unit describes the skills and knowledge required to monitor packers and packaged product to ensure it meets customer and workplace specifications.</w:t>
            </w:r>
          </w:p>
          <w:p w14:paraId="6FEC50A6" w14:textId="77777777" w:rsidR="00724BB3" w:rsidRPr="0048221F" w:rsidRDefault="00724BB3" w:rsidP="0048221F">
            <w:pPr>
              <w:pStyle w:val="SIText"/>
            </w:pPr>
          </w:p>
          <w:p w14:paraId="433CB4D1" w14:textId="0F92BA2D" w:rsidR="0048221F" w:rsidRDefault="003444C3" w:rsidP="0048221F">
            <w:pPr>
              <w:pStyle w:val="SIText"/>
            </w:pPr>
            <w:r w:rsidRPr="003444C3">
              <w:t xml:space="preserve">This unit applies to individuals who </w:t>
            </w:r>
            <w:r w:rsidR="0048221F" w:rsidRPr="0048221F">
              <w:t>packag</w:t>
            </w:r>
            <w:r>
              <w:t>e meat products</w:t>
            </w:r>
            <w:r w:rsidR="0048221F" w:rsidRPr="0048221F">
              <w:t xml:space="preserve"> in abattoirs, boning rooms, smallgoods plants, game processing plants, food services and wholesaling operations. </w:t>
            </w:r>
            <w:r w:rsidRPr="0048221F">
              <w:t>Th</w:t>
            </w:r>
            <w:r>
              <w:t>e</w:t>
            </w:r>
            <w:r w:rsidRPr="0048221F">
              <w:t xml:space="preserve"> </w:t>
            </w:r>
            <w:r w:rsidR="0048221F" w:rsidRPr="0048221F">
              <w:t xml:space="preserve">role </w:t>
            </w:r>
            <w:r>
              <w:t>is</w:t>
            </w:r>
            <w:r w:rsidRPr="0048221F">
              <w:t xml:space="preserve"> </w:t>
            </w:r>
            <w:r w:rsidR="0048221F" w:rsidRPr="0048221F">
              <w:t xml:space="preserve">usually </w:t>
            </w:r>
            <w:r>
              <w:t>carried out by workers</w:t>
            </w:r>
            <w:r w:rsidR="0048221F" w:rsidRPr="0048221F">
              <w:t xml:space="preserve"> with leading hand responsibilities.</w:t>
            </w:r>
          </w:p>
          <w:p w14:paraId="1E3C22DF" w14:textId="77777777" w:rsidR="00724BB3" w:rsidRPr="0048221F" w:rsidRDefault="00724BB3" w:rsidP="0048221F">
            <w:pPr>
              <w:pStyle w:val="SIText"/>
            </w:pPr>
          </w:p>
          <w:p w14:paraId="75DE2D0F" w14:textId="77777777" w:rsidR="003444C3" w:rsidRPr="003444C3" w:rsidRDefault="003444C3" w:rsidP="003444C3">
            <w:pPr>
              <w:pStyle w:val="SIText"/>
            </w:pPr>
            <w:r w:rsidRPr="003444C3">
              <w:t>All work must be carried out to comply with workplace procedures, in accordance with state/territory health and safety, food and meat safety regulations, legislation and standards that apply to the workplace.</w:t>
            </w:r>
          </w:p>
          <w:p w14:paraId="67737C7A" w14:textId="77777777" w:rsidR="003444C3" w:rsidRPr="003444C3" w:rsidRDefault="003444C3" w:rsidP="003444C3">
            <w:pPr>
              <w:pStyle w:val="SIText"/>
            </w:pPr>
          </w:p>
          <w:p w14:paraId="077C0FC6" w14:textId="523EFDCB" w:rsidR="00373436" w:rsidRPr="000754EC" w:rsidRDefault="003444C3" w:rsidP="0048221F">
            <w:pPr>
              <w:pStyle w:val="SIText"/>
            </w:pPr>
            <w:r w:rsidRPr="003444C3">
              <w:t>No licensing, legislative or certification requirements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7CF024D7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2F665437" w:rsidR="00F1480E" w:rsidRPr="00C65DE1" w:rsidRDefault="00F90F1E" w:rsidP="005404CB">
            <w:pPr>
              <w:pStyle w:val="SIText"/>
              <w:rPr>
                <w:rStyle w:val="SITemporaryText-green"/>
              </w:rPr>
            </w:pPr>
            <w:r>
              <w:rPr>
                <w:rStyle w:val="SITemporaryText-green"/>
              </w:rPr>
              <w:t>Packaging (PKG)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B25F35" w:rsidRPr="00963A46" w14:paraId="213D20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79C5B2E" w14:textId="7909A52A" w:rsidR="00B25F35" w:rsidRPr="00A337A7" w:rsidRDefault="00B25F35" w:rsidP="00A337A7">
            <w:pPr>
              <w:pStyle w:val="SIText"/>
            </w:pPr>
            <w:r>
              <w:t>1. Prepare for work</w:t>
            </w:r>
          </w:p>
        </w:tc>
        <w:tc>
          <w:tcPr>
            <w:tcW w:w="3604" w:type="pct"/>
            <w:shd w:val="clear" w:color="auto" w:fill="auto"/>
          </w:tcPr>
          <w:p w14:paraId="38DA8A84" w14:textId="77777777" w:rsidR="00B25F35" w:rsidRPr="00B25F35" w:rsidRDefault="00B25F35" w:rsidP="00B25F35">
            <w:pPr>
              <w:pStyle w:val="SIText"/>
            </w:pPr>
            <w:r w:rsidRPr="00B25F35">
              <w:t>1.1 Receive work instructions and clarify where required</w:t>
            </w:r>
          </w:p>
          <w:p w14:paraId="3300C4B1" w14:textId="136F10DF" w:rsidR="00B25F35" w:rsidRDefault="00B25F35" w:rsidP="00B25F35">
            <w:pPr>
              <w:pStyle w:val="SIText"/>
            </w:pPr>
            <w:r w:rsidRPr="00B25F35">
              <w:t>1.2 Identify health, safety and food safety hazards and control associated risks</w:t>
            </w:r>
          </w:p>
          <w:p w14:paraId="26E7081D" w14:textId="395101AC" w:rsidR="00B25F35" w:rsidRPr="00B25F35" w:rsidRDefault="00B25F35" w:rsidP="00B25F35">
            <w:pPr>
              <w:pStyle w:val="SIText"/>
            </w:pPr>
            <w:r>
              <w:t xml:space="preserve">1.3 </w:t>
            </w:r>
            <w:r w:rsidRPr="00B25F35">
              <w:t>Identify regulatory requirements</w:t>
            </w:r>
            <w:r>
              <w:t xml:space="preserve"> for packaged product</w:t>
            </w:r>
          </w:p>
          <w:p w14:paraId="7FD6455F" w14:textId="77777777" w:rsidR="00B25F35" w:rsidRDefault="00B25F35" w:rsidP="00B25F35">
            <w:pPr>
              <w:pStyle w:val="SIText"/>
            </w:pPr>
            <w:r w:rsidRPr="00B25F35">
              <w:t>1.</w:t>
            </w:r>
            <w:r>
              <w:t>4</w:t>
            </w:r>
            <w:r w:rsidRPr="00B25F35">
              <w:t xml:space="preserve"> Wear appropriate personal protective equipment and clothing and ensure correct fit </w:t>
            </w:r>
          </w:p>
          <w:p w14:paraId="4462E6CD" w14:textId="00BD57F0" w:rsidR="00B25F35" w:rsidRPr="00A337A7" w:rsidRDefault="00B25F35" w:rsidP="00B25F35">
            <w:pPr>
              <w:pStyle w:val="SIText"/>
            </w:pPr>
            <w:r w:rsidRPr="00B25F35">
              <w:t>1.</w:t>
            </w:r>
            <w:r>
              <w:t>5</w:t>
            </w:r>
            <w:r w:rsidRPr="00B25F35">
              <w:t xml:space="preserve"> Identify customer specifications for packaged product</w:t>
            </w:r>
          </w:p>
        </w:tc>
      </w:tr>
      <w:tr w:rsidR="00A337A7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03B97BC1" w:rsidR="00A337A7" w:rsidRPr="00A337A7" w:rsidRDefault="00A337A7" w:rsidP="00A337A7">
            <w:pPr>
              <w:pStyle w:val="SIText"/>
            </w:pPr>
            <w:r w:rsidRPr="00A337A7">
              <w:t xml:space="preserve">2. </w:t>
            </w:r>
            <w:r w:rsidR="00257D18">
              <w:t>Monitor</w:t>
            </w:r>
            <w:r w:rsidR="00257D18" w:rsidRPr="00A337A7">
              <w:t xml:space="preserve"> </w:t>
            </w:r>
            <w:r w:rsidRPr="00A337A7">
              <w:t>and assess packaged product</w:t>
            </w:r>
          </w:p>
        </w:tc>
        <w:tc>
          <w:tcPr>
            <w:tcW w:w="3604" w:type="pct"/>
            <w:shd w:val="clear" w:color="auto" w:fill="auto"/>
          </w:tcPr>
          <w:p w14:paraId="41916533" w14:textId="7DCD504F" w:rsidR="00A337A7" w:rsidRPr="00A337A7" w:rsidRDefault="00A337A7" w:rsidP="00A337A7">
            <w:pPr>
              <w:pStyle w:val="SIText"/>
            </w:pPr>
            <w:r w:rsidRPr="00A337A7">
              <w:t xml:space="preserve">2.1 Undertake checking regime </w:t>
            </w:r>
            <w:r w:rsidR="00B25F35">
              <w:t>to ensure</w:t>
            </w:r>
            <w:r w:rsidRPr="00A337A7">
              <w:t xml:space="preserve"> workplace requirements</w:t>
            </w:r>
            <w:r w:rsidR="00B25F35">
              <w:t xml:space="preserve"> are in place</w:t>
            </w:r>
          </w:p>
          <w:p w14:paraId="01E42781" w14:textId="77777777" w:rsidR="00A337A7" w:rsidRPr="00A337A7" w:rsidRDefault="00A337A7" w:rsidP="00A337A7">
            <w:pPr>
              <w:pStyle w:val="SIText"/>
            </w:pPr>
            <w:r w:rsidRPr="00A337A7">
              <w:t>2.2 Check that meat product meets customer specifications</w:t>
            </w:r>
          </w:p>
          <w:p w14:paraId="28CC2867" w14:textId="243C3838" w:rsidR="00A337A7" w:rsidRDefault="00A337A7" w:rsidP="00A337A7">
            <w:pPr>
              <w:pStyle w:val="SIText"/>
            </w:pPr>
            <w:r w:rsidRPr="00A337A7">
              <w:t>2.3 Check that packing confirms with customer and workplace requirements</w:t>
            </w:r>
          </w:p>
          <w:p w14:paraId="3B36B529" w14:textId="77777777" w:rsidR="00A337A7" w:rsidRPr="00A337A7" w:rsidRDefault="00A337A7" w:rsidP="00A337A7">
            <w:pPr>
              <w:pStyle w:val="SIText"/>
            </w:pPr>
            <w:r w:rsidRPr="00A337A7">
              <w:t>2.4 Check that packaging process meets workplace hygiene and sanitation requirements and check for contamination</w:t>
            </w:r>
          </w:p>
          <w:p w14:paraId="2F05D478" w14:textId="6C685B9E" w:rsidR="00257D18" w:rsidRPr="00257D18" w:rsidRDefault="00257D18" w:rsidP="00257D18">
            <w:pPr>
              <w:pStyle w:val="SIText"/>
            </w:pPr>
            <w:r w:rsidRPr="00257D18">
              <w:t>2.</w:t>
            </w:r>
            <w:r>
              <w:t>5</w:t>
            </w:r>
            <w:r w:rsidRPr="00257D18">
              <w:t xml:space="preserve"> Check that packages are labelled correctly</w:t>
            </w:r>
          </w:p>
          <w:p w14:paraId="2F41F575" w14:textId="488EE58D" w:rsidR="00A337A7" w:rsidRPr="00A337A7" w:rsidRDefault="00A337A7" w:rsidP="00A337A7">
            <w:pPr>
              <w:pStyle w:val="SIText"/>
            </w:pPr>
            <w:r w:rsidRPr="00A337A7">
              <w:t>2.</w:t>
            </w:r>
            <w:r w:rsidR="00257D18">
              <w:t>6</w:t>
            </w:r>
            <w:r w:rsidRPr="00A337A7">
              <w:t xml:space="preserve"> Observe workplace health and safety, and hygiene and sanitation requirements</w:t>
            </w:r>
          </w:p>
        </w:tc>
      </w:tr>
      <w:tr w:rsidR="00A337A7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4CC86249" w:rsidR="00A337A7" w:rsidRPr="00A337A7" w:rsidRDefault="00A337A7" w:rsidP="00A337A7">
            <w:pPr>
              <w:pStyle w:val="SIText"/>
            </w:pPr>
            <w:r w:rsidRPr="00A337A7">
              <w:t>3. Address non-conformance</w:t>
            </w:r>
          </w:p>
        </w:tc>
        <w:tc>
          <w:tcPr>
            <w:tcW w:w="3604" w:type="pct"/>
            <w:shd w:val="clear" w:color="auto" w:fill="auto"/>
          </w:tcPr>
          <w:p w14:paraId="52BA6B79" w14:textId="77777777" w:rsidR="00A337A7" w:rsidRPr="00A337A7" w:rsidRDefault="00A337A7" w:rsidP="00A337A7">
            <w:pPr>
              <w:pStyle w:val="SIText"/>
            </w:pPr>
            <w:r w:rsidRPr="00A337A7">
              <w:t>3.1 Identify out-of-specification product</w:t>
            </w:r>
          </w:p>
          <w:p w14:paraId="54B9DA0C" w14:textId="77777777" w:rsidR="00A337A7" w:rsidRPr="00A337A7" w:rsidRDefault="00A337A7" w:rsidP="00A337A7">
            <w:pPr>
              <w:pStyle w:val="SIText"/>
            </w:pPr>
            <w:r w:rsidRPr="00A337A7">
              <w:t>3.2 Identify required action according to workplace and regulatory requirements</w:t>
            </w:r>
          </w:p>
          <w:p w14:paraId="78EED712" w14:textId="526E32D2" w:rsidR="00A337A7" w:rsidRPr="00A337A7" w:rsidRDefault="00A337A7" w:rsidP="00A337A7">
            <w:pPr>
              <w:pStyle w:val="SIText"/>
            </w:pPr>
            <w:r w:rsidRPr="00A337A7">
              <w:t xml:space="preserve">3.3 Implement required </w:t>
            </w:r>
            <w:r w:rsidR="00B25F35">
              <w:t xml:space="preserve">corrective </w:t>
            </w:r>
            <w:r w:rsidRPr="00A337A7">
              <w:t>action</w:t>
            </w:r>
          </w:p>
          <w:p w14:paraId="52188309" w14:textId="7DBDD023" w:rsidR="00A337A7" w:rsidRPr="00A337A7" w:rsidRDefault="00A337A7" w:rsidP="00A337A7">
            <w:pPr>
              <w:pStyle w:val="SIText"/>
            </w:pPr>
            <w:r w:rsidRPr="00A337A7">
              <w:t>3.4 Record action taken according to workplace requirements</w:t>
            </w:r>
          </w:p>
        </w:tc>
      </w:tr>
      <w:tr w:rsidR="00A337A7" w:rsidRPr="00963A46" w14:paraId="0EFA1BD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486A9F" w14:textId="75E6BFA1" w:rsidR="00A337A7" w:rsidRPr="00A337A7" w:rsidRDefault="00A337A7" w:rsidP="00A337A7">
            <w:pPr>
              <w:pStyle w:val="SIText"/>
            </w:pPr>
            <w:r w:rsidRPr="00A337A7">
              <w:t>4. Provide support to team members</w:t>
            </w:r>
          </w:p>
        </w:tc>
        <w:tc>
          <w:tcPr>
            <w:tcW w:w="3604" w:type="pct"/>
            <w:shd w:val="clear" w:color="auto" w:fill="auto"/>
          </w:tcPr>
          <w:p w14:paraId="30527980" w14:textId="77777777" w:rsidR="00A337A7" w:rsidRPr="00A337A7" w:rsidRDefault="00A337A7" w:rsidP="00A337A7">
            <w:pPr>
              <w:pStyle w:val="SIText"/>
            </w:pPr>
            <w:r w:rsidRPr="00A337A7">
              <w:t>4.1 Provide guidance and support to individual team members where necessary</w:t>
            </w:r>
          </w:p>
          <w:p w14:paraId="670C00A2" w14:textId="77777777" w:rsidR="00A337A7" w:rsidRPr="00A337A7" w:rsidRDefault="00A337A7" w:rsidP="00A337A7">
            <w:pPr>
              <w:pStyle w:val="SIText"/>
            </w:pPr>
            <w:r w:rsidRPr="00A337A7">
              <w:t>4.2 Monitor speed and accuracy of team members and provide additional guidance and support where necessary</w:t>
            </w:r>
          </w:p>
          <w:p w14:paraId="52813E96" w14:textId="77777777" w:rsidR="00A337A7" w:rsidRPr="00A337A7" w:rsidRDefault="00A337A7" w:rsidP="00A337A7">
            <w:pPr>
              <w:pStyle w:val="SIText"/>
            </w:pPr>
            <w:r w:rsidRPr="00A337A7">
              <w:t>4.3 Ensure new staff receive additional support where required</w:t>
            </w:r>
          </w:p>
          <w:p w14:paraId="4A2F2DBA" w14:textId="56E8D115" w:rsidR="00A337A7" w:rsidRPr="00A337A7" w:rsidRDefault="00A337A7" w:rsidP="00A337A7">
            <w:pPr>
              <w:pStyle w:val="SIText"/>
            </w:pPr>
            <w:r w:rsidRPr="00A337A7">
              <w:t xml:space="preserve">4.4 </w:t>
            </w:r>
            <w:r w:rsidR="00B25F35">
              <w:t xml:space="preserve">Provide </w:t>
            </w:r>
            <w:r w:rsidRPr="00A337A7">
              <w:t>clear</w:t>
            </w:r>
            <w:r w:rsidR="00B25F35">
              <w:t xml:space="preserve"> verbal</w:t>
            </w:r>
            <w:r w:rsidRPr="00A337A7">
              <w:t xml:space="preserve"> instructions and advice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2EB79E3" w14:textId="77777777" w:rsidR="00F1480E" w:rsidRPr="00DD0726" w:rsidRDefault="00F1480E" w:rsidP="00C65DE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257D18" w:rsidRPr="00336FCA" w:rsidDel="00423CB2" w14:paraId="6F6EE9C6" w14:textId="77777777" w:rsidTr="00CA2922">
        <w:trPr>
          <w:tblHeader/>
        </w:trPr>
        <w:tc>
          <w:tcPr>
            <w:tcW w:w="1396" w:type="pct"/>
          </w:tcPr>
          <w:p w14:paraId="38496274" w14:textId="61D54330" w:rsidR="00257D18" w:rsidRPr="005404CB" w:rsidRDefault="00257D18" w:rsidP="00C65DE1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7252D980" w14:textId="600C0EB3" w:rsidR="00257D18" w:rsidRPr="005404CB" w:rsidRDefault="00257D18" w:rsidP="00C65DE1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Read and interpret customer requirements, </w:t>
            </w:r>
            <w:proofErr w:type="gramStart"/>
            <w:r>
              <w:rPr>
                <w:rFonts w:eastAsiaTheme="majorEastAsia"/>
              </w:rPr>
              <w:t>specifications</w:t>
            </w:r>
            <w:proofErr w:type="gramEnd"/>
            <w:r>
              <w:rPr>
                <w:rFonts w:eastAsiaTheme="majorEastAsia"/>
              </w:rPr>
              <w:t xml:space="preserve"> and workplace requirements</w:t>
            </w:r>
          </w:p>
        </w:tc>
      </w:tr>
      <w:tr w:rsidR="00B25F35" w:rsidRPr="00336FCA" w:rsidDel="00423CB2" w14:paraId="7E1665EF" w14:textId="77777777" w:rsidTr="00CA2922">
        <w:trPr>
          <w:tblHeader/>
        </w:trPr>
        <w:tc>
          <w:tcPr>
            <w:tcW w:w="1396" w:type="pct"/>
          </w:tcPr>
          <w:p w14:paraId="51E79135" w14:textId="007E4DE8" w:rsidR="00B25F35" w:rsidRPr="005404CB" w:rsidRDefault="00257D18" w:rsidP="00C65DE1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3BBA8894" w14:textId="24D6208F" w:rsidR="00B25F35" w:rsidRPr="005404CB" w:rsidRDefault="00257D18" w:rsidP="00C65DE1">
            <w:pPr>
              <w:pStyle w:val="SIBulletList1"/>
              <w:rPr>
                <w:rFonts w:eastAsiaTheme="majorEastAsia"/>
              </w:rPr>
            </w:pPr>
            <w:r w:rsidRPr="00257D18">
              <w:t xml:space="preserve">Record </w:t>
            </w:r>
            <w:r>
              <w:t>monitoring details</w:t>
            </w:r>
            <w:r w:rsidRPr="00257D18">
              <w:t xml:space="preserve"> using digital and/or paper-based formats</w:t>
            </w:r>
          </w:p>
        </w:tc>
      </w:tr>
      <w:tr w:rsidR="00B25F35" w:rsidRPr="00336FCA" w:rsidDel="00423CB2" w14:paraId="61A0A1F2" w14:textId="77777777" w:rsidTr="00CA2922">
        <w:trPr>
          <w:tblHeader/>
        </w:trPr>
        <w:tc>
          <w:tcPr>
            <w:tcW w:w="1396" w:type="pct"/>
          </w:tcPr>
          <w:p w14:paraId="7BD3C3DD" w14:textId="436FB7B6" w:rsidR="00B25F35" w:rsidRPr="005404CB" w:rsidRDefault="00257D18" w:rsidP="00C65DE1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060DFC9C" w14:textId="4669BD83" w:rsidR="00B25F35" w:rsidRPr="005404CB" w:rsidRDefault="00257D18" w:rsidP="00C65DE1">
            <w:pPr>
              <w:pStyle w:val="SIBulletList1"/>
              <w:rPr>
                <w:rFonts w:eastAsiaTheme="majorEastAsia"/>
              </w:rPr>
            </w:pPr>
            <w:r w:rsidRPr="00257D18">
              <w:t xml:space="preserve">Monitor and interpret process control indicators 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F33FF2">
        <w:tc>
          <w:tcPr>
            <w:tcW w:w="1028" w:type="pct"/>
          </w:tcPr>
          <w:p w14:paraId="16AF823A" w14:textId="02AB7FEB" w:rsidR="00041E59" w:rsidRPr="005404CB" w:rsidRDefault="009116A9" w:rsidP="005404CB">
            <w:pPr>
              <w:pStyle w:val="SIText"/>
            </w:pPr>
            <w:r w:rsidRPr="009116A9">
              <w:t>AMP</w:t>
            </w:r>
            <w:r w:rsidR="00F90F1E">
              <w:t>PKG3</w:t>
            </w:r>
            <w:r w:rsidRPr="009116A9">
              <w:t>X1 Monitor production of packaged product to customer specifications</w:t>
            </w:r>
          </w:p>
        </w:tc>
        <w:tc>
          <w:tcPr>
            <w:tcW w:w="1105" w:type="pct"/>
          </w:tcPr>
          <w:p w14:paraId="6623A6C9" w14:textId="4127C6AA" w:rsidR="00041E59" w:rsidRPr="005404CB" w:rsidRDefault="00A44D9E" w:rsidP="005404CB">
            <w:pPr>
              <w:pStyle w:val="SIText"/>
            </w:pPr>
            <w:r w:rsidRPr="00A44D9E">
              <w:t>AMPX311 Monitor production of packaged product to customer specifications</w:t>
            </w:r>
          </w:p>
        </w:tc>
        <w:tc>
          <w:tcPr>
            <w:tcW w:w="1251" w:type="pct"/>
          </w:tcPr>
          <w:p w14:paraId="07EB93DD" w14:textId="77777777" w:rsidR="00A44D9E" w:rsidRPr="00A44D9E" w:rsidRDefault="00A44D9E" w:rsidP="00A44D9E">
            <w:pPr>
              <w:pStyle w:val="SIText"/>
            </w:pPr>
            <w:r w:rsidRPr="00A44D9E">
              <w:t>Unit code updated.</w:t>
            </w:r>
          </w:p>
          <w:p w14:paraId="73944B0A" w14:textId="77777777" w:rsidR="00A44D9E" w:rsidRPr="00A44D9E" w:rsidRDefault="00A44D9E" w:rsidP="00A44D9E">
            <w:pPr>
              <w:pStyle w:val="SIText"/>
            </w:pPr>
            <w:r w:rsidRPr="00A44D9E">
              <w:t>Performance criteria clarified.</w:t>
            </w:r>
          </w:p>
          <w:p w14:paraId="1B0FC2F5" w14:textId="77777777" w:rsidR="00A44D9E" w:rsidRPr="00A44D9E" w:rsidRDefault="00A44D9E" w:rsidP="00A44D9E">
            <w:pPr>
              <w:pStyle w:val="SIText"/>
            </w:pPr>
            <w:r w:rsidRPr="00A44D9E">
              <w:t>Foundation skills added.</w:t>
            </w:r>
          </w:p>
          <w:p w14:paraId="38EF1B27" w14:textId="46B70273" w:rsidR="00041E59" w:rsidRPr="005404CB" w:rsidRDefault="00A44D9E" w:rsidP="00A44D9E">
            <w:pPr>
              <w:pStyle w:val="SIText"/>
            </w:pPr>
            <w:r w:rsidRPr="00A44D9E">
              <w:t>Performance Evidence, Knowledge evidence and Assessment Conditions revised.</w:t>
            </w:r>
          </w:p>
        </w:tc>
        <w:tc>
          <w:tcPr>
            <w:tcW w:w="1616" w:type="pct"/>
          </w:tcPr>
          <w:p w14:paraId="44BBFF38" w14:textId="0D64FEE6" w:rsidR="00916CD7" w:rsidRPr="005404CB" w:rsidRDefault="00A44D9E" w:rsidP="005404CB">
            <w:pPr>
              <w:pStyle w:val="SIText"/>
            </w:pPr>
            <w:r>
              <w:t>E</w:t>
            </w:r>
            <w:r w:rsidRPr="00A44D9E">
              <w:t>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341A379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2829271C" w14:textId="0B89464B" w:rsidR="00F1480E" w:rsidRPr="00267127" w:rsidRDefault="00626258" w:rsidP="00267127">
            <w:pPr>
              <w:pStyle w:val="SIText"/>
            </w:pPr>
            <w:hyperlink r:id="rId11" w:history="1">
              <w:r w:rsidR="00267127" w:rsidRPr="00267127">
                <w:t>https://vetnet.gov.au/Pages/TrainingDocs.aspx?q=5e2e56b7-698f-4822-84bb-25adbb8443a7</w:t>
              </w:r>
            </w:hyperlink>
          </w:p>
        </w:tc>
      </w:tr>
    </w:tbl>
    <w:p w14:paraId="77F98419" w14:textId="77777777" w:rsidR="00F1480E" w:rsidRDefault="00F1480E" w:rsidP="005F771F">
      <w:pPr>
        <w:pStyle w:val="SIText"/>
      </w:pPr>
    </w:p>
    <w:p w14:paraId="738CD848" w14:textId="77777777" w:rsidR="00A44D9E" w:rsidRDefault="00A44D9E">
      <w:pPr>
        <w:spacing w:after="200" w:line="276" w:lineRule="auto"/>
        <w:rPr>
          <w:lang w:eastAsia="en-US"/>
        </w:rPr>
      </w:pPr>
      <w:r>
        <w:br w:type="page"/>
      </w:r>
    </w:p>
    <w:p w14:paraId="3A4DB9F4" w14:textId="76937F41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117D5A3E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CC39B5" w:rsidRPr="00CC39B5">
              <w:t>AMP</w:t>
            </w:r>
            <w:r w:rsidR="00F90F1E">
              <w:t>PKG3</w:t>
            </w:r>
            <w:r w:rsidR="00CC39B5" w:rsidRPr="00CC39B5">
              <w:t>X1 Monitor production of packaged product to customer specifications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3B276E43" w14:textId="54C4F183" w:rsidR="00257D18" w:rsidRDefault="00257D18">
            <w:pPr>
              <w:pStyle w:val="SIText"/>
            </w:pPr>
            <w:r w:rsidRPr="00257D18">
              <w:t xml:space="preserve">An individual demonstrating competency must satisfy </w:t>
            </w:r>
            <w:proofErr w:type="gramStart"/>
            <w:r w:rsidRPr="00257D18">
              <w:t>all of</w:t>
            </w:r>
            <w:proofErr w:type="gramEnd"/>
            <w:r w:rsidRPr="00257D18">
              <w:t xml:space="preserve"> the elements and performance criteria in this unit.</w:t>
            </w:r>
          </w:p>
          <w:p w14:paraId="2272019D" w14:textId="77777777" w:rsidR="00F90F1E" w:rsidRPr="00257D18" w:rsidRDefault="00F90F1E" w:rsidP="00C65DE1">
            <w:pPr>
              <w:pStyle w:val="SIText"/>
            </w:pPr>
          </w:p>
          <w:p w14:paraId="598CD69F" w14:textId="7EECEC7E" w:rsidR="00257D18" w:rsidRDefault="00257D18" w:rsidP="00257D18">
            <w:pPr>
              <w:pStyle w:val="SIText"/>
            </w:pPr>
            <w:r w:rsidRPr="00257D18">
              <w:t xml:space="preserve">There must be evidence that the individual has </w:t>
            </w:r>
            <w:r>
              <w:t>monitored the production of packaged meat products to meet the specifications of at least two different customers, including:</w:t>
            </w:r>
          </w:p>
          <w:p w14:paraId="60D22AA3" w14:textId="6239A2C5" w:rsidR="00257D18" w:rsidRDefault="00257D18" w:rsidP="00257D18">
            <w:pPr>
              <w:pStyle w:val="SIBulletList1"/>
            </w:pPr>
            <w:r>
              <w:t>monitor</w:t>
            </w:r>
            <w:r w:rsidR="00F90F1E">
              <w:t>ed</w:t>
            </w:r>
            <w:r w:rsidRPr="00257D18">
              <w:t xml:space="preserve"> packaged product </w:t>
            </w:r>
            <w:r>
              <w:t>against specifications</w:t>
            </w:r>
          </w:p>
          <w:p w14:paraId="0FF051AF" w14:textId="5826494A" w:rsidR="00257D18" w:rsidRPr="00257D18" w:rsidRDefault="00257D18" w:rsidP="00257D18">
            <w:pPr>
              <w:pStyle w:val="SIBulletList1"/>
            </w:pPr>
            <w:r w:rsidRPr="00257D18">
              <w:t>address</w:t>
            </w:r>
            <w:r w:rsidR="00F90F1E">
              <w:t>ed</w:t>
            </w:r>
            <w:r w:rsidRPr="00257D18">
              <w:t xml:space="preserve"> non-conformance in a timely manner</w:t>
            </w:r>
          </w:p>
          <w:p w14:paraId="3B17993D" w14:textId="4FD68109" w:rsidR="00257D18" w:rsidRPr="00257D18" w:rsidRDefault="00257D18" w:rsidP="00257D18">
            <w:pPr>
              <w:pStyle w:val="SIBulletList1"/>
            </w:pPr>
            <w:r w:rsidRPr="00257D18">
              <w:t>follow</w:t>
            </w:r>
            <w:r w:rsidR="00F90F1E">
              <w:t>ed</w:t>
            </w:r>
            <w:r w:rsidRPr="00257D18">
              <w:t xml:space="preserve"> safe work procedures</w:t>
            </w:r>
          </w:p>
          <w:p w14:paraId="49081BB4" w14:textId="0969955F" w:rsidR="00556C4C" w:rsidRPr="005404CB" w:rsidRDefault="00257D18" w:rsidP="00C65DE1">
            <w:pPr>
              <w:pStyle w:val="SIBulletList1"/>
            </w:pPr>
            <w:r w:rsidRPr="00257D18">
              <w:t>maintain</w:t>
            </w:r>
            <w:r w:rsidR="00F90F1E">
              <w:t>ed</w:t>
            </w:r>
            <w:r w:rsidRPr="00257D18">
              <w:t xml:space="preserve"> hygiene and sanitation standards.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12DF122B" w14:textId="77777777" w:rsidR="00257D18" w:rsidRPr="00257D18" w:rsidRDefault="00257D18" w:rsidP="00257D18">
            <w:pPr>
              <w:pStyle w:val="SIText"/>
            </w:pPr>
            <w:r w:rsidRPr="00257D18">
              <w:t>An individual must be able to demonstrate the knowledge required to perform the tasks outlined in the elements and performance criteria of this unit. This includes knowledge of:</w:t>
            </w:r>
          </w:p>
          <w:p w14:paraId="55498474" w14:textId="77777777" w:rsidR="00F651A7" w:rsidRPr="00F651A7" w:rsidRDefault="00F651A7" w:rsidP="00F651A7">
            <w:pPr>
              <w:pStyle w:val="SIBulletList1"/>
            </w:pPr>
            <w:r w:rsidRPr="00F651A7">
              <w:t xml:space="preserve">basic operating principles of packaging equipment, including main equipment components, </w:t>
            </w:r>
            <w:proofErr w:type="gramStart"/>
            <w:r w:rsidRPr="00F651A7">
              <w:t>status</w:t>
            </w:r>
            <w:proofErr w:type="gramEnd"/>
            <w:r w:rsidRPr="00F651A7">
              <w:t xml:space="preserve"> and purpose of guards</w:t>
            </w:r>
          </w:p>
          <w:p w14:paraId="043C20B8" w14:textId="31B58D20" w:rsidR="00083FF4" w:rsidRDefault="00257D18" w:rsidP="00F651A7">
            <w:pPr>
              <w:pStyle w:val="SIBulletList1"/>
            </w:pPr>
            <w:r>
              <w:t xml:space="preserve">typical specifications required by </w:t>
            </w:r>
            <w:r w:rsidR="00083FF4" w:rsidRPr="00083FF4">
              <w:t xml:space="preserve">customer </w:t>
            </w:r>
          </w:p>
          <w:p w14:paraId="11BFE74C" w14:textId="1CF3D4E0" w:rsidR="00083FF4" w:rsidRPr="00083FF4" w:rsidRDefault="00083FF4" w:rsidP="00083FF4">
            <w:pPr>
              <w:pStyle w:val="SIBulletList1"/>
            </w:pPr>
            <w:r w:rsidRPr="00083FF4">
              <w:t>regulatory requirements</w:t>
            </w:r>
            <w:r w:rsidR="00257D18">
              <w:t xml:space="preserve"> for packag</w:t>
            </w:r>
            <w:r w:rsidR="00F651A7">
              <w:t>ed</w:t>
            </w:r>
            <w:r w:rsidR="00257D18">
              <w:t xml:space="preserve"> meat</w:t>
            </w:r>
          </w:p>
          <w:p w14:paraId="0D0C1BFE" w14:textId="43E31F9E" w:rsidR="00F651A7" w:rsidRDefault="00F651A7" w:rsidP="00F651A7">
            <w:pPr>
              <w:pStyle w:val="SIBulletList1"/>
            </w:pPr>
            <w:r w:rsidRPr="00F651A7">
              <w:t>inspection or test points (control points) in the process and the related procedures and recording requirements</w:t>
            </w:r>
          </w:p>
          <w:p w14:paraId="60ABD68E" w14:textId="4BB1FC43" w:rsidR="00F651A7" w:rsidRPr="00F651A7" w:rsidRDefault="00F651A7" w:rsidP="00F651A7">
            <w:pPr>
              <w:pStyle w:val="SIBulletList1"/>
            </w:pPr>
            <w:r w:rsidRPr="00F651A7">
              <w:t>health and safety hazards and controls</w:t>
            </w:r>
            <w:r>
              <w:t xml:space="preserve"> for the process</w:t>
            </w:r>
          </w:p>
          <w:p w14:paraId="05992EFA" w14:textId="6B286702" w:rsidR="00F651A7" w:rsidRPr="00F651A7" w:rsidRDefault="00F651A7" w:rsidP="00F651A7">
            <w:pPr>
              <w:pStyle w:val="SIBulletList1"/>
            </w:pPr>
            <w:r>
              <w:t>hygiene and sanitation requirements for the process</w:t>
            </w:r>
          </w:p>
          <w:p w14:paraId="7D4C4DD5" w14:textId="376B6B79" w:rsidR="00083FF4" w:rsidRDefault="00257D18" w:rsidP="00083FF4">
            <w:pPr>
              <w:pStyle w:val="SIBulletList1"/>
            </w:pPr>
            <w:r>
              <w:t xml:space="preserve">typical </w:t>
            </w:r>
            <w:r w:rsidR="00083FF4" w:rsidRPr="00083FF4">
              <w:t>causes of contamination and corrective actions</w:t>
            </w:r>
          </w:p>
          <w:p w14:paraId="2F06C6CB" w14:textId="2321DE1A" w:rsidR="00F651A7" w:rsidRDefault="00F651A7" w:rsidP="00083FF4">
            <w:pPr>
              <w:pStyle w:val="SIBulletList1"/>
            </w:pPr>
            <w:r>
              <w:t>packaging and labelling materials and consumables</w:t>
            </w:r>
          </w:p>
          <w:p w14:paraId="7352DDD6" w14:textId="6B5D8D24" w:rsidR="00083FF4" w:rsidRPr="00083FF4" w:rsidRDefault="00083FF4" w:rsidP="00083FF4">
            <w:pPr>
              <w:pStyle w:val="SIBulletList1"/>
            </w:pPr>
            <w:r w:rsidRPr="00083FF4">
              <w:t>workplace labelling systems and requirements</w:t>
            </w:r>
            <w:r w:rsidR="00F651A7">
              <w:t xml:space="preserve"> for packaging</w:t>
            </w:r>
          </w:p>
          <w:p w14:paraId="23428EF5" w14:textId="77777777" w:rsidR="00F1480E" w:rsidRDefault="00F651A7" w:rsidP="00083FF4">
            <w:pPr>
              <w:pStyle w:val="SIBulletList1"/>
            </w:pPr>
            <w:r>
              <w:t xml:space="preserve">typical </w:t>
            </w:r>
            <w:r w:rsidR="00257D18">
              <w:t xml:space="preserve">corrective </w:t>
            </w:r>
            <w:r w:rsidR="00083FF4" w:rsidRPr="00083FF4">
              <w:t>actions to be taken for out-of-specification product</w:t>
            </w:r>
          </w:p>
          <w:p w14:paraId="66608BB7" w14:textId="406F02DB" w:rsidR="00F651A7" w:rsidRPr="005404CB" w:rsidRDefault="00F651A7" w:rsidP="00083FF4">
            <w:pPr>
              <w:pStyle w:val="SIBulletList1"/>
            </w:pPr>
            <w:r>
              <w:t>recording requirements for traceability purposes.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48368964" w14:textId="77777777" w:rsidR="00F651A7" w:rsidRPr="00F651A7" w:rsidRDefault="00F651A7" w:rsidP="00F651A7">
            <w:pPr>
              <w:pStyle w:val="SIText"/>
            </w:pPr>
            <w:r w:rsidRPr="00F651A7">
              <w:t>Assessment of skills in this unit of competency must take place under the following conditions:</w:t>
            </w:r>
          </w:p>
          <w:p w14:paraId="6F419EB0" w14:textId="77777777" w:rsidR="00F651A7" w:rsidRPr="00F651A7" w:rsidRDefault="00F651A7" w:rsidP="00F651A7">
            <w:pPr>
              <w:pStyle w:val="SIBulletList1"/>
            </w:pPr>
            <w:r w:rsidRPr="00F651A7">
              <w:t>physical conditions:</w:t>
            </w:r>
          </w:p>
          <w:p w14:paraId="4371AC37" w14:textId="56A8ADA5" w:rsidR="00F651A7" w:rsidRPr="00F651A7" w:rsidRDefault="00F651A7">
            <w:pPr>
              <w:pStyle w:val="SIBulletList2"/>
            </w:pPr>
            <w:r w:rsidRPr="00F651A7">
              <w:t xml:space="preserve">skills must be demonstrated in a </w:t>
            </w:r>
            <w:r>
              <w:t>meat packing room</w:t>
            </w:r>
            <w:r w:rsidRPr="00F651A7">
              <w:t>, or an environment that accurately represents workplace conditions</w:t>
            </w:r>
          </w:p>
          <w:p w14:paraId="7AE89192" w14:textId="77777777" w:rsidR="00F651A7" w:rsidRPr="00F651A7" w:rsidRDefault="00F651A7" w:rsidP="00F651A7">
            <w:pPr>
              <w:pStyle w:val="SIBulletList1"/>
            </w:pPr>
            <w:r w:rsidRPr="00F651A7">
              <w:t xml:space="preserve">resources, </w:t>
            </w:r>
            <w:proofErr w:type="gramStart"/>
            <w:r w:rsidRPr="00F651A7">
              <w:t>equipment</w:t>
            </w:r>
            <w:proofErr w:type="gramEnd"/>
            <w:r w:rsidRPr="00F651A7">
              <w:t xml:space="preserve"> and materials:</w:t>
            </w:r>
          </w:p>
          <w:p w14:paraId="472574D7" w14:textId="05AB65A1" w:rsidR="00F651A7" w:rsidRPr="00F651A7" w:rsidRDefault="00F651A7" w:rsidP="00F651A7">
            <w:pPr>
              <w:pStyle w:val="SIBulletList2"/>
            </w:pPr>
            <w:r>
              <w:t>meat to be packaged</w:t>
            </w:r>
          </w:p>
          <w:p w14:paraId="03003E0A" w14:textId="14805E97" w:rsidR="00F651A7" w:rsidRPr="00F651A7" w:rsidRDefault="00F651A7" w:rsidP="00F651A7">
            <w:pPr>
              <w:pStyle w:val="SIBulletList2"/>
            </w:pPr>
            <w:r>
              <w:t>meat packaging equipment and consumables</w:t>
            </w:r>
          </w:p>
          <w:p w14:paraId="58153E13" w14:textId="77777777" w:rsidR="00F651A7" w:rsidRPr="00F651A7" w:rsidRDefault="00F651A7" w:rsidP="00F651A7">
            <w:pPr>
              <w:pStyle w:val="SIBulletList1"/>
            </w:pPr>
            <w:r w:rsidRPr="00F651A7">
              <w:t>specifications:</w:t>
            </w:r>
          </w:p>
          <w:p w14:paraId="41FB463B" w14:textId="1B668843" w:rsidR="00F651A7" w:rsidRDefault="00F651A7" w:rsidP="00F651A7">
            <w:pPr>
              <w:pStyle w:val="SIBulletList2"/>
            </w:pPr>
            <w:r w:rsidRPr="00F651A7">
              <w:t>workplace standard operating procedures and task-related documents</w:t>
            </w:r>
          </w:p>
          <w:p w14:paraId="478643B6" w14:textId="4955382D" w:rsidR="00F651A7" w:rsidRDefault="00F651A7" w:rsidP="00C65DE1">
            <w:pPr>
              <w:pStyle w:val="SIBulletList1"/>
            </w:pPr>
            <w:r>
              <w:t>relationships:</w:t>
            </w:r>
          </w:p>
          <w:p w14:paraId="6558E133" w14:textId="22213467" w:rsidR="00F651A7" w:rsidRPr="00F651A7" w:rsidRDefault="00F651A7" w:rsidP="00F651A7">
            <w:pPr>
              <w:pStyle w:val="SIBulletList2"/>
            </w:pPr>
            <w:r>
              <w:t>work team</w:t>
            </w:r>
          </w:p>
          <w:p w14:paraId="5FC20B6A" w14:textId="77777777" w:rsidR="00F651A7" w:rsidRPr="00F651A7" w:rsidRDefault="00F651A7" w:rsidP="00F651A7">
            <w:pPr>
              <w:pStyle w:val="SIBulletList1"/>
            </w:pPr>
            <w:r w:rsidRPr="00F651A7">
              <w:t>timeframes</w:t>
            </w:r>
          </w:p>
          <w:p w14:paraId="323CD460" w14:textId="77777777" w:rsidR="00F651A7" w:rsidRPr="00F651A7" w:rsidRDefault="00F651A7" w:rsidP="00F651A7">
            <w:pPr>
              <w:pStyle w:val="SIBulletList2"/>
            </w:pPr>
            <w:r w:rsidRPr="00F651A7">
              <w:t>within typical operating and production conditions for the workplace.</w:t>
            </w:r>
          </w:p>
          <w:p w14:paraId="611F68E5" w14:textId="77777777" w:rsidR="00F90F1E" w:rsidRDefault="00F90F1E" w:rsidP="00033B62">
            <w:pPr>
              <w:pStyle w:val="SIText"/>
            </w:pPr>
          </w:p>
          <w:p w14:paraId="72FC2BF3" w14:textId="4FFAB7AF" w:rsidR="00F1480E" w:rsidRPr="00033B62" w:rsidRDefault="00F90F1E" w:rsidP="00033B62">
            <w:pPr>
              <w:pStyle w:val="SIText"/>
            </w:pPr>
            <w:r w:rsidRPr="00B01D1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B533ED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4595EC34" w14:textId="2801A0F2" w:rsidR="00F1480E" w:rsidRPr="005404CB" w:rsidRDefault="00626258" w:rsidP="005404CB">
            <w:pPr>
              <w:pStyle w:val="SIText"/>
            </w:pPr>
            <w:hyperlink r:id="rId12" w:history="1">
              <w:r w:rsidR="00267127" w:rsidRPr="00267127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4CE2F8" w14:textId="77777777" w:rsidR="00603F0B" w:rsidRDefault="00603F0B" w:rsidP="00BF3F0A">
      <w:r>
        <w:separator/>
      </w:r>
    </w:p>
    <w:p w14:paraId="0EAC2175" w14:textId="77777777" w:rsidR="00603F0B" w:rsidRDefault="00603F0B"/>
  </w:endnote>
  <w:endnote w:type="continuationSeparator" w:id="0">
    <w:p w14:paraId="2C4FF164" w14:textId="77777777" w:rsidR="00603F0B" w:rsidRDefault="00603F0B" w:rsidP="00BF3F0A">
      <w:r>
        <w:continuationSeparator/>
      </w:r>
    </w:p>
    <w:p w14:paraId="11EC42CD" w14:textId="77777777" w:rsidR="00603F0B" w:rsidRDefault="00603F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E15FEE" w14:textId="77777777" w:rsidR="00603F0B" w:rsidRDefault="00603F0B" w:rsidP="00BF3F0A">
      <w:r>
        <w:separator/>
      </w:r>
    </w:p>
    <w:p w14:paraId="2D2A105E" w14:textId="77777777" w:rsidR="00603F0B" w:rsidRDefault="00603F0B"/>
  </w:footnote>
  <w:footnote w:type="continuationSeparator" w:id="0">
    <w:p w14:paraId="65F32E19" w14:textId="77777777" w:rsidR="00603F0B" w:rsidRDefault="00603F0B" w:rsidP="00BF3F0A">
      <w:r>
        <w:continuationSeparator/>
      </w:r>
    </w:p>
    <w:p w14:paraId="3D3C70A4" w14:textId="77777777" w:rsidR="00603F0B" w:rsidRDefault="00603F0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09B0A7B7" w:rsidR="009C2650" w:rsidRPr="00CC39B5" w:rsidRDefault="00626258" w:rsidP="00CC39B5">
    <w:sdt>
      <w:sdtPr>
        <w:rPr>
          <w:lang w:eastAsia="en-US"/>
        </w:rPr>
        <w:id w:val="1486273194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315C437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C39B5" w:rsidRPr="00CC39B5">
      <w:rPr>
        <w:lang w:eastAsia="en-US"/>
      </w:rPr>
      <w:t>AMP</w:t>
    </w:r>
    <w:r w:rsidR="00F90F1E">
      <w:t>PKG3</w:t>
    </w:r>
    <w:r w:rsidR="00CC39B5" w:rsidRPr="00CC39B5">
      <w:rPr>
        <w:lang w:eastAsia="en-US"/>
      </w:rPr>
      <w:t>X1 Monitor production of packaged product to customer specifications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D554DD"/>
    <w:multiLevelType w:val="multilevel"/>
    <w:tmpl w:val="DB3C1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9A6887"/>
    <w:multiLevelType w:val="multilevel"/>
    <w:tmpl w:val="943C26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A0107D1"/>
    <w:multiLevelType w:val="multilevel"/>
    <w:tmpl w:val="1D3E4C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16"/>
  </w:num>
  <w:num w:numId="5">
    <w:abstractNumId w:val="2"/>
  </w:num>
  <w:num w:numId="6">
    <w:abstractNumId w:val="9"/>
  </w:num>
  <w:num w:numId="7">
    <w:abstractNumId w:val="3"/>
  </w:num>
  <w:num w:numId="8">
    <w:abstractNumId w:val="0"/>
  </w:num>
  <w:num w:numId="9">
    <w:abstractNumId w:val="15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6"/>
  </w:num>
  <w:num w:numId="15">
    <w:abstractNumId w:val="7"/>
  </w:num>
  <w:num w:numId="16">
    <w:abstractNumId w:val="18"/>
  </w:num>
  <w:num w:numId="17">
    <w:abstractNumId w:val="11"/>
  </w:num>
  <w:num w:numId="18">
    <w:abstractNumId w:val="1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3B62"/>
    <w:rsid w:val="00041E59"/>
    <w:rsid w:val="00064BFE"/>
    <w:rsid w:val="00070B3E"/>
    <w:rsid w:val="00071F95"/>
    <w:rsid w:val="000737BB"/>
    <w:rsid w:val="00074E47"/>
    <w:rsid w:val="000754EC"/>
    <w:rsid w:val="00083FF4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3C2E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7D18"/>
    <w:rsid w:val="00262FC3"/>
    <w:rsid w:val="0026394F"/>
    <w:rsid w:val="00267127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44C3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221F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94B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229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B1D"/>
    <w:rsid w:val="005F771F"/>
    <w:rsid w:val="00603F0B"/>
    <w:rsid w:val="006121D4"/>
    <w:rsid w:val="00613B49"/>
    <w:rsid w:val="00616845"/>
    <w:rsid w:val="00620E8E"/>
    <w:rsid w:val="00626258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4BB3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0502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2490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16A9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37A7"/>
    <w:rsid w:val="00A3639E"/>
    <w:rsid w:val="00A44D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25F35"/>
    <w:rsid w:val="00B3508F"/>
    <w:rsid w:val="00B443EE"/>
    <w:rsid w:val="00B560C8"/>
    <w:rsid w:val="00B61150"/>
    <w:rsid w:val="00B65BC7"/>
    <w:rsid w:val="00B746B9"/>
    <w:rsid w:val="00B848D4"/>
    <w:rsid w:val="00B865B7"/>
    <w:rsid w:val="00B9153B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65DE1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39B5"/>
    <w:rsid w:val="00CC451E"/>
    <w:rsid w:val="00CD4E9D"/>
    <w:rsid w:val="00CD4F4D"/>
    <w:rsid w:val="00CE7D19"/>
    <w:rsid w:val="00CF0CF5"/>
    <w:rsid w:val="00CF2B3E"/>
    <w:rsid w:val="00D0201F"/>
    <w:rsid w:val="00D03685"/>
    <w:rsid w:val="00D04F49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1A7"/>
    <w:rsid w:val="00F65EF0"/>
    <w:rsid w:val="00F71651"/>
    <w:rsid w:val="00F76191"/>
    <w:rsid w:val="00F76CC6"/>
    <w:rsid w:val="00F83D7C"/>
    <w:rsid w:val="00F90F1E"/>
    <w:rsid w:val="00F94E12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2671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04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8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5293C6C9D1CE42B3B874EF7D385592" ma:contentTypeVersion="" ma:contentTypeDescription="Create a new document." ma:contentTypeScope="" ma:versionID="6c65be883896de560fcfaec5181f4034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B6BF03-ED0B-4C05-9FB9-4755769A64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microsoft.com/office/2006/documentManagement/types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4d074fc5-4881-4904-900d-cdf408c29254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82</TotalTime>
  <Pages>3</Pages>
  <Words>932</Words>
  <Characters>5317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25</cp:revision>
  <cp:lastPrinted>2016-05-27T05:21:00Z</cp:lastPrinted>
  <dcterms:created xsi:type="dcterms:W3CDTF">2021-08-09T02:15:00Z</dcterms:created>
  <dcterms:modified xsi:type="dcterms:W3CDTF">2021-11-03T02:08:00Z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0x0101002F5293C6C9D1CE42B3B874EF7D385592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4 Leadership/Management</vt:lpwstr>
  </property>
</Properties>
</file>