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544C6F" w14:paraId="38401F54" w14:textId="77777777" w:rsidTr="00146EEC">
        <w:tc>
          <w:tcPr>
            <w:tcW w:w="2689" w:type="dxa"/>
          </w:tcPr>
          <w:p w14:paraId="41DC0038" w14:textId="4A5188C1" w:rsidR="00544C6F" w:rsidRPr="00544C6F" w:rsidRDefault="00544C6F" w:rsidP="00544C6F">
            <w:pPr>
              <w:pStyle w:val="SIText"/>
            </w:pPr>
            <w:r w:rsidRPr="00544C6F">
              <w:t>Release 1</w:t>
            </w:r>
          </w:p>
        </w:tc>
        <w:tc>
          <w:tcPr>
            <w:tcW w:w="6939" w:type="dxa"/>
          </w:tcPr>
          <w:p w14:paraId="30012DA0" w14:textId="65F07D1A" w:rsidR="00544C6F" w:rsidRPr="00544C6F" w:rsidRDefault="00544C6F" w:rsidP="00544C6F">
            <w:pPr>
              <w:pStyle w:val="SIText"/>
            </w:pPr>
            <w:r w:rsidRPr="00544C6F">
              <w:t xml:space="preserve">This version released with AMP Meat Processing Training Package Version </w:t>
            </w:r>
            <w:r w:rsidR="00A95001">
              <w:t>8</w:t>
            </w:r>
            <w:r w:rsidRPr="00544C6F">
              <w:t>.0.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5B9EFF49" w:rsidR="00F1480E" w:rsidRPr="00F804D5" w:rsidRDefault="00C5277F" w:rsidP="005404CB">
            <w:pPr>
              <w:pStyle w:val="SIUNITCODE"/>
              <w:rPr>
                <w:rStyle w:val="SITemporaryText-green"/>
              </w:rPr>
            </w:pPr>
            <w:r w:rsidRPr="00F804D5">
              <w:rPr>
                <w:rStyle w:val="SITemporaryText-green"/>
              </w:rPr>
              <w:t>AMP</w:t>
            </w:r>
            <w:r w:rsidR="00F804D5" w:rsidRPr="00F804D5">
              <w:rPr>
                <w:rStyle w:val="SITemporaryText-green"/>
              </w:rPr>
              <w:t>MGT</w:t>
            </w:r>
            <w:r w:rsidRPr="00F804D5">
              <w:rPr>
                <w:rStyle w:val="SITemporaryText-green"/>
              </w:rPr>
              <w:t>4</w:t>
            </w:r>
            <w:r w:rsidR="00F804D5" w:rsidRPr="00F804D5">
              <w:rPr>
                <w:rStyle w:val="SITemporaryText-green"/>
              </w:rPr>
              <w:t>X</w:t>
            </w:r>
            <w:r w:rsidRPr="00F804D5">
              <w:rPr>
                <w:rStyle w:val="SITemporaryText-green"/>
              </w:rPr>
              <w:t>1</w:t>
            </w:r>
          </w:p>
        </w:tc>
        <w:tc>
          <w:tcPr>
            <w:tcW w:w="3604" w:type="pct"/>
            <w:shd w:val="clear" w:color="auto" w:fill="auto"/>
          </w:tcPr>
          <w:p w14:paraId="5DE30F85" w14:textId="6C0E09C7" w:rsidR="00F1480E" w:rsidRPr="005404CB" w:rsidRDefault="00C5277F" w:rsidP="005404CB">
            <w:pPr>
              <w:pStyle w:val="SIUnittitle"/>
            </w:pPr>
            <w:r w:rsidRPr="00C5277F">
              <w:t>Manage biogas facilities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18BD46E" w14:textId="4F13ACB5" w:rsidR="00B76950" w:rsidRDefault="00B76950" w:rsidP="00B76950">
            <w:pPr>
              <w:pStyle w:val="SIText"/>
            </w:pPr>
            <w:r w:rsidRPr="00B76950">
              <w:t>This unit of competency describes the skills and knowledge required to evaluate and optimise the performance of a biogas facility.</w:t>
            </w:r>
          </w:p>
          <w:p w14:paraId="40D57598" w14:textId="77777777" w:rsidR="0016768A" w:rsidRPr="00B76950" w:rsidRDefault="0016768A" w:rsidP="00B76950">
            <w:pPr>
              <w:pStyle w:val="SIText"/>
            </w:pPr>
          </w:p>
          <w:p w14:paraId="07B464BA" w14:textId="13115386" w:rsidR="00B76950" w:rsidRPr="00B76950" w:rsidRDefault="00B76950">
            <w:pPr>
              <w:pStyle w:val="SIText"/>
            </w:pPr>
            <w:r w:rsidRPr="00B76950">
              <w:t>The unit applies to individuals who are responsible for managing the process of capturing and utilising biogas as an energy source.</w:t>
            </w:r>
            <w:r w:rsidR="00A95001">
              <w:t xml:space="preserve"> In this role, workers would </w:t>
            </w:r>
            <w:r w:rsidRPr="00B76950">
              <w:t xml:space="preserve">work autonomously and </w:t>
            </w:r>
            <w:r w:rsidR="00A95001">
              <w:t>carry out some problem-solving activities.</w:t>
            </w:r>
          </w:p>
          <w:p w14:paraId="2FE977CB" w14:textId="77777777" w:rsidR="0016768A" w:rsidRDefault="0016768A" w:rsidP="00B76950">
            <w:pPr>
              <w:pStyle w:val="SIText"/>
            </w:pPr>
          </w:p>
          <w:p w14:paraId="2E88DEA8" w14:textId="6A7F4791" w:rsidR="00B76950" w:rsidRPr="00B76950" w:rsidRDefault="00B76950" w:rsidP="00B76950">
            <w:pPr>
              <w:pStyle w:val="SIText"/>
            </w:pPr>
            <w:r w:rsidRPr="00B76950">
              <w:t>All work must be carried out to comply with workplace procedures, according to state/territory health and safety regulations, legislation and standards that apply to the workplace.</w:t>
            </w:r>
          </w:p>
          <w:p w14:paraId="5B607D61" w14:textId="77777777" w:rsidR="00A816E0" w:rsidRDefault="00A816E0" w:rsidP="00B76950">
            <w:pPr>
              <w:pStyle w:val="SIText"/>
            </w:pPr>
          </w:p>
          <w:p w14:paraId="7ADB3185" w14:textId="5FF52A31" w:rsidR="00373436" w:rsidRPr="000754EC" w:rsidRDefault="00B76950" w:rsidP="00B76950">
            <w:pPr>
              <w:pStyle w:val="SIText"/>
            </w:pPr>
            <w:r w:rsidRPr="00B76950">
              <w:t>No licensing, legislative or certification requirements apply to this unit at the time of publication.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5E995DF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1ABE05A3" w:rsidR="00F1480E" w:rsidRPr="00F804D5" w:rsidRDefault="00F804D5" w:rsidP="005404CB">
            <w:pPr>
              <w:pStyle w:val="SIText"/>
              <w:rPr>
                <w:rStyle w:val="SITemporaryText-green"/>
              </w:rPr>
            </w:pPr>
            <w:r w:rsidRPr="00F804D5">
              <w:rPr>
                <w:rStyle w:val="SITemporaryText-green"/>
              </w:rPr>
              <w:t>Management (MGT)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D1264B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3C5737F2" w:rsidR="00D1264B" w:rsidRPr="00D1264B" w:rsidRDefault="00D1264B" w:rsidP="00D1264B">
            <w:pPr>
              <w:pStyle w:val="SIText"/>
            </w:pPr>
            <w:r w:rsidRPr="00D1264B">
              <w:t>1. Identify workplace biogas requirements</w:t>
            </w:r>
          </w:p>
        </w:tc>
        <w:tc>
          <w:tcPr>
            <w:tcW w:w="3604" w:type="pct"/>
            <w:shd w:val="clear" w:color="auto" w:fill="auto"/>
          </w:tcPr>
          <w:p w14:paraId="790A1514" w14:textId="77777777" w:rsidR="00D1264B" w:rsidRPr="00D1264B" w:rsidRDefault="00D1264B" w:rsidP="00D1264B">
            <w:pPr>
              <w:pStyle w:val="SIText"/>
            </w:pPr>
            <w:r w:rsidRPr="00D1264B">
              <w:t>1.1 Identify biogas requirements for all relevant areas of the workplace</w:t>
            </w:r>
          </w:p>
          <w:p w14:paraId="12D79C20" w14:textId="77777777" w:rsidR="00D1264B" w:rsidRPr="00D1264B" w:rsidRDefault="00D1264B" w:rsidP="00D1264B">
            <w:pPr>
              <w:pStyle w:val="SIText"/>
            </w:pPr>
            <w:r w:rsidRPr="00D1264B">
              <w:t>1.2 Determine workplace's ongoing biogas production capability and usage using agreed benchmarks</w:t>
            </w:r>
          </w:p>
          <w:p w14:paraId="76F89D5C" w14:textId="748D34D7" w:rsidR="00D1264B" w:rsidRPr="00D1264B" w:rsidRDefault="00D1264B" w:rsidP="00D1264B">
            <w:pPr>
              <w:pStyle w:val="SIText"/>
            </w:pPr>
            <w:r w:rsidRPr="00D1264B">
              <w:t>1.3 Analyse performance data and use to identify trends in workplace requirements</w:t>
            </w:r>
          </w:p>
        </w:tc>
      </w:tr>
      <w:tr w:rsidR="00D1264B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3BA55C13" w:rsidR="00D1264B" w:rsidRPr="00D1264B" w:rsidRDefault="00D1264B" w:rsidP="00D1264B">
            <w:pPr>
              <w:pStyle w:val="SIText"/>
            </w:pPr>
            <w:r w:rsidRPr="00D1264B">
              <w:t>2. Monitor and control performance of biogas system</w:t>
            </w:r>
          </w:p>
        </w:tc>
        <w:tc>
          <w:tcPr>
            <w:tcW w:w="3604" w:type="pct"/>
            <w:shd w:val="clear" w:color="auto" w:fill="auto"/>
          </w:tcPr>
          <w:p w14:paraId="51D952E5" w14:textId="77777777" w:rsidR="00D1264B" w:rsidRPr="00D1264B" w:rsidRDefault="00D1264B" w:rsidP="00D1264B">
            <w:pPr>
              <w:pStyle w:val="SIText"/>
            </w:pPr>
            <w:r w:rsidRPr="00D1264B">
              <w:t>2.1 Establish performance standards and indicators using agreed benchmarks and best practice methods</w:t>
            </w:r>
          </w:p>
          <w:p w14:paraId="194DEDEA" w14:textId="77777777" w:rsidR="00D1264B" w:rsidRPr="00D1264B" w:rsidRDefault="00D1264B" w:rsidP="00D1264B">
            <w:pPr>
              <w:pStyle w:val="SIText"/>
            </w:pPr>
            <w:r w:rsidRPr="00D1264B">
              <w:t>2.2 Monitor impact of upstream conditions on biogas system</w:t>
            </w:r>
          </w:p>
          <w:p w14:paraId="315774DF" w14:textId="5DACF1DD" w:rsidR="00D1264B" w:rsidRPr="00D1264B" w:rsidRDefault="00D1264B" w:rsidP="00D1264B">
            <w:pPr>
              <w:pStyle w:val="SIText"/>
            </w:pPr>
            <w:r w:rsidRPr="00D1264B">
              <w:t>2.3 Develop and maintain record keeping systems</w:t>
            </w:r>
          </w:p>
        </w:tc>
      </w:tr>
      <w:tr w:rsidR="00D1264B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5867817E" w:rsidR="00D1264B" w:rsidRPr="00D1264B" w:rsidRDefault="00D1264B" w:rsidP="00D1264B">
            <w:pPr>
              <w:pStyle w:val="SIText"/>
            </w:pPr>
            <w:r w:rsidRPr="00D1264B">
              <w:t>3. Comply with regulatory requirements for biogas facilities</w:t>
            </w:r>
          </w:p>
        </w:tc>
        <w:tc>
          <w:tcPr>
            <w:tcW w:w="3604" w:type="pct"/>
            <w:shd w:val="clear" w:color="auto" w:fill="auto"/>
          </w:tcPr>
          <w:p w14:paraId="3FF6D94D" w14:textId="7FE1F27A" w:rsidR="00D1264B" w:rsidRPr="00D1264B" w:rsidRDefault="00D1264B" w:rsidP="00D1264B">
            <w:pPr>
              <w:pStyle w:val="SIText"/>
            </w:pPr>
            <w:r w:rsidRPr="00D1264B">
              <w:t xml:space="preserve">3.1 Comply with the appropriate regulations </w:t>
            </w:r>
            <w:r w:rsidR="00A95001">
              <w:t>for</w:t>
            </w:r>
            <w:r w:rsidR="00A95001" w:rsidRPr="00D1264B">
              <w:t xml:space="preserve"> </w:t>
            </w:r>
            <w:r w:rsidRPr="00D1264B">
              <w:t>gas</w:t>
            </w:r>
            <w:r w:rsidR="00A95001">
              <w:t>,</w:t>
            </w:r>
            <w:r w:rsidRPr="00D1264B">
              <w:t xml:space="preserve"> fuel and odour emissions</w:t>
            </w:r>
          </w:p>
          <w:p w14:paraId="7BFB275A" w14:textId="77777777" w:rsidR="00D1264B" w:rsidRPr="00D1264B" w:rsidRDefault="00D1264B" w:rsidP="00D1264B">
            <w:pPr>
              <w:pStyle w:val="SIText"/>
            </w:pPr>
            <w:r w:rsidRPr="00D1264B">
              <w:t>3.2 Meet the requirements of the relevant licensing agreements for biogas facilities</w:t>
            </w:r>
          </w:p>
          <w:p w14:paraId="42D8123E" w14:textId="27DA24F8" w:rsidR="00D1264B" w:rsidRPr="00D1264B" w:rsidRDefault="00D1264B" w:rsidP="00D1264B">
            <w:pPr>
              <w:pStyle w:val="SIText"/>
            </w:pPr>
            <w:r w:rsidRPr="00D1264B">
              <w:t>3.3 Follow health</w:t>
            </w:r>
            <w:r w:rsidR="00A95001">
              <w:t xml:space="preserve">, </w:t>
            </w:r>
            <w:r w:rsidRPr="00D1264B">
              <w:t>safety</w:t>
            </w:r>
            <w:r w:rsidR="00A95001">
              <w:t xml:space="preserve"> and environmental</w:t>
            </w:r>
            <w:r w:rsidRPr="00D1264B">
              <w:t xml:space="preserve"> regulations for hazards concerning biogas production, storage, transport and use</w:t>
            </w:r>
          </w:p>
        </w:tc>
      </w:tr>
      <w:tr w:rsidR="00D1264B" w:rsidRPr="00963A46" w14:paraId="74F5042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C26467" w14:textId="3C1F57BD" w:rsidR="00D1264B" w:rsidRPr="00D1264B" w:rsidRDefault="00D1264B" w:rsidP="00D1264B">
            <w:pPr>
              <w:pStyle w:val="SIText"/>
            </w:pPr>
            <w:r w:rsidRPr="00D1264B">
              <w:t>4. Comply with the requirements for safe design and operation of biogas facilities</w:t>
            </w:r>
          </w:p>
        </w:tc>
        <w:tc>
          <w:tcPr>
            <w:tcW w:w="3604" w:type="pct"/>
            <w:shd w:val="clear" w:color="auto" w:fill="auto"/>
          </w:tcPr>
          <w:p w14:paraId="1975B85E" w14:textId="77777777" w:rsidR="00D1264B" w:rsidRPr="00D1264B" w:rsidRDefault="00D1264B" w:rsidP="00D1264B">
            <w:pPr>
              <w:pStyle w:val="SIText"/>
            </w:pPr>
            <w:r w:rsidRPr="00D1264B">
              <w:t>4.1 Comply with the appropriate standards governing the design and construction of biogas systems</w:t>
            </w:r>
          </w:p>
          <w:p w14:paraId="6B92AC9D" w14:textId="542EA54B" w:rsidR="00D1264B" w:rsidRPr="00D1264B" w:rsidRDefault="00D1264B" w:rsidP="00D1264B">
            <w:pPr>
              <w:pStyle w:val="SIText"/>
            </w:pPr>
            <w:r w:rsidRPr="00D1264B">
              <w:t>4.2 Develop and maintain a site-specific Safety Management Plan covering the risks and management associated with a biogas system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E0A59" w:rsidRPr="00336FCA" w:rsidDel="00423CB2" w14:paraId="72343A4F" w14:textId="77777777" w:rsidTr="00CA2922">
        <w:tc>
          <w:tcPr>
            <w:tcW w:w="1396" w:type="pct"/>
          </w:tcPr>
          <w:p w14:paraId="7BDF21FD" w14:textId="75762876" w:rsidR="008E0A59" w:rsidRPr="008E0A59" w:rsidRDefault="008E0A59" w:rsidP="008E0A59">
            <w:pPr>
              <w:pStyle w:val="SIText"/>
            </w:pPr>
            <w:r w:rsidRPr="008E0A59">
              <w:t>Reading</w:t>
            </w:r>
          </w:p>
        </w:tc>
        <w:tc>
          <w:tcPr>
            <w:tcW w:w="3604" w:type="pct"/>
          </w:tcPr>
          <w:p w14:paraId="262B9D09" w14:textId="76C9117C" w:rsidR="008E0A59" w:rsidRPr="008E0A59" w:rsidRDefault="00A95001" w:rsidP="008E0A59">
            <w:pPr>
              <w:pStyle w:val="SIBulletList1"/>
            </w:pPr>
            <w:r>
              <w:t>Interprets</w:t>
            </w:r>
            <w:r w:rsidRPr="008E0A59">
              <w:t xml:space="preserve"> </w:t>
            </w:r>
            <w:r w:rsidR="008E0A59" w:rsidRPr="008E0A59">
              <w:t>standards and regulations</w:t>
            </w:r>
          </w:p>
        </w:tc>
      </w:tr>
      <w:tr w:rsidR="008E0A59" w:rsidRPr="00336FCA" w:rsidDel="00423CB2" w14:paraId="5021487B" w14:textId="77777777" w:rsidTr="00CA2922">
        <w:tc>
          <w:tcPr>
            <w:tcW w:w="1396" w:type="pct"/>
          </w:tcPr>
          <w:p w14:paraId="58ADD2F2" w14:textId="432D77CF" w:rsidR="008E0A59" w:rsidRPr="008E0A59" w:rsidRDefault="008E0A59" w:rsidP="008E0A59">
            <w:pPr>
              <w:pStyle w:val="SIText"/>
            </w:pPr>
            <w:r w:rsidRPr="008E0A59">
              <w:t>Writing</w:t>
            </w:r>
          </w:p>
        </w:tc>
        <w:tc>
          <w:tcPr>
            <w:tcW w:w="3604" w:type="pct"/>
          </w:tcPr>
          <w:p w14:paraId="6C1A8305" w14:textId="63EAA0C3" w:rsidR="008E0A59" w:rsidRPr="008E0A59" w:rsidRDefault="008E0A59" w:rsidP="008E0A59">
            <w:pPr>
              <w:pStyle w:val="SIBulletList1"/>
              <w:rPr>
                <w:rFonts w:eastAsia="Calibri"/>
              </w:rPr>
            </w:pPr>
            <w:r w:rsidRPr="008E0A59">
              <w:t xml:space="preserve">Prepares applications </w:t>
            </w:r>
            <w:r w:rsidR="00A95001">
              <w:t xml:space="preserve">and reports </w:t>
            </w:r>
            <w:r w:rsidRPr="008E0A59">
              <w:t>to meet regulatory requirements</w:t>
            </w:r>
          </w:p>
        </w:tc>
      </w:tr>
      <w:tr w:rsidR="008E0A59" w:rsidRPr="00336FCA" w:rsidDel="00423CB2" w14:paraId="4E187766" w14:textId="77777777" w:rsidTr="00CA2922">
        <w:tc>
          <w:tcPr>
            <w:tcW w:w="1396" w:type="pct"/>
          </w:tcPr>
          <w:p w14:paraId="27E685A7" w14:textId="497A427F" w:rsidR="008E0A59" w:rsidRPr="008E0A59" w:rsidRDefault="008E0A59" w:rsidP="008E0A59">
            <w:pPr>
              <w:pStyle w:val="SIText"/>
            </w:pPr>
            <w:r w:rsidRPr="008E0A59">
              <w:t>Numeracy</w:t>
            </w:r>
          </w:p>
        </w:tc>
        <w:tc>
          <w:tcPr>
            <w:tcW w:w="3604" w:type="pct"/>
          </w:tcPr>
          <w:p w14:paraId="56607940" w14:textId="62FEB654" w:rsidR="008E0A59" w:rsidRPr="008E0A59" w:rsidRDefault="008E0A59" w:rsidP="008E0A59">
            <w:pPr>
              <w:pStyle w:val="SIBulletList1"/>
              <w:rPr>
                <w:rFonts w:eastAsia="Calibri"/>
              </w:rPr>
            </w:pPr>
            <w:r w:rsidRPr="008E0A59">
              <w:t>Reads and interprets data related to biogas output and performance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8E0A59" w14:paraId="181920A6" w14:textId="77777777" w:rsidTr="00F33FF2">
        <w:tc>
          <w:tcPr>
            <w:tcW w:w="1028" w:type="pct"/>
          </w:tcPr>
          <w:p w14:paraId="50FF21C7" w14:textId="152779D5" w:rsidR="008E0A59" w:rsidRPr="008E0A59" w:rsidRDefault="008E0A59" w:rsidP="008E0A59">
            <w:pPr>
              <w:pStyle w:val="SIText"/>
            </w:pPr>
            <w:r w:rsidRPr="008E0A59">
              <w:t>AMP</w:t>
            </w:r>
            <w:r w:rsidR="00F804D5">
              <w:t>MGT</w:t>
            </w:r>
            <w:r w:rsidRPr="008E0A59">
              <w:t>4</w:t>
            </w:r>
            <w:r w:rsidR="00F804D5">
              <w:t>X</w:t>
            </w:r>
            <w:r w:rsidRPr="008E0A59">
              <w:t>1 Manage biogas facilities</w:t>
            </w:r>
          </w:p>
        </w:tc>
        <w:tc>
          <w:tcPr>
            <w:tcW w:w="1105" w:type="pct"/>
          </w:tcPr>
          <w:p w14:paraId="66BFB0C6" w14:textId="2679A816" w:rsidR="008E0A59" w:rsidRPr="008E0A59" w:rsidRDefault="00A95001" w:rsidP="008E0A59">
            <w:pPr>
              <w:pStyle w:val="SIText"/>
            </w:pPr>
            <w:r w:rsidRPr="00A95001">
              <w:t>AMPA415 Manage biogas facilities</w:t>
            </w:r>
          </w:p>
        </w:tc>
        <w:tc>
          <w:tcPr>
            <w:tcW w:w="1251" w:type="pct"/>
          </w:tcPr>
          <w:p w14:paraId="757DFF77" w14:textId="77777777" w:rsidR="00A95001" w:rsidRPr="00A95001" w:rsidRDefault="00A95001" w:rsidP="00A95001">
            <w:pPr>
              <w:pStyle w:val="SIText"/>
            </w:pPr>
            <w:r w:rsidRPr="00A95001">
              <w:t>Unit sector code updated.</w:t>
            </w:r>
          </w:p>
          <w:p w14:paraId="7DBE67DF" w14:textId="77777777" w:rsidR="00A95001" w:rsidRPr="00A95001" w:rsidRDefault="00A95001" w:rsidP="00A95001">
            <w:pPr>
              <w:pStyle w:val="SIText"/>
            </w:pPr>
            <w:r w:rsidRPr="00A95001">
              <w:t>Performance criteria clarified.</w:t>
            </w:r>
          </w:p>
          <w:p w14:paraId="631E6255" w14:textId="24322751" w:rsidR="008E0A59" w:rsidRPr="008E0A59" w:rsidRDefault="00A95001" w:rsidP="00A95001">
            <w:pPr>
              <w:pStyle w:val="SIText"/>
            </w:pPr>
            <w:r w:rsidRPr="00A95001">
              <w:t>Performance Evidence</w:t>
            </w:r>
            <w:r>
              <w:t xml:space="preserve"> </w:t>
            </w:r>
            <w:r w:rsidRPr="00A95001">
              <w:t>and Assessment Conditions revised.</w:t>
            </w:r>
          </w:p>
        </w:tc>
        <w:tc>
          <w:tcPr>
            <w:tcW w:w="1616" w:type="pct"/>
          </w:tcPr>
          <w:p w14:paraId="5B8F00A8" w14:textId="331B014E" w:rsidR="008E0A59" w:rsidRPr="008E0A59" w:rsidRDefault="00A95001" w:rsidP="008E0A59">
            <w:pPr>
              <w:pStyle w:val="SIText"/>
            </w:pPr>
            <w:r>
              <w:t>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6214F9F0" w:rsidR="00F1480E" w:rsidRPr="005404CB" w:rsidRDefault="00F804D5" w:rsidP="005404CB">
            <w:pPr>
              <w:pStyle w:val="SIText"/>
            </w:pPr>
            <w:hyperlink r:id="rId11" w:history="1">
              <w:r w:rsidR="00C5277F" w:rsidRPr="00C5277F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6296471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C5277F" w:rsidRPr="00C5277F">
              <w:t>AMP</w:t>
            </w:r>
            <w:r w:rsidR="00F804D5">
              <w:t>MGT</w:t>
            </w:r>
            <w:r w:rsidR="00C5277F" w:rsidRPr="00C5277F">
              <w:t>4</w:t>
            </w:r>
            <w:r w:rsidR="00F804D5">
              <w:t>X</w:t>
            </w:r>
            <w:r w:rsidR="00C5277F" w:rsidRPr="00C5277F">
              <w:t>1 Manage biogas facilities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5BD561E0" w14:textId="7216AE86" w:rsidR="008E0A59" w:rsidRDefault="008E0A59" w:rsidP="008E0A59">
            <w:pPr>
              <w:pStyle w:val="SIText"/>
            </w:pPr>
            <w:r w:rsidRPr="008E0A59">
              <w:t>An individual demonstrating competency must satisfy all of the elements and performance criteria in this unit.</w:t>
            </w:r>
          </w:p>
          <w:p w14:paraId="6B323A52" w14:textId="77777777" w:rsidR="008E0A59" w:rsidRPr="008E0A59" w:rsidRDefault="008E0A59" w:rsidP="008E0A59">
            <w:pPr>
              <w:pStyle w:val="SIText"/>
            </w:pPr>
          </w:p>
          <w:p w14:paraId="2418BE05" w14:textId="1637C1C1" w:rsidR="008E0A59" w:rsidRPr="008E0A59" w:rsidRDefault="008E0A59" w:rsidP="008E0A59">
            <w:pPr>
              <w:pStyle w:val="SIText"/>
            </w:pPr>
            <w:r w:rsidRPr="008E0A59">
              <w:t>There must be evidence that the individual has</w:t>
            </w:r>
            <w:r w:rsidR="00A95001">
              <w:t xml:space="preserve"> managed at least one biogas facility, including</w:t>
            </w:r>
            <w:r w:rsidRPr="008E0A59">
              <w:t>:</w:t>
            </w:r>
          </w:p>
          <w:p w14:paraId="643E9204" w14:textId="77777777" w:rsidR="008E0A59" w:rsidRPr="008E0A59" w:rsidRDefault="008E0A59" w:rsidP="008E0A59">
            <w:pPr>
              <w:pStyle w:val="SIBulletList1"/>
            </w:pPr>
            <w:r w:rsidRPr="008E0A59">
              <w:t>analysed biogas requirements of the workplace and the impacts on biogas collection and usage</w:t>
            </w:r>
          </w:p>
          <w:p w14:paraId="4F74993D" w14:textId="77777777" w:rsidR="008E0A59" w:rsidRPr="008E0A59" w:rsidRDefault="008E0A59" w:rsidP="008E0A59">
            <w:pPr>
              <w:pStyle w:val="SIBulletList1"/>
            </w:pPr>
            <w:r w:rsidRPr="008E0A59">
              <w:t>calculated and analysed biogas usage for planning purposes</w:t>
            </w:r>
          </w:p>
          <w:p w14:paraId="4727A7AE" w14:textId="77777777" w:rsidR="008E0A59" w:rsidRPr="008E0A59" w:rsidRDefault="008E0A59" w:rsidP="008E0A59">
            <w:pPr>
              <w:pStyle w:val="SIBulletList1"/>
            </w:pPr>
            <w:r w:rsidRPr="008E0A59">
              <w:t>interpreted and reviewed data captured as part of performance monitoring</w:t>
            </w:r>
          </w:p>
          <w:p w14:paraId="73B12A28" w14:textId="655B13E2" w:rsidR="00556C4C" w:rsidRPr="005404CB" w:rsidRDefault="008E0A59" w:rsidP="008E0A59">
            <w:pPr>
              <w:pStyle w:val="SIBulletList1"/>
            </w:pPr>
            <w:r w:rsidRPr="008E0A59">
              <w:t>identified and applied relevant workplace health and safety, environmental and licensing requirements.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5F9AAFC0" w14:textId="77777777" w:rsidR="00975107" w:rsidRPr="00975107" w:rsidRDefault="00975107" w:rsidP="00975107">
            <w:pPr>
              <w:pStyle w:val="SIText"/>
            </w:pPr>
            <w:r w:rsidRPr="00975107">
              <w:t>An individual must be able to demonstrate the knowledge required to perform the tasks outlined in the elements and performance criteria of this unit. This includes knowledge of:</w:t>
            </w:r>
          </w:p>
          <w:p w14:paraId="4C554C84" w14:textId="77777777" w:rsidR="00975107" w:rsidRPr="00975107" w:rsidRDefault="00975107" w:rsidP="00975107">
            <w:pPr>
              <w:pStyle w:val="SIBulletList1"/>
            </w:pPr>
            <w:r w:rsidRPr="00975107">
              <w:t>principles and methods of biogas production using anaerobic technology</w:t>
            </w:r>
          </w:p>
          <w:p w14:paraId="7F652FC7" w14:textId="77777777" w:rsidR="00975107" w:rsidRPr="00975107" w:rsidRDefault="00975107" w:rsidP="00975107">
            <w:pPr>
              <w:pStyle w:val="SIBulletList1"/>
            </w:pPr>
            <w:r w:rsidRPr="00975107">
              <w:t>the components of a biogas collection, storage and usage system</w:t>
            </w:r>
          </w:p>
          <w:p w14:paraId="67E6DE9A" w14:textId="77777777" w:rsidR="00975107" w:rsidRPr="00975107" w:rsidRDefault="00975107" w:rsidP="00975107">
            <w:pPr>
              <w:pStyle w:val="SIBulletList1"/>
            </w:pPr>
            <w:r w:rsidRPr="00975107">
              <w:t>regulations and standards applying to biogas capture, storage and usage</w:t>
            </w:r>
          </w:p>
          <w:p w14:paraId="1EF696C9" w14:textId="77777777" w:rsidR="00975107" w:rsidRPr="00975107" w:rsidRDefault="00975107" w:rsidP="00975107">
            <w:pPr>
              <w:pStyle w:val="SIBulletList1"/>
            </w:pPr>
            <w:r w:rsidRPr="00975107">
              <w:t>uses and requirements for biogas</w:t>
            </w:r>
          </w:p>
          <w:p w14:paraId="13583DF1" w14:textId="4AC139CD" w:rsidR="00F1480E" w:rsidRPr="005404CB" w:rsidRDefault="00975107" w:rsidP="00975107">
            <w:pPr>
              <w:pStyle w:val="SIBulletList1"/>
            </w:pPr>
            <w:r w:rsidRPr="00975107">
              <w:t>workplace procedures and systems for measuring the use of captured biogas.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2625D456" w14:textId="77777777" w:rsidR="00CB27CC" w:rsidRPr="00CB27CC" w:rsidRDefault="00CB27CC" w:rsidP="00CB27CC">
            <w:pPr>
              <w:pStyle w:val="SIText"/>
            </w:pPr>
            <w:r w:rsidRPr="00CB27CC">
              <w:t>Assessment of skills must take place under the following conditions:</w:t>
            </w:r>
          </w:p>
          <w:p w14:paraId="144FAECD" w14:textId="77777777" w:rsidR="00CB27CC" w:rsidRPr="00CB27CC" w:rsidRDefault="00CB27CC" w:rsidP="00B84727">
            <w:pPr>
              <w:pStyle w:val="SIBulletList1"/>
            </w:pPr>
            <w:r w:rsidRPr="00CB27CC">
              <w:t>physical conditions:</w:t>
            </w:r>
          </w:p>
          <w:p w14:paraId="4FF1B3DB" w14:textId="77777777" w:rsidR="00CB27CC" w:rsidRPr="00CB27CC" w:rsidRDefault="00CB27CC" w:rsidP="00B84727">
            <w:pPr>
              <w:pStyle w:val="SIBulletList2"/>
            </w:pPr>
            <w:r w:rsidRPr="00CB27CC">
              <w:t>skills must be demonstrated in an operating biogas facility</w:t>
            </w:r>
          </w:p>
          <w:p w14:paraId="068DBA0B" w14:textId="77777777" w:rsidR="00CB27CC" w:rsidRPr="00CB27CC" w:rsidRDefault="00CB27CC" w:rsidP="00B84727">
            <w:pPr>
              <w:pStyle w:val="SIBulletList1"/>
            </w:pPr>
            <w:r w:rsidRPr="00CB27CC">
              <w:t>resources, equipment and materials:</w:t>
            </w:r>
          </w:p>
          <w:p w14:paraId="0626F78A" w14:textId="3A333B7E" w:rsidR="00CB27CC" w:rsidRDefault="00CB27CC" w:rsidP="00B84727">
            <w:pPr>
              <w:pStyle w:val="SIBulletList2"/>
            </w:pPr>
            <w:r w:rsidRPr="00CB27CC">
              <w:t>personal protective equipment</w:t>
            </w:r>
          </w:p>
          <w:p w14:paraId="73A9FD54" w14:textId="2CEE1ED0" w:rsidR="00A95001" w:rsidRPr="00CB27CC" w:rsidRDefault="00A95001" w:rsidP="00B84727">
            <w:pPr>
              <w:pStyle w:val="SIBulletList2"/>
            </w:pPr>
            <w:r>
              <w:t>workplace record keeping systems</w:t>
            </w:r>
          </w:p>
          <w:p w14:paraId="1FF31DCF" w14:textId="77777777" w:rsidR="00CB27CC" w:rsidRPr="00CB27CC" w:rsidRDefault="00CB27CC" w:rsidP="00B84727">
            <w:pPr>
              <w:pStyle w:val="SIBulletList1"/>
            </w:pPr>
            <w:r w:rsidRPr="00CB27CC">
              <w:t>specifications:</w:t>
            </w:r>
          </w:p>
          <w:p w14:paraId="4CCB5C46" w14:textId="5A7E1256" w:rsidR="00CB27CC" w:rsidRPr="00CB27CC" w:rsidRDefault="00CB27CC" w:rsidP="00B84727">
            <w:pPr>
              <w:pStyle w:val="SIBulletList2"/>
            </w:pPr>
            <w:r w:rsidRPr="00CB27CC">
              <w:t xml:space="preserve">workplace policies, procedures, </w:t>
            </w:r>
            <w:proofErr w:type="gramStart"/>
            <w:r w:rsidRPr="00CB27CC">
              <w:t>processes</w:t>
            </w:r>
            <w:proofErr w:type="gramEnd"/>
            <w:r w:rsidRPr="00CB27CC">
              <w:t xml:space="preserve"> and forms</w:t>
            </w:r>
          </w:p>
          <w:p w14:paraId="309FCD9C" w14:textId="06C4E695" w:rsidR="00CB27CC" w:rsidRPr="00CB27CC" w:rsidRDefault="00CB27CC" w:rsidP="00B84727">
            <w:pPr>
              <w:pStyle w:val="SIBulletList2"/>
            </w:pPr>
            <w:r w:rsidRPr="00CB27CC">
              <w:t>legislation/codes of practice</w:t>
            </w:r>
            <w:r w:rsidR="00A95001">
              <w:t>.</w:t>
            </w:r>
          </w:p>
          <w:p w14:paraId="06D4D1E9" w14:textId="77777777" w:rsidR="00B84727" w:rsidRDefault="00B84727" w:rsidP="00CB27CC">
            <w:pPr>
              <w:pStyle w:val="SIText"/>
            </w:pPr>
          </w:p>
          <w:p w14:paraId="6600173A" w14:textId="10D642FE" w:rsidR="00F1480E" w:rsidRPr="00CB27CC" w:rsidRDefault="00CB27CC" w:rsidP="00CB27CC">
            <w:pPr>
              <w:pStyle w:val="SIText"/>
            </w:pPr>
            <w:r w:rsidRPr="00CB27C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5F639866" w:rsidR="00F1480E" w:rsidRPr="005404CB" w:rsidRDefault="00F804D5" w:rsidP="005404CB">
            <w:pPr>
              <w:pStyle w:val="SIText"/>
            </w:pPr>
            <w:hyperlink r:id="rId12" w:history="1">
              <w:r w:rsidR="00F47E9A" w:rsidRPr="00F47E9A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1CA6A" w14:textId="77777777" w:rsidR="00AA1161" w:rsidRDefault="00AA1161" w:rsidP="00BF3F0A">
      <w:r>
        <w:separator/>
      </w:r>
    </w:p>
    <w:p w14:paraId="3A8F2FF5" w14:textId="77777777" w:rsidR="00AA1161" w:rsidRDefault="00AA1161"/>
  </w:endnote>
  <w:endnote w:type="continuationSeparator" w:id="0">
    <w:p w14:paraId="15AB09CE" w14:textId="77777777" w:rsidR="00AA1161" w:rsidRDefault="00AA1161" w:rsidP="00BF3F0A">
      <w:r>
        <w:continuationSeparator/>
      </w:r>
    </w:p>
    <w:p w14:paraId="5DA3CEC5" w14:textId="77777777" w:rsidR="00AA1161" w:rsidRDefault="00AA11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BB4A7" w14:textId="77777777" w:rsidR="00AA1161" w:rsidRDefault="00AA1161" w:rsidP="00BF3F0A">
      <w:r>
        <w:separator/>
      </w:r>
    </w:p>
    <w:p w14:paraId="5D9E4FAB" w14:textId="77777777" w:rsidR="00AA1161" w:rsidRDefault="00AA1161"/>
  </w:footnote>
  <w:footnote w:type="continuationSeparator" w:id="0">
    <w:p w14:paraId="05A5F2A8" w14:textId="77777777" w:rsidR="00AA1161" w:rsidRDefault="00AA1161" w:rsidP="00BF3F0A">
      <w:r>
        <w:continuationSeparator/>
      </w:r>
    </w:p>
    <w:p w14:paraId="4A5AD05A" w14:textId="77777777" w:rsidR="00AA1161" w:rsidRDefault="00AA11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4097A758" w:rsidR="009C2650" w:rsidRPr="00C5277F" w:rsidRDefault="00F804D5" w:rsidP="00C5277F">
    <w:sdt>
      <w:sdtPr>
        <w:rPr>
          <w:lang w:eastAsia="en-US"/>
        </w:rPr>
        <w:id w:val="-2018382747"/>
        <w:docPartObj>
          <w:docPartGallery w:val="Watermarks"/>
          <w:docPartUnique/>
        </w:docPartObj>
      </w:sdtPr>
      <w:sdtContent>
        <w:r w:rsidRPr="00F804D5">
          <w:rPr>
            <w:lang w:eastAsia="en-US"/>
          </w:rPr>
          <w:pict w14:anchorId="3ADEF25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4097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5277F" w:rsidRPr="00C5277F">
      <w:rPr>
        <w:lang w:eastAsia="en-US"/>
      </w:rPr>
      <w:t>AMP</w:t>
    </w:r>
    <w:r>
      <w:t>MGT</w:t>
    </w:r>
    <w:r w:rsidR="00C5277F" w:rsidRPr="00C5277F">
      <w:rPr>
        <w:lang w:eastAsia="en-US"/>
      </w:rPr>
      <w:t>4</w:t>
    </w:r>
    <w:r>
      <w:t>X</w:t>
    </w:r>
    <w:r w:rsidR="00C5277F" w:rsidRPr="00C5277F">
      <w:rPr>
        <w:lang w:eastAsia="en-US"/>
      </w:rPr>
      <w:t>1 Manage biogas facilities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E2650"/>
    <w:multiLevelType w:val="multilevel"/>
    <w:tmpl w:val="FDEAB8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C42576"/>
    <w:multiLevelType w:val="multilevel"/>
    <w:tmpl w:val="8CD44D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6224912"/>
    <w:multiLevelType w:val="multilevel"/>
    <w:tmpl w:val="016497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C15348"/>
    <w:multiLevelType w:val="multilevel"/>
    <w:tmpl w:val="6658DC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2E3EFE"/>
    <w:multiLevelType w:val="multilevel"/>
    <w:tmpl w:val="C4E078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B302AA3"/>
    <w:multiLevelType w:val="multilevel"/>
    <w:tmpl w:val="B9F8F0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66E41112"/>
    <w:multiLevelType w:val="multilevel"/>
    <w:tmpl w:val="47F4E1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F5531D6"/>
    <w:multiLevelType w:val="multilevel"/>
    <w:tmpl w:val="2A102E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0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19"/>
  </w:num>
  <w:num w:numId="10">
    <w:abstractNumId w:val="13"/>
  </w:num>
  <w:num w:numId="11">
    <w:abstractNumId w:val="18"/>
  </w:num>
  <w:num w:numId="12">
    <w:abstractNumId w:val="16"/>
  </w:num>
  <w:num w:numId="13">
    <w:abstractNumId w:val="21"/>
  </w:num>
  <w:num w:numId="14">
    <w:abstractNumId w:val="6"/>
  </w:num>
  <w:num w:numId="15">
    <w:abstractNumId w:val="7"/>
  </w:num>
  <w:num w:numId="16">
    <w:abstractNumId w:val="22"/>
  </w:num>
  <w:num w:numId="17">
    <w:abstractNumId w:val="23"/>
  </w:num>
  <w:num w:numId="18">
    <w:abstractNumId w:val="15"/>
  </w:num>
  <w:num w:numId="19">
    <w:abstractNumId w:val="17"/>
  </w:num>
  <w:num w:numId="20">
    <w:abstractNumId w:val="4"/>
  </w:num>
  <w:num w:numId="21">
    <w:abstractNumId w:val="14"/>
  </w:num>
  <w:num w:numId="22">
    <w:abstractNumId w:val="5"/>
  </w:num>
  <w:num w:numId="23">
    <w:abstractNumId w:val="9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768A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44C6F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0907"/>
    <w:rsid w:val="008E0A59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510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899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16E0"/>
    <w:rsid w:val="00A87356"/>
    <w:rsid w:val="00A92DD1"/>
    <w:rsid w:val="00A95001"/>
    <w:rsid w:val="00AA116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76950"/>
    <w:rsid w:val="00B84727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277F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27CC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64B"/>
    <w:rsid w:val="00D145BE"/>
    <w:rsid w:val="00D2035A"/>
    <w:rsid w:val="00D20C57"/>
    <w:rsid w:val="00D25D16"/>
    <w:rsid w:val="00D32124"/>
    <w:rsid w:val="00D34A5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232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7E9A"/>
    <w:rsid w:val="00F5616F"/>
    <w:rsid w:val="00F56451"/>
    <w:rsid w:val="00F56827"/>
    <w:rsid w:val="00F62866"/>
    <w:rsid w:val="00F65EF0"/>
    <w:rsid w:val="00F71651"/>
    <w:rsid w:val="00F76191"/>
    <w:rsid w:val="00F76CC6"/>
    <w:rsid w:val="00F804D5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C527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6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B1063153584D43A697D5466DD95D4C" ma:contentTypeVersion="" ma:contentTypeDescription="Create a new document." ma:contentTypeScope="" ma:versionID="b2ff7f7eb979dd2260bbe5fc54a7092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F6CD2-4075-4320-9EEB-09027081A5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infopath/2007/PartnerControls"/>
    <ds:schemaRef ds:uri="4d074fc5-4881-4904-900d-cdf408c29254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21</TotalTime>
  <Pages>3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28</cp:revision>
  <cp:lastPrinted>2016-05-27T05:21:00Z</cp:lastPrinted>
  <dcterms:created xsi:type="dcterms:W3CDTF">2021-09-02T01:24:00Z</dcterms:created>
  <dcterms:modified xsi:type="dcterms:W3CDTF">2021-10-22T00:10:00Z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0x010100EDB1063153584D43A697D5466DD95D4C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