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3390" w14:paraId="38401F54" w14:textId="77777777" w:rsidTr="00146EEC">
        <w:tc>
          <w:tcPr>
            <w:tcW w:w="2689" w:type="dxa"/>
          </w:tcPr>
          <w:p w14:paraId="41DC0038" w14:textId="1C3BE9ED" w:rsidR="00A43390" w:rsidRPr="00A43390" w:rsidRDefault="00A43390" w:rsidP="00A43390">
            <w:pPr>
              <w:pStyle w:val="SIText"/>
            </w:pPr>
            <w:r w:rsidRPr="00A43390">
              <w:t>Release 1</w:t>
            </w:r>
          </w:p>
        </w:tc>
        <w:tc>
          <w:tcPr>
            <w:tcW w:w="6939" w:type="dxa"/>
          </w:tcPr>
          <w:p w14:paraId="30012DA0" w14:textId="2B24F415" w:rsidR="00A43390" w:rsidRPr="00A43390" w:rsidRDefault="00A43390" w:rsidP="00A43390">
            <w:pPr>
              <w:pStyle w:val="SIText"/>
            </w:pPr>
            <w:r w:rsidRPr="00A43390">
              <w:t xml:space="preserve">This version released with AMP Australian Meat Processing Training Package Version </w:t>
            </w:r>
            <w:r w:rsidR="00567675">
              <w:t>8</w:t>
            </w:r>
            <w:r w:rsidRPr="00A43390">
              <w:t>.0</w:t>
            </w:r>
            <w:r w:rsidR="00567675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3FE639F" w:rsidR="00F1480E" w:rsidRPr="00E0504D" w:rsidRDefault="00A5510E" w:rsidP="005404CB">
            <w:pPr>
              <w:pStyle w:val="SIUNITCODE"/>
              <w:rPr>
                <w:rStyle w:val="SITemporaryText-green"/>
              </w:rPr>
            </w:pPr>
            <w:r w:rsidRPr="00E0504D">
              <w:rPr>
                <w:rStyle w:val="SITemporaryText-green"/>
              </w:rPr>
              <w:t>AMPA</w:t>
            </w:r>
            <w:r w:rsidR="00E0504D" w:rsidRPr="00E0504D">
              <w:rPr>
                <w:rStyle w:val="SITemporaryText-green"/>
              </w:rPr>
              <w:t>UD</w:t>
            </w:r>
            <w:r w:rsidRPr="00E0504D">
              <w:rPr>
                <w:rStyle w:val="SITemporaryText-green"/>
              </w:rPr>
              <w:t>4</w:t>
            </w:r>
            <w:r w:rsidR="00E0504D" w:rsidRPr="00E0504D">
              <w:rPr>
                <w:rStyle w:val="SITemporaryText-green"/>
              </w:rPr>
              <w:t>X</w:t>
            </w:r>
            <w:r w:rsidRPr="00E0504D">
              <w:rPr>
                <w:rStyle w:val="SITemporaryText-green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76E5AB4D" w:rsidR="00F1480E" w:rsidRPr="005404CB" w:rsidRDefault="00A5510E" w:rsidP="005404CB">
            <w:pPr>
              <w:pStyle w:val="SIUnittitle"/>
            </w:pPr>
            <w:r w:rsidRPr="00A5510E">
              <w:t>Conduct an animal welfare audit of a meat processing plant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DAEE3A" w14:textId="2F249676" w:rsidR="00AB6648" w:rsidRDefault="00AB6648" w:rsidP="00AB6648">
            <w:pPr>
              <w:pStyle w:val="SIText"/>
            </w:pPr>
            <w:r w:rsidRPr="00AB6648">
              <w:t>This unit describes the skills and knowledge required to conduct an audit of animal welfare prior to slaughter and an animal welfare audit of the slaughter process.</w:t>
            </w:r>
          </w:p>
          <w:p w14:paraId="29AD0702" w14:textId="77777777" w:rsidR="00AB6648" w:rsidRPr="00AB6648" w:rsidRDefault="00AB6648" w:rsidP="00AB6648">
            <w:pPr>
              <w:pStyle w:val="SIText"/>
            </w:pPr>
          </w:p>
          <w:p w14:paraId="64533A06" w14:textId="51408F8C" w:rsidR="00F676A8" w:rsidRPr="00F676A8" w:rsidRDefault="00AB6648" w:rsidP="00F676A8">
            <w:pPr>
              <w:pStyle w:val="SIText"/>
            </w:pPr>
            <w:r w:rsidRPr="00AB6648">
              <w:t xml:space="preserve">This unit </w:t>
            </w:r>
            <w:r w:rsidR="00F676A8">
              <w:t xml:space="preserve">applies to </w:t>
            </w:r>
            <w:r w:rsidRPr="00AB6648">
              <w:t>individuals who are employed to undertake animal welfare audits at a slaughtering establishment.</w:t>
            </w:r>
            <w:r w:rsidR="00F676A8">
              <w:t xml:space="preserve"> T</w:t>
            </w:r>
            <w:r w:rsidR="00F676A8" w:rsidRPr="00AB6648">
              <w:t xml:space="preserve">his unit </w:t>
            </w:r>
            <w:r w:rsidR="00F676A8">
              <w:t xml:space="preserve">provides an animal welfare context to complement </w:t>
            </w:r>
            <w:r w:rsidR="00F676A8" w:rsidRPr="00AB6648">
              <w:t>existing auditor training</w:t>
            </w:r>
            <w:r w:rsidR="00F676A8">
              <w:t>.</w:t>
            </w:r>
          </w:p>
          <w:p w14:paraId="0FC7198E" w14:textId="77777777" w:rsidR="00AB6648" w:rsidRDefault="00AB6648" w:rsidP="00AB6648">
            <w:pPr>
              <w:pStyle w:val="SIText"/>
            </w:pPr>
          </w:p>
          <w:p w14:paraId="032E121E" w14:textId="642C0605" w:rsidR="00AB6648" w:rsidRPr="00AB6648" w:rsidRDefault="00AB6648" w:rsidP="00AB6648">
            <w:pPr>
              <w:pStyle w:val="SIText"/>
            </w:pPr>
            <w:r w:rsidRPr="00AB6648">
              <w:t xml:space="preserve">Animal welfare audits conducted under this unit must be carried out in accordance with the </w:t>
            </w:r>
            <w:r w:rsidRPr="00E0504D">
              <w:rPr>
                <w:rStyle w:val="SIText-Italic"/>
              </w:rPr>
              <w:t>Industry Animal Welfare Standards for Livestock Processing Establishments Preparing Meat for Human Consumption</w:t>
            </w:r>
            <w:r w:rsidRPr="00AB6648">
              <w:t>.</w:t>
            </w:r>
          </w:p>
          <w:p w14:paraId="7AD410BD" w14:textId="77777777" w:rsidR="00AB6648" w:rsidRDefault="00AB6648" w:rsidP="00AB6648">
            <w:pPr>
              <w:pStyle w:val="SIText"/>
            </w:pPr>
          </w:p>
          <w:p w14:paraId="5A735B1A" w14:textId="1B76E3AC" w:rsidR="00567675" w:rsidRPr="00567675" w:rsidRDefault="00F676A8" w:rsidP="00567675">
            <w:pPr>
              <w:pStyle w:val="SIText"/>
            </w:pPr>
            <w:r>
              <w:t>In addition, a</w:t>
            </w:r>
            <w:r w:rsidR="00567675" w:rsidRPr="00D57984">
              <w:t>ll work must be carried out to comply with workplace procedures, in accordance with state/territory health and safety</w:t>
            </w:r>
            <w:r w:rsidR="00567675" w:rsidRPr="00567675">
              <w:t>, food and meat safety regulations, legislation and standards that apply to the workplace.</w:t>
            </w:r>
          </w:p>
          <w:p w14:paraId="167ACEE3" w14:textId="77777777" w:rsidR="00567675" w:rsidRDefault="00567675" w:rsidP="00567675">
            <w:pPr>
              <w:pStyle w:val="SIText"/>
            </w:pPr>
          </w:p>
          <w:p w14:paraId="7ADB3185" w14:textId="431B4FE2" w:rsidR="00373436" w:rsidRPr="000754EC" w:rsidRDefault="00567675" w:rsidP="00AB664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2822FD0" w:rsidR="00F1480E" w:rsidRPr="005404CB" w:rsidRDefault="00567675" w:rsidP="00E0504D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904161D" w:rsidR="00F1480E" w:rsidRPr="00E0504D" w:rsidRDefault="00E0504D" w:rsidP="00AB6648">
            <w:pPr>
              <w:pStyle w:val="SIText"/>
              <w:rPr>
                <w:rStyle w:val="SITemporaryText-green"/>
              </w:rPr>
            </w:pPr>
            <w:r w:rsidRPr="00E0504D">
              <w:rPr>
                <w:rStyle w:val="SITemporaryText-green"/>
              </w:rPr>
              <w:t>Auditing (AUD)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68A4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9CD99B2" w:rsidR="004168A4" w:rsidRPr="004168A4" w:rsidRDefault="004168A4" w:rsidP="004168A4">
            <w:pPr>
              <w:pStyle w:val="SIText"/>
            </w:pPr>
            <w:r w:rsidRPr="004168A4">
              <w:t>1. Identify relevant animal welfare regulations and standards</w:t>
            </w:r>
          </w:p>
        </w:tc>
        <w:tc>
          <w:tcPr>
            <w:tcW w:w="3604" w:type="pct"/>
            <w:shd w:val="clear" w:color="auto" w:fill="auto"/>
          </w:tcPr>
          <w:p w14:paraId="5F8E4D2E" w14:textId="77777777" w:rsidR="004168A4" w:rsidRPr="004168A4" w:rsidRDefault="004168A4" w:rsidP="004168A4">
            <w:pPr>
              <w:pStyle w:val="SIText"/>
            </w:pPr>
            <w:r w:rsidRPr="004168A4">
              <w:t>1.1 Identify and interpret relevant regulations and legislation about animal welfare/cruelty</w:t>
            </w:r>
          </w:p>
          <w:p w14:paraId="7133BFF0" w14:textId="77777777" w:rsidR="004168A4" w:rsidRPr="004168A4" w:rsidRDefault="004168A4" w:rsidP="004168A4">
            <w:pPr>
              <w:pStyle w:val="SIText"/>
            </w:pPr>
            <w:r w:rsidRPr="004168A4">
              <w:t>1.2 Identify the responsibilities of business operators and personnel under relevant legislation</w:t>
            </w:r>
          </w:p>
          <w:p w14:paraId="69575F68" w14:textId="77777777" w:rsidR="004168A4" w:rsidRPr="004168A4" w:rsidRDefault="004168A4" w:rsidP="004168A4">
            <w:pPr>
              <w:pStyle w:val="SIText"/>
            </w:pPr>
            <w:r w:rsidRPr="004168A4">
              <w:t>1.3 Identify relevant animal welfare standards, voluntary codes of practice and quality systems</w:t>
            </w:r>
          </w:p>
          <w:p w14:paraId="57F4177C" w14:textId="2CD1443B" w:rsidR="004168A4" w:rsidRPr="004168A4" w:rsidRDefault="004168A4" w:rsidP="004168A4">
            <w:pPr>
              <w:pStyle w:val="SIText"/>
            </w:pPr>
            <w:r w:rsidRPr="004168A4">
              <w:t xml:space="preserve">1.4 Identify sections of </w:t>
            </w:r>
            <w:r w:rsidR="00567675">
              <w:t>A</w:t>
            </w:r>
            <w:r w:rsidRPr="004168A4">
              <w:t>cts, regulations, voluntary Codes of Practice or equivalent standards relevant to species being processed</w:t>
            </w:r>
          </w:p>
          <w:p w14:paraId="76F89D5C" w14:textId="4A35CFCE" w:rsidR="004168A4" w:rsidRPr="004168A4" w:rsidRDefault="004168A4" w:rsidP="004168A4">
            <w:pPr>
              <w:pStyle w:val="SIText"/>
            </w:pPr>
            <w:r w:rsidRPr="004168A4">
              <w:t>1.5 Identify relevant and applicable animal welfare measures for receival, lairage, stunning and slaughtering during audit</w:t>
            </w:r>
          </w:p>
        </w:tc>
      </w:tr>
      <w:tr w:rsidR="004168A4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7345477" w:rsidR="004168A4" w:rsidRPr="004168A4" w:rsidRDefault="004168A4" w:rsidP="004168A4">
            <w:pPr>
              <w:pStyle w:val="SIText"/>
            </w:pPr>
            <w:r w:rsidRPr="004168A4">
              <w:t>2. Audit the animal welfare component of an Approved Arrangement for compliance with regulatory and relevant standard requirements</w:t>
            </w:r>
          </w:p>
        </w:tc>
        <w:tc>
          <w:tcPr>
            <w:tcW w:w="3604" w:type="pct"/>
            <w:shd w:val="clear" w:color="auto" w:fill="auto"/>
          </w:tcPr>
          <w:p w14:paraId="5BFAEC2C" w14:textId="77777777" w:rsidR="004168A4" w:rsidRPr="004168A4" w:rsidRDefault="004168A4" w:rsidP="004168A4">
            <w:pPr>
              <w:pStyle w:val="SIText"/>
            </w:pPr>
            <w:r w:rsidRPr="004168A4">
              <w:t>2.1 Audit Approved Arrangement or equivalent quality assurance systems for compliance with customer, commercial and regulatory requirements</w:t>
            </w:r>
          </w:p>
          <w:p w14:paraId="315774DF" w14:textId="444335C4" w:rsidR="004168A4" w:rsidRPr="004168A4" w:rsidRDefault="004168A4" w:rsidP="004168A4">
            <w:pPr>
              <w:pStyle w:val="SIText"/>
            </w:pPr>
            <w:r w:rsidRPr="004168A4">
              <w:t>2.2 Identify and confirm that workplace procedures for livestock receival, unloading, lairage, handling, restraining, stunning, slaughter, personnel training and animal welfare monitoring comply with relevant regulations and standards</w:t>
            </w:r>
          </w:p>
        </w:tc>
      </w:tr>
      <w:tr w:rsidR="004168A4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FFD26F3" w:rsidR="004168A4" w:rsidRPr="004168A4" w:rsidRDefault="004168A4" w:rsidP="004168A4">
            <w:pPr>
              <w:pStyle w:val="SIText"/>
            </w:pPr>
            <w:r w:rsidRPr="004168A4">
              <w:t>3. Audit transport and unloading arrangements for livestock</w:t>
            </w:r>
          </w:p>
        </w:tc>
        <w:tc>
          <w:tcPr>
            <w:tcW w:w="3604" w:type="pct"/>
            <w:shd w:val="clear" w:color="auto" w:fill="auto"/>
          </w:tcPr>
          <w:p w14:paraId="0D15CA3A" w14:textId="77777777" w:rsidR="004168A4" w:rsidRPr="004168A4" w:rsidRDefault="004168A4" w:rsidP="004168A4">
            <w:pPr>
              <w:pStyle w:val="SIText"/>
            </w:pPr>
            <w:r w:rsidRPr="004168A4">
              <w:t>3.1 Check the establishment's Approved Arrangement to ensure that it incorporates procedures and practices that enable compliance with customer, corporate and regulatory requirements</w:t>
            </w:r>
          </w:p>
          <w:p w14:paraId="17FBC92C" w14:textId="77777777" w:rsidR="004168A4" w:rsidRPr="004168A4" w:rsidRDefault="004168A4" w:rsidP="004168A4">
            <w:pPr>
              <w:pStyle w:val="SIText"/>
            </w:pPr>
            <w:r w:rsidRPr="004168A4">
              <w:t>3.2 Audit the unloading and receival or ante-mortem inspection, sorting and yarding against workplace, customer, commercial and regulatory requirements</w:t>
            </w:r>
          </w:p>
          <w:p w14:paraId="42D8123E" w14:textId="31615602" w:rsidR="004168A4" w:rsidRPr="004168A4" w:rsidRDefault="004168A4" w:rsidP="004168A4">
            <w:pPr>
              <w:pStyle w:val="SIText"/>
            </w:pPr>
            <w:r w:rsidRPr="004168A4">
              <w:t>3.3 Identify facilities and equipment as operational, appropriately maintained and confirm their suitability for use</w:t>
            </w:r>
          </w:p>
        </w:tc>
      </w:tr>
      <w:tr w:rsidR="004168A4" w:rsidRPr="00963A46" w14:paraId="71E6B5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8BE22" w14:textId="7E2D46F7" w:rsidR="004168A4" w:rsidRPr="004168A4" w:rsidRDefault="004168A4" w:rsidP="004168A4">
            <w:pPr>
              <w:pStyle w:val="SIText"/>
            </w:pPr>
            <w:r w:rsidRPr="004168A4">
              <w:lastRenderedPageBreak/>
              <w:t>4. Audit management of livestock in lairage prior to slaughter</w:t>
            </w:r>
          </w:p>
        </w:tc>
        <w:tc>
          <w:tcPr>
            <w:tcW w:w="3604" w:type="pct"/>
            <w:shd w:val="clear" w:color="auto" w:fill="auto"/>
          </w:tcPr>
          <w:p w14:paraId="2A08736F" w14:textId="77777777" w:rsidR="004168A4" w:rsidRPr="004168A4" w:rsidRDefault="004168A4" w:rsidP="004168A4">
            <w:pPr>
              <w:pStyle w:val="SIText"/>
            </w:pPr>
            <w:r w:rsidRPr="004168A4">
              <w:t>4.1 Assess inputs into the welfare of livestock in lairage against regulatory, customer and workplace requirements including facilities, handling practices, inspections, access to feed and water and pen density</w:t>
            </w:r>
          </w:p>
          <w:p w14:paraId="13A31198" w14:textId="21412CFD" w:rsidR="004168A4" w:rsidRPr="004168A4" w:rsidRDefault="004168A4" w:rsidP="004168A4">
            <w:pPr>
              <w:pStyle w:val="SIText"/>
            </w:pPr>
            <w:r w:rsidRPr="004168A4">
              <w:t>4.2 Assess welfare of animals against pre-determined welfare measures</w:t>
            </w:r>
          </w:p>
        </w:tc>
      </w:tr>
      <w:tr w:rsidR="004168A4" w:rsidRPr="00963A46" w14:paraId="7A548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9D7CB" w14:textId="5C679A35" w:rsidR="004168A4" w:rsidRPr="004168A4" w:rsidRDefault="004168A4" w:rsidP="004168A4">
            <w:pPr>
              <w:pStyle w:val="SIText"/>
            </w:pPr>
            <w:r w:rsidRPr="004168A4">
              <w:t>5. Audit treatment of sick/injured or uncooperative animals</w:t>
            </w:r>
          </w:p>
        </w:tc>
        <w:tc>
          <w:tcPr>
            <w:tcW w:w="3604" w:type="pct"/>
            <w:shd w:val="clear" w:color="auto" w:fill="auto"/>
          </w:tcPr>
          <w:p w14:paraId="0D93DB38" w14:textId="77777777" w:rsidR="004168A4" w:rsidRPr="004168A4" w:rsidRDefault="004168A4" w:rsidP="004168A4">
            <w:pPr>
              <w:pStyle w:val="SIText"/>
            </w:pPr>
            <w:r w:rsidRPr="004168A4">
              <w:t>5.1 Access workplace requirements for suspect, sick, injured or uncooperative stock</w:t>
            </w:r>
          </w:p>
          <w:p w14:paraId="3B384FA7" w14:textId="7C4D9F66" w:rsidR="004168A4" w:rsidRPr="004168A4" w:rsidRDefault="004168A4" w:rsidP="004168A4">
            <w:pPr>
              <w:pStyle w:val="SIText"/>
            </w:pPr>
            <w:r w:rsidRPr="004168A4">
              <w:t>5.2 Assess the handling of suspect, sick, injured or uncooperative stock against workplace and customer standards and regulatory requirements</w:t>
            </w:r>
          </w:p>
        </w:tc>
      </w:tr>
      <w:tr w:rsidR="004168A4" w:rsidRPr="00963A46" w14:paraId="53B70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C41A3" w14:textId="48E904C4" w:rsidR="004168A4" w:rsidRPr="004168A4" w:rsidRDefault="004168A4" w:rsidP="004168A4">
            <w:pPr>
              <w:pStyle w:val="SIText"/>
            </w:pPr>
            <w:r w:rsidRPr="004168A4">
              <w:t>6. Audit stunning of livestock</w:t>
            </w:r>
          </w:p>
        </w:tc>
        <w:tc>
          <w:tcPr>
            <w:tcW w:w="3604" w:type="pct"/>
            <w:shd w:val="clear" w:color="auto" w:fill="auto"/>
          </w:tcPr>
          <w:p w14:paraId="2E689EA8" w14:textId="154E0547" w:rsidR="004168A4" w:rsidRPr="004168A4" w:rsidRDefault="004168A4" w:rsidP="004168A4">
            <w:pPr>
              <w:pStyle w:val="SIText"/>
            </w:pPr>
            <w:r w:rsidRPr="004168A4">
              <w:t>6.1 Review inputs into the stunning process including equipment maintenance, training and facilities for compliance with workplace standards and regulatory requirements</w:t>
            </w:r>
          </w:p>
          <w:p w14:paraId="7E9B697F" w14:textId="77777777" w:rsidR="004168A4" w:rsidRPr="004168A4" w:rsidRDefault="004168A4" w:rsidP="004168A4">
            <w:pPr>
              <w:pStyle w:val="SIText"/>
            </w:pPr>
            <w:r w:rsidRPr="004168A4">
              <w:t>6.2 Assess effectiveness of restraint and stunning against workplace, customer and regulatory requirements</w:t>
            </w:r>
          </w:p>
          <w:p w14:paraId="576EE0E8" w14:textId="2B2B1E81" w:rsidR="004168A4" w:rsidRPr="004168A4" w:rsidRDefault="004168A4" w:rsidP="004168A4">
            <w:pPr>
              <w:pStyle w:val="SIText"/>
            </w:pPr>
            <w:r w:rsidRPr="004168A4">
              <w:t>6.3 Assess monitoring of effective stunning by company personnel against workplace, customer and regulatory requirements</w:t>
            </w:r>
          </w:p>
        </w:tc>
      </w:tr>
      <w:tr w:rsidR="004168A4" w:rsidRPr="00963A46" w14:paraId="40D127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ACAA1" w14:textId="303E0DF6" w:rsidR="004168A4" w:rsidRPr="004168A4" w:rsidRDefault="004168A4" w:rsidP="004168A4">
            <w:pPr>
              <w:pStyle w:val="SIText"/>
            </w:pPr>
            <w:r w:rsidRPr="004168A4">
              <w:t>7. Audit slaughtering and shackling</w:t>
            </w:r>
          </w:p>
        </w:tc>
        <w:tc>
          <w:tcPr>
            <w:tcW w:w="3604" w:type="pct"/>
            <w:shd w:val="clear" w:color="auto" w:fill="auto"/>
          </w:tcPr>
          <w:p w14:paraId="57AA5AB3" w14:textId="77777777" w:rsidR="004168A4" w:rsidRPr="004168A4" w:rsidRDefault="004168A4" w:rsidP="004168A4">
            <w:pPr>
              <w:pStyle w:val="SIText"/>
            </w:pPr>
            <w:r w:rsidRPr="004168A4">
              <w:t>7.1 Observe and assess exsanguination process for compliance with workplace and regulatory requirements</w:t>
            </w:r>
          </w:p>
          <w:p w14:paraId="3D66780B" w14:textId="77777777" w:rsidR="004168A4" w:rsidRPr="004168A4" w:rsidRDefault="004168A4" w:rsidP="004168A4">
            <w:pPr>
              <w:pStyle w:val="SIText"/>
            </w:pPr>
            <w:r w:rsidRPr="004168A4">
              <w:t>7.2 Assess bodies on the bleed chain for insensibility</w:t>
            </w:r>
          </w:p>
          <w:p w14:paraId="6D3C63E5" w14:textId="1F1810DE" w:rsidR="004168A4" w:rsidRPr="004168A4" w:rsidRDefault="004168A4" w:rsidP="004168A4">
            <w:pPr>
              <w:pStyle w:val="SIText"/>
            </w:pPr>
            <w:r w:rsidRPr="004168A4">
              <w:t>7.3 Observe operators to ensure they are complying with workplace procedures including checking for an effective stun</w:t>
            </w:r>
          </w:p>
        </w:tc>
      </w:tr>
      <w:tr w:rsidR="004168A4" w:rsidRPr="00963A46" w14:paraId="5F33D3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CDD70" w14:textId="794BEA70" w:rsidR="004168A4" w:rsidRPr="004168A4" w:rsidRDefault="004168A4" w:rsidP="004168A4">
            <w:pPr>
              <w:pStyle w:val="SIText"/>
            </w:pPr>
            <w:r w:rsidRPr="004168A4">
              <w:t>8. Audit animal welfare monitoring, internal auditing, corrective and preventative action program</w:t>
            </w:r>
          </w:p>
        </w:tc>
        <w:tc>
          <w:tcPr>
            <w:tcW w:w="3604" w:type="pct"/>
            <w:shd w:val="clear" w:color="auto" w:fill="auto"/>
          </w:tcPr>
          <w:p w14:paraId="706DCA10" w14:textId="77777777" w:rsidR="004168A4" w:rsidRPr="004168A4" w:rsidRDefault="004168A4" w:rsidP="004168A4">
            <w:pPr>
              <w:pStyle w:val="SIText"/>
            </w:pPr>
            <w:r w:rsidRPr="004168A4">
              <w:t>8.1 Review routine monitoring records for livestock handling, stunning and effective slaughter to ensure compliance with workplace, regulatory and customer requirements</w:t>
            </w:r>
          </w:p>
          <w:p w14:paraId="3EEDBFEC" w14:textId="77777777" w:rsidR="004168A4" w:rsidRPr="004168A4" w:rsidRDefault="004168A4" w:rsidP="004168A4">
            <w:pPr>
              <w:pStyle w:val="SIText"/>
            </w:pPr>
            <w:r w:rsidRPr="004168A4">
              <w:t>8.2 Review internal audit records to assess control of animal welfare outcomes, including training of personnel</w:t>
            </w:r>
          </w:p>
          <w:p w14:paraId="7AC7D498" w14:textId="41E8A12B" w:rsidR="004168A4" w:rsidRPr="004168A4" w:rsidRDefault="004168A4" w:rsidP="004168A4">
            <w:pPr>
              <w:pStyle w:val="SIText"/>
            </w:pPr>
            <w:r w:rsidRPr="004168A4">
              <w:t>8.3 Assess effectiveness of preventative and corrective action programs</w:t>
            </w:r>
          </w:p>
        </w:tc>
      </w:tr>
      <w:tr w:rsidR="004168A4" w:rsidRPr="00963A46" w14:paraId="6B0EE9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D7A00" w14:textId="147BBFB2" w:rsidR="004168A4" w:rsidRPr="004168A4" w:rsidRDefault="004168A4" w:rsidP="004168A4">
            <w:pPr>
              <w:pStyle w:val="SIText"/>
            </w:pPr>
            <w:r w:rsidRPr="004168A4">
              <w:t>9. Audit contingency arrangements</w:t>
            </w:r>
          </w:p>
        </w:tc>
        <w:tc>
          <w:tcPr>
            <w:tcW w:w="3604" w:type="pct"/>
            <w:shd w:val="clear" w:color="auto" w:fill="auto"/>
          </w:tcPr>
          <w:p w14:paraId="6A75D7AB" w14:textId="77777777" w:rsidR="004168A4" w:rsidRPr="004168A4" w:rsidRDefault="004168A4" w:rsidP="004168A4">
            <w:pPr>
              <w:pStyle w:val="SIText"/>
            </w:pPr>
            <w:r w:rsidRPr="004168A4">
              <w:t>9.1 Access workplace livestock contingency plans</w:t>
            </w:r>
          </w:p>
          <w:p w14:paraId="2BEE2BB1" w14:textId="45DFAA51" w:rsidR="004168A4" w:rsidRPr="004168A4" w:rsidRDefault="004168A4" w:rsidP="004168A4">
            <w:pPr>
              <w:pStyle w:val="SIText"/>
            </w:pPr>
            <w:r w:rsidRPr="004168A4">
              <w:t>9.2 Review and assess contingency plans for livestock emergencies against regulatory and standard requirements</w:t>
            </w:r>
          </w:p>
        </w:tc>
      </w:tr>
      <w:tr w:rsidR="004168A4" w:rsidRPr="00963A46" w14:paraId="218F8F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ACB5B" w14:textId="3095AE2F" w:rsidR="004168A4" w:rsidRPr="004168A4" w:rsidRDefault="004168A4" w:rsidP="004168A4">
            <w:pPr>
              <w:pStyle w:val="SIText"/>
            </w:pPr>
            <w:r w:rsidRPr="004168A4">
              <w:t>10. Plan for an animal welfare audit</w:t>
            </w:r>
          </w:p>
        </w:tc>
        <w:tc>
          <w:tcPr>
            <w:tcW w:w="3604" w:type="pct"/>
            <w:shd w:val="clear" w:color="auto" w:fill="auto"/>
          </w:tcPr>
          <w:p w14:paraId="794802DC" w14:textId="77777777" w:rsidR="004168A4" w:rsidRPr="004168A4" w:rsidRDefault="004168A4" w:rsidP="004168A4">
            <w:pPr>
              <w:pStyle w:val="SIText"/>
            </w:pPr>
            <w:r w:rsidRPr="004168A4">
              <w:t>10.1 Interpret audit schedule and plan and organise the timely conduct of audit</w:t>
            </w:r>
          </w:p>
          <w:p w14:paraId="5AA29E31" w14:textId="77777777" w:rsidR="004168A4" w:rsidRPr="004168A4" w:rsidRDefault="004168A4" w:rsidP="004168A4">
            <w:pPr>
              <w:pStyle w:val="SIText"/>
            </w:pPr>
            <w:r w:rsidRPr="004168A4">
              <w:t>10.2 Determine objectives, scope and criteria of audit according to workplace requirements</w:t>
            </w:r>
          </w:p>
          <w:p w14:paraId="2B9BA9C6" w14:textId="7A181D98" w:rsidR="004168A4" w:rsidRPr="004168A4" w:rsidRDefault="004168A4" w:rsidP="004168A4">
            <w:pPr>
              <w:pStyle w:val="SIText"/>
            </w:pPr>
            <w:r w:rsidRPr="004168A4">
              <w:t>10.3 Assemble and brief audit team</w:t>
            </w:r>
            <w:r w:rsidR="00567675">
              <w:t xml:space="preserve">, </w:t>
            </w:r>
            <w:r w:rsidRPr="004168A4">
              <w:t>as required, for the objectives, scope and criteria of the audit</w:t>
            </w:r>
          </w:p>
          <w:p w14:paraId="0DCCE0F5" w14:textId="77777777" w:rsidR="004168A4" w:rsidRPr="004168A4" w:rsidRDefault="004168A4" w:rsidP="004168A4">
            <w:pPr>
              <w:pStyle w:val="SIText"/>
            </w:pPr>
            <w:r w:rsidRPr="004168A4">
              <w:t>10.4 Notify those affected by and involved in the audit and document responsibilities according to workplace requirements</w:t>
            </w:r>
          </w:p>
          <w:p w14:paraId="07DECA2F" w14:textId="77777777" w:rsidR="004168A4" w:rsidRPr="004168A4" w:rsidRDefault="004168A4" w:rsidP="004168A4">
            <w:pPr>
              <w:pStyle w:val="SIText"/>
            </w:pPr>
            <w:r w:rsidRPr="004168A4">
              <w:t>10.5 Notify stakeholders involved in an internal audit according to workplace requirements</w:t>
            </w:r>
          </w:p>
          <w:p w14:paraId="08FF22E0" w14:textId="77777777" w:rsidR="004168A4" w:rsidRPr="004168A4" w:rsidRDefault="004168A4" w:rsidP="004168A4">
            <w:pPr>
              <w:pStyle w:val="SIText"/>
            </w:pPr>
            <w:r w:rsidRPr="004168A4">
              <w:t>10.6 Identify procedures, records and workplace documentation needed for the audit</w:t>
            </w:r>
          </w:p>
          <w:p w14:paraId="3EE9AEE3" w14:textId="77777777" w:rsidR="004168A4" w:rsidRPr="004168A4" w:rsidRDefault="004168A4" w:rsidP="004168A4">
            <w:pPr>
              <w:pStyle w:val="SIText"/>
            </w:pPr>
            <w:r w:rsidRPr="004168A4">
              <w:t>10.7 Document evidence collection methods and sources to be used in the audit, including developing workplace checklists to workplace specifications</w:t>
            </w:r>
          </w:p>
          <w:p w14:paraId="31A85347" w14:textId="25E70731" w:rsidR="004168A4" w:rsidRPr="004168A4" w:rsidRDefault="004168A4" w:rsidP="004168A4">
            <w:pPr>
              <w:pStyle w:val="SIText"/>
            </w:pPr>
            <w:r w:rsidRPr="004168A4">
              <w:t>10.8 Conduct a document review prior to audit</w:t>
            </w:r>
          </w:p>
        </w:tc>
      </w:tr>
      <w:tr w:rsidR="004168A4" w:rsidRPr="00963A46" w14:paraId="1DB3F2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D3A98" w14:textId="2B0BBCA4" w:rsidR="004168A4" w:rsidRPr="004168A4" w:rsidRDefault="004168A4" w:rsidP="004168A4">
            <w:pPr>
              <w:pStyle w:val="SIText"/>
            </w:pPr>
            <w:r w:rsidRPr="004168A4">
              <w:t>11. Report outcomes of an animal welfare audit</w:t>
            </w:r>
          </w:p>
        </w:tc>
        <w:tc>
          <w:tcPr>
            <w:tcW w:w="3604" w:type="pct"/>
            <w:shd w:val="clear" w:color="auto" w:fill="auto"/>
          </w:tcPr>
          <w:p w14:paraId="7C50B13F" w14:textId="77777777" w:rsidR="004168A4" w:rsidRPr="004168A4" w:rsidRDefault="004168A4" w:rsidP="004168A4">
            <w:pPr>
              <w:pStyle w:val="SIText"/>
            </w:pPr>
            <w:r w:rsidRPr="004168A4">
              <w:t>11.1 Prepare an audit report, detailing areas of the program which were audited and findings against the audit criteria, including non-conformances, where applicable</w:t>
            </w:r>
          </w:p>
          <w:p w14:paraId="3EACBDA4" w14:textId="77777777" w:rsidR="004168A4" w:rsidRPr="004168A4" w:rsidRDefault="004168A4" w:rsidP="004168A4">
            <w:pPr>
              <w:pStyle w:val="SIText"/>
            </w:pPr>
            <w:r w:rsidRPr="004168A4">
              <w:t>11.2 Document objective evidence according to workplace standards</w:t>
            </w:r>
          </w:p>
          <w:p w14:paraId="03F40AE2" w14:textId="77777777" w:rsidR="004168A4" w:rsidRPr="004168A4" w:rsidRDefault="004168A4" w:rsidP="004168A4">
            <w:pPr>
              <w:pStyle w:val="SIText"/>
            </w:pPr>
            <w:r w:rsidRPr="004168A4">
              <w:t>11.3 Keep records of audit process, objective evidence and findings in accordance with workplace and regulatory requirements</w:t>
            </w:r>
          </w:p>
          <w:p w14:paraId="3B0DDBBF" w14:textId="44522C76" w:rsidR="004168A4" w:rsidRPr="004168A4" w:rsidRDefault="004168A4" w:rsidP="004168A4">
            <w:pPr>
              <w:pStyle w:val="SIText"/>
            </w:pPr>
            <w:r w:rsidRPr="004168A4">
              <w:t>11.4 Report findings according to workplace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D1F65" w:rsidRPr="00336FCA" w:rsidDel="00423CB2" w14:paraId="72343A4F" w14:textId="77777777" w:rsidTr="00CA2922">
        <w:tc>
          <w:tcPr>
            <w:tcW w:w="1396" w:type="pct"/>
          </w:tcPr>
          <w:p w14:paraId="7BDF21FD" w14:textId="4D552F6C" w:rsidR="00DD1F65" w:rsidRPr="00DD1F65" w:rsidRDefault="00DD1F65" w:rsidP="00DD1F65">
            <w:pPr>
              <w:pStyle w:val="SIText"/>
            </w:pPr>
            <w:r w:rsidRPr="00DD1F65">
              <w:t>Reading</w:t>
            </w:r>
          </w:p>
        </w:tc>
        <w:tc>
          <w:tcPr>
            <w:tcW w:w="3604" w:type="pct"/>
          </w:tcPr>
          <w:p w14:paraId="7AD01E56" w14:textId="1578BEE1" w:rsidR="00567675" w:rsidRPr="00567675" w:rsidRDefault="00567675" w:rsidP="00567675">
            <w:pPr>
              <w:pStyle w:val="SIBulletList1"/>
            </w:pPr>
            <w:r>
              <w:t>Interpret</w:t>
            </w:r>
            <w:r w:rsidRPr="00AE7AD4">
              <w:t xml:space="preserve"> relevant legislation, regulations, standards and Codes of Practice</w:t>
            </w:r>
          </w:p>
          <w:p w14:paraId="262B9D09" w14:textId="0A345405" w:rsidR="00DD1F65" w:rsidRPr="00DD1F65" w:rsidRDefault="00567675" w:rsidP="00DD1F65">
            <w:pPr>
              <w:pStyle w:val="SIBulletList1"/>
            </w:pPr>
            <w:r>
              <w:t>Interpret</w:t>
            </w:r>
            <w:r w:rsidRPr="00DD1F65">
              <w:t xml:space="preserve"> </w:t>
            </w:r>
            <w:r w:rsidR="00DD1F65" w:rsidRPr="00DD1F65">
              <w:t>workplace documents such as Approved Arrangements, and workplace internal auditing policies and documents</w:t>
            </w:r>
          </w:p>
        </w:tc>
      </w:tr>
      <w:tr w:rsidR="00DD1F65" w:rsidRPr="00336FCA" w:rsidDel="00423CB2" w14:paraId="5021487B" w14:textId="77777777" w:rsidTr="00CA2922">
        <w:tc>
          <w:tcPr>
            <w:tcW w:w="1396" w:type="pct"/>
          </w:tcPr>
          <w:p w14:paraId="58ADD2F2" w14:textId="024EB445" w:rsidR="00DD1F65" w:rsidRPr="00DD1F65" w:rsidRDefault="00DD1F65" w:rsidP="00DD1F65">
            <w:pPr>
              <w:pStyle w:val="SIText"/>
            </w:pPr>
            <w:r w:rsidRPr="00DD1F65">
              <w:t>Writing</w:t>
            </w:r>
          </w:p>
        </w:tc>
        <w:tc>
          <w:tcPr>
            <w:tcW w:w="3604" w:type="pct"/>
          </w:tcPr>
          <w:p w14:paraId="6C1A8305" w14:textId="4212284B" w:rsidR="00DD1F65" w:rsidRPr="00DD1F65" w:rsidRDefault="00567675" w:rsidP="00DD1F65">
            <w:pPr>
              <w:pStyle w:val="SIBulletList1"/>
              <w:rPr>
                <w:rFonts w:eastAsia="Calibri"/>
              </w:rPr>
            </w:pPr>
            <w:r>
              <w:t>Recording audit findings</w:t>
            </w:r>
          </w:p>
        </w:tc>
      </w:tr>
      <w:tr w:rsidR="00DD1F65" w:rsidRPr="00336FCA" w:rsidDel="00423CB2" w14:paraId="4E187766" w14:textId="77777777" w:rsidTr="00CA2922">
        <w:tc>
          <w:tcPr>
            <w:tcW w:w="1396" w:type="pct"/>
          </w:tcPr>
          <w:p w14:paraId="27E685A7" w14:textId="7641B97E" w:rsidR="00DD1F65" w:rsidRPr="00DD1F65" w:rsidRDefault="00DD1F65" w:rsidP="00DD1F65">
            <w:pPr>
              <w:pStyle w:val="SIText"/>
            </w:pPr>
            <w:r w:rsidRPr="00DD1F65">
              <w:t>Oral communication</w:t>
            </w:r>
          </w:p>
        </w:tc>
        <w:tc>
          <w:tcPr>
            <w:tcW w:w="3604" w:type="pct"/>
          </w:tcPr>
          <w:p w14:paraId="2D1B6E54" w14:textId="619D4493" w:rsidR="00567675" w:rsidRPr="00E0504D" w:rsidRDefault="00567675" w:rsidP="00DD1F6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Interview staff about work practices and animal welfare issues</w:t>
            </w:r>
          </w:p>
          <w:p w14:paraId="56607940" w14:textId="0FAE4F0D" w:rsidR="00DD1F65" w:rsidRPr="00DD1F65" w:rsidRDefault="00DD1F65" w:rsidP="00DD1F65">
            <w:pPr>
              <w:pStyle w:val="SIBulletList1"/>
              <w:rPr>
                <w:rFonts w:eastAsia="Calibri"/>
              </w:rPr>
            </w:pPr>
            <w:r w:rsidRPr="00DD1F65">
              <w:t>Discuss outcomes of the audit with appropriate workplace personnel</w:t>
            </w:r>
          </w:p>
        </w:tc>
      </w:tr>
    </w:tbl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172E5" w14:paraId="181920A6" w14:textId="77777777" w:rsidTr="00F33FF2">
        <w:tc>
          <w:tcPr>
            <w:tcW w:w="1028" w:type="pct"/>
          </w:tcPr>
          <w:p w14:paraId="50FF21C7" w14:textId="265A1CC9" w:rsidR="001172E5" w:rsidRPr="001172E5" w:rsidRDefault="001172E5" w:rsidP="001172E5">
            <w:pPr>
              <w:pStyle w:val="SIText"/>
            </w:pPr>
            <w:r w:rsidRPr="001172E5">
              <w:t>AMPA</w:t>
            </w:r>
            <w:r w:rsidR="00E0504D">
              <w:t>UD</w:t>
            </w:r>
            <w:r w:rsidRPr="001172E5">
              <w:t>4</w:t>
            </w:r>
            <w:r w:rsidR="00E0504D">
              <w:t>X</w:t>
            </w:r>
            <w:r w:rsidRPr="001172E5">
              <w:t>1 Conduct an animal welfare audit of a meat processing plant</w:t>
            </w:r>
          </w:p>
        </w:tc>
        <w:tc>
          <w:tcPr>
            <w:tcW w:w="1105" w:type="pct"/>
          </w:tcPr>
          <w:p w14:paraId="66BFB0C6" w14:textId="60ACED1C" w:rsidR="001172E5" w:rsidRPr="001172E5" w:rsidRDefault="00567675" w:rsidP="001172E5">
            <w:pPr>
              <w:pStyle w:val="SIText"/>
            </w:pPr>
            <w:r w:rsidRPr="001172E5">
              <w:t>AMPA417 Conduct an animal welfare audit of a meat processing plant</w:t>
            </w:r>
          </w:p>
        </w:tc>
        <w:tc>
          <w:tcPr>
            <w:tcW w:w="1251" w:type="pct"/>
          </w:tcPr>
          <w:p w14:paraId="00743613" w14:textId="77777777" w:rsidR="00567675" w:rsidRPr="00567675" w:rsidRDefault="00567675" w:rsidP="00567675">
            <w:pPr>
              <w:pStyle w:val="SIText"/>
            </w:pPr>
            <w:r w:rsidRPr="00567675">
              <w:t>Unit code updated.</w:t>
            </w:r>
          </w:p>
          <w:p w14:paraId="054B1AB9" w14:textId="77777777" w:rsidR="00567675" w:rsidRPr="00567675" w:rsidRDefault="00567675" w:rsidP="00567675">
            <w:pPr>
              <w:pStyle w:val="SIText"/>
            </w:pPr>
            <w:r w:rsidRPr="00567675">
              <w:t>Prerequisites removed.</w:t>
            </w:r>
          </w:p>
          <w:p w14:paraId="2D4CD7F1" w14:textId="77777777" w:rsidR="00567675" w:rsidRPr="00567675" w:rsidRDefault="00567675" w:rsidP="00567675">
            <w:pPr>
              <w:pStyle w:val="SIText"/>
            </w:pPr>
            <w:r w:rsidRPr="00567675">
              <w:t>Performance criteria clarified.</w:t>
            </w:r>
          </w:p>
          <w:p w14:paraId="631E6255" w14:textId="5CA0F607" w:rsidR="001172E5" w:rsidRPr="001172E5" w:rsidRDefault="00567675" w:rsidP="001172E5">
            <w:pPr>
              <w:pStyle w:val="SIText"/>
            </w:pPr>
            <w:r w:rsidRPr="00567675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719ADB0B" w:rsidR="001172E5" w:rsidRPr="001172E5" w:rsidRDefault="00567675" w:rsidP="001172E5">
            <w:pPr>
              <w:pStyle w:val="SIText"/>
            </w:pPr>
            <w:r>
              <w:t>No</w:t>
            </w:r>
            <w:r w:rsidR="00E0504D">
              <w:t>t</w:t>
            </w:r>
            <w:r>
              <w:t xml:space="preserve"> e</w:t>
            </w:r>
            <w:r w:rsidR="001172E5" w:rsidRPr="001172E5">
              <w:t xml:space="preserve">quivalent </w:t>
            </w:r>
            <w:r w:rsidRPr="00E0504D">
              <w:rPr>
                <w:rStyle w:val="SITemporaryText-green"/>
              </w:rPr>
              <w:t>(because prerequisites have been removed)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D643126" w:rsidR="00F1480E" w:rsidRPr="005404CB" w:rsidRDefault="00610033" w:rsidP="005404CB">
            <w:pPr>
              <w:pStyle w:val="SIText"/>
            </w:pPr>
            <w:hyperlink r:id="rId11" w:history="1">
              <w:r w:rsidR="00A8055A" w:rsidRPr="00A8055A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5CD21B0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5510E" w:rsidRPr="00A5510E">
              <w:t>AMPA</w:t>
            </w:r>
            <w:r w:rsidR="00E0504D">
              <w:t>UD</w:t>
            </w:r>
            <w:r w:rsidR="00A5510E" w:rsidRPr="00A5510E">
              <w:t>4</w:t>
            </w:r>
            <w:r w:rsidR="00E0504D">
              <w:t>X1</w:t>
            </w:r>
            <w:r w:rsidR="00A5510E" w:rsidRPr="00A5510E">
              <w:t xml:space="preserve"> Conduct an animal welfare audit of a meat processing plant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133BFEA" w14:textId="1FD93894" w:rsidR="00AE7AD4" w:rsidRDefault="00AE7AD4" w:rsidP="00AE7AD4">
            <w:pPr>
              <w:pStyle w:val="SIText"/>
            </w:pPr>
            <w:r w:rsidRPr="00AE7AD4">
              <w:t>An individual demonstrating competency must satisfy all of the elements and performance criteria in this unit.</w:t>
            </w:r>
          </w:p>
          <w:p w14:paraId="6B5C4E25" w14:textId="77777777" w:rsidR="001D082C" w:rsidRPr="00AE7AD4" w:rsidRDefault="001D082C" w:rsidP="00AE7AD4">
            <w:pPr>
              <w:pStyle w:val="SIText"/>
            </w:pPr>
          </w:p>
          <w:p w14:paraId="49565B8F" w14:textId="7A649A9C" w:rsidR="00AE7AD4" w:rsidRDefault="00567675" w:rsidP="00AE7AD4">
            <w:pPr>
              <w:pStyle w:val="SIText"/>
            </w:pPr>
            <w:r w:rsidRPr="00EF2C4B">
              <w:t xml:space="preserve">There must be evidence that the individual has </w:t>
            </w:r>
            <w:r w:rsidR="00AE7AD4" w:rsidRPr="00AE7AD4">
              <w:t>conduct</w:t>
            </w:r>
            <w:r>
              <w:t>ed</w:t>
            </w:r>
            <w:r w:rsidR="00AE7AD4" w:rsidRPr="00AE7AD4">
              <w:t xml:space="preserve"> at least one complete animal welfare audit at a meat processing facility</w:t>
            </w:r>
            <w:r>
              <w:t>, including:</w:t>
            </w:r>
          </w:p>
          <w:p w14:paraId="63169DF1" w14:textId="48161E6F" w:rsidR="00AE7AD4" w:rsidRPr="00AE7AD4" w:rsidRDefault="00AE7AD4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the welfare of livestock at receival and in lairage</w:t>
            </w:r>
          </w:p>
          <w:p w14:paraId="75B62062" w14:textId="2697A134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livestock handling against requirements during unloading and handling in the lead up to slaughter</w:t>
            </w:r>
          </w:p>
          <w:p w14:paraId="670536C7" w14:textId="5F94987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the handling of sick/injured and uncooperative animals against workplace and regulatory requirements</w:t>
            </w:r>
          </w:p>
          <w:p w14:paraId="4E134EC7" w14:textId="4318D84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="00AE7AD4" w:rsidRPr="00AE7AD4">
              <w:t xml:space="preserve"> effective restraint, stunning and humane slaughter of livestock</w:t>
            </w:r>
          </w:p>
          <w:p w14:paraId="73B12A28" w14:textId="32CFC574" w:rsidR="00567675" w:rsidRPr="005404CB" w:rsidRDefault="00AE7AD4" w:rsidP="00E0504D">
            <w:pPr>
              <w:pStyle w:val="SIBulletList1"/>
            </w:pPr>
            <w:r w:rsidRPr="00AE7AD4">
              <w:t>record</w:t>
            </w:r>
            <w:r w:rsidR="00E0504D">
              <w:t>ed</w:t>
            </w:r>
            <w:r w:rsidRPr="00AE7AD4">
              <w:t xml:space="preserve"> and </w:t>
            </w:r>
            <w:r w:rsidR="00567675" w:rsidRPr="00AE7AD4">
              <w:t>communicat</w:t>
            </w:r>
            <w:r w:rsidR="00E0504D">
              <w:t>ed</w:t>
            </w:r>
            <w:r w:rsidR="00567675" w:rsidRPr="00AE7AD4">
              <w:t xml:space="preserve"> </w:t>
            </w:r>
            <w:r w:rsidRPr="00AE7AD4">
              <w:t>audit findings to relevant stakeholders.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9247152" w14:textId="650E142F" w:rsidR="005C32E9" w:rsidRPr="005C32E9" w:rsidRDefault="005C32E9" w:rsidP="005C32E9">
            <w:pPr>
              <w:pStyle w:val="SIText"/>
            </w:pPr>
            <w:r w:rsidRPr="005C32E9">
              <w:t>An individual must be able to demonstrate the knowledge required to perform the tasks outlined in the elements and performance criteria of this unit. This include</w:t>
            </w:r>
            <w:r w:rsidR="00567675">
              <w:t>s</w:t>
            </w:r>
            <w:r w:rsidRPr="005C32E9">
              <w:t xml:space="preserve"> knowledge of:</w:t>
            </w:r>
          </w:p>
          <w:p w14:paraId="261C18A7" w14:textId="77777777" w:rsidR="005C32E9" w:rsidRPr="005C32E9" w:rsidRDefault="005C32E9" w:rsidP="005C32E9">
            <w:pPr>
              <w:pStyle w:val="SIBulletList1"/>
            </w:pPr>
            <w:r w:rsidRPr="005C32E9">
              <w:t>relevant voluntary industry animal welfare standards for processing establishments</w:t>
            </w:r>
          </w:p>
          <w:p w14:paraId="1EEA8B8C" w14:textId="77777777" w:rsidR="005C32E9" w:rsidRPr="005C32E9" w:rsidRDefault="005C32E9" w:rsidP="005C32E9">
            <w:pPr>
              <w:pStyle w:val="SIBulletList1"/>
            </w:pPr>
            <w:r w:rsidRPr="005C32E9">
              <w:t>relevant codes of practice or equivalent animal welfare standards (underpinning the Acts)</w:t>
            </w:r>
          </w:p>
          <w:p w14:paraId="26F83B46" w14:textId="77777777" w:rsidR="005C32E9" w:rsidRPr="005C32E9" w:rsidRDefault="005C32E9" w:rsidP="005C32E9">
            <w:pPr>
              <w:pStyle w:val="SIBulletList1"/>
            </w:pPr>
            <w:r w:rsidRPr="005C32E9">
              <w:t>relevant animal welfare measures relevant to the audit situation</w:t>
            </w:r>
          </w:p>
          <w:p w14:paraId="1C06B5DD" w14:textId="77777777" w:rsidR="005C32E9" w:rsidRPr="005C32E9" w:rsidRDefault="005C32E9" w:rsidP="005C32E9">
            <w:pPr>
              <w:pStyle w:val="SIBulletList1"/>
            </w:pPr>
            <w:r w:rsidRPr="005C32E9">
              <w:t>humane destruction and emergency slaughter arrangements</w:t>
            </w:r>
          </w:p>
          <w:p w14:paraId="487B930F" w14:textId="77777777" w:rsidR="005C32E9" w:rsidRPr="005C32E9" w:rsidRDefault="005C32E9" w:rsidP="005C32E9">
            <w:pPr>
              <w:pStyle w:val="SIBulletList1"/>
            </w:pPr>
            <w:r w:rsidRPr="005C32E9">
              <w:t>relevant measures of animal welfare</w:t>
            </w:r>
          </w:p>
          <w:p w14:paraId="47C593FF" w14:textId="77777777" w:rsidR="005C32E9" w:rsidRPr="005C32E9" w:rsidRDefault="005C32E9" w:rsidP="005C32E9">
            <w:pPr>
              <w:pStyle w:val="SIBulletList1"/>
            </w:pPr>
            <w:r w:rsidRPr="005C32E9">
              <w:t>acceptable livestock handling techniques and measures</w:t>
            </w:r>
          </w:p>
          <w:p w14:paraId="01CB668C" w14:textId="77777777" w:rsidR="005C32E9" w:rsidRPr="005C32E9" w:rsidRDefault="005C32E9" w:rsidP="005C32E9">
            <w:pPr>
              <w:pStyle w:val="SIBulletList1"/>
            </w:pPr>
            <w:r w:rsidRPr="005C32E9">
              <w:t>impact of stress during handling on the ultimate pH and quality of meat</w:t>
            </w:r>
          </w:p>
          <w:p w14:paraId="7329B238" w14:textId="67D6B84C" w:rsidR="005C32E9" w:rsidRPr="005C32E9" w:rsidRDefault="00567675" w:rsidP="005C32E9">
            <w:pPr>
              <w:pStyle w:val="SIBulletList1"/>
            </w:pPr>
            <w:r>
              <w:t>workplace health and safety</w:t>
            </w:r>
            <w:r w:rsidRPr="005C32E9">
              <w:t xml:space="preserve"> </w:t>
            </w:r>
            <w:r w:rsidR="005C32E9" w:rsidRPr="005C32E9">
              <w:t>requirements for handling stock</w:t>
            </w:r>
          </w:p>
          <w:p w14:paraId="21A6F261" w14:textId="77777777" w:rsidR="005C32E9" w:rsidRPr="005C32E9" w:rsidRDefault="005C32E9" w:rsidP="005C32E9">
            <w:pPr>
              <w:pStyle w:val="SIBulletList1"/>
            </w:pPr>
            <w:r w:rsidRPr="005C32E9">
              <w:t>regulatory and workplace requirements for animal welfare</w:t>
            </w:r>
          </w:p>
          <w:p w14:paraId="1CAD2A2A" w14:textId="77777777" w:rsidR="005C32E9" w:rsidRPr="005C32E9" w:rsidRDefault="005C32E9" w:rsidP="005C32E9">
            <w:pPr>
              <w:pStyle w:val="SIBulletList1"/>
            </w:pPr>
            <w:r w:rsidRPr="005C32E9">
              <w:t>regulatory requirements when dealing with sick and injured animals</w:t>
            </w:r>
          </w:p>
          <w:p w14:paraId="13583DF1" w14:textId="4F514D99" w:rsidR="00F1480E" w:rsidRPr="005404CB" w:rsidRDefault="005C32E9" w:rsidP="005C32E9">
            <w:pPr>
              <w:pStyle w:val="SIBulletList1"/>
            </w:pPr>
            <w:r w:rsidRPr="005C32E9">
              <w:t>requirements for contingency plans for dealing with animal-handling emergencies.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5361BC6" w14:textId="77777777" w:rsidR="00567675" w:rsidRPr="00567675" w:rsidRDefault="00567675" w:rsidP="0056767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7D478A8" w14:textId="77777777" w:rsidR="00567675" w:rsidRPr="00567675" w:rsidRDefault="00567675" w:rsidP="00567675">
            <w:pPr>
              <w:pStyle w:val="SIBulletList1"/>
            </w:pPr>
            <w:r w:rsidRPr="0020760C">
              <w:t>physical conditions:</w:t>
            </w:r>
          </w:p>
          <w:p w14:paraId="5D25BD4A" w14:textId="43348558" w:rsidR="00567675" w:rsidRPr="00567675" w:rsidRDefault="00567675" w:rsidP="00E0504D">
            <w:pPr>
              <w:pStyle w:val="SIBulletList2"/>
            </w:pPr>
            <w:r w:rsidRPr="00EF2C4B">
              <w:t xml:space="preserve">skills must be demonstrated </w:t>
            </w:r>
            <w:r w:rsidRPr="00567675">
              <w:t xml:space="preserve">in a </w:t>
            </w:r>
            <w:r w:rsidRPr="007355B2">
              <w:t xml:space="preserve">slaughtering establishment </w:t>
            </w:r>
            <w:r w:rsidRPr="00567675">
              <w:t>or an environment that accurately represents workplace conditions</w:t>
            </w:r>
          </w:p>
          <w:p w14:paraId="056C4B93" w14:textId="77777777" w:rsidR="00567675" w:rsidRPr="00567675" w:rsidRDefault="00567675" w:rsidP="00567675">
            <w:pPr>
              <w:pStyle w:val="SIBulletList1"/>
            </w:pPr>
            <w:r w:rsidRPr="0020760C">
              <w:t>specifications:</w:t>
            </w:r>
          </w:p>
          <w:p w14:paraId="2315AB40" w14:textId="77777777" w:rsidR="00567675" w:rsidRPr="00567675" w:rsidRDefault="00567675" w:rsidP="00E0504D">
            <w:pPr>
              <w:pStyle w:val="SIBulletList2"/>
            </w:pPr>
            <w:r w:rsidRPr="00567675">
              <w:t>workplace documents such as policies, procedures, processes and forms</w:t>
            </w:r>
          </w:p>
          <w:p w14:paraId="11577D5C" w14:textId="77777777" w:rsidR="00567675" w:rsidRPr="00567675" w:rsidRDefault="00567675" w:rsidP="00E0504D">
            <w:pPr>
              <w:pStyle w:val="SIBulletList2"/>
            </w:pPr>
            <w:r w:rsidRPr="00567675">
              <w:t>work instructions and standard operating procedures</w:t>
            </w:r>
          </w:p>
          <w:p w14:paraId="4B69457A" w14:textId="77777777" w:rsidR="00567675" w:rsidRPr="00567675" w:rsidRDefault="00567675" w:rsidP="00567675">
            <w:pPr>
              <w:pStyle w:val="SIBulletList1"/>
            </w:pPr>
            <w:r w:rsidRPr="0020760C">
              <w:t>relationships:</w:t>
            </w:r>
          </w:p>
          <w:p w14:paraId="209B4897" w14:textId="2C4AF153" w:rsidR="00567675" w:rsidRPr="00567675" w:rsidRDefault="00567675" w:rsidP="00E0504D">
            <w:pPr>
              <w:pStyle w:val="SIBulletList2"/>
            </w:pPr>
            <w:r w:rsidRPr="0020760C">
              <w:t xml:space="preserve">interactions with work team and </w:t>
            </w:r>
            <w:r>
              <w:t>stakeholders</w:t>
            </w:r>
            <w:r w:rsidRPr="0020760C">
              <w:t>.</w:t>
            </w:r>
          </w:p>
          <w:p w14:paraId="08E3EDC2" w14:textId="77777777" w:rsidR="00E0504D" w:rsidRDefault="00E0504D" w:rsidP="00E0504D"/>
          <w:p w14:paraId="2DAA6C36" w14:textId="5EC00DF2" w:rsidR="00E0504D" w:rsidRPr="00E0504D" w:rsidRDefault="00E0504D" w:rsidP="00E0504D">
            <w:r w:rsidRPr="00E0504D">
              <w:t>Assessors of this unit must satisfy the requirements for assessors in applicable vocational education and</w:t>
            </w:r>
          </w:p>
          <w:p w14:paraId="6600173A" w14:textId="74E4418D" w:rsidR="00F1480E" w:rsidRPr="007355B2" w:rsidRDefault="00E0504D" w:rsidP="00E0504D">
            <w:r w:rsidRPr="00E0504D">
              <w:t>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5ED61F0" w:rsidR="00F1480E" w:rsidRPr="005404CB" w:rsidRDefault="00610033" w:rsidP="005404CB">
            <w:pPr>
              <w:pStyle w:val="SIText"/>
            </w:pPr>
            <w:hyperlink r:id="rId12" w:history="1">
              <w:r w:rsidR="00A8055A" w:rsidRPr="00A8055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51D0" w14:textId="77777777" w:rsidR="007C170F" w:rsidRDefault="007C170F" w:rsidP="00BF3F0A">
      <w:r>
        <w:separator/>
      </w:r>
    </w:p>
    <w:p w14:paraId="6250837C" w14:textId="77777777" w:rsidR="007C170F" w:rsidRDefault="007C170F"/>
  </w:endnote>
  <w:endnote w:type="continuationSeparator" w:id="0">
    <w:p w14:paraId="0003B9D2" w14:textId="77777777" w:rsidR="007C170F" w:rsidRDefault="007C170F" w:rsidP="00BF3F0A">
      <w:r>
        <w:continuationSeparator/>
      </w:r>
    </w:p>
    <w:p w14:paraId="29FC5DD8" w14:textId="77777777" w:rsidR="007C170F" w:rsidRDefault="007C1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24C12" w14:textId="77777777" w:rsidR="007C170F" w:rsidRDefault="007C170F" w:rsidP="00BF3F0A">
      <w:r>
        <w:separator/>
      </w:r>
    </w:p>
    <w:p w14:paraId="513D4467" w14:textId="77777777" w:rsidR="007C170F" w:rsidRDefault="007C170F"/>
  </w:footnote>
  <w:footnote w:type="continuationSeparator" w:id="0">
    <w:p w14:paraId="65E69124" w14:textId="77777777" w:rsidR="007C170F" w:rsidRDefault="007C170F" w:rsidP="00BF3F0A">
      <w:r>
        <w:continuationSeparator/>
      </w:r>
    </w:p>
    <w:p w14:paraId="595AF954" w14:textId="77777777" w:rsidR="007C170F" w:rsidRDefault="007C1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FEBD46D" w:rsidR="009C2650" w:rsidRPr="00A5510E" w:rsidRDefault="00610033" w:rsidP="00A5510E">
    <w:sdt>
      <w:sdtPr>
        <w:rPr>
          <w:lang w:eastAsia="en-US"/>
        </w:rPr>
        <w:id w:val="136362931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C81DC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510E" w:rsidRPr="00A5510E">
      <w:rPr>
        <w:lang w:eastAsia="en-US"/>
      </w:rPr>
      <w:t>AMPA</w:t>
    </w:r>
    <w:r w:rsidR="00E0504D">
      <w:t>UD</w:t>
    </w:r>
    <w:r w:rsidR="00A5510E" w:rsidRPr="00A5510E">
      <w:rPr>
        <w:lang w:eastAsia="en-US"/>
      </w:rPr>
      <w:t>4</w:t>
    </w:r>
    <w:r w:rsidR="00E0504D">
      <w:t>X</w:t>
    </w:r>
    <w:r w:rsidR="00A5510E" w:rsidRPr="00A5510E">
      <w:rPr>
        <w:lang w:eastAsia="en-US"/>
      </w:rPr>
      <w:t>1 Conduct an animal welfare audit of a meat processing plant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D43EEB"/>
    <w:multiLevelType w:val="multilevel"/>
    <w:tmpl w:val="F79A8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6287C"/>
    <w:multiLevelType w:val="multilevel"/>
    <w:tmpl w:val="BD7A9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BC3BC0"/>
    <w:multiLevelType w:val="multilevel"/>
    <w:tmpl w:val="E2C65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C2828"/>
    <w:multiLevelType w:val="multilevel"/>
    <w:tmpl w:val="5B96E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3A0477"/>
    <w:multiLevelType w:val="multilevel"/>
    <w:tmpl w:val="D7E03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94F71"/>
    <w:multiLevelType w:val="multilevel"/>
    <w:tmpl w:val="E280D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C766F1"/>
    <w:multiLevelType w:val="multilevel"/>
    <w:tmpl w:val="FB742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437664"/>
    <w:multiLevelType w:val="multilevel"/>
    <w:tmpl w:val="7DEAF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6"/>
  </w:num>
  <w:num w:numId="18">
    <w:abstractNumId w:val="11"/>
  </w:num>
  <w:num w:numId="19">
    <w:abstractNumId w:val="13"/>
  </w:num>
  <w:num w:numId="20">
    <w:abstractNumId w:val="15"/>
  </w:num>
  <w:num w:numId="21">
    <w:abstractNumId w:val="7"/>
  </w:num>
  <w:num w:numId="22">
    <w:abstractNumId w:val="8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2E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82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6D2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68A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675"/>
    <w:rsid w:val="005708EB"/>
    <w:rsid w:val="00575BC6"/>
    <w:rsid w:val="00583902"/>
    <w:rsid w:val="005A1D70"/>
    <w:rsid w:val="005A3AA5"/>
    <w:rsid w:val="005A6C9C"/>
    <w:rsid w:val="005A74DC"/>
    <w:rsid w:val="005B5146"/>
    <w:rsid w:val="005C32E9"/>
    <w:rsid w:val="005D1AFD"/>
    <w:rsid w:val="005E51E6"/>
    <w:rsid w:val="005F027A"/>
    <w:rsid w:val="005F33CC"/>
    <w:rsid w:val="005F771F"/>
    <w:rsid w:val="0061003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5B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70F"/>
    <w:rsid w:val="007D51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90"/>
    <w:rsid w:val="00A5092E"/>
    <w:rsid w:val="00A5510E"/>
    <w:rsid w:val="00A554D6"/>
    <w:rsid w:val="00A56E14"/>
    <w:rsid w:val="00A6476B"/>
    <w:rsid w:val="00A76C6C"/>
    <w:rsid w:val="00A8055A"/>
    <w:rsid w:val="00A87356"/>
    <w:rsid w:val="00A92DD1"/>
    <w:rsid w:val="00AA5338"/>
    <w:rsid w:val="00AA5D02"/>
    <w:rsid w:val="00AB1B8E"/>
    <w:rsid w:val="00AB3EC1"/>
    <w:rsid w:val="00AB46DE"/>
    <w:rsid w:val="00AB6648"/>
    <w:rsid w:val="00AC0696"/>
    <w:rsid w:val="00AC4C98"/>
    <w:rsid w:val="00AC5F6B"/>
    <w:rsid w:val="00AD3896"/>
    <w:rsid w:val="00AD5B47"/>
    <w:rsid w:val="00AE1ED9"/>
    <w:rsid w:val="00AE32CB"/>
    <w:rsid w:val="00AE7A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173D0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F65"/>
    <w:rsid w:val="00E0504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6A8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055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050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7DBEFC90D2A43817DC8742C101A2C" ma:contentTypeVersion="" ma:contentTypeDescription="Create a new document." ma:contentTypeScope="" ma:versionID="5df1a95bc007f00bea9ac984a6bdc61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d50bbff7-d6dd-47d2-864a-cfdc2c3db0f4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b8324cba-142f-4d69-b944-109fbbf4b2b5"/>
    <ds:schemaRef ds:uri="http://www.w3.org/XML/1998/namespace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8C96B-42A5-46B7-BAE2-EF442E634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2021-11-03T00:28:00Z</dcterms:created>
  <dcterms:modified xsi:type="dcterms:W3CDTF">2021-11-03T00:28:00Z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0x0101000317DBEFC90D2A43817DC8742C101A2C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</Properties>
</file>