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2526A33E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584303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46530BC" w:rsidR="00F1480E" w:rsidRPr="005404CB" w:rsidRDefault="00E17A92" w:rsidP="005404CB">
            <w:pPr>
              <w:pStyle w:val="SIUNITCODE"/>
            </w:pPr>
            <w:r>
              <w:t>AHC</w:t>
            </w:r>
            <w:r w:rsidR="008D31D8">
              <w:t>BUS4X</w:t>
            </w:r>
            <w:r w:rsidR="007650AB">
              <w:t>10</w:t>
            </w:r>
          </w:p>
        </w:tc>
        <w:tc>
          <w:tcPr>
            <w:tcW w:w="3604" w:type="pct"/>
            <w:shd w:val="clear" w:color="auto" w:fill="auto"/>
          </w:tcPr>
          <w:p w14:paraId="5DC38CF2" w14:textId="66EE2868" w:rsidR="00F1480E" w:rsidRPr="005404CB" w:rsidRDefault="001A45A7" w:rsidP="005404CB">
            <w:pPr>
              <w:pStyle w:val="SIUnittitle"/>
            </w:pPr>
            <w:r w:rsidRPr="001A45A7">
              <w:t xml:space="preserve">Report on </w:t>
            </w:r>
            <w:r w:rsidR="00584303">
              <w:t xml:space="preserve">a </w:t>
            </w:r>
            <w:r w:rsidRPr="001A45A7">
              <w:t>project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97A7F2" w14:textId="619ECA46" w:rsidR="00CC1B21" w:rsidRPr="00CC1B21" w:rsidRDefault="00CC1B21" w:rsidP="00CC1B21">
            <w:r w:rsidRPr="00CC1B21">
              <w:t xml:space="preserve">This unit of competency describes the skills and knowledge required to review </w:t>
            </w:r>
            <w:r w:rsidR="00012D38">
              <w:t xml:space="preserve">and report on </w:t>
            </w:r>
            <w:r w:rsidRPr="00CC1B21">
              <w:t>a project to meet organisational and funder requirements.</w:t>
            </w:r>
          </w:p>
          <w:p w14:paraId="6612C228" w14:textId="77777777" w:rsidR="00CC1B21" w:rsidRPr="00CC1B21" w:rsidRDefault="00CC1B21" w:rsidP="00CC1B21"/>
          <w:p w14:paraId="78AF712A" w14:textId="32666797" w:rsidR="00CC1B21" w:rsidRPr="00CC1B21" w:rsidRDefault="00EB0267" w:rsidP="00CC1B21">
            <w:r>
              <w:t>The unit</w:t>
            </w:r>
            <w:r w:rsidR="00CC1B21" w:rsidRPr="00CC1B21">
              <w:t xml:space="preserve"> applies to </w:t>
            </w:r>
            <w:r>
              <w:t>individuals</w:t>
            </w:r>
            <w:r w:rsidR="00CC1B21" w:rsidRPr="00CC1B21">
              <w:t xml:space="preserve"> who </w:t>
            </w:r>
            <w:r>
              <w:t>apply specialist skills and knowledge to report on projects</w:t>
            </w:r>
            <w:r w:rsidR="00CC1B21" w:rsidRPr="00CC1B21">
              <w:t xml:space="preserve">. </w:t>
            </w:r>
            <w:r>
              <w:t>This</w:t>
            </w:r>
            <w:r w:rsidR="00CC1B21" w:rsidRPr="00CC1B21">
              <w:t xml:space="preserve"> includes </w:t>
            </w:r>
            <w:r>
              <w:t>applying</w:t>
            </w:r>
            <w:r w:rsidR="00CC1B21" w:rsidRPr="00CC1B21">
              <w:t xml:space="preserve"> and communicating </w:t>
            </w:r>
            <w:r>
              <w:t xml:space="preserve">non-routine technical </w:t>
            </w:r>
            <w:r w:rsidR="00CC1B21" w:rsidRPr="00CC1B21">
              <w:t>solutions to predictable and unpredictable problems.</w:t>
            </w:r>
          </w:p>
          <w:p w14:paraId="7D954307" w14:textId="77777777" w:rsidR="00CC1B21" w:rsidRPr="00CC1B21" w:rsidRDefault="00CC1B21" w:rsidP="00CC1B21"/>
          <w:p w14:paraId="3202A0B8" w14:textId="5A59C39D" w:rsidR="00CC1B21" w:rsidRPr="000754EC" w:rsidRDefault="00CC1B21" w:rsidP="00CC1B21">
            <w:r w:rsidRPr="00CC1B21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5B7F94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0B24789" w:rsidR="00F1480E" w:rsidRPr="005404CB" w:rsidRDefault="00D85875" w:rsidP="005404CB">
            <w:pPr>
              <w:pStyle w:val="SIText"/>
            </w:pPr>
            <w:r>
              <w:t>Business (BUS)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C1B2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47CED9B" w:rsidR="00CC1B21" w:rsidRPr="00CC1B21" w:rsidRDefault="00CC1B21" w:rsidP="00CC1B21">
            <w:pPr>
              <w:pStyle w:val="SIText"/>
            </w:pPr>
            <w:r w:rsidRPr="00CC1B21">
              <w:t>1. Identify project processes and outcomes</w:t>
            </w:r>
          </w:p>
        </w:tc>
        <w:tc>
          <w:tcPr>
            <w:tcW w:w="3604" w:type="pct"/>
            <w:shd w:val="clear" w:color="auto" w:fill="auto"/>
          </w:tcPr>
          <w:p w14:paraId="47CFE9FC" w14:textId="4C9F3EE6" w:rsidR="00CC1B21" w:rsidRPr="00CC1B21" w:rsidRDefault="00CC1B21" w:rsidP="00CC1B21">
            <w:r w:rsidRPr="00CC1B21">
              <w:t>1.1 Identify scope of report and target audience from contract, program guidelines</w:t>
            </w:r>
            <w:r w:rsidR="00C5021D">
              <w:t xml:space="preserve"> </w:t>
            </w:r>
            <w:r w:rsidR="00BE1CA3">
              <w:t>or</w:t>
            </w:r>
            <w:r w:rsidRPr="00CC1B21">
              <w:t xml:space="preserve"> procedures</w:t>
            </w:r>
          </w:p>
          <w:p w14:paraId="0E503414" w14:textId="143CCD5B" w:rsidR="00CC1B21" w:rsidRPr="00CC1B21" w:rsidRDefault="00CC1B21" w:rsidP="00CC1B21">
            <w:r w:rsidRPr="00CC1B21">
              <w:t xml:space="preserve">1.2 Research </w:t>
            </w:r>
            <w:r w:rsidR="00C5021D">
              <w:t xml:space="preserve">project </w:t>
            </w:r>
            <w:r w:rsidRPr="00CC1B21">
              <w:t>background</w:t>
            </w:r>
          </w:p>
          <w:p w14:paraId="36FFA5C5" w14:textId="7B9EE0B1" w:rsidR="00CC1B21" w:rsidRPr="00CC1B21" w:rsidRDefault="00CC1B21" w:rsidP="00CC1B21">
            <w:pPr>
              <w:pStyle w:val="SIText"/>
            </w:pPr>
            <w:r w:rsidRPr="00CC1B21">
              <w:t xml:space="preserve">1.3 Collate </w:t>
            </w:r>
            <w:r w:rsidR="00C5021D">
              <w:t xml:space="preserve">project </w:t>
            </w:r>
            <w:r w:rsidRPr="00CC1B21">
              <w:t>information</w:t>
            </w:r>
          </w:p>
        </w:tc>
      </w:tr>
      <w:tr w:rsidR="00CC1B2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74508CE" w:rsidR="00CC1B21" w:rsidRPr="00CC1B21" w:rsidRDefault="00CC1B21" w:rsidP="00CC1B21">
            <w:pPr>
              <w:pStyle w:val="SIText"/>
            </w:pPr>
            <w:r w:rsidRPr="00CC1B21">
              <w:t>2. Prepare report</w:t>
            </w:r>
          </w:p>
        </w:tc>
        <w:tc>
          <w:tcPr>
            <w:tcW w:w="3604" w:type="pct"/>
            <w:shd w:val="clear" w:color="auto" w:fill="auto"/>
          </w:tcPr>
          <w:p w14:paraId="4C683387" w14:textId="77777777" w:rsidR="00CC1B21" w:rsidRPr="00CC1B21" w:rsidRDefault="00CC1B21" w:rsidP="00CC1B21">
            <w:r w:rsidRPr="00CC1B21">
              <w:t>2.1 Prepare framework and format of report to required scope, target audience and guidelines</w:t>
            </w:r>
          </w:p>
          <w:p w14:paraId="548D967C" w14:textId="77777777" w:rsidR="00CC1B21" w:rsidRPr="00CC1B21" w:rsidRDefault="00CC1B21" w:rsidP="00CC1B21">
            <w:r w:rsidRPr="00CC1B21">
              <w:t>2.2 Prepare project report from researched information</w:t>
            </w:r>
          </w:p>
          <w:p w14:paraId="56D30815" w14:textId="77777777" w:rsidR="00CC1B21" w:rsidRPr="00CC1B21" w:rsidRDefault="00CC1B21" w:rsidP="00CC1B21">
            <w:r w:rsidRPr="00CC1B21">
              <w:t>2.3 Prepare conclusions in consultation with personnel</w:t>
            </w:r>
          </w:p>
          <w:p w14:paraId="215A6E64" w14:textId="78EA0330" w:rsidR="00CC1B21" w:rsidRPr="00CC1B21" w:rsidRDefault="00CC1B21" w:rsidP="00CC1B21">
            <w:pPr>
              <w:pStyle w:val="SIText"/>
            </w:pPr>
            <w:r w:rsidRPr="00CC1B21">
              <w:t>2.4 Circulate draft report to stakeholders for comment</w:t>
            </w:r>
          </w:p>
        </w:tc>
      </w:tr>
      <w:tr w:rsidR="00CC1B2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61ABEDA3" w:rsidR="00CC1B21" w:rsidRPr="00CC1B21" w:rsidRDefault="00CC1B21" w:rsidP="00CC1B21">
            <w:pPr>
              <w:pStyle w:val="SIText"/>
            </w:pPr>
            <w:r w:rsidRPr="00CC1B21">
              <w:t>3. Revise report for distribution</w:t>
            </w:r>
          </w:p>
        </w:tc>
        <w:tc>
          <w:tcPr>
            <w:tcW w:w="3604" w:type="pct"/>
            <w:shd w:val="clear" w:color="auto" w:fill="auto"/>
          </w:tcPr>
          <w:p w14:paraId="72E2D631" w14:textId="77777777" w:rsidR="00CC1B21" w:rsidRPr="00CC1B21" w:rsidRDefault="00CC1B21" w:rsidP="00CC1B21">
            <w:r w:rsidRPr="00CC1B21">
              <w:t>3.1 Revise draft report to address comments from consultation</w:t>
            </w:r>
          </w:p>
          <w:p w14:paraId="0340127C" w14:textId="4DF15D7A" w:rsidR="00CC1B21" w:rsidRPr="00CC1B21" w:rsidRDefault="00CC1B21" w:rsidP="00CC1B21">
            <w:r w:rsidRPr="00CC1B21">
              <w:t xml:space="preserve">3.2 Submit any unresolved issues to </w:t>
            </w:r>
            <w:r w:rsidR="00C5021D">
              <w:t>stakeholders</w:t>
            </w:r>
            <w:r w:rsidR="00C5021D" w:rsidRPr="00CC1B21">
              <w:t xml:space="preserve"> </w:t>
            </w:r>
            <w:r w:rsidRPr="00CC1B21">
              <w:t>for decision</w:t>
            </w:r>
          </w:p>
          <w:p w14:paraId="4C11DC1D" w14:textId="5C42EDEF" w:rsidR="00CC1B21" w:rsidRPr="00CC1B21" w:rsidRDefault="00CC1B21" w:rsidP="00CC1B21">
            <w:r w:rsidRPr="00CC1B21">
              <w:t>3.3 Obtain approval for revised report in accordance with contract</w:t>
            </w:r>
            <w:r w:rsidR="00BE1CA3">
              <w:t>, program guidelines or procedures</w:t>
            </w:r>
          </w:p>
          <w:p w14:paraId="069D5DEA" w14:textId="0EAEDC9E" w:rsidR="00CC1B21" w:rsidRPr="00CC1B21" w:rsidRDefault="00CC1B21" w:rsidP="00CC1B21">
            <w:r w:rsidRPr="00CC1B21">
              <w:t>3.4 Complete project repor</w:t>
            </w:r>
            <w:r w:rsidR="00C5021D">
              <w:t>t</w:t>
            </w:r>
            <w:r w:rsidRPr="00CC1B21">
              <w:t xml:space="preserve"> requirements within approved timeframes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68CC764F" w:rsidR="00F1480E" w:rsidRPr="008745D3" w:rsidRDefault="009168D4" w:rsidP="008745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45D3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5074EA20" w:rsidR="00F1480E" w:rsidRPr="008745D3" w:rsidRDefault="008745D3" w:rsidP="008745D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45D3">
              <w:rPr>
                <w:rStyle w:val="SITemporaryText-blue"/>
                <w:color w:val="auto"/>
                <w:sz w:val="20"/>
              </w:rPr>
              <w:t>Identify and interpret information regarding requirements for project reporting</w:t>
            </w:r>
          </w:p>
        </w:tc>
      </w:tr>
      <w:tr w:rsidR="008745D3" w:rsidRPr="00336FCA" w:rsidDel="00423CB2" w14:paraId="6EA39FA6" w14:textId="77777777" w:rsidTr="00CA2922">
        <w:tc>
          <w:tcPr>
            <w:tcW w:w="1396" w:type="pct"/>
          </w:tcPr>
          <w:p w14:paraId="445BB6D5" w14:textId="7394ADF9" w:rsidR="008745D3" w:rsidRPr="008745D3" w:rsidRDefault="008745D3" w:rsidP="008745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45D3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5B633CE7" w:rsidR="008745D3" w:rsidRPr="00584303" w:rsidRDefault="008745D3" w:rsidP="0058430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84303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consultation personnel, using clear language and standard industry terminology to </w:t>
            </w:r>
            <w:r w:rsidR="00584303" w:rsidRPr="00584303">
              <w:rPr>
                <w:rStyle w:val="SITemporaryText-blue"/>
                <w:rFonts w:eastAsia="Calibri"/>
                <w:color w:val="auto"/>
                <w:sz w:val="20"/>
              </w:rPr>
              <w:t>discuss</w:t>
            </w:r>
            <w:r w:rsidRPr="00584303">
              <w:rPr>
                <w:rStyle w:val="SITemporaryText-blue"/>
                <w:rFonts w:eastAsia="Calibri"/>
                <w:color w:val="auto"/>
                <w:sz w:val="20"/>
              </w:rPr>
              <w:t xml:space="preserve"> research information and prepare conclusions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:rsidRPr="007650AB" w14:paraId="026EDCB1" w14:textId="77777777" w:rsidTr="00F33FF2">
        <w:tc>
          <w:tcPr>
            <w:tcW w:w="1028" w:type="pct"/>
          </w:tcPr>
          <w:p w14:paraId="21DAFA88" w14:textId="5B21DBA8" w:rsidR="00F46BB2" w:rsidRPr="007650AB" w:rsidRDefault="00EB0267" w:rsidP="007650A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50AB">
              <w:rPr>
                <w:rStyle w:val="SITemporaryText-blue"/>
                <w:color w:val="auto"/>
                <w:sz w:val="20"/>
              </w:rPr>
              <w:t>AHC</w:t>
            </w:r>
            <w:r w:rsidR="00D85875" w:rsidRPr="007650AB">
              <w:rPr>
                <w:rStyle w:val="SITemporaryText-blue"/>
                <w:color w:val="auto"/>
                <w:sz w:val="20"/>
              </w:rPr>
              <w:t>BUS</w:t>
            </w:r>
            <w:r w:rsidRPr="007650AB">
              <w:rPr>
                <w:rStyle w:val="SITemporaryText-blue"/>
                <w:color w:val="auto"/>
                <w:sz w:val="20"/>
              </w:rPr>
              <w:t>4X</w:t>
            </w:r>
            <w:r w:rsidR="007650AB" w:rsidRPr="007650AB">
              <w:rPr>
                <w:rStyle w:val="SITemporaryText-blue"/>
                <w:color w:val="auto"/>
                <w:sz w:val="20"/>
              </w:rPr>
              <w:t>10</w:t>
            </w:r>
            <w:r w:rsidRPr="007650AB">
              <w:rPr>
                <w:rStyle w:val="SITemporaryText-blue"/>
                <w:color w:val="auto"/>
                <w:sz w:val="20"/>
              </w:rPr>
              <w:t xml:space="preserve"> Report on </w:t>
            </w:r>
            <w:r w:rsidR="00584303" w:rsidRPr="007650AB">
              <w:rPr>
                <w:rStyle w:val="SITemporaryText-blue"/>
                <w:color w:val="auto"/>
                <w:sz w:val="20"/>
              </w:rPr>
              <w:t xml:space="preserve">a </w:t>
            </w:r>
            <w:r w:rsidRPr="007650AB">
              <w:rPr>
                <w:rStyle w:val="SITemporaryText-blue"/>
                <w:color w:val="auto"/>
                <w:sz w:val="20"/>
              </w:rPr>
              <w:t>project</w:t>
            </w:r>
          </w:p>
        </w:tc>
        <w:tc>
          <w:tcPr>
            <w:tcW w:w="1105" w:type="pct"/>
          </w:tcPr>
          <w:p w14:paraId="68CA03F4" w14:textId="2168F93C" w:rsidR="00F46BB2" w:rsidRPr="007650AB" w:rsidRDefault="00CC1B21" w:rsidP="007650A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50AB">
              <w:t>AHCCCF402 Report on project</w:t>
            </w:r>
          </w:p>
        </w:tc>
        <w:tc>
          <w:tcPr>
            <w:tcW w:w="1251" w:type="pct"/>
          </w:tcPr>
          <w:p w14:paraId="48D81C0E" w14:textId="449D3C51" w:rsidR="00EB0267" w:rsidRPr="007650AB" w:rsidRDefault="00EB0267" w:rsidP="007650AB">
            <w:pPr>
              <w:pStyle w:val="SIText"/>
            </w:pPr>
            <w:r w:rsidRPr="007650AB">
              <w:t>Minor changes to</w:t>
            </w:r>
            <w:r w:rsidR="00584303" w:rsidRPr="007650AB">
              <w:t xml:space="preserve"> unit title</w:t>
            </w:r>
            <w:r w:rsidR="00D85875" w:rsidRPr="007650AB">
              <w:t>,</w:t>
            </w:r>
            <w:r w:rsidRPr="007650AB">
              <w:t xml:space="preserve"> </w:t>
            </w:r>
            <w:proofErr w:type="gramStart"/>
            <w:r w:rsidRPr="007650AB">
              <w:t>application</w:t>
            </w:r>
            <w:proofErr w:type="gramEnd"/>
            <w:r w:rsidR="00D85875" w:rsidRPr="007650AB">
              <w:t xml:space="preserve"> and sector</w:t>
            </w:r>
          </w:p>
          <w:p w14:paraId="5BC5EAE5" w14:textId="77777777" w:rsidR="00EB0267" w:rsidRPr="007650AB" w:rsidRDefault="00EB0267" w:rsidP="007650AB">
            <w:pPr>
              <w:pStyle w:val="SIText"/>
            </w:pPr>
            <w:r w:rsidRPr="007650AB">
              <w:t>Minor changes to performance criteria</w:t>
            </w:r>
          </w:p>
          <w:p w14:paraId="3A5CEF4E" w14:textId="77777777" w:rsidR="00EB0267" w:rsidRPr="007650AB" w:rsidRDefault="00EB0267" w:rsidP="007650AB">
            <w:pPr>
              <w:pStyle w:val="SIText"/>
            </w:pPr>
            <w:r w:rsidRPr="007650AB">
              <w:t>Foundation skills added</w:t>
            </w:r>
          </w:p>
          <w:p w14:paraId="29068B99" w14:textId="4F0628ED" w:rsidR="00F46BB2" w:rsidRPr="007650AB" w:rsidRDefault="00EB0267" w:rsidP="007650A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50AB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32E3748" w:rsidR="00F46BB2" w:rsidRPr="007650AB" w:rsidRDefault="00EB0267" w:rsidP="007650AB">
            <w:pPr>
              <w:pStyle w:val="SIText"/>
            </w:pPr>
            <w:r w:rsidRPr="007650AB">
              <w:t>Not e</w:t>
            </w:r>
            <w:r w:rsidR="0003463A" w:rsidRPr="007650AB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3016311" w:rsidR="00E17A92" w:rsidRPr="005404CB" w:rsidRDefault="00520E9A" w:rsidP="00012D38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EB0267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6C6B0A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A45A7" w:rsidRPr="001A45A7">
              <w:t>AHC</w:t>
            </w:r>
            <w:r w:rsidR="00D85875">
              <w:t>BUS4X</w:t>
            </w:r>
            <w:r w:rsidR="007650AB">
              <w:t>10</w:t>
            </w:r>
            <w:r w:rsidR="001A45A7" w:rsidRPr="001A45A7">
              <w:t xml:space="preserve"> Report on</w:t>
            </w:r>
            <w:r w:rsidR="00584303">
              <w:t xml:space="preserve"> a</w:t>
            </w:r>
            <w:r w:rsidR="001A45A7" w:rsidRPr="001A45A7">
              <w:t xml:space="preserve"> project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5D8D8FE" w14:textId="77777777" w:rsidR="00EB0267" w:rsidRPr="00691D1B" w:rsidRDefault="00EB0267" w:rsidP="00EB0267">
            <w:r w:rsidRPr="00691D1B">
              <w:t xml:space="preserve">An individual demonstrating competency must satisfy </w:t>
            </w:r>
            <w:proofErr w:type="gramStart"/>
            <w:r w:rsidRPr="00691D1B">
              <w:t>all of</w:t>
            </w:r>
            <w:proofErr w:type="gramEnd"/>
            <w:r w:rsidRPr="00691D1B">
              <w:t xml:space="preserve"> the elements and performance criteria in this</w:t>
            </w:r>
          </w:p>
          <w:p w14:paraId="6B094197" w14:textId="77777777" w:rsidR="00EB0267" w:rsidRPr="00691D1B" w:rsidRDefault="00EB0267" w:rsidP="00EB0267">
            <w:r w:rsidRPr="00691D1B">
              <w:t>unit.</w:t>
            </w:r>
          </w:p>
          <w:p w14:paraId="33E6C75B" w14:textId="224120A7" w:rsidR="00CC1B21" w:rsidRPr="00CC1B21" w:rsidRDefault="00EB0267" w:rsidP="00CC1B21">
            <w:r w:rsidRPr="00691D1B">
              <w:t>There must be evidence that the individual has</w:t>
            </w:r>
            <w:r w:rsidRPr="00EB0267">
              <w:t xml:space="preserve"> </w:t>
            </w:r>
            <w:r>
              <w:t>reported on a project</w:t>
            </w:r>
            <w:r w:rsidRPr="00EB0267">
              <w:t xml:space="preserve"> on at least one occasion and has</w:t>
            </w:r>
            <w:r w:rsidR="00CC1B21" w:rsidRPr="00CC1B21">
              <w:t>:</w:t>
            </w:r>
          </w:p>
          <w:p w14:paraId="79C431B6" w14:textId="6A639F8F" w:rsidR="00CC1B21" w:rsidRPr="00CC1B21" w:rsidRDefault="00CC1B21" w:rsidP="00CC1B21">
            <w:pPr>
              <w:pStyle w:val="SIBulletList1"/>
            </w:pPr>
            <w:r w:rsidRPr="00CC1B21">
              <w:t>collate</w:t>
            </w:r>
            <w:r w:rsidR="00F876E5">
              <w:t>d</w:t>
            </w:r>
            <w:r w:rsidRPr="00CC1B21">
              <w:t xml:space="preserve"> the documentation for the background and aims, budget, timelines, and resources allocated for the project</w:t>
            </w:r>
          </w:p>
          <w:p w14:paraId="76B3FF63" w14:textId="378E65D5" w:rsidR="00CC1B21" w:rsidRPr="00CC1B21" w:rsidRDefault="00CC1B21" w:rsidP="00CC1B21">
            <w:pPr>
              <w:pStyle w:val="SIBulletList1"/>
            </w:pPr>
            <w:r w:rsidRPr="00CC1B21">
              <w:t>prepare</w:t>
            </w:r>
            <w:r w:rsidR="00F876E5">
              <w:t>d</w:t>
            </w:r>
            <w:r w:rsidRPr="00CC1B21">
              <w:t xml:space="preserve"> a report format that complies with organisational and funding organisation requirements</w:t>
            </w:r>
          </w:p>
          <w:p w14:paraId="725964EF" w14:textId="6CE57AF0" w:rsidR="00CC1B21" w:rsidRPr="00CC1B21" w:rsidRDefault="00CC1B21" w:rsidP="00CC1B21">
            <w:pPr>
              <w:pStyle w:val="SIBulletList1"/>
            </w:pPr>
            <w:r w:rsidRPr="00CC1B21">
              <w:t>appl</w:t>
            </w:r>
            <w:r w:rsidR="00F876E5">
              <w:t>ied</w:t>
            </w:r>
            <w:r w:rsidRPr="00CC1B21">
              <w:t xml:space="preserve"> drafting and editing techniques in report writing</w:t>
            </w:r>
          </w:p>
          <w:p w14:paraId="6A821B49" w14:textId="6D3A4BB3" w:rsidR="00CC1B21" w:rsidRPr="00CC1B21" w:rsidRDefault="00CC1B21" w:rsidP="00CC1B21">
            <w:pPr>
              <w:pStyle w:val="SIBulletList1"/>
            </w:pPr>
            <w:r w:rsidRPr="00CC1B21">
              <w:t>implement</w:t>
            </w:r>
            <w:r w:rsidR="00F876E5">
              <w:t>ed</w:t>
            </w:r>
            <w:r w:rsidRPr="00CC1B21">
              <w:t xml:space="preserve"> consultation processes to determine report conclusions</w:t>
            </w:r>
          </w:p>
          <w:p w14:paraId="1C5DA01B" w14:textId="16299891" w:rsidR="00CC1B21" w:rsidRPr="00CC1B21" w:rsidRDefault="00CC1B21" w:rsidP="00CC1B21">
            <w:pPr>
              <w:pStyle w:val="SIBulletList1"/>
            </w:pPr>
            <w:r w:rsidRPr="00CC1B21">
              <w:t>respond</w:t>
            </w:r>
            <w:r w:rsidR="00F876E5">
              <w:t>ed</w:t>
            </w:r>
            <w:r w:rsidRPr="00CC1B21">
              <w:t xml:space="preserve"> to feedback on draft report and finalise</w:t>
            </w:r>
            <w:r w:rsidR="00F876E5">
              <w:t>d</w:t>
            </w:r>
            <w:r w:rsidRPr="00CC1B21">
              <w:t xml:space="preserve"> the version to be published and distributed</w:t>
            </w:r>
          </w:p>
          <w:p w14:paraId="4ED3E474" w14:textId="3AAA2BDE" w:rsidR="00CC1B21" w:rsidRPr="00CC1B21" w:rsidRDefault="00CC1B21" w:rsidP="00CC1B21">
            <w:pPr>
              <w:pStyle w:val="SIBulletList1"/>
            </w:pPr>
            <w:r w:rsidRPr="00CC1B21">
              <w:t>develop</w:t>
            </w:r>
            <w:r w:rsidR="00F876E5">
              <w:t>ed</w:t>
            </w:r>
            <w:r w:rsidRPr="00CC1B21">
              <w:t xml:space="preserve"> project reports to organisational and funding organisation standards</w:t>
            </w:r>
          </w:p>
          <w:p w14:paraId="6E81AE9B" w14:textId="2C63A3F1" w:rsidR="00E17A92" w:rsidRPr="005404CB" w:rsidRDefault="00CC1B21" w:rsidP="00CC1B21">
            <w:pPr>
              <w:pStyle w:val="SIBulletList1"/>
            </w:pPr>
            <w:r w:rsidRPr="00CC1B21">
              <w:t>finalise</w:t>
            </w:r>
            <w:r w:rsidR="00F876E5">
              <w:t>d</w:t>
            </w:r>
            <w:r w:rsidRPr="00CC1B21">
              <w:t xml:space="preserve"> report within approved timeframe.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F2262BB" w14:textId="77777777" w:rsidR="00F876E5" w:rsidRPr="00F876E5" w:rsidRDefault="00F876E5" w:rsidP="0032452E">
            <w:pPr>
              <w:pStyle w:val="SIText"/>
            </w:pPr>
            <w:r w:rsidRPr="00F876E5">
              <w:t>An individual must be able to demonstrate the knowledge required to perform the tasks outlined in the</w:t>
            </w:r>
          </w:p>
          <w:p w14:paraId="14E6787D" w14:textId="2D61C608" w:rsidR="00CD7006" w:rsidRPr="00CD7006" w:rsidRDefault="00F876E5" w:rsidP="0032452E">
            <w:pPr>
              <w:pStyle w:val="SIText"/>
            </w:pPr>
            <w:r w:rsidRPr="00F876E5">
              <w:t>elements and performance criteria of this unit. This includes</w:t>
            </w:r>
            <w:r w:rsidR="00CD7006" w:rsidRPr="00CD7006">
              <w:t xml:space="preserve"> knowledge of:</w:t>
            </w:r>
          </w:p>
          <w:p w14:paraId="36D34BA3" w14:textId="77777777" w:rsidR="00CD7006" w:rsidRPr="00CD7006" w:rsidRDefault="00CD7006" w:rsidP="00CD7006">
            <w:pPr>
              <w:pStyle w:val="SIBulletList1"/>
            </w:pPr>
            <w:r w:rsidRPr="00CD7006">
              <w:t>program objectives and guidelines</w:t>
            </w:r>
          </w:p>
          <w:p w14:paraId="63098E72" w14:textId="77777777" w:rsidR="00CD7006" w:rsidRPr="00CD7006" w:rsidRDefault="00CD7006" w:rsidP="00CD7006">
            <w:pPr>
              <w:pStyle w:val="SIBulletList1"/>
            </w:pPr>
            <w:r w:rsidRPr="00CD7006">
              <w:t>project report formats</w:t>
            </w:r>
          </w:p>
          <w:p w14:paraId="4416C148" w14:textId="6D7FF90F" w:rsidR="00BE1CA3" w:rsidRDefault="00BE1CA3" w:rsidP="00AE4CA3">
            <w:pPr>
              <w:pStyle w:val="SIBulletList1"/>
            </w:pPr>
            <w:r>
              <w:t xml:space="preserve">reporting </w:t>
            </w:r>
            <w:r w:rsidR="00CD7006" w:rsidRPr="00CD7006">
              <w:t>requirements</w:t>
            </w:r>
          </w:p>
          <w:p w14:paraId="2987779F" w14:textId="7E0FED7D" w:rsidR="00CD7006" w:rsidRPr="00CD7006" w:rsidRDefault="00CD7006" w:rsidP="00AE4CA3">
            <w:pPr>
              <w:pStyle w:val="SIBulletList1"/>
            </w:pPr>
            <w:r w:rsidRPr="00CD7006">
              <w:t xml:space="preserve">project background, </w:t>
            </w:r>
            <w:proofErr w:type="gramStart"/>
            <w:r w:rsidRPr="00CD7006">
              <w:t>processes</w:t>
            </w:r>
            <w:proofErr w:type="gramEnd"/>
            <w:r w:rsidRPr="00CD7006">
              <w:t xml:space="preserve"> and outcomes</w:t>
            </w:r>
          </w:p>
          <w:p w14:paraId="411BDF05" w14:textId="6182AB0F" w:rsidR="00E17A92" w:rsidRPr="005404CB" w:rsidRDefault="00CD7006" w:rsidP="00CD7006">
            <w:pPr>
              <w:pStyle w:val="SIBulletList1"/>
            </w:pPr>
            <w:r w:rsidRPr="00CD7006">
              <w:t xml:space="preserve">procedures for drafting, </w:t>
            </w:r>
            <w:proofErr w:type="gramStart"/>
            <w:r w:rsidRPr="00CD7006">
              <w:t>consultation</w:t>
            </w:r>
            <w:proofErr w:type="gramEnd"/>
            <w:r w:rsidRPr="00CD7006">
              <w:t xml:space="preserve"> and finalising project reports.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283FD36" w14:textId="77777777" w:rsidR="00F876E5" w:rsidRPr="00F876E5" w:rsidRDefault="00F876E5" w:rsidP="00F876E5">
            <w:r w:rsidRPr="00F876E5">
              <w:t>Assessment of the skills in this unit of competency must take place under the following conditions:</w:t>
            </w:r>
          </w:p>
          <w:p w14:paraId="1C95C45B" w14:textId="1BEABC20" w:rsidR="00F876E5" w:rsidRPr="00F876E5" w:rsidRDefault="00F876E5" w:rsidP="00F876E5">
            <w:pPr>
              <w:pStyle w:val="SIBulletList1"/>
            </w:pPr>
            <w:r w:rsidRPr="00F876E5">
              <w:t>physical conditions:</w:t>
            </w:r>
          </w:p>
          <w:p w14:paraId="389A9254" w14:textId="12354400" w:rsidR="00F876E5" w:rsidRPr="00F876E5" w:rsidRDefault="00F876E5" w:rsidP="00F876E5">
            <w:pPr>
              <w:pStyle w:val="SIBulletList2"/>
            </w:pPr>
            <w:r w:rsidRPr="00F876E5">
              <w:t>a workplace setting or an environment that accurately represents workplace conditions</w:t>
            </w:r>
          </w:p>
          <w:p w14:paraId="1CEC84FF" w14:textId="574A619A" w:rsidR="00F876E5" w:rsidRDefault="00F876E5" w:rsidP="00F876E5">
            <w:pPr>
              <w:pStyle w:val="SIBulletList1"/>
            </w:pPr>
            <w:r w:rsidRPr="00F876E5">
              <w:t xml:space="preserve">resources, </w:t>
            </w:r>
            <w:proofErr w:type="gramStart"/>
            <w:r w:rsidRPr="00F876E5">
              <w:t>equipment</w:t>
            </w:r>
            <w:proofErr w:type="gramEnd"/>
            <w:r w:rsidRPr="00F876E5">
              <w:t xml:space="preserve"> and materials:</w:t>
            </w:r>
          </w:p>
          <w:p w14:paraId="5B8F4469" w14:textId="41A3105C" w:rsidR="00F876E5" w:rsidRDefault="00584303" w:rsidP="00F876E5">
            <w:pPr>
              <w:pStyle w:val="SIBulletList2"/>
            </w:pPr>
            <w:r>
              <w:t xml:space="preserve">project report </w:t>
            </w:r>
            <w:r w:rsidRPr="00CC1B21">
              <w:t>contract, program guidelines</w:t>
            </w:r>
            <w:r w:rsidR="00BE1CA3">
              <w:t xml:space="preserve"> or</w:t>
            </w:r>
            <w:r w:rsidRPr="00CC1B21">
              <w:t xml:space="preserve"> procedures</w:t>
            </w:r>
          </w:p>
          <w:p w14:paraId="50E8005A" w14:textId="107E9D97" w:rsidR="00584303" w:rsidRDefault="00584303" w:rsidP="00F876E5">
            <w:pPr>
              <w:pStyle w:val="SIBulletList2"/>
            </w:pPr>
            <w:r>
              <w:t>project records</w:t>
            </w:r>
          </w:p>
          <w:p w14:paraId="64706951" w14:textId="62E20775" w:rsidR="00584303" w:rsidRDefault="00584303" w:rsidP="00F876E5">
            <w:pPr>
              <w:pStyle w:val="SIBulletList2"/>
            </w:pPr>
            <w:r>
              <w:t>computer hardware and software</w:t>
            </w:r>
          </w:p>
          <w:p w14:paraId="2547D1CA" w14:textId="7F961D15" w:rsidR="00F876E5" w:rsidRPr="00F876E5" w:rsidRDefault="00F876E5" w:rsidP="00F876E5">
            <w:pPr>
              <w:pStyle w:val="SIBulletList1"/>
            </w:pPr>
            <w:r>
              <w:t>relationships</w:t>
            </w:r>
            <w:r w:rsidRPr="00F876E5">
              <w:t>:</w:t>
            </w:r>
          </w:p>
          <w:p w14:paraId="540281F3" w14:textId="59ADCC72" w:rsidR="00F876E5" w:rsidRPr="00F876E5" w:rsidRDefault="008745D3" w:rsidP="00F876E5">
            <w:pPr>
              <w:pStyle w:val="SIBulletList2"/>
            </w:pPr>
            <w:r>
              <w:t>consultation personnel</w:t>
            </w:r>
            <w:r w:rsidR="00032F4A">
              <w:t>.</w:t>
            </w:r>
          </w:p>
          <w:p w14:paraId="2046B3BF" w14:textId="77777777" w:rsidR="00F876E5" w:rsidRDefault="00F876E5" w:rsidP="00F876E5"/>
          <w:p w14:paraId="2446C5D7" w14:textId="0E4C4D86" w:rsidR="00F876E5" w:rsidRPr="00F876E5" w:rsidRDefault="00F876E5" w:rsidP="00F876E5">
            <w:r w:rsidRPr="00F876E5">
              <w:t>Assessors of this unit must satisfy the requirements for assessors in applicable vocational education and</w:t>
            </w:r>
          </w:p>
          <w:p w14:paraId="4A209468" w14:textId="77777777" w:rsidR="00F876E5" w:rsidRPr="00F876E5" w:rsidRDefault="00F876E5" w:rsidP="00F876E5">
            <w:r w:rsidRPr="00F876E5">
              <w:t>training legislation, frameworks and/or standards.</w:t>
            </w:r>
          </w:p>
          <w:p w14:paraId="29F679B7" w14:textId="3B8968BD" w:rsidR="00BC7B51" w:rsidRPr="005404CB" w:rsidRDefault="00BC7B51" w:rsidP="00BC7B51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19DB373E" w:rsidR="00E17A92" w:rsidRPr="005404CB" w:rsidRDefault="00F876E5" w:rsidP="005404CB">
            <w:pPr>
              <w:pStyle w:val="SIText"/>
            </w:pPr>
            <w:hyperlink r:id="rId12" w:history="1">
              <w:r w:rsidR="00E17A92" w:rsidRPr="00F876E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BAB91" w14:textId="77777777" w:rsidR="00412B07" w:rsidRDefault="00412B07" w:rsidP="00BF3F0A">
      <w:r>
        <w:separator/>
      </w:r>
    </w:p>
    <w:p w14:paraId="54B1B4DD" w14:textId="77777777" w:rsidR="00412B07" w:rsidRDefault="00412B07"/>
  </w:endnote>
  <w:endnote w:type="continuationSeparator" w:id="0">
    <w:p w14:paraId="4B52658C" w14:textId="77777777" w:rsidR="00412B07" w:rsidRDefault="00412B07" w:rsidP="00BF3F0A">
      <w:r>
        <w:continuationSeparator/>
      </w:r>
    </w:p>
    <w:p w14:paraId="330E80D4" w14:textId="77777777" w:rsidR="00412B07" w:rsidRDefault="00412B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4838" w14:textId="77777777" w:rsidR="00412B07" w:rsidRDefault="00412B07" w:rsidP="00BF3F0A">
      <w:r>
        <w:separator/>
      </w:r>
    </w:p>
    <w:p w14:paraId="4ADF862D" w14:textId="77777777" w:rsidR="00412B07" w:rsidRDefault="00412B07"/>
  </w:footnote>
  <w:footnote w:type="continuationSeparator" w:id="0">
    <w:p w14:paraId="25301A17" w14:textId="77777777" w:rsidR="00412B07" w:rsidRDefault="00412B07" w:rsidP="00BF3F0A">
      <w:r>
        <w:continuationSeparator/>
      </w:r>
    </w:p>
    <w:p w14:paraId="4165B919" w14:textId="77777777" w:rsidR="00412B07" w:rsidRDefault="00412B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0679C26" w:rsidR="009C2650" w:rsidRPr="001A45A7" w:rsidRDefault="00B14958" w:rsidP="001A45A7">
    <w:sdt>
      <w:sdtPr>
        <w:rPr>
          <w:lang w:eastAsia="en-US"/>
        </w:rPr>
        <w:id w:val="-195431715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DF082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A45A7" w:rsidRPr="001A45A7">
      <w:rPr>
        <w:lang w:eastAsia="en-US"/>
      </w:rPr>
      <w:t>AHC</w:t>
    </w:r>
    <w:r w:rsidR="008D31D8">
      <w:t>BUS4X</w:t>
    </w:r>
    <w:r w:rsidR="007650AB">
      <w:t>10</w:t>
    </w:r>
    <w:r w:rsidR="001A45A7" w:rsidRPr="001A45A7">
      <w:rPr>
        <w:lang w:eastAsia="en-US"/>
      </w:rPr>
      <w:t xml:space="preserve"> Report on </w:t>
    </w:r>
    <w:r w:rsidR="00584303">
      <w:t xml:space="preserve">a </w:t>
    </w:r>
    <w:r w:rsidR="001A45A7" w:rsidRPr="001A45A7">
      <w:rPr>
        <w:lang w:eastAsia="en-US"/>
      </w:rPr>
      <w:t>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2D38"/>
    <w:rsid w:val="00016803"/>
    <w:rsid w:val="00023992"/>
    <w:rsid w:val="000275AE"/>
    <w:rsid w:val="00032F4A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BC5"/>
    <w:rsid w:val="00151D55"/>
    <w:rsid w:val="00151D93"/>
    <w:rsid w:val="00156EF3"/>
    <w:rsid w:val="00176E4F"/>
    <w:rsid w:val="0018546B"/>
    <w:rsid w:val="00187255"/>
    <w:rsid w:val="00190607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2452E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72B6"/>
    <w:rsid w:val="003E7BBE"/>
    <w:rsid w:val="004127E3"/>
    <w:rsid w:val="00412B07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84303"/>
    <w:rsid w:val="005A1D70"/>
    <w:rsid w:val="005A3AA5"/>
    <w:rsid w:val="005A6C9C"/>
    <w:rsid w:val="005A74DC"/>
    <w:rsid w:val="005B5146"/>
    <w:rsid w:val="005D1AFD"/>
    <w:rsid w:val="005D1C36"/>
    <w:rsid w:val="005E51E6"/>
    <w:rsid w:val="005E53CE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530"/>
    <w:rsid w:val="00752C75"/>
    <w:rsid w:val="00757005"/>
    <w:rsid w:val="00761DBE"/>
    <w:rsid w:val="007650AB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5D3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D31D8"/>
    <w:rsid w:val="008E260C"/>
    <w:rsid w:val="008E39BE"/>
    <w:rsid w:val="008E62EC"/>
    <w:rsid w:val="008F32F6"/>
    <w:rsid w:val="009148D7"/>
    <w:rsid w:val="009168D4"/>
    <w:rsid w:val="00916CD7"/>
    <w:rsid w:val="00920927"/>
    <w:rsid w:val="00921B38"/>
    <w:rsid w:val="009235B5"/>
    <w:rsid w:val="00923720"/>
    <w:rsid w:val="009278C9"/>
    <w:rsid w:val="00932CD7"/>
    <w:rsid w:val="00943B46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1259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1CA3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021D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7D19"/>
    <w:rsid w:val="00CF0CF5"/>
    <w:rsid w:val="00CF2B3E"/>
    <w:rsid w:val="00D0201F"/>
    <w:rsid w:val="00D03685"/>
    <w:rsid w:val="00D07D4E"/>
    <w:rsid w:val="00D115AA"/>
    <w:rsid w:val="00D145BE"/>
    <w:rsid w:val="00D14A12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5875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267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6E5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12D3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B026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F876E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C97105-A71C-4A49-BE5A-66E7C5105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2</cp:revision>
  <cp:lastPrinted>2016-05-27T05:21:00Z</cp:lastPrinted>
  <dcterms:created xsi:type="dcterms:W3CDTF">2021-11-25T06:25:00Z</dcterms:created>
  <dcterms:modified xsi:type="dcterms:W3CDTF">2021-11-25T06:25:00Z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