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6B6A2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86BC10" w14:textId="77777777" w:rsidTr="00EA116F">
        <w:tc>
          <w:tcPr>
            <w:tcW w:w="2689" w:type="dxa"/>
          </w:tcPr>
          <w:p w14:paraId="44895AA4" w14:textId="77777777" w:rsidR="00F1480E" w:rsidRPr="00205F8D" w:rsidRDefault="000D7BE6" w:rsidP="00205F8D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670DBB" w14:textId="77777777" w:rsidR="00F1480E" w:rsidRPr="00205F8D" w:rsidRDefault="000D7BE6" w:rsidP="00205F8D">
            <w:pPr>
              <w:pStyle w:val="SIText-Bold"/>
            </w:pPr>
            <w:r w:rsidRPr="00A326C2">
              <w:t>Comments</w:t>
            </w:r>
          </w:p>
        </w:tc>
      </w:tr>
      <w:tr w:rsidR="00F1480E" w14:paraId="24C276F9" w14:textId="77777777" w:rsidTr="00EA116F">
        <w:tc>
          <w:tcPr>
            <w:tcW w:w="2689" w:type="dxa"/>
          </w:tcPr>
          <w:p w14:paraId="2BE998B1" w14:textId="0603BFB6" w:rsidR="00F1480E" w:rsidRPr="006B49BE" w:rsidRDefault="00F1480E" w:rsidP="006B49B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B49BE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6B49BE">
              <w:rPr>
                <w:rStyle w:val="SITemporarytext-blue"/>
                <w:color w:val="auto"/>
                <w:sz w:val="20"/>
              </w:rPr>
              <w:t xml:space="preserve"> 1</w:t>
            </w:r>
          </w:p>
        </w:tc>
        <w:tc>
          <w:tcPr>
            <w:tcW w:w="6939" w:type="dxa"/>
          </w:tcPr>
          <w:p w14:paraId="3B9380D6" w14:textId="208145BF" w:rsidR="00F1480E" w:rsidRPr="006B49BE" w:rsidRDefault="00F1480E" w:rsidP="006B49BE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6B49BE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6B49BE" w:rsidRPr="006B49BE">
              <w:t>AHC Agriculture, Horticulture and Conservation and Land Management</w:t>
            </w:r>
            <w:r w:rsidR="00337E82" w:rsidRPr="006B49BE">
              <w:rPr>
                <w:rStyle w:val="SITemporarytext-blue"/>
                <w:color w:val="auto"/>
                <w:sz w:val="20"/>
              </w:rPr>
              <w:t xml:space="preserve"> Training</w:t>
            </w:r>
            <w:r w:rsidRPr="006B49BE">
              <w:rPr>
                <w:rStyle w:val="SITemporarytext-blue"/>
                <w:color w:val="auto"/>
                <w:sz w:val="20"/>
              </w:rPr>
              <w:t xml:space="preserve"> Package Version </w:t>
            </w:r>
            <w:r w:rsidR="006B49BE" w:rsidRPr="006B49BE">
              <w:rPr>
                <w:rStyle w:val="SITemporarytext-blue"/>
                <w:color w:val="auto"/>
                <w:sz w:val="20"/>
              </w:rPr>
              <w:t>8</w:t>
            </w:r>
            <w:r w:rsidR="00337E82" w:rsidRPr="006B49BE">
              <w:rPr>
                <w:rStyle w:val="SITemporarytext-blue"/>
                <w:color w:val="auto"/>
                <w:sz w:val="20"/>
              </w:rPr>
              <w:t>.0</w:t>
            </w:r>
            <w:r w:rsidRPr="006B49BE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535AF124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F6F66F" w14:textId="77777777" w:rsidTr="000D7BE6">
        <w:tc>
          <w:tcPr>
            <w:tcW w:w="1396" w:type="pct"/>
            <w:shd w:val="clear" w:color="auto" w:fill="auto"/>
          </w:tcPr>
          <w:p w14:paraId="62E1E53E" w14:textId="7CFA08D0" w:rsidR="00F1480E" w:rsidRPr="00205F8D" w:rsidRDefault="00D67242" w:rsidP="00205F8D">
            <w:pPr>
              <w:pStyle w:val="SIQUALCODE"/>
            </w:pPr>
            <w:r>
              <w:t>AHC1</w:t>
            </w:r>
            <w:r w:rsidR="002F0791">
              <w:t>03</w:t>
            </w:r>
            <w:r w:rsidR="00084FF9">
              <w:t>XX</w:t>
            </w:r>
          </w:p>
        </w:tc>
        <w:tc>
          <w:tcPr>
            <w:tcW w:w="3604" w:type="pct"/>
            <w:shd w:val="clear" w:color="auto" w:fill="auto"/>
          </w:tcPr>
          <w:p w14:paraId="0F245C56" w14:textId="398478DE" w:rsidR="00F1480E" w:rsidRPr="00205F8D" w:rsidRDefault="00ED6B38" w:rsidP="00205F8D">
            <w:pPr>
              <w:pStyle w:val="SIQUALtitle"/>
            </w:pPr>
            <w:r w:rsidRPr="00ED6B38">
              <w:t>Certificate I in Horticulture</w:t>
            </w:r>
          </w:p>
        </w:tc>
      </w:tr>
      <w:tr w:rsidR="00A772D9" w:rsidRPr="00963A46" w14:paraId="2116C95C" w14:textId="77777777" w:rsidTr="000D7BE6">
        <w:tc>
          <w:tcPr>
            <w:tcW w:w="5000" w:type="pct"/>
            <w:gridSpan w:val="2"/>
            <w:shd w:val="clear" w:color="auto" w:fill="auto"/>
          </w:tcPr>
          <w:p w14:paraId="1D58B3BA" w14:textId="77777777" w:rsidR="00A772D9" w:rsidRPr="00205F8D" w:rsidRDefault="00A772D9" w:rsidP="00205F8D">
            <w:pPr>
              <w:pStyle w:val="SITextHeading2"/>
            </w:pPr>
            <w:r w:rsidRPr="00F07C48">
              <w:t>Qualification Description</w:t>
            </w:r>
          </w:p>
          <w:p w14:paraId="6BB72D08" w14:textId="457F3C75" w:rsidR="007D63DD" w:rsidRDefault="0023487D" w:rsidP="00846AAD">
            <w:pPr>
              <w:pStyle w:val="SIText"/>
            </w:pPr>
            <w:r w:rsidRPr="0023487D">
              <w:t xml:space="preserve">This qualification </w:t>
            </w:r>
            <w:r w:rsidR="007D63DD">
              <w:t>describes the skills and knowledge required for individuals preparing for</w:t>
            </w:r>
            <w:r w:rsidRPr="0023487D">
              <w:t xml:space="preserve"> entry</w:t>
            </w:r>
            <w:r w:rsidR="007D63DD">
              <w:t xml:space="preserve"> </w:t>
            </w:r>
            <w:r w:rsidRPr="0023487D">
              <w:t xml:space="preserve">level </w:t>
            </w:r>
            <w:r w:rsidR="007D63DD">
              <w:t>work in</w:t>
            </w:r>
            <w:r w:rsidRPr="0023487D">
              <w:t xml:space="preserve"> the horticulture industry.</w:t>
            </w:r>
          </w:p>
          <w:p w14:paraId="36793495" w14:textId="77777777" w:rsidR="007D63DD" w:rsidRDefault="007D63DD" w:rsidP="00846AAD">
            <w:pPr>
              <w:pStyle w:val="SIText"/>
            </w:pPr>
          </w:p>
          <w:p w14:paraId="640DF871" w14:textId="092DA0A9" w:rsidR="0023487D" w:rsidRPr="0023487D" w:rsidRDefault="0023487D" w:rsidP="00846AAD">
            <w:pPr>
              <w:pStyle w:val="SIText"/>
            </w:pPr>
            <w:r w:rsidRPr="0023487D">
              <w:t>They may undertake a range of simple tasks under close supervision. The range of technical skills and knowledge is limited.</w:t>
            </w:r>
          </w:p>
          <w:p w14:paraId="0700E4CA" w14:textId="77777777" w:rsidR="0023487D" w:rsidRPr="0023487D" w:rsidRDefault="0023487D" w:rsidP="00846AAD">
            <w:pPr>
              <w:pStyle w:val="SIText"/>
            </w:pPr>
          </w:p>
          <w:p w14:paraId="4855D5C6" w14:textId="77777777" w:rsidR="0023487D" w:rsidRPr="0023487D" w:rsidRDefault="0023487D" w:rsidP="00846AAD">
            <w:pPr>
              <w:pStyle w:val="SIText"/>
            </w:pPr>
            <w:r w:rsidRPr="0023487D">
              <w:t>The qualification is suited to VET in Schools programs or learners with no previous connection to the horticulture industry or relevant employment history.</w:t>
            </w:r>
          </w:p>
          <w:p w14:paraId="1FF6F635" w14:textId="77777777" w:rsidR="0023487D" w:rsidRPr="0023487D" w:rsidRDefault="0023487D" w:rsidP="00846AAD">
            <w:pPr>
              <w:pStyle w:val="SIText"/>
            </w:pPr>
          </w:p>
          <w:p w14:paraId="17D9FEF5" w14:textId="60500A98" w:rsidR="00D67242" w:rsidRPr="00205F8D" w:rsidRDefault="0023487D" w:rsidP="00846AAD">
            <w:pPr>
              <w:pStyle w:val="SIText"/>
            </w:pPr>
            <w:r w:rsidRPr="0023487D">
              <w:t>No licensing, legislative or certification requirements apply to this qualification at the time of publication.</w:t>
            </w:r>
          </w:p>
        </w:tc>
      </w:tr>
      <w:tr w:rsidR="00A772D9" w:rsidRPr="00963A46" w14:paraId="67AF63F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237856C" w14:textId="77777777" w:rsidR="00A772D9" w:rsidRPr="00205F8D" w:rsidRDefault="00A772D9" w:rsidP="00205F8D">
            <w:pPr>
              <w:pStyle w:val="SITextHeading2"/>
            </w:pPr>
            <w:r>
              <w:t>Entry R</w:t>
            </w:r>
            <w:r w:rsidRPr="00205F8D">
              <w:t>equirements</w:t>
            </w:r>
          </w:p>
          <w:p w14:paraId="3FA2E81D" w14:textId="6528B26F" w:rsidR="001F28F9" w:rsidRPr="008908DE" w:rsidRDefault="00856837" w:rsidP="00205F8D">
            <w:pPr>
              <w:pStyle w:val="SIText"/>
            </w:pPr>
            <w:r w:rsidRPr="0028003F">
              <w:t>There are no</w:t>
            </w:r>
            <w:r w:rsidR="0028003F" w:rsidRPr="00205F8D">
              <w:t xml:space="preserve"> </w:t>
            </w:r>
            <w:r w:rsidRPr="00205F8D">
              <w:t>entry requir</w:t>
            </w:r>
            <w:r w:rsidR="004B2A2B" w:rsidRPr="00205F8D">
              <w:t>ements for this qualification.</w:t>
            </w:r>
          </w:p>
        </w:tc>
      </w:tr>
      <w:tr w:rsidR="004270D2" w:rsidRPr="00963A46" w14:paraId="29A707A4" w14:textId="77777777" w:rsidTr="006B49BE">
        <w:trPr>
          <w:trHeight w:val="7870"/>
        </w:trPr>
        <w:tc>
          <w:tcPr>
            <w:tcW w:w="5000" w:type="pct"/>
            <w:gridSpan w:val="2"/>
            <w:shd w:val="clear" w:color="auto" w:fill="auto"/>
          </w:tcPr>
          <w:p w14:paraId="4E9B0D37" w14:textId="77777777" w:rsidR="004270D2" w:rsidRPr="00205F8D" w:rsidRDefault="004270D2" w:rsidP="00205F8D">
            <w:pPr>
              <w:pStyle w:val="SITextHeading2"/>
            </w:pPr>
            <w:r w:rsidRPr="00856837">
              <w:t>Packaging Rules</w:t>
            </w:r>
          </w:p>
          <w:p w14:paraId="33E56201" w14:textId="77777777" w:rsidR="0023487D" w:rsidRPr="0023487D" w:rsidRDefault="0023487D" w:rsidP="006B49BE">
            <w:pPr>
              <w:pStyle w:val="SIText"/>
            </w:pPr>
            <w:r w:rsidRPr="0023487D">
              <w:t>To achieve this qualification, competency must be demonstrated in:</w:t>
            </w:r>
          </w:p>
          <w:p w14:paraId="01ED97CF" w14:textId="77777777" w:rsidR="0023487D" w:rsidRPr="0023487D" w:rsidRDefault="0023487D" w:rsidP="0023487D">
            <w:pPr>
              <w:pStyle w:val="SIBulletList1"/>
            </w:pPr>
            <w:r w:rsidRPr="0023487D">
              <w:t>6 units of competency:</w:t>
            </w:r>
          </w:p>
          <w:p w14:paraId="12E592B4" w14:textId="65524628" w:rsidR="0023487D" w:rsidRPr="0023487D" w:rsidRDefault="0023487D" w:rsidP="0023487D">
            <w:pPr>
              <w:pStyle w:val="SIBulletList2"/>
            </w:pPr>
            <w:r w:rsidRPr="0023487D">
              <w:t>1 core unit plus</w:t>
            </w:r>
          </w:p>
          <w:p w14:paraId="0C39C735" w14:textId="77777777" w:rsidR="0023487D" w:rsidRPr="0023487D" w:rsidRDefault="0023487D" w:rsidP="0023487D">
            <w:pPr>
              <w:pStyle w:val="SIBulletList2"/>
            </w:pPr>
            <w:r w:rsidRPr="0023487D">
              <w:t>5 elective units.</w:t>
            </w:r>
          </w:p>
          <w:p w14:paraId="08B8255D" w14:textId="77777777" w:rsidR="0023487D" w:rsidRDefault="0023487D" w:rsidP="0023487D"/>
          <w:p w14:paraId="1F9BEF22" w14:textId="2C566046" w:rsidR="0023487D" w:rsidRPr="0023487D" w:rsidRDefault="0023487D" w:rsidP="006B49BE">
            <w:pPr>
              <w:pStyle w:val="SIText"/>
            </w:pPr>
            <w:r w:rsidRPr="0023487D">
              <w:t>Elective units must ensure the integrity of the qualification’s Australian Qualification Framework (AQF) alignment and contribute to a valid, industry-supported vocational outcome. The electives are to be chosen as follows:</w:t>
            </w:r>
          </w:p>
          <w:p w14:paraId="3C31ABA4" w14:textId="205A53B6" w:rsidR="0023487D" w:rsidRPr="0023487D" w:rsidRDefault="0023487D" w:rsidP="00CB361C">
            <w:pPr>
              <w:pStyle w:val="SIBulletList1"/>
            </w:pPr>
            <w:r w:rsidRPr="0023487D">
              <w:t xml:space="preserve">3 units </w:t>
            </w:r>
            <w:r w:rsidR="007D63DD">
              <w:t xml:space="preserve">must be </w:t>
            </w:r>
            <w:r w:rsidRPr="0023487D">
              <w:t xml:space="preserve">from </w:t>
            </w:r>
            <w:r w:rsidR="007D63DD">
              <w:t xml:space="preserve">the electives </w:t>
            </w:r>
            <w:r w:rsidRPr="0023487D">
              <w:t>list</w:t>
            </w:r>
            <w:r w:rsidR="007D63DD">
              <w:t>ed</w:t>
            </w:r>
            <w:r w:rsidRPr="0023487D">
              <w:t xml:space="preserve"> below</w:t>
            </w:r>
          </w:p>
          <w:p w14:paraId="58928692" w14:textId="5B8DBB16" w:rsidR="0023487D" w:rsidRPr="0023487D" w:rsidRDefault="0023487D" w:rsidP="00CB361C">
            <w:pPr>
              <w:pStyle w:val="SIBulletList1"/>
            </w:pPr>
            <w:r w:rsidRPr="0023487D">
              <w:t>2 units m</w:t>
            </w:r>
            <w:r w:rsidR="007D63DD">
              <w:t>ust</w:t>
            </w:r>
            <w:r w:rsidRPr="0023487D">
              <w:t xml:space="preserve"> be </w:t>
            </w:r>
            <w:r w:rsidR="007D63DD">
              <w:t>from the remaining units list below, or any</w:t>
            </w:r>
            <w:r w:rsidRPr="0023487D">
              <w:t xml:space="preserve"> currently endorsed </w:t>
            </w:r>
            <w:r w:rsidR="007D63DD">
              <w:t>T</w:t>
            </w:r>
            <w:r w:rsidRPr="0023487D">
              <w:t xml:space="preserve">raining </w:t>
            </w:r>
            <w:r w:rsidR="007D63DD">
              <w:t>P</w:t>
            </w:r>
            <w:r w:rsidRPr="0023487D">
              <w:t>ackage or accredited course.</w:t>
            </w:r>
          </w:p>
          <w:p w14:paraId="5377CB12" w14:textId="77777777" w:rsidR="009F2E27" w:rsidRDefault="009F2E27" w:rsidP="00205F8D">
            <w:pPr>
              <w:pStyle w:val="SIText"/>
            </w:pPr>
          </w:p>
          <w:p w14:paraId="49883F93" w14:textId="77777777" w:rsidR="004270D2" w:rsidRPr="00205F8D" w:rsidRDefault="004270D2" w:rsidP="00205F8D">
            <w:pPr>
              <w:pStyle w:val="SITextHeading2"/>
            </w:pPr>
            <w:r w:rsidRPr="00856837">
              <w:t>Core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CB361C" w:rsidRPr="005C7EA8" w14:paraId="3609873C" w14:textId="77777777" w:rsidTr="00EA116F">
              <w:tc>
                <w:tcPr>
                  <w:tcW w:w="1718" w:type="dxa"/>
                </w:tcPr>
                <w:p w14:paraId="581342A7" w14:textId="19DCEA4B" w:rsidR="00CB361C" w:rsidRPr="00C369A9" w:rsidRDefault="00CB361C" w:rsidP="00C369A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369A9">
                    <w:t>AHCWHS1</w:t>
                  </w:r>
                  <w:r w:rsidR="00EF7491" w:rsidRPr="00C369A9">
                    <w:t>X</w:t>
                  </w:r>
                  <w:r w:rsidR="00C369A9" w:rsidRPr="00C369A9">
                    <w:t>1</w:t>
                  </w:r>
                </w:p>
              </w:tc>
              <w:tc>
                <w:tcPr>
                  <w:tcW w:w="5670" w:type="dxa"/>
                </w:tcPr>
                <w:p w14:paraId="75F0E837" w14:textId="76E22AED" w:rsidR="00CB361C" w:rsidRPr="00C369A9" w:rsidRDefault="00CB361C" w:rsidP="00C369A9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C369A9">
                    <w:t>Work safely</w:t>
                  </w:r>
                </w:p>
              </w:tc>
            </w:tr>
          </w:tbl>
          <w:p w14:paraId="0531E824" w14:textId="77777777" w:rsidR="004270D2" w:rsidRDefault="004270D2" w:rsidP="00205F8D">
            <w:pPr>
              <w:pStyle w:val="SITextHeading2"/>
            </w:pPr>
          </w:p>
          <w:p w14:paraId="66A355FD" w14:textId="77777777" w:rsidR="004270D2" w:rsidRPr="00205F8D" w:rsidRDefault="004270D2" w:rsidP="00205F8D">
            <w:pPr>
              <w:pStyle w:val="SITextHeading2"/>
            </w:pPr>
            <w:r w:rsidRPr="00894FBB">
              <w:t>Elective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670"/>
            </w:tblGrid>
            <w:tr w:rsidR="00CB361C" w:rsidRPr="005C7EA8" w14:paraId="7888A6F4" w14:textId="77777777" w:rsidTr="00A62569">
              <w:tc>
                <w:tcPr>
                  <w:tcW w:w="1718" w:type="dxa"/>
                </w:tcPr>
                <w:p w14:paraId="5E05DC3B" w14:textId="7EC9D225" w:rsidR="00CB361C" w:rsidRPr="00FF1B94" w:rsidRDefault="00CB361C" w:rsidP="00FF1B9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F1B94">
                    <w:t>AHCCHM101</w:t>
                  </w:r>
                </w:p>
              </w:tc>
              <w:tc>
                <w:tcPr>
                  <w:tcW w:w="5670" w:type="dxa"/>
                </w:tcPr>
                <w:p w14:paraId="21DEB9BF" w14:textId="6CE42299" w:rsidR="00CB361C" w:rsidRPr="00FF1B94" w:rsidRDefault="00CB361C" w:rsidP="00FF1B9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F1B94">
                    <w:t>Follow basic chemical safety rules</w:t>
                  </w:r>
                </w:p>
              </w:tc>
            </w:tr>
            <w:tr w:rsidR="00CB361C" w:rsidRPr="005C7EA8" w14:paraId="0ADC6EF0" w14:textId="77777777" w:rsidTr="00A62569">
              <w:tc>
                <w:tcPr>
                  <w:tcW w:w="1718" w:type="dxa"/>
                </w:tcPr>
                <w:p w14:paraId="2D79E54A" w14:textId="156B2988" w:rsidR="00CB361C" w:rsidRPr="00FF1B94" w:rsidRDefault="00CB361C" w:rsidP="00FF1B9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F1B94">
                    <w:t>AHCECR101</w:t>
                  </w:r>
                </w:p>
              </w:tc>
              <w:tc>
                <w:tcPr>
                  <w:tcW w:w="5670" w:type="dxa"/>
                </w:tcPr>
                <w:p w14:paraId="385E0B18" w14:textId="675924D4" w:rsidR="00CB361C" w:rsidRPr="00FF1B94" w:rsidRDefault="00CB361C" w:rsidP="00FF1B9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F1B94">
                    <w:t>Support ecological restoration</w:t>
                  </w:r>
                </w:p>
              </w:tc>
            </w:tr>
            <w:tr w:rsidR="00CB361C" w:rsidRPr="005C7EA8" w14:paraId="44079930" w14:textId="77777777" w:rsidTr="00A62569">
              <w:tc>
                <w:tcPr>
                  <w:tcW w:w="1718" w:type="dxa"/>
                </w:tcPr>
                <w:p w14:paraId="5E456A19" w14:textId="6D060F18" w:rsidR="00CB361C" w:rsidRPr="00FF1B94" w:rsidRDefault="00CB361C" w:rsidP="00FF1B9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F1B94">
                    <w:t>AHCIRG102</w:t>
                  </w:r>
                </w:p>
              </w:tc>
              <w:tc>
                <w:tcPr>
                  <w:tcW w:w="5670" w:type="dxa"/>
                </w:tcPr>
                <w:p w14:paraId="2804323A" w14:textId="2A5FD146" w:rsidR="00CB361C" w:rsidRPr="00FF1B94" w:rsidRDefault="00CB361C" w:rsidP="00FF1B9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F1B94">
                    <w:t>Support irrigation work</w:t>
                  </w:r>
                </w:p>
              </w:tc>
            </w:tr>
            <w:tr w:rsidR="00CB361C" w:rsidRPr="005C7EA8" w14:paraId="1EA1344C" w14:textId="77777777" w:rsidTr="00A62569">
              <w:tc>
                <w:tcPr>
                  <w:tcW w:w="1718" w:type="dxa"/>
                </w:tcPr>
                <w:p w14:paraId="4598B126" w14:textId="4B150D79" w:rsidR="00CB361C" w:rsidRPr="00FF1B94" w:rsidRDefault="00CB361C" w:rsidP="00FF1B9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F1B94">
                    <w:t>AHCLSC10</w:t>
                  </w:r>
                  <w:r w:rsidR="00EF7491" w:rsidRPr="00FF1B94">
                    <w:t>2</w:t>
                  </w:r>
                </w:p>
              </w:tc>
              <w:tc>
                <w:tcPr>
                  <w:tcW w:w="5670" w:type="dxa"/>
                </w:tcPr>
                <w:p w14:paraId="0DD0CEFB" w14:textId="72148030" w:rsidR="00CB361C" w:rsidRPr="00FF1B94" w:rsidRDefault="00CB361C" w:rsidP="00FF1B9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F1B94">
                    <w:t>Support landscape work</w:t>
                  </w:r>
                </w:p>
              </w:tc>
            </w:tr>
            <w:tr w:rsidR="00CB361C" w:rsidRPr="005C7EA8" w14:paraId="646375E1" w14:textId="77777777" w:rsidTr="00A62569">
              <w:tc>
                <w:tcPr>
                  <w:tcW w:w="1718" w:type="dxa"/>
                </w:tcPr>
                <w:p w14:paraId="085574AD" w14:textId="25D54CD7" w:rsidR="00CB361C" w:rsidRPr="00FF1B94" w:rsidRDefault="00CB361C" w:rsidP="00FF1B9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F1B94">
                    <w:t>AHCMOM101</w:t>
                  </w:r>
                </w:p>
              </w:tc>
              <w:tc>
                <w:tcPr>
                  <w:tcW w:w="5670" w:type="dxa"/>
                </w:tcPr>
                <w:p w14:paraId="5169D6D4" w14:textId="0B21204F" w:rsidR="00CB361C" w:rsidRPr="00FF1B94" w:rsidRDefault="00CB361C" w:rsidP="00FF1B9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F1B94">
                    <w:t>Assist with routine maintenance of machinery and equipment</w:t>
                  </w:r>
                </w:p>
              </w:tc>
            </w:tr>
            <w:tr w:rsidR="00CB361C" w:rsidRPr="005C7EA8" w14:paraId="06BAC79B" w14:textId="77777777" w:rsidTr="00A62569">
              <w:tc>
                <w:tcPr>
                  <w:tcW w:w="1718" w:type="dxa"/>
                </w:tcPr>
                <w:p w14:paraId="56AE2409" w14:textId="2769DC8B" w:rsidR="00CB361C" w:rsidRPr="00FF1B94" w:rsidRDefault="00CB361C" w:rsidP="00FF1B9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F1B94">
                    <w:t>AHCNSY102</w:t>
                  </w:r>
                </w:p>
              </w:tc>
              <w:tc>
                <w:tcPr>
                  <w:tcW w:w="5670" w:type="dxa"/>
                </w:tcPr>
                <w:p w14:paraId="71A94B4D" w14:textId="3142730B" w:rsidR="00CB361C" w:rsidRPr="00FF1B94" w:rsidRDefault="00CB361C" w:rsidP="00FF1B9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F1B94">
                    <w:t>Support nursery work</w:t>
                  </w:r>
                </w:p>
              </w:tc>
            </w:tr>
            <w:tr w:rsidR="00CB361C" w:rsidRPr="005C7EA8" w14:paraId="685F9100" w14:textId="77777777" w:rsidTr="00A62569">
              <w:tc>
                <w:tcPr>
                  <w:tcW w:w="1718" w:type="dxa"/>
                </w:tcPr>
                <w:p w14:paraId="468837E3" w14:textId="01B2A6B7" w:rsidR="00CB361C" w:rsidRPr="00FF1B94" w:rsidRDefault="00CB361C" w:rsidP="00FF1B9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F1B94">
                    <w:t>AHCPGD10</w:t>
                  </w:r>
                  <w:r w:rsidR="00EF7491" w:rsidRPr="00FF1B94">
                    <w:t>2</w:t>
                  </w:r>
                </w:p>
              </w:tc>
              <w:tc>
                <w:tcPr>
                  <w:tcW w:w="5670" w:type="dxa"/>
                </w:tcPr>
                <w:p w14:paraId="72D4CA3E" w14:textId="313B9668" w:rsidR="00CB361C" w:rsidRPr="00FF1B94" w:rsidRDefault="00CB361C" w:rsidP="00FF1B94">
                  <w:pPr>
                    <w:pStyle w:val="SIText"/>
                    <w:rPr>
                      <w:rStyle w:val="SITemporarytext-blue"/>
                      <w:color w:val="auto"/>
                      <w:sz w:val="20"/>
                    </w:rPr>
                  </w:pPr>
                  <w:r w:rsidRPr="00FF1B94">
                    <w:t>Support gardening work</w:t>
                  </w:r>
                </w:p>
              </w:tc>
            </w:tr>
            <w:tr w:rsidR="00CB361C" w:rsidRPr="005C7EA8" w14:paraId="4663C83C" w14:textId="77777777" w:rsidTr="00A62569">
              <w:tc>
                <w:tcPr>
                  <w:tcW w:w="1718" w:type="dxa"/>
                </w:tcPr>
                <w:p w14:paraId="1398F1AB" w14:textId="3C8AFDA8" w:rsidR="00CB361C" w:rsidRPr="00CB361C" w:rsidRDefault="00CB361C" w:rsidP="00CB361C">
                  <w:pPr>
                    <w:pStyle w:val="SIText"/>
                  </w:pPr>
                  <w:r w:rsidRPr="00CB361C">
                    <w:t>AHCPHT102</w:t>
                  </w:r>
                </w:p>
              </w:tc>
              <w:tc>
                <w:tcPr>
                  <w:tcW w:w="5670" w:type="dxa"/>
                </w:tcPr>
                <w:p w14:paraId="6D7BEDEE" w14:textId="07C5F8ED" w:rsidR="00CB361C" w:rsidRPr="00CB361C" w:rsidRDefault="00CB361C" w:rsidP="00CB361C">
                  <w:pPr>
                    <w:pStyle w:val="SIText"/>
                  </w:pPr>
                  <w:r w:rsidRPr="00CB361C">
                    <w:t>Support horticultural production</w:t>
                  </w:r>
                </w:p>
              </w:tc>
            </w:tr>
            <w:tr w:rsidR="00CB361C" w:rsidRPr="005C7EA8" w14:paraId="2D49FA71" w14:textId="77777777" w:rsidTr="00A62569">
              <w:tc>
                <w:tcPr>
                  <w:tcW w:w="1718" w:type="dxa"/>
                </w:tcPr>
                <w:p w14:paraId="7D057A8A" w14:textId="6ED146A4" w:rsidR="00CB361C" w:rsidRPr="00CB361C" w:rsidRDefault="00CB361C" w:rsidP="00CB361C">
                  <w:pPr>
                    <w:pStyle w:val="SIText"/>
                  </w:pPr>
                  <w:r w:rsidRPr="00CB361C">
                    <w:t>AHCTRF102</w:t>
                  </w:r>
                </w:p>
              </w:tc>
              <w:tc>
                <w:tcPr>
                  <w:tcW w:w="5670" w:type="dxa"/>
                </w:tcPr>
                <w:p w14:paraId="563AEAAE" w14:textId="459ECA10" w:rsidR="00CB361C" w:rsidRPr="00CB361C" w:rsidRDefault="00CB361C" w:rsidP="00CB361C">
                  <w:pPr>
                    <w:pStyle w:val="SIText"/>
                  </w:pPr>
                  <w:r w:rsidRPr="00CB361C">
                    <w:t>Support turf work</w:t>
                  </w:r>
                </w:p>
              </w:tc>
            </w:tr>
            <w:tr w:rsidR="00CB361C" w:rsidRPr="005C7EA8" w14:paraId="1467ADAD" w14:textId="77777777" w:rsidTr="00A62569">
              <w:tc>
                <w:tcPr>
                  <w:tcW w:w="1718" w:type="dxa"/>
                </w:tcPr>
                <w:p w14:paraId="0A1983BE" w14:textId="3DB26018" w:rsidR="00CB361C" w:rsidRPr="00CB361C" w:rsidRDefault="00CB361C" w:rsidP="00CB361C">
                  <w:pPr>
                    <w:pStyle w:val="SIText"/>
                  </w:pPr>
                  <w:r w:rsidRPr="00CB361C">
                    <w:t>AHCWRK1</w:t>
                  </w:r>
                  <w:r w:rsidR="00EF7491">
                    <w:t>X</w:t>
                  </w:r>
                  <w:r w:rsidR="00C369A9">
                    <w:t>1</w:t>
                  </w:r>
                </w:p>
              </w:tc>
              <w:tc>
                <w:tcPr>
                  <w:tcW w:w="5670" w:type="dxa"/>
                </w:tcPr>
                <w:p w14:paraId="0FDFB677" w14:textId="49D1578C" w:rsidR="00CB361C" w:rsidRPr="00CB361C" w:rsidRDefault="00CB361C" w:rsidP="00CB361C">
                  <w:pPr>
                    <w:pStyle w:val="SIText"/>
                  </w:pPr>
                  <w:r w:rsidRPr="00CB361C">
                    <w:t>Maintain the workplace</w:t>
                  </w:r>
                </w:p>
              </w:tc>
            </w:tr>
          </w:tbl>
          <w:p w14:paraId="22AEDED3" w14:textId="77777777" w:rsidR="004270D2" w:rsidRDefault="004270D2" w:rsidP="00205F8D"/>
        </w:tc>
      </w:tr>
    </w:tbl>
    <w:p w14:paraId="07DCE0E5" w14:textId="77777777" w:rsidR="000D7BE6" w:rsidRDefault="000D7BE6"/>
    <w:p w14:paraId="3FAC5B27" w14:textId="77777777" w:rsidR="000D7BE6" w:rsidRPr="00205F8D" w:rsidRDefault="000D7BE6" w:rsidP="00205F8D">
      <w:r>
        <w:br w:type="page"/>
      </w:r>
    </w:p>
    <w:p w14:paraId="5231B637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1D969B56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58284E05" w14:textId="77777777" w:rsidR="005C7EA8" w:rsidRPr="00205F8D" w:rsidRDefault="000C13F1" w:rsidP="00205F8D">
            <w:pPr>
              <w:pStyle w:val="SITextHeading2"/>
            </w:pPr>
            <w:r w:rsidRPr="000C13F1">
              <w:t>Qualification Mapping Information</w:t>
            </w:r>
          </w:p>
          <w:p w14:paraId="1D460131" w14:textId="77777777" w:rsidR="000C13F1" w:rsidRPr="00205F8D" w:rsidRDefault="000C13F1" w:rsidP="00205F8D"/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33"/>
              <w:gridCol w:w="2078"/>
              <w:gridCol w:w="2629"/>
              <w:gridCol w:w="2762"/>
            </w:tblGrid>
            <w:tr w:rsidR="000C13F1" w:rsidRPr="00923720" w14:paraId="0CC35BB9" w14:textId="77777777" w:rsidTr="00EA116F">
              <w:tc>
                <w:tcPr>
                  <w:tcW w:w="1028" w:type="pct"/>
                </w:tcPr>
                <w:p w14:paraId="21A87371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105" w:type="pct"/>
                </w:tcPr>
                <w:p w14:paraId="56618A32" w14:textId="7F1D599A" w:rsidR="000C13F1" w:rsidRPr="00205F8D" w:rsidRDefault="000C13F1" w:rsidP="00205F8D">
                  <w:pPr>
                    <w:pStyle w:val="SIText-Bold"/>
                  </w:pPr>
                  <w:r w:rsidRPr="000C13F1">
                    <w:t xml:space="preserve">Code and title </w:t>
                  </w:r>
                  <w:r w:rsidRPr="00205F8D">
                    <w:t>previous</w:t>
                  </w:r>
                  <w:r w:rsidR="00FF1B94">
                    <w:t xml:space="preserve"> </w:t>
                  </w:r>
                  <w:r w:rsidRPr="00205F8D">
                    <w:t>version</w:t>
                  </w:r>
                </w:p>
              </w:tc>
              <w:tc>
                <w:tcPr>
                  <w:tcW w:w="1398" w:type="pct"/>
                </w:tcPr>
                <w:p w14:paraId="76FF795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69" w:type="pct"/>
                </w:tcPr>
                <w:p w14:paraId="41DE6B33" w14:textId="77777777" w:rsidR="000C13F1" w:rsidRPr="00205F8D" w:rsidRDefault="000C13F1" w:rsidP="00205F8D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CB361C" w:rsidRPr="00BC49BB" w14:paraId="4E8B5AF1" w14:textId="77777777" w:rsidTr="00EA116F">
              <w:tc>
                <w:tcPr>
                  <w:tcW w:w="1028" w:type="pct"/>
                </w:tcPr>
                <w:p w14:paraId="0E999D99" w14:textId="3DF440BA" w:rsidR="00CB361C" w:rsidRPr="00CB361C" w:rsidRDefault="00CB361C" w:rsidP="00CB361C">
                  <w:pPr>
                    <w:pStyle w:val="SIText"/>
                  </w:pPr>
                  <w:r w:rsidRPr="00CB361C">
                    <w:t>AHC1</w:t>
                  </w:r>
                  <w:r w:rsidR="002F0791">
                    <w:t>03</w:t>
                  </w:r>
                  <w:r w:rsidR="006B49BE">
                    <w:t>XX</w:t>
                  </w:r>
                  <w:r w:rsidRPr="00CB361C">
                    <w:t xml:space="preserve"> Certificate I in Horticulture</w:t>
                  </w:r>
                </w:p>
              </w:tc>
              <w:tc>
                <w:tcPr>
                  <w:tcW w:w="1105" w:type="pct"/>
                </w:tcPr>
                <w:p w14:paraId="363FA603" w14:textId="0C0F8F29" w:rsidR="00CB361C" w:rsidRPr="00CB361C" w:rsidRDefault="00CB361C" w:rsidP="00CB361C">
                  <w:pPr>
                    <w:pStyle w:val="SIText"/>
                  </w:pPr>
                  <w:r w:rsidRPr="00CB361C">
                    <w:t>AHC10316 Certificate I in Horticulture</w:t>
                  </w:r>
                </w:p>
              </w:tc>
              <w:tc>
                <w:tcPr>
                  <w:tcW w:w="1398" w:type="pct"/>
                </w:tcPr>
                <w:p w14:paraId="088C5265" w14:textId="77777777" w:rsidR="006013FF" w:rsidRDefault="006013FF" w:rsidP="00CB361C">
                  <w:pPr>
                    <w:pStyle w:val="SIText"/>
                  </w:pPr>
                  <w:r>
                    <w:t>Updated to meet standards for Training Packages</w:t>
                  </w:r>
                </w:p>
                <w:p w14:paraId="7856E8E3" w14:textId="6FF34BEB" w:rsidR="00405C6A" w:rsidRDefault="006013FF" w:rsidP="00CB361C">
                  <w:pPr>
                    <w:pStyle w:val="SIText"/>
                  </w:pPr>
                  <w:r>
                    <w:t>Revised</w:t>
                  </w:r>
                  <w:r w:rsidR="007D63DD" w:rsidRPr="007D63DD">
                    <w:t xml:space="preserve"> packaging rules</w:t>
                  </w:r>
                  <w:r w:rsidR="00405C6A">
                    <w:t xml:space="preserve"> to better reflect outcomes</w:t>
                  </w:r>
                </w:p>
                <w:p w14:paraId="1AAE5931" w14:textId="77777777" w:rsidR="00405C6A" w:rsidRDefault="00405C6A" w:rsidP="00CB361C">
                  <w:pPr>
                    <w:pStyle w:val="SIText"/>
                  </w:pPr>
                  <w:r>
                    <w:t>Revis</w:t>
                  </w:r>
                  <w:r w:rsidR="007D63DD" w:rsidRPr="007D63DD">
                    <w:t>ed core unit</w:t>
                  </w:r>
                </w:p>
                <w:p w14:paraId="42D09A1B" w14:textId="4B297E0E" w:rsidR="00CB361C" w:rsidRPr="00CB361C" w:rsidRDefault="00405C6A" w:rsidP="00CB361C">
                  <w:pPr>
                    <w:pStyle w:val="SIText"/>
                  </w:pPr>
                  <w:r>
                    <w:t>U</w:t>
                  </w:r>
                  <w:r w:rsidR="007D63DD" w:rsidRPr="007D63DD">
                    <w:t>pdated elective units</w:t>
                  </w:r>
                </w:p>
              </w:tc>
              <w:tc>
                <w:tcPr>
                  <w:tcW w:w="1469" w:type="pct"/>
                </w:tcPr>
                <w:p w14:paraId="57B4CF8E" w14:textId="62A2AF1F" w:rsidR="00CB361C" w:rsidRPr="00CB361C" w:rsidRDefault="007D63DD" w:rsidP="00CB361C">
                  <w:pPr>
                    <w:pStyle w:val="SIText"/>
                  </w:pPr>
                  <w:r>
                    <w:t>Not e</w:t>
                  </w:r>
                  <w:r w:rsidR="00CB361C" w:rsidRPr="00CB361C">
                    <w:t>quivalent</w:t>
                  </w:r>
                </w:p>
              </w:tc>
            </w:tr>
          </w:tbl>
          <w:p w14:paraId="50170138" w14:textId="77777777" w:rsidR="000C13F1" w:rsidRPr="00205F8D" w:rsidRDefault="000C13F1" w:rsidP="00205F8D"/>
        </w:tc>
      </w:tr>
      <w:tr w:rsidR="005C7EA8" w:rsidRPr="00963A46" w14:paraId="535A97CE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35D1EB7D" w14:textId="77777777" w:rsidR="005C7EA8" w:rsidRPr="00205F8D" w:rsidRDefault="000C13F1" w:rsidP="00205F8D">
            <w:pPr>
              <w:pStyle w:val="SITextHeading2"/>
            </w:pPr>
            <w:r w:rsidRPr="000C13F1">
              <w:t>Links</w:t>
            </w:r>
          </w:p>
          <w:p w14:paraId="35B09BED" w14:textId="5EADBDB7" w:rsidR="0074167B" w:rsidRPr="006B49BE" w:rsidRDefault="00140954" w:rsidP="006B49B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B49BE">
              <w:rPr>
                <w:rStyle w:val="SITemporarytext-blue"/>
                <w:color w:val="auto"/>
                <w:sz w:val="20"/>
              </w:rPr>
              <w:t xml:space="preserve">Companion Volumes, including Implementation Guides, are available at </w:t>
            </w:r>
            <w:proofErr w:type="spellStart"/>
            <w:r w:rsidRPr="006B49BE">
              <w:rPr>
                <w:rStyle w:val="SITemporarytext-blue"/>
                <w:color w:val="auto"/>
                <w:sz w:val="20"/>
              </w:rPr>
              <w:t>VETNet</w:t>
            </w:r>
            <w:proofErr w:type="spellEnd"/>
            <w:r w:rsidRPr="006B49BE">
              <w:rPr>
                <w:rStyle w:val="SITemporarytext-blue"/>
                <w:color w:val="auto"/>
                <w:sz w:val="20"/>
              </w:rPr>
              <w:t>:</w:t>
            </w:r>
            <w:r w:rsidRPr="006B49BE">
              <w:rPr>
                <w:rStyle w:val="SITemporarytext-red"/>
                <w:color w:val="auto"/>
                <w:sz w:val="20"/>
              </w:rPr>
              <w:t xml:space="preserve"> </w:t>
            </w:r>
            <w:hyperlink r:id="rId11" w:tgtFrame="_blank" w:history="1">
              <w:r w:rsidR="0074167B" w:rsidRPr="006B49BE">
                <w:t>https://vetnet.gov.au/Pages/TrainingDocs.aspx?q=c6399549-9c62-4a5e-bf1a-524b2322cf72</w:t>
              </w:r>
            </w:hyperlink>
          </w:p>
        </w:tc>
      </w:tr>
    </w:tbl>
    <w:p w14:paraId="557EA954" w14:textId="77777777" w:rsidR="00F1480E" w:rsidRDefault="00F1480E" w:rsidP="00F1480E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6AB3B" w14:textId="77777777" w:rsidR="00A059DA" w:rsidRDefault="00A059DA" w:rsidP="00BF3F0A">
      <w:r>
        <w:separator/>
      </w:r>
    </w:p>
    <w:p w14:paraId="1A53CEB4" w14:textId="77777777" w:rsidR="00A059DA" w:rsidRDefault="00A059DA"/>
  </w:endnote>
  <w:endnote w:type="continuationSeparator" w:id="0">
    <w:p w14:paraId="18DA1222" w14:textId="77777777" w:rsidR="00A059DA" w:rsidRDefault="00A059DA" w:rsidP="00BF3F0A">
      <w:r>
        <w:continuationSeparator/>
      </w:r>
    </w:p>
    <w:p w14:paraId="00F668B7" w14:textId="77777777" w:rsidR="00A059DA" w:rsidRDefault="00A059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AA24847" w14:textId="77777777" w:rsidR="008E1B41" w:rsidRPr="00205F8D" w:rsidRDefault="00D810DE" w:rsidP="00205F8D">
        <w:pPr>
          <w:pStyle w:val="SIText"/>
        </w:pPr>
        <w:r w:rsidRPr="00205F8D">
          <w:t>Skills Im</w:t>
        </w:r>
        <w:r w:rsidR="00151D93" w:rsidRPr="00205F8D">
          <w:t xml:space="preserve">pact </w:t>
        </w:r>
        <w:r w:rsidR="00894FBB" w:rsidRPr="00205F8D">
          <w:t>Qualification</w:t>
        </w:r>
        <w:r w:rsidR="000D7BE6" w:rsidRPr="00205F8D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="00125729">
          <w:tab/>
        </w:r>
        <w:r w:rsidRPr="00205F8D">
          <w:fldChar w:fldCharType="begin"/>
        </w:r>
        <w:r w:rsidRPr="00205F8D">
          <w:instrText xml:space="preserve"> PAGE   \* MERGEFORMAT </w:instrText>
        </w:r>
        <w:r w:rsidRPr="00205F8D">
          <w:fldChar w:fldCharType="separate"/>
        </w:r>
        <w:r w:rsidR="00022F07" w:rsidRPr="00205F8D">
          <w:t>2</w:t>
        </w:r>
        <w:r w:rsidRPr="00205F8D">
          <w:fldChar w:fldCharType="end"/>
        </w:r>
      </w:p>
      <w:p w14:paraId="3EBBB2BF" w14:textId="77777777" w:rsidR="00D810DE" w:rsidRPr="008E1B41" w:rsidRDefault="008E1B41" w:rsidP="006F07A4">
        <w:pPr>
          <w:pStyle w:val="SIText"/>
        </w:pPr>
        <w:r w:rsidRPr="006F07A4">
          <w:t>Template</w:t>
        </w:r>
        <w:r>
          <w:t xml:space="preserve"> modified on </w:t>
        </w:r>
        <w:r w:rsidR="00205F8D">
          <w:t>14 October</w:t>
        </w:r>
        <w:r w:rsidR="00AF2F35">
          <w:t xml:space="preserve"> 20</w:t>
        </w:r>
        <w:r w:rsidR="006F07A4">
          <w:t>20</w:t>
        </w:r>
      </w:p>
    </w:sdtContent>
  </w:sdt>
  <w:p w14:paraId="41C513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7BC0C" w14:textId="77777777" w:rsidR="00A059DA" w:rsidRDefault="00A059DA" w:rsidP="00BF3F0A">
      <w:r>
        <w:separator/>
      </w:r>
    </w:p>
    <w:p w14:paraId="2ED5EA2F" w14:textId="77777777" w:rsidR="00A059DA" w:rsidRDefault="00A059DA"/>
  </w:footnote>
  <w:footnote w:type="continuationSeparator" w:id="0">
    <w:p w14:paraId="2B3E1B9E" w14:textId="77777777" w:rsidR="00A059DA" w:rsidRDefault="00A059DA" w:rsidP="00BF3F0A">
      <w:r>
        <w:continuationSeparator/>
      </w:r>
    </w:p>
    <w:p w14:paraId="08B648E7" w14:textId="77777777" w:rsidR="00A059DA" w:rsidRDefault="00A059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6EE6B" w14:textId="42D508A4" w:rsidR="009C2650" w:rsidRDefault="00544CDD" w:rsidP="00F07C48">
    <w:pPr>
      <w:pStyle w:val="SIText"/>
    </w:pPr>
    <w:sdt>
      <w:sdtPr>
        <w:id w:val="-866065223"/>
        <w:docPartObj>
          <w:docPartGallery w:val="Watermarks"/>
          <w:docPartUnique/>
        </w:docPartObj>
      </w:sdtPr>
      <w:sdtEndPr/>
      <w:sdtContent>
        <w:r>
          <w:pict w14:anchorId="26C6CF8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D6B38" w:rsidRPr="00ED6B38">
      <w:t>AHC1</w:t>
    </w:r>
    <w:r w:rsidR="002F0791">
      <w:t>03</w:t>
    </w:r>
    <w:r w:rsidR="006B49BE">
      <w:t>XX</w:t>
    </w:r>
    <w:r w:rsidR="00ED6B38" w:rsidRPr="00ED6B38">
      <w:t xml:space="preserve"> Certificate I in Horticulture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8069D4"/>
    <w:multiLevelType w:val="multilevel"/>
    <w:tmpl w:val="93AC9F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84D679D"/>
    <w:multiLevelType w:val="multilevel"/>
    <w:tmpl w:val="5C14EA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D33034"/>
    <w:multiLevelType w:val="multilevel"/>
    <w:tmpl w:val="EF9A8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DA3634"/>
    <w:multiLevelType w:val="multilevel"/>
    <w:tmpl w:val="4A5C2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8953D6"/>
    <w:multiLevelType w:val="multilevel"/>
    <w:tmpl w:val="E12CE8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D8404A"/>
    <w:multiLevelType w:val="multilevel"/>
    <w:tmpl w:val="35625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55C24783"/>
    <w:multiLevelType w:val="multilevel"/>
    <w:tmpl w:val="4EBCF1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C74919"/>
    <w:multiLevelType w:val="multilevel"/>
    <w:tmpl w:val="2C4A80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7E18FD"/>
    <w:multiLevelType w:val="multilevel"/>
    <w:tmpl w:val="C9A073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C3363C"/>
    <w:multiLevelType w:val="multilevel"/>
    <w:tmpl w:val="BE3226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4"/>
  </w:num>
  <w:num w:numId="4">
    <w:abstractNumId w:val="21"/>
  </w:num>
  <w:num w:numId="5">
    <w:abstractNumId w:val="2"/>
  </w:num>
  <w:num w:numId="6">
    <w:abstractNumId w:val="11"/>
  </w:num>
  <w:num w:numId="7">
    <w:abstractNumId w:val="3"/>
  </w:num>
  <w:num w:numId="8">
    <w:abstractNumId w:val="0"/>
  </w:num>
  <w:num w:numId="9">
    <w:abstractNumId w:val="20"/>
  </w:num>
  <w:num w:numId="10">
    <w:abstractNumId w:val="14"/>
  </w:num>
  <w:num w:numId="11">
    <w:abstractNumId w:val="18"/>
  </w:num>
  <w:num w:numId="12">
    <w:abstractNumId w:val="15"/>
  </w:num>
  <w:num w:numId="13">
    <w:abstractNumId w:val="23"/>
  </w:num>
  <w:num w:numId="14">
    <w:abstractNumId w:val="13"/>
  </w:num>
  <w:num w:numId="15">
    <w:abstractNumId w:val="22"/>
  </w:num>
  <w:num w:numId="16">
    <w:abstractNumId w:val="10"/>
  </w:num>
  <w:num w:numId="17">
    <w:abstractNumId w:val="8"/>
  </w:num>
  <w:num w:numId="18">
    <w:abstractNumId w:val="19"/>
  </w:num>
  <w:num w:numId="19">
    <w:abstractNumId w:val="1"/>
  </w:num>
  <w:num w:numId="20">
    <w:abstractNumId w:val="9"/>
  </w:num>
  <w:num w:numId="21">
    <w:abstractNumId w:val="17"/>
  </w:num>
  <w:num w:numId="22">
    <w:abstractNumId w:val="6"/>
  </w:num>
  <w:num w:numId="23">
    <w:abstractNumId w:val="7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+AQHuEeem16m5oG5lWlp7aLj6iYvuLOkZDOnYdPRyV8XpTmH/eXGJ1NCfFaiyiOqV/+DHEoRYXfcZLHvwptasg==" w:salt="UmUUb6cPo49EZ2G4MV2FG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E27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41E59"/>
    <w:rsid w:val="000648DA"/>
    <w:rsid w:val="00064B2D"/>
    <w:rsid w:val="00064BFE"/>
    <w:rsid w:val="00070B3E"/>
    <w:rsid w:val="00071F95"/>
    <w:rsid w:val="000737BB"/>
    <w:rsid w:val="00074E47"/>
    <w:rsid w:val="00084FF9"/>
    <w:rsid w:val="0009696E"/>
    <w:rsid w:val="000A5441"/>
    <w:rsid w:val="000C13F1"/>
    <w:rsid w:val="000D7BE6"/>
    <w:rsid w:val="000E2C86"/>
    <w:rsid w:val="000F29F2"/>
    <w:rsid w:val="00101659"/>
    <w:rsid w:val="001078BF"/>
    <w:rsid w:val="00125729"/>
    <w:rsid w:val="00133957"/>
    <w:rsid w:val="001372F6"/>
    <w:rsid w:val="00140954"/>
    <w:rsid w:val="00144385"/>
    <w:rsid w:val="00151293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E16BC"/>
    <w:rsid w:val="001F28F9"/>
    <w:rsid w:val="001F2BA5"/>
    <w:rsid w:val="001F308D"/>
    <w:rsid w:val="00201A7C"/>
    <w:rsid w:val="00205F8D"/>
    <w:rsid w:val="0021414D"/>
    <w:rsid w:val="00223124"/>
    <w:rsid w:val="00234444"/>
    <w:rsid w:val="0023487D"/>
    <w:rsid w:val="00242293"/>
    <w:rsid w:val="00244EA7"/>
    <w:rsid w:val="00262FC3"/>
    <w:rsid w:val="00276DB8"/>
    <w:rsid w:val="0028003F"/>
    <w:rsid w:val="00282664"/>
    <w:rsid w:val="00285FB8"/>
    <w:rsid w:val="002931C2"/>
    <w:rsid w:val="002A4CD3"/>
    <w:rsid w:val="002C55E9"/>
    <w:rsid w:val="002D0C8B"/>
    <w:rsid w:val="002E193E"/>
    <w:rsid w:val="002F0791"/>
    <w:rsid w:val="002F1BE6"/>
    <w:rsid w:val="003209D6"/>
    <w:rsid w:val="00321C7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D2E73"/>
    <w:rsid w:val="003D3E14"/>
    <w:rsid w:val="003E7BBE"/>
    <w:rsid w:val="00405C6A"/>
    <w:rsid w:val="004127E3"/>
    <w:rsid w:val="00423D30"/>
    <w:rsid w:val="004270D2"/>
    <w:rsid w:val="0043212E"/>
    <w:rsid w:val="00434366"/>
    <w:rsid w:val="00440FAA"/>
    <w:rsid w:val="00444423"/>
    <w:rsid w:val="00452F3E"/>
    <w:rsid w:val="004545D5"/>
    <w:rsid w:val="004640AE"/>
    <w:rsid w:val="00475172"/>
    <w:rsid w:val="004758B0"/>
    <w:rsid w:val="00477A5F"/>
    <w:rsid w:val="004832D2"/>
    <w:rsid w:val="00485559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537"/>
    <w:rsid w:val="004F5DC7"/>
    <w:rsid w:val="004F78DA"/>
    <w:rsid w:val="00502C52"/>
    <w:rsid w:val="005248C1"/>
    <w:rsid w:val="00526134"/>
    <w:rsid w:val="00527F90"/>
    <w:rsid w:val="00533FD8"/>
    <w:rsid w:val="005427C8"/>
    <w:rsid w:val="005446D1"/>
    <w:rsid w:val="00544CDD"/>
    <w:rsid w:val="00547704"/>
    <w:rsid w:val="00556C4C"/>
    <w:rsid w:val="00557369"/>
    <w:rsid w:val="00561F08"/>
    <w:rsid w:val="005708EB"/>
    <w:rsid w:val="00575BC6"/>
    <w:rsid w:val="00583902"/>
    <w:rsid w:val="005879BD"/>
    <w:rsid w:val="005A3AA5"/>
    <w:rsid w:val="005A6C9C"/>
    <w:rsid w:val="005A74DC"/>
    <w:rsid w:val="005B119D"/>
    <w:rsid w:val="005B5146"/>
    <w:rsid w:val="005C7EA8"/>
    <w:rsid w:val="005D0916"/>
    <w:rsid w:val="005E5CFC"/>
    <w:rsid w:val="005F33CC"/>
    <w:rsid w:val="006013FF"/>
    <w:rsid w:val="006121D4"/>
    <w:rsid w:val="00613B49"/>
    <w:rsid w:val="00620E8E"/>
    <w:rsid w:val="00633CFE"/>
    <w:rsid w:val="00634FCA"/>
    <w:rsid w:val="006404B5"/>
    <w:rsid w:val="006452B8"/>
    <w:rsid w:val="00646993"/>
    <w:rsid w:val="00652E62"/>
    <w:rsid w:val="00687B62"/>
    <w:rsid w:val="00690C44"/>
    <w:rsid w:val="006969D9"/>
    <w:rsid w:val="006A2B68"/>
    <w:rsid w:val="006B19B1"/>
    <w:rsid w:val="006B49BE"/>
    <w:rsid w:val="006C2F32"/>
    <w:rsid w:val="006D4448"/>
    <w:rsid w:val="006E2C4D"/>
    <w:rsid w:val="006F07A4"/>
    <w:rsid w:val="00705EEC"/>
    <w:rsid w:val="00707741"/>
    <w:rsid w:val="00722769"/>
    <w:rsid w:val="00727901"/>
    <w:rsid w:val="0073075B"/>
    <w:rsid w:val="007341FF"/>
    <w:rsid w:val="00735CCA"/>
    <w:rsid w:val="007404E9"/>
    <w:rsid w:val="0074167B"/>
    <w:rsid w:val="007444CF"/>
    <w:rsid w:val="0076523B"/>
    <w:rsid w:val="00770C15"/>
    <w:rsid w:val="00771B60"/>
    <w:rsid w:val="00781D77"/>
    <w:rsid w:val="007860B7"/>
    <w:rsid w:val="00786DC8"/>
    <w:rsid w:val="0079358C"/>
    <w:rsid w:val="007A1149"/>
    <w:rsid w:val="007C1416"/>
    <w:rsid w:val="007D5A78"/>
    <w:rsid w:val="007D63DD"/>
    <w:rsid w:val="007E3BD1"/>
    <w:rsid w:val="007F1563"/>
    <w:rsid w:val="007F44DB"/>
    <w:rsid w:val="007F5A8B"/>
    <w:rsid w:val="00802C3F"/>
    <w:rsid w:val="00817D51"/>
    <w:rsid w:val="00823530"/>
    <w:rsid w:val="00823FF4"/>
    <w:rsid w:val="008306E7"/>
    <w:rsid w:val="00834BC8"/>
    <w:rsid w:val="00837FD6"/>
    <w:rsid w:val="00840B2D"/>
    <w:rsid w:val="00846AAD"/>
    <w:rsid w:val="00847B60"/>
    <w:rsid w:val="00850243"/>
    <w:rsid w:val="008545EB"/>
    <w:rsid w:val="00856837"/>
    <w:rsid w:val="00865011"/>
    <w:rsid w:val="00883C6C"/>
    <w:rsid w:val="00886790"/>
    <w:rsid w:val="008908DE"/>
    <w:rsid w:val="00894FBB"/>
    <w:rsid w:val="008A12ED"/>
    <w:rsid w:val="008B2C77"/>
    <w:rsid w:val="008B4AD2"/>
    <w:rsid w:val="008E1B41"/>
    <w:rsid w:val="008E39BE"/>
    <w:rsid w:val="008E62EC"/>
    <w:rsid w:val="008E7B69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4D87"/>
    <w:rsid w:val="00970747"/>
    <w:rsid w:val="0098725E"/>
    <w:rsid w:val="009A5900"/>
    <w:rsid w:val="009C2650"/>
    <w:rsid w:val="009D15E2"/>
    <w:rsid w:val="009D15FE"/>
    <w:rsid w:val="009D5D2C"/>
    <w:rsid w:val="009E568C"/>
    <w:rsid w:val="009F0DCC"/>
    <w:rsid w:val="009F11CA"/>
    <w:rsid w:val="009F2E27"/>
    <w:rsid w:val="00A059DA"/>
    <w:rsid w:val="00A0695B"/>
    <w:rsid w:val="00A13052"/>
    <w:rsid w:val="00A216A8"/>
    <w:rsid w:val="00A223A6"/>
    <w:rsid w:val="00A354FC"/>
    <w:rsid w:val="00A453F7"/>
    <w:rsid w:val="00A5092E"/>
    <w:rsid w:val="00A56E14"/>
    <w:rsid w:val="00A637BB"/>
    <w:rsid w:val="00A6476B"/>
    <w:rsid w:val="00A6651B"/>
    <w:rsid w:val="00A70F86"/>
    <w:rsid w:val="00A76C6C"/>
    <w:rsid w:val="00A772D9"/>
    <w:rsid w:val="00A92DD1"/>
    <w:rsid w:val="00AA5338"/>
    <w:rsid w:val="00AB1B8E"/>
    <w:rsid w:val="00AB386E"/>
    <w:rsid w:val="00AC0696"/>
    <w:rsid w:val="00AC0E43"/>
    <w:rsid w:val="00AC4C98"/>
    <w:rsid w:val="00AC5F6B"/>
    <w:rsid w:val="00AC60E3"/>
    <w:rsid w:val="00AD3896"/>
    <w:rsid w:val="00AD5B47"/>
    <w:rsid w:val="00AE1ED9"/>
    <w:rsid w:val="00AE32CB"/>
    <w:rsid w:val="00AF098A"/>
    <w:rsid w:val="00AF2F35"/>
    <w:rsid w:val="00AF3957"/>
    <w:rsid w:val="00B12013"/>
    <w:rsid w:val="00B22C67"/>
    <w:rsid w:val="00B3508F"/>
    <w:rsid w:val="00B443EE"/>
    <w:rsid w:val="00B560C8"/>
    <w:rsid w:val="00B61150"/>
    <w:rsid w:val="00B65BC7"/>
    <w:rsid w:val="00B717CF"/>
    <w:rsid w:val="00B746B9"/>
    <w:rsid w:val="00B848D4"/>
    <w:rsid w:val="00B865B7"/>
    <w:rsid w:val="00BA1CB1"/>
    <w:rsid w:val="00BA482D"/>
    <w:rsid w:val="00BB23F4"/>
    <w:rsid w:val="00BC5075"/>
    <w:rsid w:val="00BD3B0F"/>
    <w:rsid w:val="00BE6738"/>
    <w:rsid w:val="00BF1D4C"/>
    <w:rsid w:val="00BF3F0A"/>
    <w:rsid w:val="00BF4C89"/>
    <w:rsid w:val="00C143C3"/>
    <w:rsid w:val="00C1739B"/>
    <w:rsid w:val="00C26067"/>
    <w:rsid w:val="00C30A29"/>
    <w:rsid w:val="00C317DC"/>
    <w:rsid w:val="00C369A9"/>
    <w:rsid w:val="00C578E9"/>
    <w:rsid w:val="00C703E2"/>
    <w:rsid w:val="00C70626"/>
    <w:rsid w:val="00C72860"/>
    <w:rsid w:val="00C73B90"/>
    <w:rsid w:val="00C87E0C"/>
    <w:rsid w:val="00C96AF3"/>
    <w:rsid w:val="00C97CCC"/>
    <w:rsid w:val="00CA0274"/>
    <w:rsid w:val="00CA303F"/>
    <w:rsid w:val="00CB361C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5221"/>
    <w:rsid w:val="00D67242"/>
    <w:rsid w:val="00D727F3"/>
    <w:rsid w:val="00D73695"/>
    <w:rsid w:val="00D810DE"/>
    <w:rsid w:val="00D87D32"/>
    <w:rsid w:val="00D92C83"/>
    <w:rsid w:val="00DA0A81"/>
    <w:rsid w:val="00DA3C10"/>
    <w:rsid w:val="00DA53B5"/>
    <w:rsid w:val="00DC1D69"/>
    <w:rsid w:val="00DC5A3A"/>
    <w:rsid w:val="00E048B1"/>
    <w:rsid w:val="00E238E6"/>
    <w:rsid w:val="00E246B1"/>
    <w:rsid w:val="00E35064"/>
    <w:rsid w:val="00E438C3"/>
    <w:rsid w:val="00E501F0"/>
    <w:rsid w:val="00E9014F"/>
    <w:rsid w:val="00E91BFF"/>
    <w:rsid w:val="00E92933"/>
    <w:rsid w:val="00EA116F"/>
    <w:rsid w:val="00EA3B97"/>
    <w:rsid w:val="00EB0AA4"/>
    <w:rsid w:val="00EB58C7"/>
    <w:rsid w:val="00EB5C88"/>
    <w:rsid w:val="00EC0469"/>
    <w:rsid w:val="00EC2F24"/>
    <w:rsid w:val="00ED6B38"/>
    <w:rsid w:val="00EF01F8"/>
    <w:rsid w:val="00EF40EF"/>
    <w:rsid w:val="00EF7491"/>
    <w:rsid w:val="00F07C48"/>
    <w:rsid w:val="00F1480E"/>
    <w:rsid w:val="00F1497D"/>
    <w:rsid w:val="00F16AAC"/>
    <w:rsid w:val="00F35A6A"/>
    <w:rsid w:val="00F438FC"/>
    <w:rsid w:val="00F5616F"/>
    <w:rsid w:val="00F56827"/>
    <w:rsid w:val="00F65EF0"/>
    <w:rsid w:val="00F71651"/>
    <w:rsid w:val="00F73518"/>
    <w:rsid w:val="00F76CC6"/>
    <w:rsid w:val="00FE0282"/>
    <w:rsid w:val="00FE124D"/>
    <w:rsid w:val="00FE38C4"/>
    <w:rsid w:val="00FE792C"/>
    <w:rsid w:val="00FF1B94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72D174"/>
  <w15:docId w15:val="{25D9A439-05CD-459F-A2FB-02AA7655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paragraph" w:styleId="Revision">
    <w:name w:val="Revision"/>
    <w:hidden/>
    <w:uiPriority w:val="99"/>
    <w:semiHidden/>
    <w:rsid w:val="00846AAD"/>
    <w:pPr>
      <w:spacing w:after="0" w:line="240" w:lineRule="auto"/>
    </w:pPr>
    <w:rPr>
      <w:rFonts w:ascii="Arial" w:eastAsia="Times New Roman" w:hAnsi="Arial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Qualificat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1BDA2158D81947A6183EBD40CC44B4" ma:contentTypeVersion="" ma:contentTypeDescription="Create a new document." ma:contentTypeScope="" ma:versionID="f2563bc2003afc8c8a293d9ca19963bd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13852056-1d7c-49cd-bf73-8d0acc580e0b" targetNamespace="http://schemas.microsoft.com/office/2006/metadata/properties" ma:root="true" ma:fieldsID="626fd966e21eaee9cdb6120a73a39593" ns1:_="" ns2:_="" ns3:_="">
    <xsd:import namespace="http://schemas.microsoft.com/sharepoint/v3"/>
    <xsd:import namespace="d50bbff7-d6dd-47d2-864a-cfdc2c3db0f4"/>
    <xsd:import namespace="13852056-1d7c-49cd-bf73-8d0acc580e0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Drafts available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52056-1d7c-49cd-bf73-8d0acc580e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96011-1976-4FD6-ABA9-D4D9B96EC8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13852056-1d7c-49cd-bf73-8d0acc580e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13852056-1d7c-49cd-bf73-8d0acc580e0b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50bbff7-d6dd-47d2-864a-cfdc2c3db0f4"/>
    <ds:schemaRef ds:uri="http://schemas.microsoft.com/sharepoint/v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21DEA2-E1C1-4158-8721-FCD6A61B7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</Template>
  <TotalTime>252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Elvie Arugay</dc:creator>
  <cp:lastModifiedBy>Susie Falk</cp:lastModifiedBy>
  <cp:revision>21</cp:revision>
  <cp:lastPrinted>2016-05-27T05:21:00Z</cp:lastPrinted>
  <dcterms:created xsi:type="dcterms:W3CDTF">2021-07-30T01:42:00Z</dcterms:created>
  <dcterms:modified xsi:type="dcterms:W3CDTF">2021-11-25T23:56:00Z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0x010100921BDA2158D81947A6183EBD40CC44B4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