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3B377DE9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4B689F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AE61C8C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WRK1</w:t>
            </w:r>
            <w:r w:rsidR="001F4C42">
              <w:t>X</w:t>
            </w:r>
            <w:r w:rsidR="00215967">
              <w:t>1</w:t>
            </w:r>
          </w:p>
        </w:tc>
        <w:tc>
          <w:tcPr>
            <w:tcW w:w="3604" w:type="pct"/>
            <w:shd w:val="clear" w:color="auto" w:fill="auto"/>
          </w:tcPr>
          <w:p w14:paraId="5DC38CF2" w14:textId="66235249" w:rsidR="00F1480E" w:rsidRPr="005404CB" w:rsidRDefault="00215967" w:rsidP="005404CB">
            <w:pPr>
              <w:pStyle w:val="SIUnittitle"/>
            </w:pPr>
            <w:r w:rsidRPr="00215967">
              <w:t>Maintain the workplace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32F677" w14:textId="5255F2C1" w:rsidR="00CE365B" w:rsidRPr="00CE365B" w:rsidRDefault="00CE365B" w:rsidP="00CE365B">
            <w:r w:rsidRPr="00CE365B">
              <w:t>This unit of competency describes the skills and knowledge required to maintain a range of work areas</w:t>
            </w:r>
            <w:r w:rsidR="001940D5">
              <w:t>, including preparing tools, equipment and machinery, maintaining a clean and safe workplace and maintaining structures and workplace surroundings</w:t>
            </w:r>
            <w:r w:rsidRPr="00CE365B">
              <w:t>.</w:t>
            </w:r>
          </w:p>
          <w:p w14:paraId="342612D7" w14:textId="77777777" w:rsidR="00CE365B" w:rsidRPr="00CE365B" w:rsidRDefault="00CE365B" w:rsidP="00CE365B"/>
          <w:p w14:paraId="33AD9341" w14:textId="77777777" w:rsidR="00CE365B" w:rsidRPr="00CE365B" w:rsidRDefault="00CE365B" w:rsidP="00CE365B">
            <w:r w:rsidRPr="00CE365B">
              <w:t>All work is carried out to comply with workplace procedures.</w:t>
            </w:r>
          </w:p>
          <w:p w14:paraId="24F6F397" w14:textId="77777777" w:rsidR="00CE365B" w:rsidRPr="00CE365B" w:rsidRDefault="00CE365B" w:rsidP="00CE365B"/>
          <w:p w14:paraId="30EBAC91" w14:textId="540A3132" w:rsidR="00CE365B" w:rsidRDefault="00CE365B" w:rsidP="00CE365B">
            <w:r w:rsidRPr="00CE365B">
              <w:t>Th</w:t>
            </w:r>
            <w:r w:rsidR="001940D5">
              <w:t>e</w:t>
            </w:r>
            <w:r w:rsidRPr="00CE365B">
              <w:t xml:space="preserve"> unit applies to individuals who </w:t>
            </w:r>
            <w:r w:rsidR="001940D5">
              <w:t xml:space="preserve">maintain the workplace while </w:t>
            </w:r>
            <w:r w:rsidRPr="00CE365B">
              <w:t>work</w:t>
            </w:r>
            <w:r w:rsidR="001940D5">
              <w:t>ing</w:t>
            </w:r>
            <w:r w:rsidRPr="00CE365B">
              <w:t xml:space="preserve"> alongside a supervisor</w:t>
            </w:r>
            <w:r w:rsidR="001940D5">
              <w:t>,</w:t>
            </w:r>
            <w:r w:rsidRPr="00CE365B">
              <w:t xml:space="preserve"> exercis</w:t>
            </w:r>
            <w:r w:rsidR="001940D5">
              <w:t>ing</w:t>
            </w:r>
            <w:r w:rsidRPr="00CE365B">
              <w:t xml:space="preserve"> limited autonomy within established and </w:t>
            </w:r>
            <w:proofErr w:type="gramStart"/>
            <w:r w:rsidRPr="00CE365B">
              <w:t>well known</w:t>
            </w:r>
            <w:proofErr w:type="gramEnd"/>
            <w:r w:rsidRPr="00CE365B">
              <w:t xml:space="preserve"> parameters.</w:t>
            </w:r>
            <w:r w:rsidR="001940D5">
              <w:t xml:space="preserve"> They identify and seek help with simple problems.</w:t>
            </w:r>
          </w:p>
          <w:p w14:paraId="6C16EDA2" w14:textId="6FF25957" w:rsidR="001940D5" w:rsidRDefault="001940D5" w:rsidP="00CE365B"/>
          <w:p w14:paraId="3F5A6195" w14:textId="595D7AD6" w:rsidR="001940D5" w:rsidRPr="00CE365B" w:rsidRDefault="001940D5" w:rsidP="00CE365B">
            <w:r>
              <w:t>All work is carried out to comply with workplace procedures, health and safety in the workplace requirements</w:t>
            </w:r>
            <w:r w:rsidR="00747777">
              <w:t>.</w:t>
            </w:r>
            <w:r>
              <w:t xml:space="preserve"> </w:t>
            </w:r>
          </w:p>
          <w:p w14:paraId="5C47FFCE" w14:textId="77777777" w:rsidR="00CE365B" w:rsidRPr="00CE365B" w:rsidRDefault="00CE365B" w:rsidP="00CE365B"/>
          <w:p w14:paraId="3202A0B8" w14:textId="09DC0FF3" w:rsidR="00CC1B21" w:rsidRPr="000754EC" w:rsidRDefault="00CE365B" w:rsidP="00CE365B">
            <w:r w:rsidRPr="00CE365B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B3F8A0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E365B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2C53462" w:rsidR="00CE365B" w:rsidRPr="00CE365B" w:rsidRDefault="00CE365B" w:rsidP="00CE365B">
            <w:pPr>
              <w:pStyle w:val="SIText"/>
            </w:pPr>
            <w:r w:rsidRPr="00CE365B">
              <w:t>1. Prepare and use tools, equipment and machinery</w:t>
            </w:r>
          </w:p>
        </w:tc>
        <w:tc>
          <w:tcPr>
            <w:tcW w:w="3604" w:type="pct"/>
            <w:shd w:val="clear" w:color="auto" w:fill="auto"/>
          </w:tcPr>
          <w:p w14:paraId="7B3293C5" w14:textId="2D0483F5" w:rsidR="00CE365B" w:rsidRPr="00CE365B" w:rsidRDefault="00CE365B" w:rsidP="00CE365B">
            <w:r w:rsidRPr="00CE365B">
              <w:t xml:space="preserve">1.1 </w:t>
            </w:r>
            <w:r w:rsidR="00747777">
              <w:t>Collect</w:t>
            </w:r>
            <w:r w:rsidRPr="00CE365B">
              <w:t xml:space="preserve"> required materials, </w:t>
            </w:r>
            <w:proofErr w:type="gramStart"/>
            <w:r w:rsidRPr="00CE365B">
              <w:t>tools</w:t>
            </w:r>
            <w:proofErr w:type="gramEnd"/>
            <w:r w:rsidRPr="00CE365B">
              <w:t xml:space="preserve"> and equipment according to lists provided and supervisor instructions</w:t>
            </w:r>
          </w:p>
          <w:p w14:paraId="24444778" w14:textId="77777777" w:rsidR="00747777" w:rsidRDefault="00CE365B" w:rsidP="00CE365B">
            <w:r w:rsidRPr="00CE365B">
              <w:t xml:space="preserve">1.2 </w:t>
            </w:r>
            <w:r w:rsidR="00747777">
              <w:t>Fit and use personal protective equipment (PPE) as directed by supervisor</w:t>
            </w:r>
          </w:p>
          <w:p w14:paraId="50C9B273" w14:textId="3F2F50C7" w:rsidR="00747777" w:rsidRDefault="00747777" w:rsidP="00CE365B">
            <w:r>
              <w:t>1.3 Use correct manual handling techniques</w:t>
            </w:r>
            <w:r w:rsidR="007E1BF8">
              <w:t xml:space="preserve"> as instructed</w:t>
            </w:r>
          </w:p>
          <w:p w14:paraId="5E5BEE91" w14:textId="3EE806D5" w:rsidR="00CE365B" w:rsidRPr="00CE365B" w:rsidRDefault="00747777" w:rsidP="00CE365B">
            <w:r>
              <w:t xml:space="preserve">1.4 </w:t>
            </w:r>
            <w:r w:rsidR="00CE365B" w:rsidRPr="00CE365B">
              <w:t xml:space="preserve">Check </w:t>
            </w:r>
            <w:r>
              <w:t xml:space="preserve">and report insufficient, </w:t>
            </w:r>
            <w:proofErr w:type="gramStart"/>
            <w:r>
              <w:t>faulty</w:t>
            </w:r>
            <w:proofErr w:type="gramEnd"/>
            <w:r>
              <w:t xml:space="preserve"> or unsafe</w:t>
            </w:r>
            <w:r w:rsidR="00CE365B" w:rsidRPr="00CE365B">
              <w:t xml:space="preserve"> materials, tools</w:t>
            </w:r>
            <w:r>
              <w:t>,</w:t>
            </w:r>
            <w:r w:rsidR="00CE365B" w:rsidRPr="00CE365B">
              <w:t xml:space="preserve"> equipment and </w:t>
            </w:r>
            <w:r>
              <w:t>PPE to</w:t>
            </w:r>
            <w:r w:rsidR="00CE365B" w:rsidRPr="00CE365B">
              <w:t xml:space="preserve"> supervisor</w:t>
            </w:r>
          </w:p>
          <w:p w14:paraId="1EBFB235" w14:textId="55D75FE0" w:rsidR="00CE365B" w:rsidRPr="00CE365B" w:rsidRDefault="00CE365B" w:rsidP="00CE365B">
            <w:r w:rsidRPr="00CE365B">
              <w:t xml:space="preserve">1.5 </w:t>
            </w:r>
            <w:r w:rsidR="00747777">
              <w:t>Recognise and report workplace hazards and risks to</w:t>
            </w:r>
            <w:r w:rsidRPr="00CE365B">
              <w:t xml:space="preserve"> supervisor</w:t>
            </w:r>
          </w:p>
          <w:p w14:paraId="36FFA5C5" w14:textId="54EF1ADE" w:rsidR="00CE365B" w:rsidRPr="00CE365B" w:rsidRDefault="00CE365B" w:rsidP="00CE365B">
            <w:pPr>
              <w:pStyle w:val="SIText"/>
            </w:pPr>
            <w:r w:rsidRPr="00CE365B">
              <w:t>1.6 C</w:t>
            </w:r>
            <w:r w:rsidR="00747777">
              <w:t>onfirm communication</w:t>
            </w:r>
            <w:r w:rsidRPr="00CE365B">
              <w:t xml:space="preserve"> channels with </w:t>
            </w:r>
            <w:r w:rsidR="003A3984">
              <w:t>supervisor</w:t>
            </w:r>
          </w:p>
        </w:tc>
      </w:tr>
      <w:tr w:rsidR="00CE365B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3DE7E18" w:rsidR="00CE365B" w:rsidRPr="00CE365B" w:rsidRDefault="00CE365B" w:rsidP="00CE365B">
            <w:pPr>
              <w:pStyle w:val="SIText"/>
            </w:pPr>
            <w:r w:rsidRPr="00CE365B">
              <w:t>2. Maintain a clean and safe workplace</w:t>
            </w:r>
          </w:p>
        </w:tc>
        <w:tc>
          <w:tcPr>
            <w:tcW w:w="3604" w:type="pct"/>
            <w:shd w:val="clear" w:color="auto" w:fill="auto"/>
          </w:tcPr>
          <w:p w14:paraId="14E8DC22" w14:textId="6EDA61BC" w:rsidR="00CE365B" w:rsidRPr="00CE365B" w:rsidRDefault="00CE365B" w:rsidP="00CE365B">
            <w:r w:rsidRPr="00CE365B">
              <w:t xml:space="preserve">2.1 </w:t>
            </w:r>
            <w:r w:rsidR="007E1BF8">
              <w:t>Confirm</w:t>
            </w:r>
            <w:r w:rsidRPr="00CE365B">
              <w:t xml:space="preserve"> </w:t>
            </w:r>
            <w:r w:rsidR="007E1BF8">
              <w:t xml:space="preserve">location of </w:t>
            </w:r>
            <w:r w:rsidRPr="00CE365B">
              <w:t>services with the supervisor</w:t>
            </w:r>
          </w:p>
          <w:p w14:paraId="4451CDDB" w14:textId="4AE4641B" w:rsidR="00CE365B" w:rsidRPr="00CE365B" w:rsidRDefault="00CE365B" w:rsidP="00CE365B">
            <w:r w:rsidRPr="00CE365B">
              <w:t xml:space="preserve">2.2 Sweep, wash and treat floors, </w:t>
            </w:r>
            <w:proofErr w:type="gramStart"/>
            <w:r w:rsidRPr="00CE365B">
              <w:t>benches</w:t>
            </w:r>
            <w:proofErr w:type="gramEnd"/>
            <w:r w:rsidRPr="00CE365B">
              <w:t xml:space="preserve"> and other flat work surfaces </w:t>
            </w:r>
            <w:r w:rsidR="00747777">
              <w:t>according to supervisor instructions</w:t>
            </w:r>
          </w:p>
          <w:p w14:paraId="11532BAB" w14:textId="345F2665" w:rsidR="00CE365B" w:rsidRPr="00CE365B" w:rsidRDefault="00CE365B" w:rsidP="00CE365B">
            <w:r w:rsidRPr="00CE365B">
              <w:t xml:space="preserve">2.3 </w:t>
            </w:r>
            <w:r w:rsidR="001F4C42">
              <w:t>Clean and s</w:t>
            </w:r>
            <w:r w:rsidRPr="00CE365B">
              <w:t>tore</w:t>
            </w:r>
            <w:r w:rsidR="001F4C42">
              <w:t xml:space="preserve"> materials,</w:t>
            </w:r>
            <w:r w:rsidRPr="00CE365B">
              <w:t xml:space="preserve"> </w:t>
            </w:r>
            <w:proofErr w:type="gramStart"/>
            <w:r w:rsidRPr="00CE365B">
              <w:t>tools</w:t>
            </w:r>
            <w:proofErr w:type="gramEnd"/>
            <w:r w:rsidR="001F4C42">
              <w:t xml:space="preserve"> and</w:t>
            </w:r>
            <w:r w:rsidRPr="00CE365B">
              <w:t xml:space="preserve"> equipment </w:t>
            </w:r>
            <w:r w:rsidR="00B503C6">
              <w:t>according to supervisor instructions</w:t>
            </w:r>
          </w:p>
          <w:p w14:paraId="7589CA41" w14:textId="6A803063" w:rsidR="001F4C42" w:rsidRDefault="00CE365B" w:rsidP="00CE365B">
            <w:r w:rsidRPr="00CE365B">
              <w:t xml:space="preserve">2.4 </w:t>
            </w:r>
            <w:r w:rsidR="001F4C42">
              <w:t>Store</w:t>
            </w:r>
            <w:r w:rsidR="00B503C6">
              <w:t>, recycle</w:t>
            </w:r>
            <w:r w:rsidR="001F4C42">
              <w:t xml:space="preserve"> or dispose of waste material and debris according to supervisor instructions</w:t>
            </w:r>
          </w:p>
          <w:p w14:paraId="3EBF022F" w14:textId="4F2C867B" w:rsidR="00CE365B" w:rsidRPr="00CE365B" w:rsidRDefault="001F4C42" w:rsidP="00CE365B">
            <w:r>
              <w:t xml:space="preserve">2.5 </w:t>
            </w:r>
            <w:r w:rsidR="00B503C6">
              <w:t>Recognise and report workplace</w:t>
            </w:r>
            <w:r w:rsidR="00CE365B" w:rsidRPr="00CE365B">
              <w:t xml:space="preserve"> hazards</w:t>
            </w:r>
            <w:r w:rsidR="00B503C6">
              <w:t xml:space="preserve"> to supervisor</w:t>
            </w:r>
          </w:p>
          <w:p w14:paraId="215A6E64" w14:textId="24FBEDDB" w:rsidR="00CE365B" w:rsidRPr="00CE365B" w:rsidRDefault="00CE365B" w:rsidP="00CE365B">
            <w:pPr>
              <w:pStyle w:val="SIText"/>
            </w:pPr>
            <w:r w:rsidRPr="00CE365B">
              <w:t>2.</w:t>
            </w:r>
            <w:r w:rsidR="001F4C42">
              <w:t>6</w:t>
            </w:r>
            <w:r w:rsidRPr="00CE365B">
              <w:t xml:space="preserve"> Apply sustainability practices rel</w:t>
            </w:r>
            <w:r w:rsidR="001F4C42">
              <w:t>evant</w:t>
            </w:r>
            <w:r w:rsidRPr="00CE365B">
              <w:t xml:space="preserve"> to workplace and activity</w:t>
            </w:r>
          </w:p>
        </w:tc>
      </w:tr>
      <w:tr w:rsidR="00CE365B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51C13E64" w:rsidR="00CE365B" w:rsidRPr="00CE365B" w:rsidRDefault="00CE365B" w:rsidP="00CE365B">
            <w:pPr>
              <w:pStyle w:val="SIText"/>
            </w:pPr>
            <w:r w:rsidRPr="00CE365B">
              <w:t xml:space="preserve">3. </w:t>
            </w:r>
            <w:r w:rsidR="007E1BF8">
              <w:t>Assist with m</w:t>
            </w:r>
            <w:r w:rsidR="007E1BF8" w:rsidRPr="00CE365B">
              <w:t>aintena</w:t>
            </w:r>
            <w:r w:rsidR="007E1BF8">
              <w:t>nce of</w:t>
            </w:r>
            <w:r w:rsidRPr="00CE365B">
              <w:t xml:space="preserve"> structures and workplace surroundings</w:t>
            </w:r>
          </w:p>
        </w:tc>
        <w:tc>
          <w:tcPr>
            <w:tcW w:w="3604" w:type="pct"/>
            <w:shd w:val="clear" w:color="auto" w:fill="auto"/>
          </w:tcPr>
          <w:p w14:paraId="3E5F4530" w14:textId="35455A58" w:rsidR="00CE365B" w:rsidRPr="00CE365B" w:rsidRDefault="00CE365B" w:rsidP="00CE365B">
            <w:r w:rsidRPr="00CE365B">
              <w:t xml:space="preserve">3.1 </w:t>
            </w:r>
            <w:r w:rsidR="00B503C6">
              <w:t>Confirm</w:t>
            </w:r>
            <w:r w:rsidRPr="00CE365B">
              <w:t xml:space="preserve"> maintenance requirements of structures and workplace surroundings with supervisor</w:t>
            </w:r>
          </w:p>
          <w:p w14:paraId="67EE2950" w14:textId="7B7B6149" w:rsidR="00CE365B" w:rsidRPr="00CE365B" w:rsidRDefault="00CE365B" w:rsidP="00CE365B">
            <w:r w:rsidRPr="00CE365B">
              <w:t xml:space="preserve">3.2 Maintain structures and workplace surroundings </w:t>
            </w:r>
            <w:r w:rsidR="007E1BF8">
              <w:t>with supervisor</w:t>
            </w:r>
          </w:p>
          <w:p w14:paraId="069D5DEA" w14:textId="15D9D95F" w:rsidR="00CE365B" w:rsidRPr="00CE365B" w:rsidRDefault="00CE365B" w:rsidP="00CE365B">
            <w:r w:rsidRPr="00CE365B">
              <w:t xml:space="preserve">3.3 </w:t>
            </w:r>
            <w:r w:rsidR="00B503C6">
              <w:t>R</w:t>
            </w:r>
            <w:r w:rsidR="001F4C42">
              <w:t xml:space="preserve">eport </w:t>
            </w:r>
            <w:r w:rsidRPr="00CE365B">
              <w:t>damage and deterioration</w:t>
            </w:r>
            <w:r w:rsidR="007E1BF8">
              <w:t xml:space="preserve"> of structures</w:t>
            </w:r>
            <w:r w:rsidRPr="00CE365B">
              <w:t xml:space="preserve"> </w:t>
            </w:r>
            <w:r w:rsidR="001F4C42">
              <w:t>to</w:t>
            </w:r>
            <w:r w:rsidRPr="00CE365B">
              <w:t xml:space="preserve">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65A7" w:rsidRPr="00336FCA" w:rsidDel="00423CB2" w14:paraId="2C3BCC54" w14:textId="77777777" w:rsidTr="00CA2922">
        <w:tc>
          <w:tcPr>
            <w:tcW w:w="1396" w:type="pct"/>
          </w:tcPr>
          <w:p w14:paraId="1DB01BEF" w14:textId="245B7D46" w:rsidR="008F65A7" w:rsidRPr="00BE5B62" w:rsidRDefault="008F65A7" w:rsidP="00BE5B6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2C72C6" w14:textId="5654AE79" w:rsidR="008F65A7" w:rsidRPr="00BE5B62" w:rsidRDefault="008F65A7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t>Calculate work hours and quantities of cleaning materials, measure volumes of cleaning agents and estimate areas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7016E6F7" w:rsidR="00F1480E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1D372C" w14:textId="77777777" w:rsidR="001F4C42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Use clear language and standard industry terminology to report malfunctions, faults, wear or damage to tools</w:t>
            </w:r>
          </w:p>
          <w:p w14:paraId="418A1EF8" w14:textId="64DD5BF2" w:rsidR="00F1480E" w:rsidRPr="00BE5B62" w:rsidRDefault="001F4C42" w:rsidP="00BE5B6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5B62">
              <w:rPr>
                <w:rStyle w:val="SITemporaryText-blue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40B725C" w:rsidR="00F46BB2" w:rsidRPr="00B503C6" w:rsidRDefault="001F4C42" w:rsidP="00F36A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36A12">
              <w:rPr>
                <w:rStyle w:val="SITemporaryText-blue"/>
                <w:color w:val="auto"/>
                <w:sz w:val="20"/>
              </w:rPr>
              <w:t>AHCWRK1X</w:t>
            </w:r>
            <w:r w:rsidR="00F36A12" w:rsidRPr="00F36A12">
              <w:rPr>
                <w:rStyle w:val="SITemporaryText-blue"/>
                <w:color w:val="auto"/>
                <w:sz w:val="20"/>
              </w:rPr>
              <w:t>1</w:t>
            </w:r>
            <w:r w:rsidRPr="00F36A12">
              <w:rPr>
                <w:rStyle w:val="SITemporaryText-blue"/>
                <w:color w:val="auto"/>
                <w:sz w:val="20"/>
              </w:rPr>
              <w:t xml:space="preserve"> Maintain the workplace</w:t>
            </w:r>
          </w:p>
        </w:tc>
        <w:tc>
          <w:tcPr>
            <w:tcW w:w="1105" w:type="pct"/>
          </w:tcPr>
          <w:p w14:paraId="68CA03F4" w14:textId="6174BEEB" w:rsidR="00F46BB2" w:rsidRPr="001F4C42" w:rsidRDefault="003D1153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t>AHCWRK101 Maintain the workplace</w:t>
            </w:r>
          </w:p>
        </w:tc>
        <w:tc>
          <w:tcPr>
            <w:tcW w:w="1251" w:type="pct"/>
          </w:tcPr>
          <w:p w14:paraId="4E6F2D62" w14:textId="77777777" w:rsidR="00F46BB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Minor changes to application</w:t>
            </w:r>
          </w:p>
          <w:p w14:paraId="31DB6E0D" w14:textId="77777777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Minor changes to performance criteria</w:t>
            </w:r>
          </w:p>
          <w:p w14:paraId="089391D4" w14:textId="77777777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2A64A03B" w:rsidR="001F4C42" w:rsidRPr="001F4C42" w:rsidRDefault="001F4C42" w:rsidP="001F4C4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F4C42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56CD1A0E" w:rsidR="00F46BB2" w:rsidRPr="001F4C42" w:rsidRDefault="001F4C42" w:rsidP="001F4C42">
            <w:pPr>
              <w:pStyle w:val="SIText"/>
            </w:pPr>
            <w:r w:rsidRPr="001F4C42">
              <w:t>Not e</w:t>
            </w:r>
            <w:r w:rsidR="0003463A" w:rsidRPr="001F4C4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1FB09113" w:rsidR="00E17A92" w:rsidRPr="005404CB" w:rsidRDefault="00520E9A" w:rsidP="001940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43637D" w:rsidRPr="001F4C42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56D7F6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5967" w:rsidRPr="00215967">
              <w:t>AHCWRK1</w:t>
            </w:r>
            <w:r w:rsidR="008F65A7">
              <w:t>X</w:t>
            </w:r>
            <w:r w:rsidR="00215967" w:rsidRPr="00215967">
              <w:t>1 Maintain the workplace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22FDB3D2" w14:textId="77777777" w:rsidR="008F65A7" w:rsidRDefault="008F65A7" w:rsidP="003D1153">
            <w:r>
              <w:t>An individual demonstrating competency must satisfy all of the elements and performance criteria in this unit.</w:t>
            </w:r>
          </w:p>
          <w:p w14:paraId="3A97A729" w14:textId="24D8B264" w:rsidR="003D1153" w:rsidRPr="003D1153" w:rsidRDefault="008F65A7" w:rsidP="003D1153">
            <w:r>
              <w:t>There must be evidence that the individual has maintained the workplace on at least one occasion, and has</w:t>
            </w:r>
            <w:r w:rsidR="003D1153" w:rsidRPr="003D1153">
              <w:t>:</w:t>
            </w:r>
          </w:p>
          <w:p w14:paraId="52D88633" w14:textId="284069EA" w:rsidR="003D1153" w:rsidRPr="003D1153" w:rsidRDefault="003D1153" w:rsidP="003D1153">
            <w:pPr>
              <w:pStyle w:val="SIBulletList1"/>
            </w:pPr>
            <w:r w:rsidRPr="003D1153">
              <w:t>follow</w:t>
            </w:r>
            <w:r w:rsidR="008F65A7">
              <w:t>ed</w:t>
            </w:r>
            <w:r w:rsidRPr="003D1153">
              <w:t xml:space="preserve"> </w:t>
            </w:r>
            <w:r w:rsidR="008F65A7">
              <w:t xml:space="preserve">workplace health and </w:t>
            </w:r>
            <w:r w:rsidRPr="003D1153">
              <w:t>safe</w:t>
            </w:r>
            <w:r w:rsidR="008F65A7">
              <w:t>ty</w:t>
            </w:r>
            <w:r w:rsidRPr="003D1153">
              <w:t xml:space="preserve"> practices</w:t>
            </w:r>
            <w:r w:rsidR="00BE5B62">
              <w:t>, including fitted and used personal protective equipment (PPE)</w:t>
            </w:r>
          </w:p>
          <w:p w14:paraId="610F9733" w14:textId="57794838" w:rsidR="003D1153" w:rsidRPr="003D1153" w:rsidRDefault="008F65A7" w:rsidP="003D1153">
            <w:pPr>
              <w:pStyle w:val="SIBulletList1"/>
            </w:pPr>
            <w:r>
              <w:t>followed</w:t>
            </w:r>
            <w:r w:rsidRPr="003D1153">
              <w:t xml:space="preserve"> </w:t>
            </w:r>
            <w:r w:rsidR="003D1153" w:rsidRPr="003D1153">
              <w:t>instructions</w:t>
            </w:r>
          </w:p>
          <w:p w14:paraId="2E287CF5" w14:textId="11868E93" w:rsidR="003D1153" w:rsidRPr="003D1153" w:rsidRDefault="003D1153" w:rsidP="003D1153">
            <w:pPr>
              <w:pStyle w:val="SIBulletList1"/>
            </w:pPr>
            <w:r w:rsidRPr="003D1153">
              <w:t>read</w:t>
            </w:r>
            <w:r w:rsidR="008F65A7">
              <w:t xml:space="preserve"> and followed workplace notices, workplace safety signs, </w:t>
            </w:r>
            <w:proofErr w:type="gramStart"/>
            <w:r w:rsidR="008F65A7">
              <w:t>symbols</w:t>
            </w:r>
            <w:proofErr w:type="gramEnd"/>
            <w:r w:rsidR="007E1BF8">
              <w:t xml:space="preserve"> and</w:t>
            </w:r>
            <w:r w:rsidRPr="003D1153">
              <w:t xml:space="preserve"> labels</w:t>
            </w:r>
          </w:p>
          <w:p w14:paraId="6E81AE9B" w14:textId="291C3370" w:rsidR="00E17A92" w:rsidRPr="005404CB" w:rsidRDefault="003D1153" w:rsidP="003D1153">
            <w:pPr>
              <w:pStyle w:val="SIBulletList1"/>
            </w:pPr>
            <w:r w:rsidRPr="003D1153">
              <w:t>communicate</w:t>
            </w:r>
            <w:r w:rsidR="008F65A7">
              <w:t>d</w:t>
            </w:r>
            <w:r w:rsidRPr="003D1153">
              <w:t xml:space="preserve"> effectively with supervisor.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51EFD4F6" w14:textId="39EE299A" w:rsidR="003D1153" w:rsidRPr="003D1153" w:rsidRDefault="00BE5B62" w:rsidP="003D1153">
            <w:r>
              <w:t>An individual</w:t>
            </w:r>
            <w:r w:rsidR="003D1153" w:rsidRPr="003D1153">
              <w:t xml:space="preserve"> must </w:t>
            </w:r>
            <w:r>
              <w:t xml:space="preserve">be able to </w:t>
            </w:r>
            <w:r w:rsidR="003D1153" w:rsidRPr="003D1153">
              <w:t xml:space="preserve">demonstrate </w:t>
            </w:r>
            <w:r>
              <w:t xml:space="preserve">the </w:t>
            </w:r>
            <w:r w:rsidR="003D1153" w:rsidRPr="003D1153">
              <w:t xml:space="preserve">knowledge </w:t>
            </w:r>
            <w:r>
              <w:t xml:space="preserve">required to perform the tasks outlined in the elements and performance criteria of this unit. This includes knowledge </w:t>
            </w:r>
            <w:r w:rsidR="003D1153" w:rsidRPr="003D1153">
              <w:t>of:</w:t>
            </w:r>
          </w:p>
          <w:p w14:paraId="3B14F514" w14:textId="61BD0835" w:rsidR="003D1153" w:rsidRPr="003D1153" w:rsidRDefault="003D1153" w:rsidP="003D1153">
            <w:pPr>
              <w:pStyle w:val="SIBulletList1"/>
            </w:pPr>
            <w:r w:rsidRPr="003D1153">
              <w:t>the effect of outdoor climatic conditions which may prevent or impede maintenance activities</w:t>
            </w:r>
          </w:p>
          <w:p w14:paraId="2E0AE499" w14:textId="515A8012" w:rsidR="003D1153" w:rsidRPr="003D1153" w:rsidRDefault="003D1153" w:rsidP="003D1153">
            <w:pPr>
              <w:pStyle w:val="SIBulletList1"/>
            </w:pPr>
            <w:r w:rsidRPr="003D1153">
              <w:t>the relationship between specific maintenance activities and the external environment</w:t>
            </w:r>
          </w:p>
          <w:p w14:paraId="411BDF05" w14:textId="708C8A9C" w:rsidR="00E17A92" w:rsidRPr="005404CB" w:rsidRDefault="003D1153" w:rsidP="00BE5B62">
            <w:pPr>
              <w:pStyle w:val="SIBulletList1"/>
            </w:pPr>
            <w:r w:rsidRPr="003D1153">
              <w:t xml:space="preserve">workplace </w:t>
            </w:r>
            <w:r w:rsidR="00BE5B62">
              <w:t xml:space="preserve">health and safety </w:t>
            </w:r>
            <w:r w:rsidRPr="003D1153">
              <w:t xml:space="preserve">hazards </w:t>
            </w:r>
            <w:r w:rsidR="00BE5B62">
              <w:t xml:space="preserve">risks, </w:t>
            </w:r>
            <w:r w:rsidRPr="003D1153">
              <w:t xml:space="preserve">and work health and safety symbols, </w:t>
            </w:r>
            <w:proofErr w:type="gramStart"/>
            <w:r w:rsidRPr="003D1153">
              <w:t>signs</w:t>
            </w:r>
            <w:proofErr w:type="gramEnd"/>
            <w:r w:rsidRPr="003D1153">
              <w:t xml:space="preserve"> and practices </w:t>
            </w:r>
            <w:r w:rsidR="00BE5B62">
              <w:t>relevant to area</w:t>
            </w:r>
            <w:r w:rsidRPr="003D1153">
              <w:t xml:space="preserve"> of work.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3D5D0FB1" w14:textId="77777777" w:rsidR="00BE5B62" w:rsidRDefault="00BE5B62" w:rsidP="009235B5">
            <w:r>
              <w:t>Assessment of the skills in this unit of competency must take place under the following conditions:</w:t>
            </w:r>
          </w:p>
          <w:p w14:paraId="1AF09F81" w14:textId="363F2DB3" w:rsidR="00BE5B62" w:rsidRDefault="00BE5B62" w:rsidP="00BE5B62">
            <w:pPr>
              <w:pStyle w:val="SIBulletList1"/>
            </w:pPr>
            <w:r>
              <w:t>physical conditions:</w:t>
            </w:r>
          </w:p>
          <w:p w14:paraId="30C8EF2A" w14:textId="7C9D758C" w:rsidR="00BE5B62" w:rsidRDefault="00BE5B62" w:rsidP="00BE5B62">
            <w:pPr>
              <w:pStyle w:val="SIBulletList2"/>
            </w:pPr>
            <w:r>
              <w:t>a workplace setting or an environment that accurately represent workplace conditions</w:t>
            </w:r>
          </w:p>
          <w:p w14:paraId="3FB36A87" w14:textId="4BB01CD3" w:rsidR="00BE5B62" w:rsidRDefault="00BE5B62" w:rsidP="00BE5B62">
            <w:pPr>
              <w:pStyle w:val="SIBulletList1"/>
            </w:pPr>
            <w:r>
              <w:t>resources, equipment and materials:</w:t>
            </w:r>
          </w:p>
          <w:p w14:paraId="3E4EB114" w14:textId="1357B931" w:rsidR="00BE5B62" w:rsidRDefault="00BE5B62" w:rsidP="00BE5B62">
            <w:pPr>
              <w:pStyle w:val="SIBulletList2"/>
            </w:pPr>
            <w:r>
              <w:t>PPE applicable to maintaining the workplace</w:t>
            </w:r>
          </w:p>
          <w:p w14:paraId="276846A6" w14:textId="635562E9" w:rsidR="00BE5B62" w:rsidRDefault="00BE5B62" w:rsidP="00BE5B62">
            <w:pPr>
              <w:pStyle w:val="SIBulletList2"/>
            </w:pPr>
            <w:r>
              <w:t>materials, tools and equipment applicable to maintaining the workplace</w:t>
            </w:r>
          </w:p>
          <w:p w14:paraId="5DC07470" w14:textId="1B705657" w:rsidR="00BE5B62" w:rsidRDefault="00BE5B62" w:rsidP="00BE5B62">
            <w:pPr>
              <w:pStyle w:val="SIBulletList2"/>
            </w:pPr>
            <w:r>
              <w:t>workplace notices, workplace safety signs, symbols</w:t>
            </w:r>
            <w:r w:rsidR="0067743E">
              <w:t xml:space="preserve"> and</w:t>
            </w:r>
            <w:r>
              <w:t xml:space="preserve"> labels relevant to area of work</w:t>
            </w:r>
          </w:p>
          <w:p w14:paraId="1395157B" w14:textId="18D86E0D" w:rsidR="00BE5B62" w:rsidRDefault="00BE5B62" w:rsidP="00BE5B62">
            <w:pPr>
              <w:pStyle w:val="SIBulletList1"/>
            </w:pPr>
            <w:r>
              <w:t>relationships:</w:t>
            </w:r>
          </w:p>
          <w:p w14:paraId="4202A6D7" w14:textId="5332E1AB" w:rsidR="00BE5B62" w:rsidRDefault="00BE5B62" w:rsidP="00BE5B62">
            <w:pPr>
              <w:pStyle w:val="SIBulletList2"/>
            </w:pPr>
            <w:r>
              <w:t>supervisor.</w:t>
            </w:r>
          </w:p>
          <w:p w14:paraId="1FE09265" w14:textId="571F790C" w:rsidR="00BE5B62" w:rsidRDefault="00BE5B62" w:rsidP="00BE5B6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29F679B7" w14:textId="70649C23" w:rsidR="00BC7B51" w:rsidRPr="005404CB" w:rsidRDefault="00EB0E2D" w:rsidP="00EB0E2D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55DD4CB7" w14:textId="055E423F" w:rsidR="00E17A92" w:rsidRPr="005404CB" w:rsidRDefault="002970C3" w:rsidP="001940D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1940D5">
              <w:t xml:space="preserve"> </w:t>
            </w:r>
            <w:hyperlink r:id="rId12" w:history="1">
              <w:r w:rsidR="00E17A92" w:rsidRPr="008F65A7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C4A5" w14:textId="77777777" w:rsidR="00407C09" w:rsidRDefault="00407C09" w:rsidP="00BF3F0A">
      <w:r>
        <w:separator/>
      </w:r>
    </w:p>
    <w:p w14:paraId="7038C395" w14:textId="77777777" w:rsidR="00407C09" w:rsidRDefault="00407C09"/>
  </w:endnote>
  <w:endnote w:type="continuationSeparator" w:id="0">
    <w:p w14:paraId="34B8E72E" w14:textId="77777777" w:rsidR="00407C09" w:rsidRDefault="00407C09" w:rsidP="00BF3F0A">
      <w:r>
        <w:continuationSeparator/>
      </w:r>
    </w:p>
    <w:p w14:paraId="348996E5" w14:textId="77777777" w:rsidR="00407C09" w:rsidRDefault="00407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4B85" w14:textId="77777777" w:rsidR="00407C09" w:rsidRDefault="00407C09" w:rsidP="00BF3F0A">
      <w:r>
        <w:separator/>
      </w:r>
    </w:p>
    <w:p w14:paraId="736CF492" w14:textId="77777777" w:rsidR="00407C09" w:rsidRDefault="00407C09"/>
  </w:footnote>
  <w:footnote w:type="continuationSeparator" w:id="0">
    <w:p w14:paraId="3F591E8C" w14:textId="77777777" w:rsidR="00407C09" w:rsidRDefault="00407C09" w:rsidP="00BF3F0A">
      <w:r>
        <w:continuationSeparator/>
      </w:r>
    </w:p>
    <w:p w14:paraId="58F5ACD6" w14:textId="77777777" w:rsidR="00407C09" w:rsidRDefault="00407C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ADFCED" w:rsidR="009C2650" w:rsidRPr="00215967" w:rsidRDefault="002F193F" w:rsidP="00215967">
    <w:sdt>
      <w:sdtPr>
        <w:rPr>
          <w:lang w:eastAsia="en-US"/>
        </w:rPr>
        <w:id w:val="-16247600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3C12DD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5967" w:rsidRPr="00215967">
      <w:rPr>
        <w:lang w:eastAsia="en-US"/>
      </w:rPr>
      <w:t>AHCWRK1</w:t>
    </w:r>
    <w:r w:rsidR="001F4C42">
      <w:t>X</w:t>
    </w:r>
    <w:r w:rsidR="00215967" w:rsidRPr="00215967">
      <w:rPr>
        <w:lang w:eastAsia="en-US"/>
      </w:rPr>
      <w:t>1 Maintain the workplace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255"/>
    <w:rsid w:val="001940D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C42"/>
    <w:rsid w:val="00201A7C"/>
    <w:rsid w:val="0021210E"/>
    <w:rsid w:val="0021414D"/>
    <w:rsid w:val="00215967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2F193F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56894"/>
    <w:rsid w:val="00366805"/>
    <w:rsid w:val="0037067D"/>
    <w:rsid w:val="00373436"/>
    <w:rsid w:val="0038735B"/>
    <w:rsid w:val="003916D1"/>
    <w:rsid w:val="00394C90"/>
    <w:rsid w:val="003A21F0"/>
    <w:rsid w:val="003A277F"/>
    <w:rsid w:val="003A3984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07C09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89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43E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77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D5A78"/>
    <w:rsid w:val="007E1BF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65A7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0238"/>
    <w:rsid w:val="00B503C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E5B62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0E2D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34E4D"/>
    <w:rsid w:val="00F36A1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940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F4C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B7CB0-4D9C-4D18-8395-58EC3923F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285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64</cp:revision>
  <cp:lastPrinted>2016-05-27T05:21:00Z</cp:lastPrinted>
  <dcterms:created xsi:type="dcterms:W3CDTF">2021-08-11T23:10:00Z</dcterms:created>
  <dcterms:modified xsi:type="dcterms:W3CDTF">2021-11-25T07:53:00Z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