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0E5EFDC4" w:rsidR="00333245" w:rsidRPr="00333245" w:rsidRDefault="00333245" w:rsidP="00333245">
            <w:pPr>
              <w:pStyle w:val="SIText"/>
            </w:pPr>
            <w:r w:rsidRPr="00333245">
              <w:t xml:space="preserve">This version released with AHC Agriculture, Horticulture and Conservation and Land Management Training Package Version </w:t>
            </w:r>
            <w:r w:rsidR="001B45C5">
              <w:t>8</w:t>
            </w:r>
            <w:r w:rsidRPr="00333245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6D3A0B90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CE6486">
              <w:t>2</w:t>
            </w:r>
            <w:r w:rsidR="001B45C5">
              <w:t>X</w:t>
            </w:r>
            <w:r w:rsidR="0010236E">
              <w:t>9</w:t>
            </w:r>
          </w:p>
        </w:tc>
        <w:tc>
          <w:tcPr>
            <w:tcW w:w="3604" w:type="pct"/>
            <w:shd w:val="clear" w:color="auto" w:fill="auto"/>
          </w:tcPr>
          <w:p w14:paraId="5DC38CF2" w14:textId="636BF732" w:rsidR="00F1480E" w:rsidRPr="005404CB" w:rsidRDefault="0010236E" w:rsidP="005404CB">
            <w:pPr>
              <w:pStyle w:val="SIUnittitle"/>
            </w:pPr>
            <w:r w:rsidRPr="0010236E">
              <w:t>Participate in environmentally sustainable work practices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B97F88B" w14:textId="66DA7877" w:rsidR="00184C83" w:rsidRPr="00184C83" w:rsidRDefault="00184C83" w:rsidP="00184C83">
            <w:r w:rsidRPr="00184C83">
              <w:t>This unit of competency describes the skills and knowledge required to participate in environmentally sustainable work practices.</w:t>
            </w:r>
          </w:p>
          <w:p w14:paraId="1026D8C5" w14:textId="77777777" w:rsidR="00184C83" w:rsidRPr="00184C83" w:rsidRDefault="00184C83" w:rsidP="00184C83"/>
          <w:p w14:paraId="3D56C32D" w14:textId="4A69C5A9" w:rsidR="00184C83" w:rsidRPr="00184C83" w:rsidRDefault="00184C83" w:rsidP="00184C83">
            <w:r w:rsidRPr="00184C83">
              <w:t>Th</w:t>
            </w:r>
            <w:r w:rsidR="00D20E21">
              <w:t>e</w:t>
            </w:r>
            <w:r w:rsidRPr="00184C83">
              <w:t xml:space="preserve"> unit applies to individuals who </w:t>
            </w:r>
            <w:r w:rsidR="00D20E21" w:rsidRPr="00184C83">
              <w:t xml:space="preserve">participate in </w:t>
            </w:r>
            <w:r w:rsidR="00D20E21" w:rsidRPr="00D20E21">
              <w:t xml:space="preserve">environmentally sustainable </w:t>
            </w:r>
            <w:r w:rsidRPr="00184C83">
              <w:t xml:space="preserve">work </w:t>
            </w:r>
            <w:r w:rsidR="00D20E21">
              <w:t xml:space="preserve">practices </w:t>
            </w:r>
            <w:r w:rsidRPr="00184C83">
              <w:t xml:space="preserve">under general supervision </w:t>
            </w:r>
            <w:r w:rsidR="00D20E21">
              <w:t>with</w:t>
            </w:r>
            <w:r w:rsidRPr="00184C83">
              <w:t xml:space="preserve"> limited autonomy </w:t>
            </w:r>
            <w:r w:rsidR="00D20E21">
              <w:t>or</w:t>
            </w:r>
            <w:r w:rsidRPr="00184C83">
              <w:t xml:space="preserve"> accountability.</w:t>
            </w:r>
          </w:p>
          <w:p w14:paraId="448A655F" w14:textId="77777777" w:rsidR="00184C83" w:rsidRPr="00184C83" w:rsidRDefault="00184C83" w:rsidP="00184C83"/>
          <w:p w14:paraId="3202A0B8" w14:textId="56D0CBB8" w:rsidR="00CC1B21" w:rsidRPr="000754EC" w:rsidRDefault="00184C83" w:rsidP="00184C83">
            <w:r w:rsidRPr="00184C83">
              <w:t xml:space="preserve">No licensing, legislative or certification requirements apply to this </w:t>
            </w:r>
            <w:r w:rsidR="00330B77">
              <w:t>unit</w:t>
            </w:r>
            <w:r w:rsidRPr="00184C83">
              <w:t xml:space="preserve">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260A0A57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84C83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0CC0FA59" w:rsidR="00184C83" w:rsidRPr="00184C83" w:rsidRDefault="00184C83" w:rsidP="00184C83">
            <w:pPr>
              <w:pStyle w:val="SIText"/>
            </w:pPr>
            <w:r w:rsidRPr="00184C83">
              <w:t>1. Identify current resource use</w:t>
            </w:r>
          </w:p>
        </w:tc>
        <w:tc>
          <w:tcPr>
            <w:tcW w:w="3604" w:type="pct"/>
            <w:shd w:val="clear" w:color="auto" w:fill="auto"/>
          </w:tcPr>
          <w:p w14:paraId="535B0261" w14:textId="77777777" w:rsidR="00184C83" w:rsidRPr="00184C83" w:rsidRDefault="00184C83" w:rsidP="00184C83">
            <w:r w:rsidRPr="00184C83">
              <w:t>1.1 Identify workplace environmental and resource efficiency issues</w:t>
            </w:r>
          </w:p>
          <w:p w14:paraId="65772072" w14:textId="77777777" w:rsidR="00184C83" w:rsidRPr="00184C83" w:rsidRDefault="00184C83" w:rsidP="00184C83">
            <w:r w:rsidRPr="00184C83">
              <w:t>1.2 Identify resources used in own work role</w:t>
            </w:r>
          </w:p>
          <w:p w14:paraId="2624B41F" w14:textId="77777777" w:rsidR="00184C83" w:rsidRPr="00184C83" w:rsidRDefault="00184C83" w:rsidP="00184C83">
            <w:r w:rsidRPr="00184C83">
              <w:t>1.3 Document and measure current usage of resources using appropriate techniques</w:t>
            </w:r>
          </w:p>
          <w:p w14:paraId="691EC2A8" w14:textId="4072AA4E" w:rsidR="00184C83" w:rsidRPr="00184C83" w:rsidRDefault="00184C83" w:rsidP="00184C83">
            <w:r w:rsidRPr="00184C83">
              <w:t>1.4 Record and file documentation measuring current usage</w:t>
            </w:r>
          </w:p>
          <w:p w14:paraId="36FFA5C5" w14:textId="5C1E861D" w:rsidR="00184C83" w:rsidRPr="00184C83" w:rsidRDefault="00184C83" w:rsidP="00184C83">
            <w:pPr>
              <w:pStyle w:val="SIText"/>
            </w:pPr>
            <w:r w:rsidRPr="00184C83">
              <w:t>1.5 Identify and report workplace environmental hazards to supervisor</w:t>
            </w:r>
          </w:p>
        </w:tc>
      </w:tr>
      <w:tr w:rsidR="00184C83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09FC3746" w:rsidR="00184C83" w:rsidRPr="00184C83" w:rsidRDefault="00184C83" w:rsidP="00184C83">
            <w:pPr>
              <w:pStyle w:val="SIText"/>
            </w:pPr>
            <w:r w:rsidRPr="00184C83">
              <w:t xml:space="preserve">2. Comply with environmental </w:t>
            </w:r>
            <w:r w:rsidR="00B57BFD">
              <w:t>work practices</w:t>
            </w:r>
          </w:p>
        </w:tc>
        <w:tc>
          <w:tcPr>
            <w:tcW w:w="3604" w:type="pct"/>
            <w:shd w:val="clear" w:color="auto" w:fill="auto"/>
          </w:tcPr>
          <w:p w14:paraId="318B7A78" w14:textId="2A8B1BB4" w:rsidR="00B57BFD" w:rsidRPr="00B57BFD" w:rsidRDefault="00B57BFD" w:rsidP="00B57BFD">
            <w:r w:rsidRPr="00184C83">
              <w:t xml:space="preserve">2.1 Follow workplace </w:t>
            </w:r>
            <w:r w:rsidRPr="00B57BFD">
              <w:t>environmental procedures</w:t>
            </w:r>
          </w:p>
          <w:p w14:paraId="6D35FE67" w14:textId="08008702" w:rsidR="00B57BFD" w:rsidRPr="00B57BFD" w:rsidRDefault="00B57BFD" w:rsidP="00B57BFD">
            <w:r>
              <w:t>2</w:t>
            </w:r>
            <w:r w:rsidRPr="001E6948">
              <w:t>.</w:t>
            </w:r>
            <w:r>
              <w:t>2</w:t>
            </w:r>
            <w:r w:rsidRPr="001E6948">
              <w:t xml:space="preserve"> Recognise signs or symptoms of </w:t>
            </w:r>
            <w:r w:rsidRPr="00B57BFD">
              <w:t>potential environmental threats</w:t>
            </w:r>
          </w:p>
          <w:p w14:paraId="758DFD6A" w14:textId="400850E7" w:rsidR="00B57BFD" w:rsidRPr="00B57BFD" w:rsidRDefault="00B57BFD" w:rsidP="00B57BFD">
            <w:r>
              <w:t>2</w:t>
            </w:r>
            <w:r w:rsidRPr="00184C83">
              <w:t>.</w:t>
            </w:r>
            <w:r>
              <w:t>3</w:t>
            </w:r>
            <w:r w:rsidRPr="00184C83">
              <w:t xml:space="preserve"> Report breaches or potential breaches to </w:t>
            </w:r>
            <w:r w:rsidRPr="00B57BFD">
              <w:t>supervisor</w:t>
            </w:r>
          </w:p>
          <w:p w14:paraId="215A6E64" w14:textId="5D67E74E" w:rsidR="00184C83" w:rsidRPr="00184C83" w:rsidRDefault="00B57BFD" w:rsidP="003E5463">
            <w:r>
              <w:t>2</w:t>
            </w:r>
            <w:r w:rsidRPr="001E6948">
              <w:t>.</w:t>
            </w:r>
            <w:r>
              <w:t>4</w:t>
            </w:r>
            <w:r w:rsidRPr="001E6948">
              <w:t xml:space="preserve"> Respond to changes </w:t>
            </w:r>
            <w:r w:rsidRPr="00B57BFD">
              <w:t>in work practices and procedures</w:t>
            </w:r>
          </w:p>
        </w:tc>
      </w:tr>
      <w:tr w:rsidR="00184C83" w:rsidRPr="00963A46" w14:paraId="60008F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C72F8C" w14:textId="430A58D6" w:rsidR="00184C83" w:rsidRPr="00184C83" w:rsidRDefault="00184C83" w:rsidP="00184C83">
            <w:pPr>
              <w:pStyle w:val="SIText"/>
            </w:pPr>
            <w:r w:rsidRPr="00184C83">
              <w:t>3. Seek opportunities to improve resource efficiency</w:t>
            </w:r>
          </w:p>
        </w:tc>
        <w:tc>
          <w:tcPr>
            <w:tcW w:w="3604" w:type="pct"/>
            <w:shd w:val="clear" w:color="auto" w:fill="auto"/>
          </w:tcPr>
          <w:p w14:paraId="7EFED950" w14:textId="77777777" w:rsidR="00184C83" w:rsidRPr="00184C83" w:rsidRDefault="00184C83" w:rsidP="00184C83">
            <w:r w:rsidRPr="00184C83">
              <w:t>3.1 Follow organisational plans to improve environmental practices and resource efficiency</w:t>
            </w:r>
          </w:p>
          <w:p w14:paraId="11E3CE86" w14:textId="01505AB5" w:rsidR="00184C83" w:rsidRPr="00184C83" w:rsidRDefault="00184C83" w:rsidP="00184C83">
            <w:r w:rsidRPr="00184C83">
              <w:t xml:space="preserve">3.2 Work </w:t>
            </w:r>
            <w:r w:rsidR="000764D3">
              <w:t>with co-workers</w:t>
            </w:r>
            <w:r w:rsidRPr="00184C83">
              <w:t xml:space="preserve"> to identify possible areas for improvements to work practices in own work area</w:t>
            </w:r>
          </w:p>
          <w:p w14:paraId="3177E7B3" w14:textId="02B48070" w:rsidR="00184C83" w:rsidRPr="00184C83" w:rsidRDefault="00184C83" w:rsidP="00184C83">
            <w:r w:rsidRPr="00184C83">
              <w:t>3.</w:t>
            </w:r>
            <w:r w:rsidR="00DF5483">
              <w:t>3</w:t>
            </w:r>
            <w:r w:rsidRPr="00184C83">
              <w:t xml:space="preserve"> Make suggestions for improvements to workplace practices in own work area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B57BFD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57BFD" w:rsidRPr="00336FCA" w:rsidDel="00423CB2" w14:paraId="6AD2F76B" w14:textId="77777777" w:rsidTr="00CA2922">
        <w:tc>
          <w:tcPr>
            <w:tcW w:w="1396" w:type="pct"/>
          </w:tcPr>
          <w:p w14:paraId="7D795EC9" w14:textId="189783C6" w:rsidR="00765B47" w:rsidRPr="000764D3" w:rsidRDefault="00765B47" w:rsidP="000764D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764D3">
              <w:t>Reading</w:t>
            </w:r>
          </w:p>
        </w:tc>
        <w:tc>
          <w:tcPr>
            <w:tcW w:w="3604" w:type="pct"/>
          </w:tcPr>
          <w:p w14:paraId="418A1EF8" w14:textId="07A71355" w:rsidR="00765B47" w:rsidRPr="000764D3" w:rsidRDefault="00765B47" w:rsidP="000764D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764D3">
              <w:t>Reads and interprets workplace instructions to formulate an understanding of expected requirements and activity</w:t>
            </w:r>
          </w:p>
        </w:tc>
      </w:tr>
      <w:tr w:rsidR="00B57BFD" w:rsidRPr="00336FCA" w:rsidDel="00423CB2" w14:paraId="55A8B605" w14:textId="77777777" w:rsidTr="00CA2922">
        <w:tc>
          <w:tcPr>
            <w:tcW w:w="1396" w:type="pct"/>
          </w:tcPr>
          <w:p w14:paraId="3A6AB038" w14:textId="2F9D5389" w:rsidR="00765B47" w:rsidRPr="000764D3" w:rsidRDefault="00765B47" w:rsidP="000764D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764D3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419A7654" w:rsidR="00765B47" w:rsidRPr="000764D3" w:rsidRDefault="00765B47" w:rsidP="000764D3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764D3">
              <w:rPr>
                <w:rStyle w:val="SITemporaryText-blue"/>
                <w:rFonts w:eastAsia="Calibri"/>
                <w:color w:val="auto"/>
                <w:sz w:val="20"/>
              </w:rPr>
              <w:t>Prepares workplace records accurately using clear language and industry relevant terminology</w:t>
            </w:r>
          </w:p>
        </w:tc>
      </w:tr>
      <w:tr w:rsidR="00B57BFD" w:rsidRPr="00336FCA" w:rsidDel="00423CB2" w14:paraId="75A4C4AE" w14:textId="77777777" w:rsidTr="00CA2922">
        <w:tc>
          <w:tcPr>
            <w:tcW w:w="1396" w:type="pct"/>
          </w:tcPr>
          <w:p w14:paraId="48C6C3B6" w14:textId="15C2503E" w:rsidR="00765B47" w:rsidRPr="000764D3" w:rsidRDefault="00765B47" w:rsidP="000764D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764D3">
              <w:t>Oral Communication</w:t>
            </w:r>
          </w:p>
        </w:tc>
        <w:tc>
          <w:tcPr>
            <w:tcW w:w="3604" w:type="pct"/>
          </w:tcPr>
          <w:p w14:paraId="5A8D0A40" w14:textId="77777777" w:rsidR="00765B47" w:rsidRPr="000764D3" w:rsidRDefault="00765B47" w:rsidP="000764D3">
            <w:pPr>
              <w:pStyle w:val="SIBulletList1"/>
              <w:rPr>
                <w:rFonts w:eastAsia="Calibri"/>
              </w:rPr>
            </w:pPr>
            <w:r w:rsidRPr="000764D3">
              <w:t>Uses clear language and standard industry terminology to clarify instructions and communicate with supervisor</w:t>
            </w:r>
          </w:p>
          <w:p w14:paraId="0C4EF9F5" w14:textId="6FCF2E23" w:rsidR="00765B47" w:rsidRPr="000764D3" w:rsidRDefault="00765B47" w:rsidP="000764D3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764D3">
              <w:rPr>
                <w:rStyle w:val="SITemporaryText-blue"/>
                <w:color w:val="auto"/>
                <w:sz w:val="20"/>
              </w:rPr>
              <w:t>Participate in verbal exchanges to share knowledge and information with co-workers</w:t>
            </w:r>
          </w:p>
        </w:tc>
      </w:tr>
      <w:tr w:rsidR="00B57BFD" w:rsidRPr="00336FCA" w:rsidDel="00423CB2" w14:paraId="6EA39FA6" w14:textId="77777777" w:rsidTr="00CA2922">
        <w:tc>
          <w:tcPr>
            <w:tcW w:w="1396" w:type="pct"/>
          </w:tcPr>
          <w:p w14:paraId="445BB6D5" w14:textId="7A29DC56" w:rsidR="00765B47" w:rsidRPr="000764D3" w:rsidRDefault="00765B47" w:rsidP="000764D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764D3">
              <w:t>Numeracy</w:t>
            </w:r>
          </w:p>
        </w:tc>
        <w:tc>
          <w:tcPr>
            <w:tcW w:w="3604" w:type="pct"/>
          </w:tcPr>
          <w:p w14:paraId="32F6D78A" w14:textId="412D945C" w:rsidR="00765B47" w:rsidRPr="000764D3" w:rsidRDefault="000764D3" w:rsidP="000764D3">
            <w:pPr>
              <w:pStyle w:val="SIBulletList1"/>
            </w:pPr>
            <w:r w:rsidRPr="000764D3">
              <w:t>Measure and record resource usage</w:t>
            </w:r>
          </w:p>
          <w:p w14:paraId="49C03AFC" w14:textId="42B78C32" w:rsidR="00765B47" w:rsidRPr="000764D3" w:rsidRDefault="00765B47" w:rsidP="000764D3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764D3">
              <w:t>Use basic mathematical processes of addition, subtraction, division, multiplication, percentages, decimal points and ratios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DC7CC3" w14:paraId="3A6DCE7D" w14:textId="77777777" w:rsidTr="00F33FF2">
        <w:tc>
          <w:tcPr>
            <w:tcW w:w="1028" w:type="pct"/>
          </w:tcPr>
          <w:p w14:paraId="1FB18D3D" w14:textId="23BB82DB" w:rsidR="00DC7CC3" w:rsidRPr="00DC7CC3" w:rsidRDefault="00DC7CC3" w:rsidP="00DC7CC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C7CC3">
              <w:rPr>
                <w:rStyle w:val="SITemporaryText-blue"/>
                <w:color w:val="auto"/>
                <w:sz w:val="20"/>
              </w:rPr>
              <w:t>AHCWRK2X9 Participate in environmentally sustainable work practices</w:t>
            </w:r>
          </w:p>
        </w:tc>
        <w:tc>
          <w:tcPr>
            <w:tcW w:w="1105" w:type="pct"/>
          </w:tcPr>
          <w:p w14:paraId="7984137B" w14:textId="17C62634" w:rsidR="00DC7CC3" w:rsidRPr="00DC7CC3" w:rsidRDefault="00DC7CC3" w:rsidP="00DC7CC3">
            <w:pPr>
              <w:pStyle w:val="SIText"/>
            </w:pPr>
            <w:r w:rsidRPr="00DC7CC3">
              <w:rPr>
                <w:rStyle w:val="SITemporaryText-blue"/>
                <w:color w:val="auto"/>
                <w:sz w:val="20"/>
              </w:rPr>
              <w:t>AHCWRK202 Observe environmental work practices</w:t>
            </w:r>
          </w:p>
        </w:tc>
        <w:tc>
          <w:tcPr>
            <w:tcW w:w="1251" w:type="pct"/>
          </w:tcPr>
          <w:p w14:paraId="5AEC49F9" w14:textId="516916EF" w:rsidR="00DC7CC3" w:rsidRPr="00DC7CC3" w:rsidRDefault="00DC7CC3" w:rsidP="00DC7CC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C7CC3">
              <w:rPr>
                <w:rStyle w:val="SITemporaryText-blue"/>
                <w:color w:val="auto"/>
                <w:sz w:val="20"/>
              </w:rPr>
              <w:t>Redesigned unit that includes content from AHCWRK202 Observe environmental work practices and AHCWRK209 Participate in environmental work practices</w:t>
            </w:r>
          </w:p>
        </w:tc>
        <w:tc>
          <w:tcPr>
            <w:tcW w:w="1616" w:type="pct"/>
          </w:tcPr>
          <w:p w14:paraId="35DEABB3" w14:textId="3CCDB12B" w:rsidR="00DC7CC3" w:rsidRPr="00DC7CC3" w:rsidRDefault="00DC7CC3" w:rsidP="00DC7CC3">
            <w:pPr>
              <w:pStyle w:val="SIText"/>
            </w:pPr>
            <w:r w:rsidRPr="00DC7CC3">
              <w:t>Not equivalent</w:t>
            </w:r>
          </w:p>
        </w:tc>
      </w:tr>
      <w:tr w:rsidR="00DC7CC3" w14:paraId="026EDCB1" w14:textId="77777777" w:rsidTr="00F33FF2">
        <w:tc>
          <w:tcPr>
            <w:tcW w:w="1028" w:type="pct"/>
          </w:tcPr>
          <w:p w14:paraId="21DAFA88" w14:textId="75045555" w:rsidR="00DC7CC3" w:rsidRPr="00DC7CC3" w:rsidRDefault="00DC7CC3" w:rsidP="00DC7CC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C7CC3">
              <w:rPr>
                <w:rStyle w:val="SITemporaryText-blue"/>
                <w:color w:val="auto"/>
                <w:sz w:val="20"/>
              </w:rPr>
              <w:t>AHCWRK2X9 Participate in environmentally sustainable work practices</w:t>
            </w:r>
          </w:p>
        </w:tc>
        <w:tc>
          <w:tcPr>
            <w:tcW w:w="1105" w:type="pct"/>
          </w:tcPr>
          <w:p w14:paraId="68CA03F4" w14:textId="61B00262" w:rsidR="00DC7CC3" w:rsidRPr="00DC7CC3" w:rsidRDefault="00DC7CC3" w:rsidP="00DC7CC3">
            <w:pPr>
              <w:pStyle w:val="SIText"/>
            </w:pPr>
            <w:r w:rsidRPr="00DC7CC3">
              <w:t>AHCWRK209 Participate in environmentally sustainable work practices</w:t>
            </w:r>
          </w:p>
        </w:tc>
        <w:tc>
          <w:tcPr>
            <w:tcW w:w="1251" w:type="pct"/>
          </w:tcPr>
          <w:p w14:paraId="29068B99" w14:textId="58DA4C6E" w:rsidR="00DC7CC3" w:rsidRPr="00DC7CC3" w:rsidRDefault="00DC7CC3" w:rsidP="00DC7CC3">
            <w:pPr>
              <w:pStyle w:val="SIText"/>
            </w:pPr>
            <w:r w:rsidRPr="00DC7CC3">
              <w:rPr>
                <w:rStyle w:val="SITemporaryText-blue"/>
                <w:color w:val="auto"/>
                <w:sz w:val="20"/>
              </w:rPr>
              <w:t>Redesigned unit that includes content from AHCWRK202 Observe environmental work practices and AHCWRK209 Participate in environmental work practices</w:t>
            </w:r>
          </w:p>
        </w:tc>
        <w:tc>
          <w:tcPr>
            <w:tcW w:w="1616" w:type="pct"/>
          </w:tcPr>
          <w:p w14:paraId="7B262BE5" w14:textId="385849B2" w:rsidR="00DC7CC3" w:rsidRPr="00DC7CC3" w:rsidRDefault="00DC7CC3" w:rsidP="00DC7CC3">
            <w:pPr>
              <w:pStyle w:val="SIText"/>
            </w:pPr>
            <w:r w:rsidRPr="00DC7CC3">
              <w:t>Not equivalent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7C20AE31" w:rsidR="00E17A92" w:rsidRPr="005404CB" w:rsidRDefault="00520E9A" w:rsidP="00F64E29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0764D3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2E1005F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0236E" w:rsidRPr="0010236E">
              <w:t>AHCWRK2</w:t>
            </w:r>
            <w:r w:rsidR="001B45C5">
              <w:t>X</w:t>
            </w:r>
            <w:r w:rsidR="0010236E" w:rsidRPr="0010236E">
              <w:t>9 Participate in environmentally sustainable work practices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700BA3CB" w14:textId="77777777" w:rsidR="000764D3" w:rsidRPr="000764D3" w:rsidRDefault="000764D3" w:rsidP="000764D3">
            <w:r w:rsidRPr="005D2C82">
              <w:t>An individual demonstrating competency must satisfy all of the elements and performance criteria in this unit.</w:t>
            </w:r>
          </w:p>
          <w:p w14:paraId="363B20CA" w14:textId="4BC5F1C1" w:rsidR="00184C83" w:rsidRPr="00184C83" w:rsidRDefault="00184C83" w:rsidP="000764D3">
            <w:r w:rsidRPr="00184C83">
              <w:t>The</w:t>
            </w:r>
            <w:r w:rsidR="000764D3">
              <w:t>re must be</w:t>
            </w:r>
            <w:r w:rsidRPr="00184C83">
              <w:t xml:space="preserve"> evidence that the</w:t>
            </w:r>
            <w:r w:rsidR="000764D3">
              <w:t xml:space="preserve"> individual has participated in environmentally sustainable work practices</w:t>
            </w:r>
            <w:r w:rsidR="00DC7CC3">
              <w:t xml:space="preserve"> on at least one occasion,</w:t>
            </w:r>
            <w:r w:rsidR="000764D3">
              <w:t xml:space="preserve"> and </w:t>
            </w:r>
            <w:r w:rsidR="00DC7CC3">
              <w:t>has on at least one occasion</w:t>
            </w:r>
            <w:r w:rsidRPr="00184C83">
              <w:t>:</w:t>
            </w:r>
          </w:p>
          <w:p w14:paraId="797FF53B" w14:textId="03D84B63" w:rsidR="00184C83" w:rsidRPr="00184C83" w:rsidRDefault="00184C83" w:rsidP="00184C83">
            <w:pPr>
              <w:pStyle w:val="SIBulletList1"/>
            </w:pPr>
            <w:r w:rsidRPr="00184C83">
              <w:t>identif</w:t>
            </w:r>
            <w:r w:rsidR="000764D3">
              <w:t>ied</w:t>
            </w:r>
            <w:r w:rsidRPr="00184C83">
              <w:t xml:space="preserve"> workplace environmental and resource efficiency issues</w:t>
            </w:r>
          </w:p>
          <w:p w14:paraId="3CEFDE1B" w14:textId="1BD0D960" w:rsidR="00184C83" w:rsidRPr="00184C83" w:rsidRDefault="00184C83" w:rsidP="00184C83">
            <w:pPr>
              <w:pStyle w:val="SIBulletList1"/>
            </w:pPr>
            <w:r w:rsidRPr="00184C83">
              <w:t>identif</w:t>
            </w:r>
            <w:r w:rsidR="000764D3">
              <w:t>ied</w:t>
            </w:r>
            <w:r w:rsidRPr="00184C83">
              <w:t xml:space="preserve"> and measure</w:t>
            </w:r>
            <w:r w:rsidR="000764D3">
              <w:t>d</w:t>
            </w:r>
            <w:r w:rsidRPr="00184C83">
              <w:t xml:space="preserve"> resources used in own work role</w:t>
            </w:r>
          </w:p>
          <w:p w14:paraId="691FB80D" w14:textId="77777777" w:rsidR="00DC7CC3" w:rsidRDefault="00184C83" w:rsidP="00184C83">
            <w:pPr>
              <w:pStyle w:val="SIBulletList1"/>
            </w:pPr>
            <w:r w:rsidRPr="00184C83">
              <w:t>record</w:t>
            </w:r>
            <w:r w:rsidR="000764D3">
              <w:t>ed</w:t>
            </w:r>
            <w:r w:rsidRPr="00184C83">
              <w:t xml:space="preserve"> measurements of current usage</w:t>
            </w:r>
          </w:p>
          <w:p w14:paraId="00E4C2B0" w14:textId="77777777" w:rsidR="00DC7CC3" w:rsidRPr="00DC7CC3" w:rsidRDefault="00DC7CC3" w:rsidP="00DC7CC3">
            <w:pPr>
              <w:pStyle w:val="SIBulletList1"/>
            </w:pPr>
            <w:r w:rsidRPr="00184C83">
              <w:t>follow</w:t>
            </w:r>
            <w:r w:rsidRPr="00DC7CC3">
              <w:t>ed workplace procedures to ensure compliance</w:t>
            </w:r>
          </w:p>
          <w:p w14:paraId="588003B3" w14:textId="77777777" w:rsidR="00DC7CC3" w:rsidRPr="00DC7CC3" w:rsidRDefault="00DC7CC3" w:rsidP="00DC7CC3">
            <w:pPr>
              <w:pStyle w:val="SIBulletList1"/>
            </w:pPr>
            <w:r w:rsidRPr="00184C83">
              <w:t>follow</w:t>
            </w:r>
            <w:r w:rsidRPr="00DC7CC3">
              <w:t>ed organisational plans to improve environmental practices and resource efficiency</w:t>
            </w:r>
          </w:p>
          <w:p w14:paraId="59288D72" w14:textId="0F0B8B7F" w:rsidR="00184C83" w:rsidRDefault="00DC7CC3" w:rsidP="00184C83">
            <w:pPr>
              <w:pStyle w:val="SIBulletList1"/>
            </w:pPr>
            <w:r w:rsidRPr="00184C83">
              <w:t>use</w:t>
            </w:r>
            <w:r>
              <w:t>d</w:t>
            </w:r>
            <w:r w:rsidRPr="00184C83">
              <w:t xml:space="preserve"> industry standard terminology</w:t>
            </w:r>
          </w:p>
          <w:p w14:paraId="2E7E6019" w14:textId="7FC9456B" w:rsidR="00DC7CC3" w:rsidRPr="00184C83" w:rsidRDefault="00DC7CC3" w:rsidP="00DC7CC3">
            <w:pPr>
              <w:pStyle w:val="SIText"/>
            </w:pPr>
            <w:r>
              <w:t>on at least two occasions has:</w:t>
            </w:r>
          </w:p>
          <w:p w14:paraId="03C72DE0" w14:textId="48F35237" w:rsidR="00184C83" w:rsidRPr="00184C83" w:rsidRDefault="00184C83" w:rsidP="00184C83">
            <w:pPr>
              <w:pStyle w:val="SIBulletList1"/>
            </w:pPr>
            <w:r w:rsidRPr="00184C83">
              <w:t>identif</w:t>
            </w:r>
            <w:r w:rsidR="000764D3">
              <w:t>ied</w:t>
            </w:r>
            <w:r w:rsidRPr="00184C83">
              <w:t xml:space="preserve"> and report</w:t>
            </w:r>
            <w:r w:rsidR="000764D3">
              <w:t>ed</w:t>
            </w:r>
            <w:r w:rsidRPr="00184C83">
              <w:t xml:space="preserve"> workplace environmental hazards to supervisor</w:t>
            </w:r>
          </w:p>
          <w:p w14:paraId="720B2AB5" w14:textId="703659FB" w:rsidR="00184C83" w:rsidRPr="00184C83" w:rsidRDefault="00184C83" w:rsidP="00184C83">
            <w:pPr>
              <w:pStyle w:val="SIBulletList1"/>
            </w:pPr>
            <w:r w:rsidRPr="00184C83">
              <w:t>report</w:t>
            </w:r>
            <w:r w:rsidR="000764D3">
              <w:t>ed</w:t>
            </w:r>
            <w:r w:rsidRPr="00184C83">
              <w:t xml:space="preserve"> breaches or potential breaches to supervisor</w:t>
            </w:r>
          </w:p>
          <w:p w14:paraId="6E81AE9B" w14:textId="24CBD810" w:rsidR="00E17A92" w:rsidRPr="005404CB" w:rsidRDefault="00184C83" w:rsidP="00184C83">
            <w:pPr>
              <w:pStyle w:val="SIBulletList1"/>
            </w:pPr>
            <w:r w:rsidRPr="00184C83">
              <w:t>work</w:t>
            </w:r>
            <w:r w:rsidR="000764D3">
              <w:t>ed with co-workers</w:t>
            </w:r>
            <w:r w:rsidRPr="00184C83">
              <w:t xml:space="preserve"> to identify possible areas for improvements.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1B45C5">
        <w:trPr>
          <w:trHeight w:val="1900"/>
        </w:trPr>
        <w:tc>
          <w:tcPr>
            <w:tcW w:w="5000" w:type="pct"/>
            <w:shd w:val="clear" w:color="auto" w:fill="auto"/>
          </w:tcPr>
          <w:p w14:paraId="24679423" w14:textId="3B2CB315" w:rsidR="00A30D0E" w:rsidRPr="00A30D0E" w:rsidRDefault="000764D3" w:rsidP="00A30D0E">
            <w:r w:rsidRPr="00363EAD">
              <w:t xml:space="preserve">An individual must be able to demonstrate the knowledge required to perform the </w:t>
            </w:r>
            <w:r w:rsidRPr="000764D3">
              <w:t>tasks outlined in the elements and performance criteria of this unit. This includes</w:t>
            </w:r>
            <w:r w:rsidR="00A30D0E" w:rsidRPr="00A30D0E">
              <w:t xml:space="preserve"> knowledge of:</w:t>
            </w:r>
          </w:p>
          <w:p w14:paraId="161350D8" w14:textId="3CDEFB3B" w:rsidR="00A30D0E" w:rsidRPr="00A30D0E" w:rsidRDefault="00D86222" w:rsidP="00A30D0E">
            <w:pPr>
              <w:pStyle w:val="SIBulletList1"/>
            </w:pPr>
            <w:r w:rsidRPr="00743929">
              <w:t>potential environmental threats and problems relevant to a given region</w:t>
            </w:r>
            <w:r>
              <w:t>,</w:t>
            </w:r>
            <w:r w:rsidRPr="00743929">
              <w:t xml:space="preserve"> </w:t>
            </w:r>
            <w:proofErr w:type="gramStart"/>
            <w:r w:rsidRPr="00743929">
              <w:t>occupation</w:t>
            </w:r>
            <w:proofErr w:type="gramEnd"/>
            <w:r>
              <w:t xml:space="preserve"> and workplace practices</w:t>
            </w:r>
          </w:p>
          <w:p w14:paraId="052C881B" w14:textId="77777777" w:rsidR="00D86222" w:rsidRPr="00D86222" w:rsidRDefault="00D86222" w:rsidP="00D86222">
            <w:pPr>
              <w:pStyle w:val="SIBulletList1"/>
            </w:pPr>
            <w:r w:rsidRPr="00743929">
              <w:t>environmental issues, especially in regard to water catchments, air, noise, ecosystems, habitat, efficient use of resources, sustainability and waste minimisation</w:t>
            </w:r>
          </w:p>
          <w:p w14:paraId="7E112936" w14:textId="7239DE21" w:rsidR="00A30D0E" w:rsidRPr="00A30D0E" w:rsidRDefault="000764D3" w:rsidP="00A30D0E">
            <w:pPr>
              <w:pStyle w:val="SIBulletList1"/>
            </w:pPr>
            <w:r>
              <w:t>workplace environmental</w:t>
            </w:r>
            <w:r w:rsidR="00A30D0E" w:rsidRPr="00A30D0E">
              <w:t xml:space="preserve"> practice</w:t>
            </w:r>
            <w:r>
              <w:t xml:space="preserve">s, </w:t>
            </w:r>
            <w:proofErr w:type="gramStart"/>
            <w:r>
              <w:t>instructions</w:t>
            </w:r>
            <w:proofErr w:type="gramEnd"/>
            <w:r>
              <w:t xml:space="preserve"> and procedures relevant to participating in environmentally sustainable work practices</w:t>
            </w:r>
          </w:p>
          <w:p w14:paraId="4D93FD5A" w14:textId="4E517B30" w:rsidR="00A30D0E" w:rsidRPr="00A30D0E" w:rsidRDefault="00A30D0E" w:rsidP="00A30D0E">
            <w:pPr>
              <w:pStyle w:val="SIBulletList1"/>
            </w:pPr>
            <w:r w:rsidRPr="00A30D0E">
              <w:t xml:space="preserve">organisational </w:t>
            </w:r>
            <w:r w:rsidR="001B45C5">
              <w:t xml:space="preserve">plans, </w:t>
            </w:r>
            <w:r w:rsidRPr="00A30D0E">
              <w:t>structure, and reporting channels and procedures</w:t>
            </w:r>
          </w:p>
          <w:p w14:paraId="411BDF05" w14:textId="31B70357" w:rsidR="00770FC4" w:rsidRPr="005404CB" w:rsidRDefault="00A30D0E" w:rsidP="00A30D0E">
            <w:pPr>
              <w:pStyle w:val="SIBulletList1"/>
            </w:pPr>
            <w:r w:rsidRPr="00A30D0E">
              <w:t>relevant environmental and resource efficiency systems and procedures.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14E2645F" w14:textId="77777777" w:rsidR="001B45C5" w:rsidRPr="001B45C5" w:rsidRDefault="001B45C5" w:rsidP="001B45C5">
            <w:r w:rsidRPr="002A2453">
              <w:t xml:space="preserve">Assessment of skills must take place under the following </w:t>
            </w:r>
            <w:r w:rsidRPr="001B45C5">
              <w:t>conditions:</w:t>
            </w:r>
          </w:p>
          <w:p w14:paraId="4C315A2A" w14:textId="77777777" w:rsidR="001B45C5" w:rsidRPr="001B45C5" w:rsidRDefault="001B45C5" w:rsidP="001B45C5">
            <w:pPr>
              <w:pStyle w:val="SIBulletList1"/>
            </w:pPr>
            <w:r w:rsidRPr="002A2453">
              <w:t>physical conditions:</w:t>
            </w:r>
          </w:p>
          <w:p w14:paraId="1C5CEC4E" w14:textId="77777777" w:rsidR="001B45C5" w:rsidRPr="001B45C5" w:rsidRDefault="001B45C5" w:rsidP="001B45C5">
            <w:pPr>
              <w:pStyle w:val="SIBulletList2"/>
            </w:pPr>
            <w:r w:rsidRPr="002A2453">
              <w:t xml:space="preserve">a workplace setting or an environment that </w:t>
            </w:r>
            <w:r w:rsidRPr="001B45C5">
              <w:t>accurately represents workplace conditions</w:t>
            </w:r>
          </w:p>
          <w:p w14:paraId="33E22728" w14:textId="77777777" w:rsidR="001B45C5" w:rsidRPr="001B45C5" w:rsidRDefault="001B45C5" w:rsidP="001B45C5">
            <w:pPr>
              <w:pStyle w:val="SIBulletList1"/>
            </w:pPr>
            <w:r w:rsidRPr="002A2453">
              <w:t>resources, equipment and materials:</w:t>
            </w:r>
          </w:p>
          <w:p w14:paraId="0604F390" w14:textId="4A2CDD1E" w:rsidR="001B45C5" w:rsidRPr="001B45C5" w:rsidRDefault="001B45C5" w:rsidP="001B45C5">
            <w:pPr>
              <w:pStyle w:val="SIBulletList2"/>
            </w:pPr>
            <w:r>
              <w:t>workplace environmental practices, instructions and procedures relevant to participating in environmentally sustainable work practices</w:t>
            </w:r>
          </w:p>
          <w:p w14:paraId="574E2BEE" w14:textId="77777777" w:rsidR="001B45C5" w:rsidRPr="001B45C5" w:rsidRDefault="001B45C5" w:rsidP="001B45C5">
            <w:pPr>
              <w:pStyle w:val="SIBulletList1"/>
            </w:pPr>
            <w:r w:rsidRPr="002A2453">
              <w:t>relationships:</w:t>
            </w:r>
          </w:p>
          <w:p w14:paraId="6CF83E6C" w14:textId="77777777" w:rsidR="001B45C5" w:rsidRPr="001B45C5" w:rsidRDefault="001B45C5" w:rsidP="001B45C5">
            <w:pPr>
              <w:pStyle w:val="SIBulletList2"/>
            </w:pPr>
            <w:r>
              <w:t>co-workers</w:t>
            </w:r>
            <w:r w:rsidRPr="001B45C5">
              <w:t xml:space="preserve"> and supervisor.</w:t>
            </w:r>
          </w:p>
          <w:p w14:paraId="0A7FA3D5" w14:textId="77777777" w:rsidR="001B45C5" w:rsidRPr="002A2453" w:rsidRDefault="001B45C5" w:rsidP="001B45C5"/>
          <w:p w14:paraId="29F679B7" w14:textId="29A1ECD1" w:rsidR="00BC7B51" w:rsidRPr="005404CB" w:rsidRDefault="001B45C5" w:rsidP="00BC7B51">
            <w:pPr>
              <w:pStyle w:val="SIText"/>
              <w:rPr>
                <w:rFonts w:eastAsia="Calibri"/>
              </w:rPr>
            </w:pPr>
            <w:r w:rsidRPr="002A2453">
              <w:t xml:space="preserve">Assessors of this unit must satisfy the </w:t>
            </w:r>
            <w:r w:rsidRPr="001B45C5">
              <w:t>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6B7C07BD" w:rsidR="00E17A92" w:rsidRPr="005404CB" w:rsidRDefault="001B45C5" w:rsidP="005404CB">
            <w:pPr>
              <w:pStyle w:val="SIText"/>
            </w:pPr>
            <w:hyperlink r:id="rId12" w:history="1">
              <w:r w:rsidR="00E17A92" w:rsidRPr="001B45C5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9E865" w14:textId="77777777" w:rsidR="00A95D34" w:rsidRDefault="00A95D34" w:rsidP="00BF3F0A">
      <w:r>
        <w:separator/>
      </w:r>
    </w:p>
    <w:p w14:paraId="6E85717C" w14:textId="77777777" w:rsidR="00A95D34" w:rsidRDefault="00A95D34"/>
  </w:endnote>
  <w:endnote w:type="continuationSeparator" w:id="0">
    <w:p w14:paraId="3E92D200" w14:textId="77777777" w:rsidR="00A95D34" w:rsidRDefault="00A95D34" w:rsidP="00BF3F0A">
      <w:r>
        <w:continuationSeparator/>
      </w:r>
    </w:p>
    <w:p w14:paraId="218F15AE" w14:textId="77777777" w:rsidR="00A95D34" w:rsidRDefault="00A95D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B417F" w14:textId="77777777" w:rsidR="00A95D34" w:rsidRDefault="00A95D34" w:rsidP="00BF3F0A">
      <w:r>
        <w:separator/>
      </w:r>
    </w:p>
    <w:p w14:paraId="0CBC8FD7" w14:textId="77777777" w:rsidR="00A95D34" w:rsidRDefault="00A95D34"/>
  </w:footnote>
  <w:footnote w:type="continuationSeparator" w:id="0">
    <w:p w14:paraId="09FBE291" w14:textId="77777777" w:rsidR="00A95D34" w:rsidRDefault="00A95D34" w:rsidP="00BF3F0A">
      <w:r>
        <w:continuationSeparator/>
      </w:r>
    </w:p>
    <w:p w14:paraId="1F2F841C" w14:textId="77777777" w:rsidR="00A95D34" w:rsidRDefault="00A95D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19E4DF99" w:rsidR="009C2650" w:rsidRPr="0010236E" w:rsidRDefault="006C4FCE" w:rsidP="0010236E">
    <w:sdt>
      <w:sdtPr>
        <w:rPr>
          <w:lang w:eastAsia="en-US"/>
        </w:rPr>
        <w:id w:val="-86073649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59A5BC4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0236E" w:rsidRPr="0010236E">
      <w:rPr>
        <w:lang w:eastAsia="en-US"/>
      </w:rPr>
      <w:t>AHCWRK2</w:t>
    </w:r>
    <w:r w:rsidR="001B45C5">
      <w:t>X</w:t>
    </w:r>
    <w:r w:rsidR="0010236E" w:rsidRPr="0010236E">
      <w:rPr>
        <w:lang w:eastAsia="en-US"/>
      </w:rPr>
      <w:t>9 Participate in environmentally sustainable work practices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6803"/>
    <w:rsid w:val="00023992"/>
    <w:rsid w:val="00023B09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764D3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4C83"/>
    <w:rsid w:val="0018546B"/>
    <w:rsid w:val="00187255"/>
    <w:rsid w:val="001A45A7"/>
    <w:rsid w:val="001A6A3E"/>
    <w:rsid w:val="001A7B6D"/>
    <w:rsid w:val="001B34D5"/>
    <w:rsid w:val="001B45C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1F327B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53A07"/>
    <w:rsid w:val="00262CA1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30B77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153"/>
    <w:rsid w:val="003D2E73"/>
    <w:rsid w:val="003D41D2"/>
    <w:rsid w:val="003E5463"/>
    <w:rsid w:val="003E72B6"/>
    <w:rsid w:val="003E7BBE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37CC"/>
    <w:rsid w:val="005B5146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C4FCE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523B"/>
    <w:rsid w:val="00765B47"/>
    <w:rsid w:val="00770FC4"/>
    <w:rsid w:val="00771B60"/>
    <w:rsid w:val="00781D77"/>
    <w:rsid w:val="00783549"/>
    <w:rsid w:val="007860B7"/>
    <w:rsid w:val="00786DC8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60C"/>
    <w:rsid w:val="008E39BE"/>
    <w:rsid w:val="008E62EC"/>
    <w:rsid w:val="008F32F6"/>
    <w:rsid w:val="00912B96"/>
    <w:rsid w:val="009148D7"/>
    <w:rsid w:val="00916CD7"/>
    <w:rsid w:val="00920927"/>
    <w:rsid w:val="00921B38"/>
    <w:rsid w:val="009235B5"/>
    <w:rsid w:val="00923720"/>
    <w:rsid w:val="009278C9"/>
    <w:rsid w:val="00932CD7"/>
    <w:rsid w:val="00934C7B"/>
    <w:rsid w:val="00944C09"/>
    <w:rsid w:val="009527CB"/>
    <w:rsid w:val="00953835"/>
    <w:rsid w:val="00960F6C"/>
    <w:rsid w:val="00970747"/>
    <w:rsid w:val="009922F5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95D34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647B"/>
    <w:rsid w:val="00B57BFD"/>
    <w:rsid w:val="00B61150"/>
    <w:rsid w:val="00B65BC7"/>
    <w:rsid w:val="00B746B9"/>
    <w:rsid w:val="00B848D4"/>
    <w:rsid w:val="00B865B7"/>
    <w:rsid w:val="00BA1CB1"/>
    <w:rsid w:val="00BA4178"/>
    <w:rsid w:val="00BA482D"/>
    <w:rsid w:val="00BB12F9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0E21"/>
    <w:rsid w:val="00D25D16"/>
    <w:rsid w:val="00D32124"/>
    <w:rsid w:val="00D54C76"/>
    <w:rsid w:val="00D632BB"/>
    <w:rsid w:val="00D71E43"/>
    <w:rsid w:val="00D727F3"/>
    <w:rsid w:val="00D73695"/>
    <w:rsid w:val="00D810DE"/>
    <w:rsid w:val="00D86222"/>
    <w:rsid w:val="00D87D32"/>
    <w:rsid w:val="00D900BE"/>
    <w:rsid w:val="00D91188"/>
    <w:rsid w:val="00D92C83"/>
    <w:rsid w:val="00DA0A81"/>
    <w:rsid w:val="00DA3C10"/>
    <w:rsid w:val="00DA53B5"/>
    <w:rsid w:val="00DC1D69"/>
    <w:rsid w:val="00DC5A3A"/>
    <w:rsid w:val="00DC7CC3"/>
    <w:rsid w:val="00DD0726"/>
    <w:rsid w:val="00DD2D9B"/>
    <w:rsid w:val="00DD32A0"/>
    <w:rsid w:val="00DD6E18"/>
    <w:rsid w:val="00DE703D"/>
    <w:rsid w:val="00DF5483"/>
    <w:rsid w:val="00E01F9F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3823"/>
    <w:rsid w:val="00F5616F"/>
    <w:rsid w:val="00F56451"/>
    <w:rsid w:val="00F56827"/>
    <w:rsid w:val="00F62866"/>
    <w:rsid w:val="00F64E29"/>
    <w:rsid w:val="00F65EF0"/>
    <w:rsid w:val="00F71651"/>
    <w:rsid w:val="00F76191"/>
    <w:rsid w:val="00F76CC6"/>
    <w:rsid w:val="00F83D7C"/>
    <w:rsid w:val="00F93FEB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F64E2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764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934327-795B-4505-8D92-E695292278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285</TotalTime>
  <Pages>3</Pages>
  <Words>923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88</cp:revision>
  <cp:lastPrinted>2016-05-27T05:21:00Z</cp:lastPrinted>
  <dcterms:created xsi:type="dcterms:W3CDTF">2021-08-11T23:10:00Z</dcterms:created>
  <dcterms:modified xsi:type="dcterms:W3CDTF">2021-11-25T06:44:00Z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