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ABBF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46FB804" w14:textId="77777777" w:rsidTr="00F279E6">
        <w:tc>
          <w:tcPr>
            <w:tcW w:w="1396" w:type="pct"/>
            <w:shd w:val="clear" w:color="auto" w:fill="auto"/>
          </w:tcPr>
          <w:p w14:paraId="6DE94279" w14:textId="0962BAA1" w:rsidR="00A301E0" w:rsidRPr="00536741" w:rsidRDefault="006A7E94" w:rsidP="00536741">
            <w:pPr>
              <w:pStyle w:val="SISSCODE"/>
            </w:pPr>
            <w:r>
              <w:t>AHCSS</w:t>
            </w:r>
            <w:r w:rsidR="00C54565">
              <w:t>XX</w:t>
            </w:r>
            <w:r w:rsidR="007A30AA">
              <w:t>XX</w:t>
            </w:r>
            <w:r w:rsidR="00C3131A">
              <w:t>1</w:t>
            </w:r>
          </w:p>
        </w:tc>
        <w:tc>
          <w:tcPr>
            <w:tcW w:w="3604" w:type="pct"/>
            <w:shd w:val="clear" w:color="auto" w:fill="auto"/>
          </w:tcPr>
          <w:p w14:paraId="28A81D10" w14:textId="365F44E1" w:rsidR="00A301E0" w:rsidRPr="00536741" w:rsidRDefault="00B04759" w:rsidP="00536741">
            <w:pPr>
              <w:pStyle w:val="SISStitle"/>
            </w:pPr>
            <w:r>
              <w:t>Agricultu</w:t>
            </w:r>
            <w:r w:rsidRPr="00B04759">
              <w:t>re and Horticulture Safety Management</w:t>
            </w:r>
            <w:r w:rsidR="006A7E94">
              <w:t xml:space="preserve"> Skill Set</w:t>
            </w:r>
          </w:p>
        </w:tc>
      </w:tr>
    </w:tbl>
    <w:p w14:paraId="5CF35D0C" w14:textId="77777777" w:rsidR="00A301E0" w:rsidRPr="00536741" w:rsidRDefault="00A301E0" w:rsidP="00A301E0"/>
    <w:p w14:paraId="7F458F44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A9611D9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3116820C" w14:textId="77777777" w:rsidTr="002A1BEA">
        <w:tc>
          <w:tcPr>
            <w:tcW w:w="1396" w:type="pct"/>
            <w:shd w:val="clear" w:color="auto" w:fill="auto"/>
          </w:tcPr>
          <w:p w14:paraId="5A378C45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00D1620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2E85E9FB" w14:textId="77777777" w:rsidTr="002A1BEA">
        <w:tc>
          <w:tcPr>
            <w:tcW w:w="1396" w:type="pct"/>
            <w:shd w:val="clear" w:color="auto" w:fill="auto"/>
          </w:tcPr>
          <w:p w14:paraId="4787D795" w14:textId="183BACD5" w:rsidR="00536741" w:rsidRPr="00BA7B66" w:rsidRDefault="00536741" w:rsidP="00536741">
            <w:pPr>
              <w:pStyle w:val="SIText"/>
            </w:pPr>
            <w:r w:rsidRPr="00CC451E">
              <w:t>Release</w:t>
            </w:r>
            <w:r w:rsidRPr="005367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1F161DE7" w14:textId="6343AE68" w:rsidR="00536741" w:rsidRDefault="00B468A6" w:rsidP="00536741">
            <w:pPr>
              <w:pStyle w:val="SIText"/>
            </w:pPr>
            <w:r w:rsidRPr="00B468A6">
              <w:t xml:space="preserve">This </w:t>
            </w:r>
            <w:r w:rsidR="00AD0E64">
              <w:t>skill set</w:t>
            </w:r>
            <w:r w:rsidRPr="00B468A6">
              <w:t xml:space="preserve"> released with AHC Agriculture, Horticulture and Conservation and Land Management Training Package Version </w:t>
            </w:r>
            <w:r w:rsidR="00C20B2C">
              <w:t>8</w:t>
            </w:r>
            <w:r w:rsidRPr="00B468A6">
              <w:t>.0.</w:t>
            </w:r>
          </w:p>
        </w:tc>
      </w:tr>
    </w:tbl>
    <w:p w14:paraId="626E0B76" w14:textId="77777777" w:rsidR="00536741" w:rsidRDefault="00536741" w:rsidP="00536741">
      <w:pPr>
        <w:rPr>
          <w:lang w:eastAsia="en-US"/>
        </w:rPr>
      </w:pPr>
    </w:p>
    <w:p w14:paraId="32BAA06F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4160BE5" w14:textId="77777777" w:rsidTr="000D7BE6">
        <w:tc>
          <w:tcPr>
            <w:tcW w:w="5000" w:type="pct"/>
            <w:shd w:val="clear" w:color="auto" w:fill="auto"/>
          </w:tcPr>
          <w:p w14:paraId="3CA991C0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558CC2B2" w14:textId="26069180" w:rsidR="00A772D9" w:rsidRPr="00536741" w:rsidRDefault="00F34338" w:rsidP="00681ABE">
            <w:pPr>
              <w:pStyle w:val="SIText"/>
            </w:pPr>
            <w:r>
              <w:t xml:space="preserve">This skill set provides the skills and knowledge required to </w:t>
            </w:r>
            <w:r w:rsidR="0026285F">
              <w:t xml:space="preserve">manage </w:t>
            </w:r>
            <w:r w:rsidR="008C3F02">
              <w:t>WHS processes</w:t>
            </w:r>
            <w:r w:rsidR="004E712C">
              <w:t xml:space="preserve"> </w:t>
            </w:r>
            <w:r w:rsidR="002F1527">
              <w:t xml:space="preserve">within </w:t>
            </w:r>
            <w:r w:rsidR="00C20B2C">
              <w:t xml:space="preserve">the agriculture </w:t>
            </w:r>
            <w:r w:rsidR="004E712C">
              <w:t xml:space="preserve">and horticulture </w:t>
            </w:r>
            <w:r w:rsidR="00962FEC">
              <w:t>industr</w:t>
            </w:r>
            <w:r w:rsidR="00C14A8D">
              <w:t>ies</w:t>
            </w:r>
            <w:r w:rsidR="00C82418">
              <w:t>.</w:t>
            </w:r>
          </w:p>
        </w:tc>
      </w:tr>
      <w:tr w:rsidR="00A301E0" w:rsidRPr="00963A46" w14:paraId="0BEAB14C" w14:textId="77777777" w:rsidTr="00156C2D">
        <w:trPr>
          <w:trHeight w:val="527"/>
        </w:trPr>
        <w:tc>
          <w:tcPr>
            <w:tcW w:w="5000" w:type="pct"/>
            <w:shd w:val="clear" w:color="auto" w:fill="auto"/>
          </w:tcPr>
          <w:p w14:paraId="2CD312E1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4638CBAE" w14:textId="3BDBC4EA" w:rsidR="00B468A6" w:rsidRPr="00B468A6" w:rsidRDefault="00B468A6" w:rsidP="00B01E33">
            <w:pPr>
              <w:pStyle w:val="SIText"/>
              <w:rPr>
                <w:rStyle w:val="SITemporarytext-red"/>
                <w:color w:val="auto"/>
                <w:sz w:val="20"/>
                <w:szCs w:val="22"/>
              </w:rPr>
            </w:pPr>
            <w:r w:rsidRPr="00B468A6">
              <w:rPr>
                <w:rStyle w:val="SITemporarytext-red"/>
                <w:color w:val="auto"/>
                <w:sz w:val="20"/>
                <w:szCs w:val="22"/>
              </w:rPr>
              <w:t>These units</w:t>
            </w:r>
            <w:r w:rsidR="00A5541F">
              <w:rPr>
                <w:rStyle w:val="SITemporarytext-red"/>
              </w:rPr>
              <w:t xml:space="preserve"> </w:t>
            </w:r>
            <w:r w:rsidR="00A5541F" w:rsidRPr="00A5541F">
              <w:rPr>
                <w:rStyle w:val="SITemporarytext-red"/>
                <w:color w:val="auto"/>
                <w:sz w:val="20"/>
                <w:szCs w:val="22"/>
              </w:rPr>
              <w:t>of competency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 xml:space="preserve"> provide credit towards </w:t>
            </w:r>
            <w:r w:rsidR="00A5541F" w:rsidRPr="00A5541F">
              <w:rPr>
                <w:rStyle w:val="SIText-Italic"/>
              </w:rPr>
              <w:t>AHC</w:t>
            </w:r>
            <w:r w:rsidR="005218F3">
              <w:rPr>
                <w:rStyle w:val="SIText-Italic"/>
              </w:rPr>
              <w:t xml:space="preserve">501XX Diploma of Agriculture </w:t>
            </w:r>
            <w:r w:rsidR="005218F3" w:rsidRPr="00B01E33">
              <w:rPr>
                <w:rStyle w:val="SIText-Italic"/>
                <w:i w:val="0"/>
                <w:szCs w:val="22"/>
              </w:rPr>
              <w:t xml:space="preserve">and partial credit </w:t>
            </w:r>
            <w:r w:rsidR="00B01E33" w:rsidRPr="00B01E33">
              <w:rPr>
                <w:rStyle w:val="SIText-Italic"/>
                <w:i w:val="0"/>
                <w:szCs w:val="22"/>
              </w:rPr>
              <w:t xml:space="preserve">towards </w:t>
            </w:r>
            <w:r w:rsidR="00B01E33">
              <w:rPr>
                <w:rStyle w:val="SIText-Italic"/>
              </w:rPr>
              <w:t>AHC504XX Diploma of Horticulture</w:t>
            </w:r>
            <w:r w:rsidRPr="00B468A6">
              <w:rPr>
                <w:rStyle w:val="SITemporarytext-red"/>
                <w:color w:val="auto"/>
                <w:sz w:val="20"/>
                <w:szCs w:val="22"/>
              </w:rPr>
              <w:t>.</w:t>
            </w:r>
          </w:p>
        </w:tc>
      </w:tr>
      <w:tr w:rsidR="00A301E0" w:rsidRPr="00963A46" w14:paraId="67F5F053" w14:textId="77777777" w:rsidTr="00156C2D">
        <w:trPr>
          <w:trHeight w:val="565"/>
        </w:trPr>
        <w:tc>
          <w:tcPr>
            <w:tcW w:w="5000" w:type="pct"/>
            <w:shd w:val="clear" w:color="auto" w:fill="auto"/>
          </w:tcPr>
          <w:p w14:paraId="45A07757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C3147E" w14:textId="48EF04C3" w:rsidR="006D34B1" w:rsidRPr="00A301E0" w:rsidRDefault="00A5541F">
            <w:pPr>
              <w:pStyle w:val="SIText"/>
            </w:pPr>
            <w:r>
              <w:t>No licensing</w:t>
            </w:r>
            <w:r w:rsidR="004D2EA4">
              <w:t>,</w:t>
            </w:r>
            <w:r>
              <w:t xml:space="preserve"> </w:t>
            </w:r>
            <w:r w:rsidR="004D2EA4">
              <w:t xml:space="preserve">legislative </w:t>
            </w:r>
            <w:r>
              <w:t xml:space="preserve">or </w:t>
            </w:r>
            <w:r w:rsidR="004D2EA4">
              <w:t>certification</w:t>
            </w:r>
            <w:r>
              <w:t xml:space="preserve"> requirements apply to this skill set at the time of pu</w:t>
            </w:r>
            <w:r w:rsidRPr="00A5541F">
              <w:t>blication.</w:t>
            </w:r>
          </w:p>
        </w:tc>
      </w:tr>
      <w:tr w:rsidR="00A772D9" w:rsidRPr="00963A46" w14:paraId="06934EF1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1119616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6C9E25D" w14:textId="65F8E965" w:rsidR="001F28F9" w:rsidRDefault="004610BD" w:rsidP="00C639FB">
            <w:pPr>
              <w:pStyle w:val="SIBulletList1"/>
            </w:pPr>
            <w:r>
              <w:t>AHCWHS5</w:t>
            </w:r>
            <w:r w:rsidR="0073075D">
              <w:t>X</w:t>
            </w:r>
            <w:r>
              <w:t>2</w:t>
            </w:r>
            <w:r w:rsidR="0073075D">
              <w:t xml:space="preserve"> Manage workplace health and safety processes</w:t>
            </w:r>
          </w:p>
          <w:p w14:paraId="2C099484" w14:textId="6D9609FC" w:rsidR="00DB1293" w:rsidRPr="00536741" w:rsidRDefault="004610BD" w:rsidP="00D537AF">
            <w:pPr>
              <w:pStyle w:val="SIBulletList1"/>
            </w:pPr>
            <w:r>
              <w:t>BSBWHS515</w:t>
            </w:r>
            <w:r w:rsidR="0073075D">
              <w:t xml:space="preserve"> Lead initial response to and investigate WHS incidents</w:t>
            </w:r>
          </w:p>
        </w:tc>
      </w:tr>
      <w:tr w:rsidR="005C7EA8" w:rsidRPr="00963A46" w14:paraId="5B442683" w14:textId="77777777" w:rsidTr="00B468A6">
        <w:trPr>
          <w:trHeight w:val="416"/>
        </w:trPr>
        <w:tc>
          <w:tcPr>
            <w:tcW w:w="5000" w:type="pct"/>
            <w:shd w:val="clear" w:color="auto" w:fill="auto"/>
          </w:tcPr>
          <w:p w14:paraId="5C4835DC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5AAF9F7" w14:textId="510A7060" w:rsidR="0016138C" w:rsidRPr="00536741" w:rsidRDefault="00A5541F" w:rsidP="00536741">
            <w:pPr>
              <w:pStyle w:val="SIText"/>
            </w:pPr>
            <w:r>
              <w:t xml:space="preserve">This skill set is for </w:t>
            </w:r>
            <w:r w:rsidR="000B33C6">
              <w:t xml:space="preserve">experienced </w:t>
            </w:r>
            <w:r w:rsidR="006547F0">
              <w:t xml:space="preserve">agriculture or horticulture managers responsible for </w:t>
            </w:r>
            <w:r w:rsidR="00FF6C69">
              <w:t>the management of</w:t>
            </w:r>
            <w:r w:rsidR="005B2009">
              <w:t xml:space="preserve"> WHS processes</w:t>
            </w:r>
            <w:r w:rsidR="00B468A6" w:rsidRPr="00B468A6">
              <w:t>.</w:t>
            </w:r>
          </w:p>
        </w:tc>
      </w:tr>
      <w:tr w:rsidR="00DB557A" w:rsidRPr="00963A46" w14:paraId="5CB41850" w14:textId="77777777" w:rsidTr="00156C2D">
        <w:trPr>
          <w:trHeight w:val="1070"/>
        </w:trPr>
        <w:tc>
          <w:tcPr>
            <w:tcW w:w="5000" w:type="pct"/>
            <w:shd w:val="clear" w:color="auto" w:fill="auto"/>
          </w:tcPr>
          <w:p w14:paraId="608648C1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6712F0FD" w14:textId="0301A320" w:rsidR="00B468A6" w:rsidRPr="00B468A6" w:rsidRDefault="00B468A6" w:rsidP="00A5541F">
            <w:pPr>
              <w:pStyle w:val="SIText"/>
            </w:pPr>
            <w:r w:rsidRPr="00B468A6">
              <w:t xml:space="preserve">These competencies </w:t>
            </w:r>
            <w:r w:rsidR="00A5541F">
              <w:t xml:space="preserve">from the </w:t>
            </w:r>
            <w:r w:rsidR="00A5541F">
              <w:rPr>
                <w:rStyle w:val="SIText-Italic"/>
              </w:rPr>
              <w:t xml:space="preserve">AHC Agriculture, Horticulture and Conservation and Land Management Training Package </w:t>
            </w:r>
            <w:r w:rsidRPr="00B468A6">
              <w:t>meet the industry requirements for</w:t>
            </w:r>
            <w:r w:rsidR="003449FD">
              <w:t xml:space="preserve"> </w:t>
            </w:r>
            <w:r w:rsidR="00587660">
              <w:t>WHS</w:t>
            </w:r>
            <w:r w:rsidR="0056500E">
              <w:t xml:space="preserve"> management within the agriculture and horticulture industrie</w:t>
            </w:r>
            <w:r w:rsidR="00711AB0">
              <w:t>s</w:t>
            </w:r>
            <w:r w:rsidRPr="00B468A6">
              <w:t>.</w:t>
            </w:r>
          </w:p>
        </w:tc>
      </w:tr>
    </w:tbl>
    <w:p w14:paraId="04159F51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F2BFD" w14:textId="77777777" w:rsidR="005A17D5" w:rsidRDefault="005A17D5" w:rsidP="00BF3F0A">
      <w:r>
        <w:separator/>
      </w:r>
    </w:p>
    <w:p w14:paraId="58276FEF" w14:textId="77777777" w:rsidR="005A17D5" w:rsidRDefault="005A17D5"/>
  </w:endnote>
  <w:endnote w:type="continuationSeparator" w:id="0">
    <w:p w14:paraId="5E51A261" w14:textId="77777777" w:rsidR="005A17D5" w:rsidRDefault="005A17D5" w:rsidP="00BF3F0A">
      <w:r>
        <w:continuationSeparator/>
      </w:r>
    </w:p>
    <w:p w14:paraId="7CCF4D1C" w14:textId="77777777" w:rsidR="005A17D5" w:rsidRDefault="005A17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F5972" w14:textId="77777777" w:rsidR="00FE64CB" w:rsidRDefault="00FE64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DCB313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072D1B07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6872868D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69ED" w14:textId="77777777" w:rsidR="00FE64CB" w:rsidRDefault="00FE64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AA30D" w14:textId="77777777" w:rsidR="005A17D5" w:rsidRDefault="005A17D5" w:rsidP="00BF3F0A">
      <w:r>
        <w:separator/>
      </w:r>
    </w:p>
    <w:p w14:paraId="29CDCC91" w14:textId="77777777" w:rsidR="005A17D5" w:rsidRDefault="005A17D5"/>
  </w:footnote>
  <w:footnote w:type="continuationSeparator" w:id="0">
    <w:p w14:paraId="0BC30D31" w14:textId="77777777" w:rsidR="005A17D5" w:rsidRDefault="005A17D5" w:rsidP="00BF3F0A">
      <w:r>
        <w:continuationSeparator/>
      </w:r>
    </w:p>
    <w:p w14:paraId="54DDD895" w14:textId="77777777" w:rsidR="005A17D5" w:rsidRDefault="005A17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B2002" w14:textId="77777777" w:rsidR="00FE64CB" w:rsidRDefault="00FE64C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43BD1" w14:textId="0293F035" w:rsidR="009C2650" w:rsidRPr="00B468A6" w:rsidRDefault="00FE64CB" w:rsidP="00B468A6">
    <w:sdt>
      <w:sdtPr>
        <w:id w:val="15049310"/>
        <w:docPartObj>
          <w:docPartGallery w:val="Watermarks"/>
          <w:docPartUnique/>
        </w:docPartObj>
      </w:sdtPr>
      <w:sdtContent>
        <w:r w:rsidRPr="00FE64CB">
          <w:pict w14:anchorId="43424FE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A7E94">
      <w:t>AHCSS</w:t>
    </w:r>
    <w:r w:rsidR="007A30AA">
      <w:t>XX</w:t>
    </w:r>
    <w:r w:rsidR="00C3131A">
      <w:t>XX1</w:t>
    </w:r>
    <w:r w:rsidR="00B468A6" w:rsidRPr="00B468A6">
      <w:t xml:space="preserve"> </w:t>
    </w:r>
    <w:r w:rsidR="00B04759">
      <w:t>Agriculture and Horticulture Safety Management</w:t>
    </w:r>
    <w:r w:rsidR="006A7E94">
      <w:t xml:space="preserve"> Skill Set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CE35" w14:textId="77777777" w:rsidR="00FE64CB" w:rsidRDefault="00FE64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63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77AE4"/>
    <w:rsid w:val="000A1C1E"/>
    <w:rsid w:val="000A5441"/>
    <w:rsid w:val="000B33C6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C2D"/>
    <w:rsid w:val="00156EF3"/>
    <w:rsid w:val="0016138C"/>
    <w:rsid w:val="00163EEE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85F"/>
    <w:rsid w:val="00262FC3"/>
    <w:rsid w:val="00276DB8"/>
    <w:rsid w:val="00282664"/>
    <w:rsid w:val="00285FB8"/>
    <w:rsid w:val="002931C2"/>
    <w:rsid w:val="0029718F"/>
    <w:rsid w:val="002A4CD3"/>
    <w:rsid w:val="002C55E9"/>
    <w:rsid w:val="002D0C8B"/>
    <w:rsid w:val="002E193E"/>
    <w:rsid w:val="002F1527"/>
    <w:rsid w:val="002F35DB"/>
    <w:rsid w:val="002F4FFE"/>
    <w:rsid w:val="00310771"/>
    <w:rsid w:val="003315E1"/>
    <w:rsid w:val="00337E82"/>
    <w:rsid w:val="003449FD"/>
    <w:rsid w:val="00350BB1"/>
    <w:rsid w:val="00352C83"/>
    <w:rsid w:val="0037067D"/>
    <w:rsid w:val="0038735B"/>
    <w:rsid w:val="003916D1"/>
    <w:rsid w:val="00393BF9"/>
    <w:rsid w:val="003A21F0"/>
    <w:rsid w:val="003A3FB8"/>
    <w:rsid w:val="003A58BA"/>
    <w:rsid w:val="003A5AE7"/>
    <w:rsid w:val="003A7221"/>
    <w:rsid w:val="003C13AE"/>
    <w:rsid w:val="003C16B1"/>
    <w:rsid w:val="003D2E73"/>
    <w:rsid w:val="003E7BBE"/>
    <w:rsid w:val="003F077A"/>
    <w:rsid w:val="004046AD"/>
    <w:rsid w:val="004127E3"/>
    <w:rsid w:val="00422D20"/>
    <w:rsid w:val="0043212E"/>
    <w:rsid w:val="00434366"/>
    <w:rsid w:val="00436A09"/>
    <w:rsid w:val="00444423"/>
    <w:rsid w:val="004463CA"/>
    <w:rsid w:val="00452F3E"/>
    <w:rsid w:val="004532D2"/>
    <w:rsid w:val="00453E79"/>
    <w:rsid w:val="00455468"/>
    <w:rsid w:val="004610BD"/>
    <w:rsid w:val="004640AE"/>
    <w:rsid w:val="00475172"/>
    <w:rsid w:val="004758B0"/>
    <w:rsid w:val="00480A7E"/>
    <w:rsid w:val="004832D2"/>
    <w:rsid w:val="00485559"/>
    <w:rsid w:val="004A142B"/>
    <w:rsid w:val="004A44E8"/>
    <w:rsid w:val="004B29B7"/>
    <w:rsid w:val="004C2244"/>
    <w:rsid w:val="004C33F6"/>
    <w:rsid w:val="004C79A1"/>
    <w:rsid w:val="004D0D5F"/>
    <w:rsid w:val="004D1569"/>
    <w:rsid w:val="004D2710"/>
    <w:rsid w:val="004D2EA4"/>
    <w:rsid w:val="004D44B1"/>
    <w:rsid w:val="004E0460"/>
    <w:rsid w:val="004E1579"/>
    <w:rsid w:val="004E5FAE"/>
    <w:rsid w:val="004E7094"/>
    <w:rsid w:val="004E712C"/>
    <w:rsid w:val="004F5DC7"/>
    <w:rsid w:val="004F78DA"/>
    <w:rsid w:val="005218F3"/>
    <w:rsid w:val="005248C1"/>
    <w:rsid w:val="00526134"/>
    <w:rsid w:val="00536741"/>
    <w:rsid w:val="005427C8"/>
    <w:rsid w:val="005446D1"/>
    <w:rsid w:val="00546910"/>
    <w:rsid w:val="00552163"/>
    <w:rsid w:val="0055293D"/>
    <w:rsid w:val="00556C4C"/>
    <w:rsid w:val="00557369"/>
    <w:rsid w:val="0056009D"/>
    <w:rsid w:val="0056500E"/>
    <w:rsid w:val="005708EB"/>
    <w:rsid w:val="00575BC6"/>
    <w:rsid w:val="00583902"/>
    <w:rsid w:val="00587660"/>
    <w:rsid w:val="005A17D5"/>
    <w:rsid w:val="005A3AA5"/>
    <w:rsid w:val="005A6C9C"/>
    <w:rsid w:val="005A74DC"/>
    <w:rsid w:val="005B2009"/>
    <w:rsid w:val="005B5146"/>
    <w:rsid w:val="005C231B"/>
    <w:rsid w:val="005C25A7"/>
    <w:rsid w:val="005C7EA8"/>
    <w:rsid w:val="005E191F"/>
    <w:rsid w:val="005E30F7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47F0"/>
    <w:rsid w:val="00673098"/>
    <w:rsid w:val="00681ABE"/>
    <w:rsid w:val="00687B62"/>
    <w:rsid w:val="00690C44"/>
    <w:rsid w:val="00694C62"/>
    <w:rsid w:val="00695891"/>
    <w:rsid w:val="006969D9"/>
    <w:rsid w:val="006A1D6C"/>
    <w:rsid w:val="006A2B68"/>
    <w:rsid w:val="006A7E94"/>
    <w:rsid w:val="006C159E"/>
    <w:rsid w:val="006C25B0"/>
    <w:rsid w:val="006C2F32"/>
    <w:rsid w:val="006D34B1"/>
    <w:rsid w:val="006D4448"/>
    <w:rsid w:val="006E2C4D"/>
    <w:rsid w:val="00705EEC"/>
    <w:rsid w:val="00707741"/>
    <w:rsid w:val="00711AB0"/>
    <w:rsid w:val="00722769"/>
    <w:rsid w:val="00727901"/>
    <w:rsid w:val="0073075B"/>
    <w:rsid w:val="0073075D"/>
    <w:rsid w:val="007341FF"/>
    <w:rsid w:val="007344EF"/>
    <w:rsid w:val="007404E9"/>
    <w:rsid w:val="007444CF"/>
    <w:rsid w:val="00757799"/>
    <w:rsid w:val="0076523B"/>
    <w:rsid w:val="00767A02"/>
    <w:rsid w:val="00770E68"/>
    <w:rsid w:val="00771B60"/>
    <w:rsid w:val="007748BE"/>
    <w:rsid w:val="00781D77"/>
    <w:rsid w:val="007860B7"/>
    <w:rsid w:val="00786DC8"/>
    <w:rsid w:val="007A30AA"/>
    <w:rsid w:val="007D5A78"/>
    <w:rsid w:val="007E12E3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5AEE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C3F0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2FEC"/>
    <w:rsid w:val="00966DF0"/>
    <w:rsid w:val="00970747"/>
    <w:rsid w:val="0098725E"/>
    <w:rsid w:val="0099070A"/>
    <w:rsid w:val="009A09D1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45D2A"/>
    <w:rsid w:val="00A5092E"/>
    <w:rsid w:val="00A5541F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0E64"/>
    <w:rsid w:val="00AD3896"/>
    <w:rsid w:val="00AD5B47"/>
    <w:rsid w:val="00AE1ED9"/>
    <w:rsid w:val="00AE32CB"/>
    <w:rsid w:val="00AF3957"/>
    <w:rsid w:val="00B01E33"/>
    <w:rsid w:val="00B04759"/>
    <w:rsid w:val="00B12013"/>
    <w:rsid w:val="00B22C67"/>
    <w:rsid w:val="00B3508F"/>
    <w:rsid w:val="00B443EE"/>
    <w:rsid w:val="00B468A6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4A8D"/>
    <w:rsid w:val="00C1739B"/>
    <w:rsid w:val="00C20B2C"/>
    <w:rsid w:val="00C26067"/>
    <w:rsid w:val="00C30A29"/>
    <w:rsid w:val="00C3131A"/>
    <w:rsid w:val="00C317DC"/>
    <w:rsid w:val="00C54565"/>
    <w:rsid w:val="00C54EF8"/>
    <w:rsid w:val="00C5745A"/>
    <w:rsid w:val="00C578E9"/>
    <w:rsid w:val="00C639FB"/>
    <w:rsid w:val="00C70626"/>
    <w:rsid w:val="00C72860"/>
    <w:rsid w:val="00C73B90"/>
    <w:rsid w:val="00C82418"/>
    <w:rsid w:val="00C85893"/>
    <w:rsid w:val="00C969BD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37AF"/>
    <w:rsid w:val="00D54C76"/>
    <w:rsid w:val="00D629DC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1293"/>
    <w:rsid w:val="00DB557A"/>
    <w:rsid w:val="00DC1D69"/>
    <w:rsid w:val="00DC5A3A"/>
    <w:rsid w:val="00E238E6"/>
    <w:rsid w:val="00E35064"/>
    <w:rsid w:val="00E438C3"/>
    <w:rsid w:val="00E501F0"/>
    <w:rsid w:val="00E800C2"/>
    <w:rsid w:val="00E91BFF"/>
    <w:rsid w:val="00E92933"/>
    <w:rsid w:val="00EA3B97"/>
    <w:rsid w:val="00EB0AA4"/>
    <w:rsid w:val="00EB5C88"/>
    <w:rsid w:val="00EB7EB1"/>
    <w:rsid w:val="00EC0469"/>
    <w:rsid w:val="00ED722A"/>
    <w:rsid w:val="00EF01F8"/>
    <w:rsid w:val="00EF40EF"/>
    <w:rsid w:val="00F13884"/>
    <w:rsid w:val="00F1480E"/>
    <w:rsid w:val="00F1497D"/>
    <w:rsid w:val="00F16AAC"/>
    <w:rsid w:val="00F34338"/>
    <w:rsid w:val="00F4044F"/>
    <w:rsid w:val="00F438FC"/>
    <w:rsid w:val="00F5273C"/>
    <w:rsid w:val="00F5616F"/>
    <w:rsid w:val="00F56827"/>
    <w:rsid w:val="00F64919"/>
    <w:rsid w:val="00F65EF0"/>
    <w:rsid w:val="00F71651"/>
    <w:rsid w:val="00F76CC6"/>
    <w:rsid w:val="00FE0282"/>
    <w:rsid w:val="00FE124D"/>
    <w:rsid w:val="00FE64CB"/>
    <w:rsid w:val="00FE792C"/>
    <w:rsid w:val="00FF58F8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870415"/>
  <w15:docId w15:val="{81CB84ED-3B3A-4338-B23F-AD4E22F05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0754DE6ECCA9479771CB6E7C4AEC96" ma:contentTypeVersion="" ma:contentTypeDescription="Create a new document." ma:contentTypeScope="" ma:versionID="a539b48497c3c4443923d50329e0fd2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A05485-73A3-4122-8B60-6AADCA1E3F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74DAB4FC-AEF1-4326-B431-AF0C52B8E1D6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TEM.SkillsImpact.SkillSet.dotx</Template>
  <TotalTime>91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Peter Miller</cp:lastModifiedBy>
  <cp:revision>58</cp:revision>
  <cp:lastPrinted>2016-05-27T05:21:00Z</cp:lastPrinted>
  <dcterms:created xsi:type="dcterms:W3CDTF">2020-11-19T22:06:00Z</dcterms:created>
  <dcterms:modified xsi:type="dcterms:W3CDTF">2021-11-10T22:25:00Z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0x0101006A0754DE6ECCA9479771CB6E7C4AEC96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