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54B4A97" w14:textId="77777777" w:rsidTr="00F279E6">
        <w:tc>
          <w:tcPr>
            <w:tcW w:w="1396" w:type="pct"/>
            <w:shd w:val="clear" w:color="auto" w:fill="auto"/>
          </w:tcPr>
          <w:p w14:paraId="154B4A95" w14:textId="5F0A2806" w:rsidR="00A301E0" w:rsidRPr="00752A41" w:rsidRDefault="007E7D8A" w:rsidP="00CE259D">
            <w:pPr>
              <w:pStyle w:val="SISSCODE"/>
            </w:pPr>
            <w:r w:rsidRPr="007E7D8A">
              <w:t>AHCSS00149</w:t>
            </w:r>
          </w:p>
        </w:tc>
        <w:tc>
          <w:tcPr>
            <w:tcW w:w="3604" w:type="pct"/>
            <w:shd w:val="clear" w:color="auto" w:fill="auto"/>
          </w:tcPr>
          <w:p w14:paraId="154B4A96" w14:textId="77777777" w:rsidR="00A301E0" w:rsidRPr="00752A41" w:rsidRDefault="008E6485" w:rsidP="00752A41">
            <w:pPr>
              <w:pStyle w:val="SISStitle"/>
            </w:pPr>
            <w:r>
              <w:t>Organic Certification Skill Set</w:t>
            </w:r>
          </w:p>
        </w:tc>
      </w:tr>
    </w:tbl>
    <w:p w14:paraId="154B4A98" w14:textId="77777777" w:rsidR="00A301E0" w:rsidRPr="00536741" w:rsidRDefault="00A301E0" w:rsidP="00A301E0"/>
    <w:p w14:paraId="154B4A9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4B4A9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54B4A9D" w14:textId="77777777" w:rsidTr="002A1BEA">
        <w:tc>
          <w:tcPr>
            <w:tcW w:w="1396" w:type="pct"/>
            <w:shd w:val="clear" w:color="auto" w:fill="auto"/>
          </w:tcPr>
          <w:p w14:paraId="154B4A9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54B4A9C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54B4AA0" w14:textId="77777777" w:rsidTr="002A1BEA">
        <w:tc>
          <w:tcPr>
            <w:tcW w:w="1396" w:type="pct"/>
            <w:shd w:val="clear" w:color="auto" w:fill="auto"/>
          </w:tcPr>
          <w:p w14:paraId="154B4A9E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E6485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51B026B" w14:textId="77777777" w:rsidR="00FA2A8B" w:rsidRPr="00FA2A8B" w:rsidRDefault="00FA2A8B" w:rsidP="00FA2A8B">
            <w:pPr>
              <w:pStyle w:val="SIText"/>
            </w:pPr>
            <w:r w:rsidRPr="00EC2F04">
              <w:t>This version released with AHC Agriculture, Horticulture and Conservation and Land Management Training Package Version</w:t>
            </w:r>
            <w:r w:rsidRPr="00FA2A8B">
              <w:t xml:space="preserve"> 9.0.</w:t>
            </w:r>
          </w:p>
          <w:p w14:paraId="154B4A9F" w14:textId="5E1DB7A4" w:rsidR="00536741" w:rsidRDefault="00536741" w:rsidP="00752A41">
            <w:pPr>
              <w:pStyle w:val="SIText"/>
            </w:pPr>
          </w:p>
        </w:tc>
      </w:tr>
    </w:tbl>
    <w:p w14:paraId="154B4AA1" w14:textId="77777777" w:rsidR="00536741" w:rsidRPr="00752A41" w:rsidRDefault="00536741" w:rsidP="00536741"/>
    <w:p w14:paraId="154B4AA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4B4AA5" w14:textId="77777777" w:rsidTr="000D7BE6">
        <w:tc>
          <w:tcPr>
            <w:tcW w:w="5000" w:type="pct"/>
            <w:shd w:val="clear" w:color="auto" w:fill="auto"/>
          </w:tcPr>
          <w:p w14:paraId="154B4AA3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54B4AA4" w14:textId="77777777" w:rsidR="00A772D9" w:rsidRPr="00536741" w:rsidRDefault="00DB557A" w:rsidP="00CE259D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CE259D">
              <w:t xml:space="preserve">provides the skills and knowledge required to plan, </w:t>
            </w:r>
            <w:proofErr w:type="gramStart"/>
            <w:r w:rsidR="00CE259D">
              <w:t>manage</w:t>
            </w:r>
            <w:proofErr w:type="gramEnd"/>
            <w:r w:rsidR="00CE259D">
              <w:t xml:space="preserve"> and oversee the procedures and requirements for certification of organic or biodynamic farms and farm produce.</w:t>
            </w:r>
          </w:p>
        </w:tc>
      </w:tr>
      <w:tr w:rsidR="00A301E0" w:rsidRPr="00963A46" w14:paraId="154B4AA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54B4AA6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54B4AA7" w14:textId="77777777" w:rsidR="00A301E0" w:rsidRPr="00752A41" w:rsidRDefault="00CE259D" w:rsidP="00752A41">
            <w:pPr>
              <w:pStyle w:val="SIText"/>
              <w:rPr>
                <w:rStyle w:val="SITemporarytext-red"/>
              </w:rPr>
            </w:pPr>
            <w:r w:rsidRPr="00CE259D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154B4AA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54B4A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154B4AAA" w14:textId="77777777" w:rsidR="00A301E0" w:rsidRPr="00A301E0" w:rsidRDefault="00CE259D" w:rsidP="00CE259D">
            <w:pPr>
              <w:pStyle w:val="SIText"/>
            </w:pPr>
            <w:r w:rsidRPr="00CE259D">
              <w:t>No licensing, legislative or certification requirements apply to this skill set at the time of publication.</w:t>
            </w:r>
          </w:p>
        </w:tc>
      </w:tr>
      <w:tr w:rsidR="00A772D9" w:rsidRPr="00963A46" w14:paraId="154B4AA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54B4AAC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54B4AAD" w14:textId="5AE5EF7C" w:rsidR="00DB557A" w:rsidRPr="007E7D8A" w:rsidRDefault="008E6485" w:rsidP="007E7D8A">
            <w:pPr>
              <w:pStyle w:val="SIBulletList1"/>
            </w:pPr>
            <w:r w:rsidRPr="007E7D8A">
              <w:t>AHCORG4</w:t>
            </w:r>
            <w:r w:rsidR="000B6B03">
              <w:t>14</w:t>
            </w:r>
            <w:r w:rsidRPr="007E7D8A">
              <w:t xml:space="preserve"> Oversee compliance with </w:t>
            </w:r>
            <w:r w:rsidR="00CE259D" w:rsidRPr="007E7D8A">
              <w:t>an organic certification scheme</w:t>
            </w:r>
          </w:p>
          <w:p w14:paraId="154B4AAE" w14:textId="0182D2C8" w:rsidR="001F28F9" w:rsidRPr="00536741" w:rsidRDefault="008E6485" w:rsidP="007E7D8A">
            <w:pPr>
              <w:pStyle w:val="SIBulletList1"/>
            </w:pPr>
            <w:r w:rsidRPr="007E7D8A">
              <w:t>AHCORG5</w:t>
            </w:r>
            <w:r w:rsidR="007E7D8A" w:rsidRPr="007E7D8A">
              <w:t>09</w:t>
            </w:r>
            <w:r w:rsidRPr="007E7D8A">
              <w:t xml:space="preserve"> Prepare and manage organic or biodynamic certification</w:t>
            </w:r>
          </w:p>
        </w:tc>
      </w:tr>
      <w:tr w:rsidR="005C7EA8" w:rsidRPr="00963A46" w14:paraId="154B4AB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54B4AB0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54B4AB1" w14:textId="77777777" w:rsidR="0016138C" w:rsidRPr="00536741" w:rsidRDefault="00CE259D" w:rsidP="00CE259D">
            <w:pPr>
              <w:pStyle w:val="SIText"/>
            </w:pPr>
            <w:r w:rsidRPr="00CE259D">
              <w:t xml:space="preserve">This skill set is for </w:t>
            </w:r>
            <w:r>
              <w:t>farmers, orchardists and market gardeners aiming to grow industry certified organic or biodynamic produce.</w:t>
            </w:r>
          </w:p>
        </w:tc>
      </w:tr>
      <w:tr w:rsidR="00DB557A" w:rsidRPr="00963A46" w14:paraId="154B4AB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54B4AB3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154B4AB4" w14:textId="77777777" w:rsidR="00DB557A" w:rsidRPr="00CE259D" w:rsidRDefault="00CE259D" w:rsidP="00064E9D">
            <w:pPr>
              <w:pStyle w:val="SIText"/>
            </w:pPr>
            <w:r w:rsidRPr="00CE259D">
              <w:t xml:space="preserve">These competencies from the AHC Agriculture, Horticulture and Conservation and Land Management Training Package meet the industry requirements for </w:t>
            </w:r>
            <w:r w:rsidR="00A14123">
              <w:t xml:space="preserve">managing the certification of organic </w:t>
            </w:r>
            <w:r w:rsidR="00064E9D">
              <w:t>or</w:t>
            </w:r>
            <w:r w:rsidR="00A14123">
              <w:t xml:space="preserve"> biodynamic produce.</w:t>
            </w:r>
          </w:p>
        </w:tc>
      </w:tr>
    </w:tbl>
    <w:p w14:paraId="154B4AB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996E5" w14:textId="77777777" w:rsidR="00812B42" w:rsidRDefault="00812B42" w:rsidP="00BF3F0A">
      <w:r>
        <w:separator/>
      </w:r>
    </w:p>
    <w:p w14:paraId="44CEA609" w14:textId="77777777" w:rsidR="00812B42" w:rsidRDefault="00812B42"/>
  </w:endnote>
  <w:endnote w:type="continuationSeparator" w:id="0">
    <w:p w14:paraId="78D9A087" w14:textId="77777777" w:rsidR="00812B42" w:rsidRDefault="00812B42" w:rsidP="00BF3F0A">
      <w:r>
        <w:continuationSeparator/>
      </w:r>
    </w:p>
    <w:p w14:paraId="4FF040A5" w14:textId="77777777" w:rsidR="00812B42" w:rsidRDefault="00812B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54B4AC0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E7D8A">
          <w:rPr>
            <w:noProof/>
          </w:rPr>
          <w:t>1</w:t>
        </w:r>
        <w:r w:rsidRPr="00536741">
          <w:fldChar w:fldCharType="end"/>
        </w:r>
      </w:p>
      <w:p w14:paraId="154B4AC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54B4AC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DB56A" w14:textId="77777777" w:rsidR="00812B42" w:rsidRDefault="00812B42" w:rsidP="00BF3F0A">
      <w:r>
        <w:separator/>
      </w:r>
    </w:p>
    <w:p w14:paraId="04A570D6" w14:textId="77777777" w:rsidR="00812B42" w:rsidRDefault="00812B42"/>
  </w:footnote>
  <w:footnote w:type="continuationSeparator" w:id="0">
    <w:p w14:paraId="7BC69902" w14:textId="77777777" w:rsidR="00812B42" w:rsidRDefault="00812B42" w:rsidP="00BF3F0A">
      <w:r>
        <w:continuationSeparator/>
      </w:r>
    </w:p>
    <w:p w14:paraId="0CE8E47B" w14:textId="77777777" w:rsidR="00812B42" w:rsidRDefault="00812B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B4ABF" w14:textId="3DC370F2" w:rsidR="009C2650" w:rsidRDefault="007E7D8A">
    <w:r w:rsidRPr="007E7D8A">
      <w:t xml:space="preserve"> AHCSS00149</w:t>
    </w:r>
    <w:r>
      <w:t xml:space="preserve"> </w:t>
    </w:r>
    <w:r w:rsidR="00CE259D" w:rsidRPr="00CE259D">
      <w:t>Organic Certification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3092757">
    <w:abstractNumId w:val="6"/>
  </w:num>
  <w:num w:numId="2" w16cid:durableId="1962345953">
    <w:abstractNumId w:val="4"/>
  </w:num>
  <w:num w:numId="3" w16cid:durableId="772558540">
    <w:abstractNumId w:val="3"/>
  </w:num>
  <w:num w:numId="4" w16cid:durableId="789513745">
    <w:abstractNumId w:val="11"/>
  </w:num>
  <w:num w:numId="5" w16cid:durableId="625966771">
    <w:abstractNumId w:val="1"/>
  </w:num>
  <w:num w:numId="6" w16cid:durableId="617226681">
    <w:abstractNumId w:val="5"/>
  </w:num>
  <w:num w:numId="7" w16cid:durableId="1007908204">
    <w:abstractNumId w:val="2"/>
  </w:num>
  <w:num w:numId="8" w16cid:durableId="950547549">
    <w:abstractNumId w:val="0"/>
  </w:num>
  <w:num w:numId="9" w16cid:durableId="1771776846">
    <w:abstractNumId w:val="10"/>
  </w:num>
  <w:num w:numId="10" w16cid:durableId="1156141215">
    <w:abstractNumId w:val="7"/>
  </w:num>
  <w:num w:numId="11" w16cid:durableId="653945786">
    <w:abstractNumId w:val="9"/>
  </w:num>
  <w:num w:numId="12" w16cid:durableId="1869097893">
    <w:abstractNumId w:val="8"/>
  </w:num>
  <w:num w:numId="13" w16cid:durableId="15528121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64E9D"/>
    <w:rsid w:val="00070B3E"/>
    <w:rsid w:val="00071F95"/>
    <w:rsid w:val="000737BB"/>
    <w:rsid w:val="00074E47"/>
    <w:rsid w:val="000A5441"/>
    <w:rsid w:val="000B6B03"/>
    <w:rsid w:val="000C13F1"/>
    <w:rsid w:val="000D7BE6"/>
    <w:rsid w:val="000E2C86"/>
    <w:rsid w:val="000F29F2"/>
    <w:rsid w:val="00101659"/>
    <w:rsid w:val="0010350F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3A47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41B9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1B59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41F5"/>
    <w:rsid w:val="007D5A78"/>
    <w:rsid w:val="007E3BD1"/>
    <w:rsid w:val="007E7D8A"/>
    <w:rsid w:val="007F119F"/>
    <w:rsid w:val="007F1563"/>
    <w:rsid w:val="007F44DB"/>
    <w:rsid w:val="007F5A8B"/>
    <w:rsid w:val="007F7554"/>
    <w:rsid w:val="008044AE"/>
    <w:rsid w:val="00812B42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6485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4123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E1B"/>
    <w:rsid w:val="00B443EE"/>
    <w:rsid w:val="00B560C8"/>
    <w:rsid w:val="00B61150"/>
    <w:rsid w:val="00B658DE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5D4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259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A2A8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4B4A95"/>
  <w15:docId w15:val="{67E997D1-F57A-4441-BFB6-882D8843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C705D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6bc416b0-3237-4c86-abfd-5fe124524ed6"/>
    <ds:schemaRef ds:uri="d50bbff7-d6dd-47d2-864a-cfdc2c3db0f4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28C00AE-86AD-4173-8863-28E5BF1F2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4A095F-8818-45DB-BD77-706D3C42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11</cp:revision>
  <cp:lastPrinted>2016-05-27T05:21:00Z</cp:lastPrinted>
  <dcterms:created xsi:type="dcterms:W3CDTF">2022-01-10T03:57:00Z</dcterms:created>
  <dcterms:modified xsi:type="dcterms:W3CDTF">2022-10-26T23:09:00Z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