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2F5F3E2" w14:textId="77777777" w:rsidTr="00F279E6">
        <w:tc>
          <w:tcPr>
            <w:tcW w:w="1396" w:type="pct"/>
            <w:shd w:val="clear" w:color="auto" w:fill="auto"/>
          </w:tcPr>
          <w:p w14:paraId="22F5F3E0" w14:textId="4575B87B" w:rsidR="00A301E0" w:rsidRPr="00DA788F" w:rsidRDefault="00DA788F" w:rsidP="00DA788F">
            <w:pPr>
              <w:pStyle w:val="SISSCODE"/>
            </w:pPr>
            <w:r w:rsidRPr="00DA788F">
              <w:t>AHCSS00144</w:t>
            </w:r>
          </w:p>
        </w:tc>
        <w:tc>
          <w:tcPr>
            <w:tcW w:w="3604" w:type="pct"/>
            <w:shd w:val="clear" w:color="auto" w:fill="auto"/>
          </w:tcPr>
          <w:p w14:paraId="22F5F3E1" w14:textId="77777777" w:rsidR="00A301E0" w:rsidRPr="00752A41" w:rsidRDefault="005B46D6" w:rsidP="005B46D6">
            <w:pPr>
              <w:pStyle w:val="SISStitle"/>
            </w:pPr>
            <w:r>
              <w:t>Composting Farm Waste, Livestock Waste and Mortalities Skill Set</w:t>
            </w:r>
          </w:p>
        </w:tc>
      </w:tr>
    </w:tbl>
    <w:p w14:paraId="22F5F3E3" w14:textId="77777777" w:rsidR="00A301E0" w:rsidRPr="00536741" w:rsidRDefault="00A301E0" w:rsidP="00A301E0"/>
    <w:p w14:paraId="22F5F3E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2F5F3E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2F5F3E8" w14:textId="77777777" w:rsidTr="002A1BEA">
        <w:tc>
          <w:tcPr>
            <w:tcW w:w="1396" w:type="pct"/>
            <w:shd w:val="clear" w:color="auto" w:fill="auto"/>
          </w:tcPr>
          <w:p w14:paraId="22F5F3E6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2F5F3E7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5B46D6" w14:paraId="22F5F3EB" w14:textId="77777777" w:rsidTr="002A1BEA">
        <w:tc>
          <w:tcPr>
            <w:tcW w:w="1396" w:type="pct"/>
            <w:shd w:val="clear" w:color="auto" w:fill="auto"/>
          </w:tcPr>
          <w:p w14:paraId="22F5F3E9" w14:textId="77777777" w:rsidR="00536741" w:rsidRPr="005B46D6" w:rsidRDefault="00536741" w:rsidP="005B46D6">
            <w:pPr>
              <w:pStyle w:val="SIText"/>
            </w:pPr>
            <w:r w:rsidRPr="005B46D6">
              <w:t>Release</w:t>
            </w:r>
            <w:r w:rsidR="005B46D6" w:rsidRPr="005B46D6">
              <w:t xml:space="preserve"> </w:t>
            </w:r>
            <w:r w:rsidRPr="005B46D6">
              <w:t>1</w:t>
            </w:r>
          </w:p>
        </w:tc>
        <w:tc>
          <w:tcPr>
            <w:tcW w:w="3604" w:type="pct"/>
            <w:shd w:val="clear" w:color="auto" w:fill="auto"/>
          </w:tcPr>
          <w:p w14:paraId="56031057" w14:textId="77777777" w:rsidR="004B3BD5" w:rsidRPr="004B3BD5" w:rsidRDefault="004B3BD5" w:rsidP="004B3BD5">
            <w:pPr>
              <w:pStyle w:val="SIText"/>
            </w:pPr>
            <w:r w:rsidRPr="00EC2F04">
              <w:t>This version released with AHC Agriculture, Horticulture and Conservation and Land Management Training Package Version</w:t>
            </w:r>
            <w:r w:rsidRPr="004B3BD5">
              <w:t xml:space="preserve"> 9.0.</w:t>
            </w:r>
          </w:p>
          <w:p w14:paraId="22F5F3EA" w14:textId="2A388996" w:rsidR="00536741" w:rsidRPr="005B46D6" w:rsidRDefault="00536741" w:rsidP="005B46D6">
            <w:pPr>
              <w:pStyle w:val="SIText"/>
            </w:pPr>
          </w:p>
        </w:tc>
      </w:tr>
    </w:tbl>
    <w:p w14:paraId="22F5F3EC" w14:textId="77777777" w:rsidR="00536741" w:rsidRPr="00752A41" w:rsidRDefault="00536741" w:rsidP="00536741"/>
    <w:p w14:paraId="22F5F3ED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2F5F3F1" w14:textId="77777777" w:rsidTr="000D7BE6">
        <w:tc>
          <w:tcPr>
            <w:tcW w:w="5000" w:type="pct"/>
            <w:shd w:val="clear" w:color="auto" w:fill="auto"/>
          </w:tcPr>
          <w:p w14:paraId="22F5F3E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2F5F3EF" w14:textId="77777777" w:rsidR="0016138C" w:rsidRDefault="00DB557A" w:rsidP="00752A41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F503DF">
              <w:t xml:space="preserve"> provides skills and knowledge to recognise, assess and receive raw materials for composting and operate composting plant and equipment to produce compost.</w:t>
            </w:r>
          </w:p>
          <w:p w14:paraId="22F5F3F0" w14:textId="77777777" w:rsidR="00A772D9" w:rsidRPr="00536741" w:rsidRDefault="00A772D9" w:rsidP="00F503DF">
            <w:pPr>
              <w:pStyle w:val="SIText"/>
            </w:pPr>
          </w:p>
        </w:tc>
      </w:tr>
      <w:tr w:rsidR="00A301E0" w:rsidRPr="00963A46" w14:paraId="22F5F3F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2F5F3F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22F5F3F3" w14:textId="77777777" w:rsidR="00A301E0" w:rsidRPr="00752A41" w:rsidRDefault="00F503DF" w:rsidP="00752A41">
            <w:pPr>
              <w:pStyle w:val="SIText"/>
              <w:rPr>
                <w:rStyle w:val="SITemporarytext-red"/>
              </w:rPr>
            </w:pPr>
            <w:r w:rsidRPr="00F503DF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22F5F3F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2F5F3F5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2F5F3F6" w14:textId="77777777" w:rsidR="00A301E0" w:rsidRPr="00A301E0" w:rsidRDefault="00F503DF" w:rsidP="00F503DF">
            <w:pPr>
              <w:pStyle w:val="SIText"/>
            </w:pPr>
            <w:r>
              <w:t>L</w:t>
            </w:r>
            <w:r w:rsidR="004463CA" w:rsidRPr="004463CA">
              <w:t xml:space="preserve">icensing, legislative or certification requirements </w:t>
            </w:r>
            <w:r>
              <w:t xml:space="preserve">may </w:t>
            </w:r>
            <w:r w:rsidR="004463CA" w:rsidRPr="004463CA">
              <w:t xml:space="preserve">apply to this </w:t>
            </w:r>
            <w:r w:rsidR="004463CA" w:rsidRPr="00752A41">
              <w:t xml:space="preserve">skill set </w:t>
            </w:r>
            <w:r>
              <w:t xml:space="preserve">where biosecurity risks are identified for the processing of animal mortalities. </w:t>
            </w:r>
            <w:r w:rsidRPr="00F503DF">
              <w:t xml:space="preserve">Users are advised to check with </w:t>
            </w:r>
            <w:r>
              <w:t xml:space="preserve">the </w:t>
            </w:r>
            <w:r w:rsidRPr="00F503DF">
              <w:t>relevant regulatory authority.</w:t>
            </w:r>
          </w:p>
        </w:tc>
      </w:tr>
      <w:tr w:rsidR="00A772D9" w:rsidRPr="00963A46" w14:paraId="22F5F3FE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2F5F3F8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2F5F3F9" w14:textId="782DD158" w:rsidR="005B46D6" w:rsidRPr="005B46D6" w:rsidRDefault="005B46D6" w:rsidP="005B46D6">
            <w:pPr>
              <w:pStyle w:val="SIBulletList1"/>
            </w:pPr>
            <w:r w:rsidRPr="005B46D6">
              <w:t>AHCCOM20</w:t>
            </w:r>
            <w:r w:rsidR="00B05108">
              <w:t>4</w:t>
            </w:r>
            <w:r>
              <w:t xml:space="preserve"> </w:t>
            </w:r>
            <w:r w:rsidRPr="005B46D6">
              <w:t>Assess and receive raw materials for composting</w:t>
            </w:r>
          </w:p>
          <w:p w14:paraId="22F5F3FA" w14:textId="10925179" w:rsidR="005B46D6" w:rsidRPr="005B46D6" w:rsidRDefault="005B46D6" w:rsidP="005B46D6">
            <w:pPr>
              <w:pStyle w:val="SIBulletList1"/>
            </w:pPr>
            <w:r w:rsidRPr="005B46D6">
              <w:t>AHCCOM20</w:t>
            </w:r>
            <w:r w:rsidR="00B05108">
              <w:t>5</w:t>
            </w:r>
            <w:r>
              <w:t xml:space="preserve"> </w:t>
            </w:r>
            <w:r w:rsidRPr="005B46D6">
              <w:t>Recognise and respond to fire emergencies on a composting site</w:t>
            </w:r>
          </w:p>
          <w:p w14:paraId="22F5F3FB" w14:textId="584C3BB0" w:rsidR="005B46D6" w:rsidRPr="005B46D6" w:rsidRDefault="005B46D6" w:rsidP="005B46D6">
            <w:pPr>
              <w:pStyle w:val="SIBulletList1"/>
            </w:pPr>
            <w:r w:rsidRPr="005B46D6">
              <w:t>AHCCOM20</w:t>
            </w:r>
            <w:r w:rsidR="00B05108">
              <w:t>6</w:t>
            </w:r>
            <w:r>
              <w:t xml:space="preserve"> </w:t>
            </w:r>
            <w:r w:rsidRPr="005B46D6">
              <w:t>Recognise raw materials, production processes and products on a composting site</w:t>
            </w:r>
          </w:p>
          <w:p w14:paraId="22F5F3FC" w14:textId="7F9AB9A2" w:rsidR="00DB557A" w:rsidRPr="00752A41" w:rsidRDefault="005B46D6" w:rsidP="005B46D6">
            <w:pPr>
              <w:pStyle w:val="SIBulletList1"/>
            </w:pPr>
            <w:r w:rsidRPr="005B46D6">
              <w:t>AHCCOM30</w:t>
            </w:r>
            <w:r w:rsidR="00B05108">
              <w:t>4</w:t>
            </w:r>
            <w:r>
              <w:t xml:space="preserve"> </w:t>
            </w:r>
            <w:r w:rsidRPr="005B46D6">
              <w:t xml:space="preserve">Operate compost processing plant, </w:t>
            </w:r>
            <w:proofErr w:type="gramStart"/>
            <w:r w:rsidRPr="005B46D6">
              <w:t>machinery</w:t>
            </w:r>
            <w:proofErr w:type="gramEnd"/>
            <w:r w:rsidRPr="005B46D6">
              <w:t xml:space="preserve"> and equipment</w:t>
            </w:r>
          </w:p>
          <w:p w14:paraId="22F5F3FD" w14:textId="77777777" w:rsidR="001F28F9" w:rsidRPr="00536741" w:rsidRDefault="001F28F9" w:rsidP="00752A41">
            <w:pPr>
              <w:pStyle w:val="SIText"/>
            </w:pPr>
          </w:p>
        </w:tc>
      </w:tr>
      <w:tr w:rsidR="005C7EA8" w:rsidRPr="00963A46" w14:paraId="22F5F40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2F5F3FF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2F5F400" w14:textId="77777777" w:rsidR="0016138C" w:rsidRPr="00536741" w:rsidRDefault="006A1D6C" w:rsidP="00F503DF">
            <w:pPr>
              <w:pStyle w:val="SIText"/>
            </w:pPr>
            <w:r>
              <w:t>This skill set is for</w:t>
            </w:r>
            <w:r w:rsidR="00F503DF">
              <w:t xml:space="preserve"> farmers and farm employees who have a need to process large volumes of farm waste by composting processes.</w:t>
            </w:r>
          </w:p>
        </w:tc>
      </w:tr>
      <w:tr w:rsidR="00DB557A" w:rsidRPr="00963A46" w14:paraId="22F5F40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2F5F402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22F5F403" w14:textId="77777777" w:rsidR="00DB557A" w:rsidRPr="00536741" w:rsidRDefault="00F503DF" w:rsidP="00F503DF">
            <w:pPr>
              <w:pStyle w:val="SIText"/>
            </w:pPr>
            <w:r w:rsidRPr="00F503DF">
              <w:t xml:space="preserve">These competencies from the AHC Agriculture, Horticulture and Conservation and Land Management Training Package meet the industry requirements for </w:t>
            </w:r>
            <w:r>
              <w:t>preparing for and implementing composting procedures on a farm.</w:t>
            </w:r>
          </w:p>
        </w:tc>
      </w:tr>
    </w:tbl>
    <w:p w14:paraId="22F5F405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2D098" w14:textId="77777777" w:rsidR="00E232D6" w:rsidRDefault="00E232D6" w:rsidP="00BF3F0A">
      <w:r>
        <w:separator/>
      </w:r>
    </w:p>
    <w:p w14:paraId="464940CB" w14:textId="77777777" w:rsidR="00E232D6" w:rsidRDefault="00E232D6"/>
  </w:endnote>
  <w:endnote w:type="continuationSeparator" w:id="0">
    <w:p w14:paraId="697801B0" w14:textId="77777777" w:rsidR="00E232D6" w:rsidRDefault="00E232D6" w:rsidP="00BF3F0A">
      <w:r>
        <w:continuationSeparator/>
      </w:r>
    </w:p>
    <w:p w14:paraId="3BE5B37A" w14:textId="77777777" w:rsidR="00E232D6" w:rsidRDefault="00E232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2F5F40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DA788F">
          <w:rPr>
            <w:noProof/>
          </w:rPr>
          <w:t>1</w:t>
        </w:r>
        <w:r w:rsidRPr="00536741">
          <w:fldChar w:fldCharType="end"/>
        </w:r>
      </w:p>
      <w:p w14:paraId="22F5F410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22F5F41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CCDF8" w14:textId="77777777" w:rsidR="00E232D6" w:rsidRDefault="00E232D6" w:rsidP="00BF3F0A">
      <w:r>
        <w:separator/>
      </w:r>
    </w:p>
    <w:p w14:paraId="5BB685C6" w14:textId="77777777" w:rsidR="00E232D6" w:rsidRDefault="00E232D6"/>
  </w:footnote>
  <w:footnote w:type="continuationSeparator" w:id="0">
    <w:p w14:paraId="4821C67F" w14:textId="77777777" w:rsidR="00E232D6" w:rsidRDefault="00E232D6" w:rsidP="00BF3F0A">
      <w:r>
        <w:continuationSeparator/>
      </w:r>
    </w:p>
    <w:p w14:paraId="52C8C616" w14:textId="77777777" w:rsidR="00E232D6" w:rsidRDefault="00E232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5F40E" w14:textId="198F5B87" w:rsidR="009C2650" w:rsidRDefault="00DA788F">
    <w:r w:rsidRPr="00DA788F">
      <w:t xml:space="preserve"> AHCSS00144</w:t>
    </w:r>
    <w:r>
      <w:t xml:space="preserve"> </w:t>
    </w:r>
    <w:r w:rsidR="00865F59" w:rsidRPr="00865F59">
      <w:t>Composting Farm Waste, Livestock Waste and Mortalities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1502984">
    <w:abstractNumId w:val="6"/>
  </w:num>
  <w:num w:numId="2" w16cid:durableId="1434518461">
    <w:abstractNumId w:val="4"/>
  </w:num>
  <w:num w:numId="3" w16cid:durableId="2087871318">
    <w:abstractNumId w:val="3"/>
  </w:num>
  <w:num w:numId="4" w16cid:durableId="2133401531">
    <w:abstractNumId w:val="11"/>
  </w:num>
  <w:num w:numId="5" w16cid:durableId="788399273">
    <w:abstractNumId w:val="1"/>
  </w:num>
  <w:num w:numId="6" w16cid:durableId="269094018">
    <w:abstractNumId w:val="5"/>
  </w:num>
  <w:num w:numId="7" w16cid:durableId="432019522">
    <w:abstractNumId w:val="2"/>
  </w:num>
  <w:num w:numId="8" w16cid:durableId="201332256">
    <w:abstractNumId w:val="0"/>
  </w:num>
  <w:num w:numId="9" w16cid:durableId="1636568538">
    <w:abstractNumId w:val="10"/>
  </w:num>
  <w:num w:numId="10" w16cid:durableId="2024237499">
    <w:abstractNumId w:val="7"/>
  </w:num>
  <w:num w:numId="11" w16cid:durableId="742411071">
    <w:abstractNumId w:val="9"/>
  </w:num>
  <w:num w:numId="12" w16cid:durableId="1077091972">
    <w:abstractNumId w:val="8"/>
  </w:num>
  <w:num w:numId="13" w16cid:durableId="12759969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6D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0155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0249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30CD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B02D6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3BD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46D6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6FB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4A5"/>
    <w:rsid w:val="008306E7"/>
    <w:rsid w:val="00834BC8"/>
    <w:rsid w:val="00837FD6"/>
    <w:rsid w:val="00847B60"/>
    <w:rsid w:val="00850243"/>
    <w:rsid w:val="008545EB"/>
    <w:rsid w:val="00856837"/>
    <w:rsid w:val="00865011"/>
    <w:rsid w:val="00865F59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108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DC5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788F"/>
    <w:rsid w:val="00DB557A"/>
    <w:rsid w:val="00DC1D69"/>
    <w:rsid w:val="00DC5A3A"/>
    <w:rsid w:val="00E232D6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03DF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F5F3E0"/>
  <w15:docId w15:val="{BDCEB56E-339B-457D-A290-062F368B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2130C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6bc416b0-3237-4c86-abfd-5fe124524ed6"/>
    <ds:schemaRef ds:uri="http://schemas.microsoft.com/sharepoint/v3"/>
    <ds:schemaRef ds:uri="d50bbff7-d6dd-47d2-864a-cfdc2c3db0f4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0D76BE7-3141-4E43-BC12-1BF157E3B2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8B6F59-3E0C-4F87-9D20-3DBC10C1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39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9</cp:revision>
  <cp:lastPrinted>2016-05-27T05:21:00Z</cp:lastPrinted>
  <dcterms:created xsi:type="dcterms:W3CDTF">2022-01-10T02:50:00Z</dcterms:created>
  <dcterms:modified xsi:type="dcterms:W3CDTF">2022-10-26T23:13:00Z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