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F56720" w:rsidRDefault="00F56720" w:rsidP="00F56720">
            <w:pPr>
              <w:pStyle w:val="SIText"/>
            </w:pPr>
            <w:r w:rsidRPr="00F56720">
              <w:t>Release 1</w:t>
            </w:r>
          </w:p>
        </w:tc>
        <w:tc>
          <w:tcPr>
            <w:tcW w:w="6939" w:type="dxa"/>
          </w:tcPr>
          <w:p w14:paraId="7254BEE7" w14:textId="57D43F88" w:rsidR="00F56720" w:rsidRPr="00F56720" w:rsidRDefault="00F56720" w:rsidP="00F56720">
            <w:pPr>
              <w:pStyle w:val="SIText"/>
            </w:pPr>
            <w:r w:rsidRPr="00F56720">
              <w:t>This version released with AHC Agriculture, Horticulture</w:t>
            </w:r>
            <w:r w:rsidR="00A4104B">
              <w:t xml:space="preserve"> and</w:t>
            </w:r>
            <w:r w:rsidRPr="00F56720">
              <w:t xml:space="preserve"> Conservation and Land Management Training Package Version </w:t>
            </w:r>
            <w:r w:rsidR="00B90151">
              <w:t>9</w:t>
            </w:r>
            <w:r w:rsidRPr="00F56720">
              <w:t>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5E1D9B3B" w:rsidR="00AE6F9D" w:rsidRPr="00923720" w:rsidRDefault="00920E8C" w:rsidP="005404CB">
            <w:pPr>
              <w:pStyle w:val="SIUNITCODE"/>
            </w:pPr>
            <w:r>
              <w:t>AHCPLY2</w:t>
            </w:r>
            <w:r w:rsidR="004D6042">
              <w:t>08</w:t>
            </w:r>
          </w:p>
        </w:tc>
        <w:tc>
          <w:tcPr>
            <w:tcW w:w="3604" w:type="pct"/>
            <w:shd w:val="clear" w:color="auto" w:fill="auto"/>
          </w:tcPr>
          <w:p w14:paraId="728DD6DD" w14:textId="789E60A6" w:rsidR="00AE6F9D" w:rsidRPr="00923720" w:rsidRDefault="00D706DB" w:rsidP="005404CB">
            <w:pPr>
              <w:pStyle w:val="SIUnittitle"/>
            </w:pPr>
            <w:r w:rsidRPr="00D706DB">
              <w:t>Collect and pack eggs for human consumption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64593F" w14:textId="07141150" w:rsidR="00D706DB" w:rsidRPr="00D06478" w:rsidRDefault="00D706DB" w:rsidP="008079DB">
            <w:pPr>
              <w:pStyle w:val="SIText"/>
            </w:pPr>
            <w:r w:rsidRPr="00D06478">
              <w:t xml:space="preserve">This unit of competency describes the skills and knowledge required to collect and pack eggs </w:t>
            </w:r>
            <w:r w:rsidR="00FE62CD" w:rsidRPr="00D06478">
              <w:t xml:space="preserve">from </w:t>
            </w:r>
            <w:r w:rsidR="00FE62CD" w:rsidRPr="008079DB">
              <w:t xml:space="preserve">a variety of poultry species </w:t>
            </w:r>
            <w:r w:rsidRPr="00D06478">
              <w:t>intended for human consumption </w:t>
            </w:r>
            <w:r w:rsidR="00D27FE8">
              <w:t>in readiness</w:t>
            </w:r>
            <w:r w:rsidRPr="00D06478">
              <w:t xml:space="preserve"> for transfer to </w:t>
            </w:r>
            <w:r w:rsidR="00587939" w:rsidRPr="00D06478">
              <w:t xml:space="preserve">a </w:t>
            </w:r>
            <w:r w:rsidRPr="00D06478">
              <w:t>grading and packing floor.</w:t>
            </w:r>
          </w:p>
          <w:p w14:paraId="31D183B6" w14:textId="77777777" w:rsidR="002369BC" w:rsidRPr="00D06478" w:rsidRDefault="002369BC" w:rsidP="008079DB">
            <w:pPr>
              <w:pStyle w:val="SIText"/>
            </w:pPr>
          </w:p>
          <w:p w14:paraId="185363E5" w14:textId="7345E53B" w:rsidR="002369BC" w:rsidRPr="00D06478" w:rsidRDefault="002369BC" w:rsidP="008079DB">
            <w:pPr>
              <w:pStyle w:val="SIText"/>
            </w:pPr>
            <w:r w:rsidRPr="00D06478">
              <w:t xml:space="preserve">This unit applies to workers in </w:t>
            </w:r>
            <w:r w:rsidR="00661191">
              <w:t xml:space="preserve">commercial </w:t>
            </w:r>
            <w:r w:rsidRPr="00D06478">
              <w:t xml:space="preserve">poultry production who undertake routine tasks under supervision. They </w:t>
            </w:r>
            <w:r w:rsidR="00D06478" w:rsidRPr="008079DB">
              <w:t>perform</w:t>
            </w:r>
            <w:r w:rsidRPr="00D06478">
              <w:t xml:space="preserve"> defined activities according to enterprise procedures. Work environments may include </w:t>
            </w:r>
            <w:r w:rsidR="00587939" w:rsidRPr="008079DB">
              <w:t>poultry farms</w:t>
            </w:r>
            <w:r w:rsidR="00FE62CD" w:rsidRPr="008079DB">
              <w:t xml:space="preserve"> and</w:t>
            </w:r>
            <w:r w:rsidR="00C866AA" w:rsidRPr="008079DB">
              <w:t xml:space="preserve"> packing shed</w:t>
            </w:r>
            <w:r w:rsidR="00FE62CD" w:rsidRPr="008079DB">
              <w:t>s.</w:t>
            </w:r>
          </w:p>
          <w:p w14:paraId="522C1957" w14:textId="77777777" w:rsidR="002369BC" w:rsidRPr="00D06478" w:rsidRDefault="002369BC" w:rsidP="008079DB">
            <w:pPr>
              <w:pStyle w:val="SIText"/>
            </w:pPr>
          </w:p>
          <w:p w14:paraId="00D4ED96" w14:textId="04961735" w:rsidR="002369BC" w:rsidRPr="00D06478" w:rsidRDefault="002369BC" w:rsidP="008079DB">
            <w:pPr>
              <w:pStyle w:val="SIText"/>
            </w:pPr>
            <w:r w:rsidRPr="00D06478">
              <w:t>Commonwealth and/or state/territory health and safety, environmental protection and biosecurity legislation, regulations and codes of practice apply to keeping and working with poultry</w:t>
            </w:r>
            <w:r w:rsidR="007871FA" w:rsidRPr="008079DB">
              <w:t xml:space="preserve">. </w:t>
            </w:r>
            <w:r w:rsidRPr="00D06478">
              <w:t>Food safety regulations and codes also apply to eggs that are produced and sold for human consumption. Requirements vary between jurisdictions.</w:t>
            </w:r>
          </w:p>
          <w:p w14:paraId="1572FA8A" w14:textId="709EAA66" w:rsidR="002369BC" w:rsidRPr="008079DB" w:rsidRDefault="002369BC" w:rsidP="00D706DB">
            <w:pPr>
              <w:rPr>
                <w:rStyle w:val="SITemporaryText-blue"/>
              </w:rPr>
            </w:pPr>
          </w:p>
          <w:p w14:paraId="25064DF5" w14:textId="7A0A6CA4" w:rsidR="00373436" w:rsidRPr="000754EC" w:rsidRDefault="00607D04" w:rsidP="008079DB">
            <w:pPr>
              <w:pStyle w:val="SIText"/>
            </w:pPr>
            <w:r w:rsidRPr="008079DB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553A57AF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Poultry (PLY)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908BC" w:rsidRPr="00016B09" w14:paraId="7AEC1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44998" w14:textId="47834F70" w:rsidR="009908BC" w:rsidRPr="00D06478" w:rsidRDefault="009908BC" w:rsidP="00D06478">
            <w:pPr>
              <w:pStyle w:val="SIText"/>
            </w:pPr>
            <w:r w:rsidRPr="00D06478"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5EAEE3E2" w14:textId="0D04F4B8" w:rsidR="00E1287B" w:rsidRPr="008079DB" w:rsidRDefault="00E1287B" w:rsidP="008079DB">
            <w:pPr>
              <w:pStyle w:val="SIText"/>
            </w:pPr>
            <w:r w:rsidRPr="008079DB">
              <w:t xml:space="preserve">1.1 Confirm and follow personal hygiene and other biosecurity procedures </w:t>
            </w:r>
            <w:r w:rsidR="00A4104B">
              <w:t>that</w:t>
            </w:r>
            <w:r w:rsidR="00A4104B" w:rsidRPr="008079DB">
              <w:t xml:space="preserve"> </w:t>
            </w:r>
            <w:r w:rsidRPr="008079DB">
              <w:t xml:space="preserve">apply to </w:t>
            </w:r>
            <w:r w:rsidR="00285949">
              <w:t xml:space="preserve">entering and </w:t>
            </w:r>
            <w:r w:rsidRPr="008079DB">
              <w:t>working on a poultry farm or facility</w:t>
            </w:r>
          </w:p>
          <w:p w14:paraId="2EC10EE4" w14:textId="17C0EA26" w:rsidR="00E1287B" w:rsidRPr="008079DB" w:rsidRDefault="00E1287B" w:rsidP="008079DB">
            <w:pPr>
              <w:pStyle w:val="SIText"/>
            </w:pPr>
            <w:r w:rsidRPr="008079DB">
              <w:t xml:space="preserve">1.2 Identify </w:t>
            </w:r>
            <w:r w:rsidR="00562E5C">
              <w:t xml:space="preserve">health and safety </w:t>
            </w:r>
            <w:r w:rsidRPr="008079DB">
              <w:t>hazards, assess risks</w:t>
            </w:r>
            <w:r w:rsidR="00A4104B">
              <w:t>,</w:t>
            </w:r>
            <w:r w:rsidRPr="008079DB">
              <w:t xml:space="preserve"> and control and/or report risks</w:t>
            </w:r>
            <w:r w:rsidR="00F85FE9">
              <w:t xml:space="preserve"> for collecting, </w:t>
            </w:r>
            <w:proofErr w:type="gramStart"/>
            <w:r w:rsidR="00F85FE9">
              <w:t>packing</w:t>
            </w:r>
            <w:proofErr w:type="gramEnd"/>
            <w:r w:rsidR="00F85FE9">
              <w:t xml:space="preserve"> and storing eggs</w:t>
            </w:r>
          </w:p>
          <w:p w14:paraId="3F651A4B" w14:textId="545FC042" w:rsidR="00E1287B" w:rsidRPr="008079DB" w:rsidRDefault="00E1287B" w:rsidP="008079DB">
            <w:pPr>
              <w:pStyle w:val="SIText"/>
            </w:pPr>
            <w:r w:rsidRPr="008079DB">
              <w:t xml:space="preserve">1.3 Select and fit appropriate personal protective equipment (PPE) required for the tasks </w:t>
            </w:r>
            <w:r w:rsidR="00F85FE9">
              <w:t xml:space="preserve">for collecting, </w:t>
            </w:r>
            <w:proofErr w:type="gramStart"/>
            <w:r w:rsidR="00F85FE9">
              <w:t>packing</w:t>
            </w:r>
            <w:proofErr w:type="gramEnd"/>
            <w:r w:rsidR="00F85FE9">
              <w:t xml:space="preserve"> and storing eggs</w:t>
            </w:r>
          </w:p>
          <w:p w14:paraId="3A4818CC" w14:textId="7F779E06" w:rsidR="009908BC" w:rsidRPr="00D06478" w:rsidRDefault="002A30F2" w:rsidP="00D06478">
            <w:pPr>
              <w:pStyle w:val="SIText"/>
            </w:pPr>
            <w:r w:rsidRPr="008079DB">
              <w:t xml:space="preserve">1.4 </w:t>
            </w:r>
            <w:r w:rsidRPr="00D06478">
              <w:t>Check work area and equipment are clean and ready for operation</w:t>
            </w:r>
          </w:p>
        </w:tc>
      </w:tr>
      <w:tr w:rsidR="009908BC" w:rsidRPr="00963A46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69D28437" w:rsidR="009908BC" w:rsidRPr="00D06478" w:rsidRDefault="009908BC" w:rsidP="00D06478">
            <w:pPr>
              <w:pStyle w:val="SIText"/>
            </w:pPr>
            <w:r w:rsidRPr="00D06478">
              <w:t>2. Collect eggs</w:t>
            </w:r>
          </w:p>
        </w:tc>
        <w:tc>
          <w:tcPr>
            <w:tcW w:w="3604" w:type="pct"/>
            <w:shd w:val="clear" w:color="auto" w:fill="auto"/>
          </w:tcPr>
          <w:p w14:paraId="11A12198" w14:textId="5B77EC3D" w:rsidR="009908BC" w:rsidRPr="00D06478" w:rsidRDefault="009908BC" w:rsidP="008079DB">
            <w:pPr>
              <w:pStyle w:val="SIText"/>
            </w:pPr>
            <w:r w:rsidRPr="00D06478">
              <w:t xml:space="preserve">2.1 Ensure that nests and egg </w:t>
            </w:r>
            <w:r w:rsidR="009F1FF4" w:rsidRPr="00D06478">
              <w:t xml:space="preserve">conveyors </w:t>
            </w:r>
            <w:r w:rsidRPr="00D06478">
              <w:t xml:space="preserve">are free of </w:t>
            </w:r>
            <w:r w:rsidR="005878D8" w:rsidRPr="00D06478">
              <w:t>obstructions</w:t>
            </w:r>
            <w:r w:rsidRPr="00D06478">
              <w:t xml:space="preserve"> </w:t>
            </w:r>
            <w:r w:rsidR="00842233" w:rsidRPr="00D06478">
              <w:t>according to</w:t>
            </w:r>
            <w:r w:rsidRPr="00D06478">
              <w:t xml:space="preserve"> enterprise</w:t>
            </w:r>
            <w:r w:rsidR="005878D8" w:rsidRPr="00D06478">
              <w:t xml:space="preserve"> food safety and</w:t>
            </w:r>
            <w:r w:rsidRPr="00D06478">
              <w:t xml:space="preserve"> animal welfare </w:t>
            </w:r>
            <w:r w:rsidR="00842233" w:rsidRPr="00D06478">
              <w:t>procedures</w:t>
            </w:r>
          </w:p>
          <w:p w14:paraId="769963E8" w14:textId="433597B4" w:rsidR="002A30F2" w:rsidRPr="00232530" w:rsidRDefault="009908BC" w:rsidP="00232530">
            <w:pPr>
              <w:pStyle w:val="SIText"/>
            </w:pPr>
            <w:r w:rsidRPr="00232530">
              <w:t xml:space="preserve">2.2 </w:t>
            </w:r>
            <w:r w:rsidR="002A30F2" w:rsidRPr="00232530">
              <w:t xml:space="preserve">Collect eggs by placing eggs onto trays </w:t>
            </w:r>
            <w:r w:rsidR="00016B96" w:rsidRPr="0087549A">
              <w:t>with pointed end down</w:t>
            </w:r>
          </w:p>
          <w:p w14:paraId="34900184" w14:textId="22AEB7E7" w:rsidR="00500C8B" w:rsidRPr="00D06478" w:rsidRDefault="002A30F2" w:rsidP="008079DB">
            <w:pPr>
              <w:pStyle w:val="SIText"/>
            </w:pPr>
            <w:r w:rsidRPr="00D06478">
              <w:t xml:space="preserve">2.3 </w:t>
            </w:r>
            <w:r w:rsidR="00500C8B" w:rsidRPr="00D06478">
              <w:t>Operate egg handling equipment and control flow of eggs to match handling rate according to enterprise procedures</w:t>
            </w:r>
          </w:p>
          <w:p w14:paraId="21EB3E01" w14:textId="52D1A81F" w:rsidR="009908BC" w:rsidRPr="00232530" w:rsidRDefault="002A30F2" w:rsidP="00232530">
            <w:pPr>
              <w:pStyle w:val="SIText"/>
            </w:pPr>
            <w:r w:rsidRPr="00232530">
              <w:t xml:space="preserve">2.4 </w:t>
            </w:r>
            <w:r w:rsidR="009908BC" w:rsidRPr="00232530">
              <w:t>Remove heavily marked, dirty, cracked, leak</w:t>
            </w:r>
            <w:r w:rsidRPr="00232530">
              <w:t>ing eggs</w:t>
            </w:r>
            <w:r w:rsidR="009908BC" w:rsidRPr="00232530">
              <w:t xml:space="preserve"> or weak</w:t>
            </w:r>
            <w:r w:rsidR="00A4104B">
              <w:t>-</w:t>
            </w:r>
            <w:r w:rsidR="009908BC" w:rsidRPr="00232530">
              <w:t xml:space="preserve">shelled eggs </w:t>
            </w:r>
            <w:r w:rsidR="00842233" w:rsidRPr="00232530">
              <w:t xml:space="preserve">manually </w:t>
            </w:r>
            <w:r w:rsidR="00500C8B" w:rsidRPr="00232530">
              <w:t>or</w:t>
            </w:r>
            <w:r w:rsidR="00842233" w:rsidRPr="00232530">
              <w:t xml:space="preserve"> mechanically</w:t>
            </w:r>
            <w:r w:rsidR="009C5648" w:rsidRPr="00232530">
              <w:t xml:space="preserve"> according to food safety requirements</w:t>
            </w:r>
          </w:p>
        </w:tc>
      </w:tr>
      <w:tr w:rsidR="009908BC" w:rsidRPr="00963A46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7F273" w14:textId="273D0273" w:rsidR="009908BC" w:rsidRPr="00D06478" w:rsidRDefault="009908BC" w:rsidP="00D06478">
            <w:pPr>
              <w:pStyle w:val="SIText"/>
            </w:pPr>
            <w:r w:rsidRPr="00D06478">
              <w:t>3. Pack and store eggs</w:t>
            </w:r>
          </w:p>
        </w:tc>
        <w:tc>
          <w:tcPr>
            <w:tcW w:w="3604" w:type="pct"/>
            <w:shd w:val="clear" w:color="auto" w:fill="auto"/>
          </w:tcPr>
          <w:p w14:paraId="41E46557" w14:textId="29B3CFEA" w:rsidR="009908BC" w:rsidRPr="00232530" w:rsidRDefault="009908BC" w:rsidP="00232530">
            <w:pPr>
              <w:pStyle w:val="SIText"/>
            </w:pPr>
            <w:r w:rsidRPr="00232530">
              <w:t>3.1 Pack eggs</w:t>
            </w:r>
            <w:r w:rsidR="00E2579B" w:rsidRPr="004D6042">
              <w:t xml:space="preserve"> </w:t>
            </w:r>
            <w:r w:rsidR="00E2579B" w:rsidRPr="00232530">
              <w:t>to be sold for human consumption</w:t>
            </w:r>
            <w:r w:rsidRPr="00232530">
              <w:t>, keeping production categories separate</w:t>
            </w:r>
            <w:r w:rsidR="00A4104B">
              <w:t>,</w:t>
            </w:r>
            <w:r w:rsidRPr="00232530">
              <w:t xml:space="preserve"> and wrap pallets as required ready for transport</w:t>
            </w:r>
          </w:p>
          <w:p w14:paraId="75CD5CAA" w14:textId="23D1E74C" w:rsidR="002D3251" w:rsidRPr="008079DB" w:rsidRDefault="009908BC" w:rsidP="008079DB">
            <w:pPr>
              <w:pStyle w:val="SIText"/>
            </w:pPr>
            <w:r w:rsidRPr="00D06478">
              <w:t xml:space="preserve">3.2 </w:t>
            </w:r>
            <w:r w:rsidR="002D55AD" w:rsidRPr="00D06478">
              <w:t xml:space="preserve">Label packed eggs, </w:t>
            </w:r>
            <w:proofErr w:type="gramStart"/>
            <w:r w:rsidR="002D55AD" w:rsidRPr="00D06478">
              <w:t>pallets</w:t>
            </w:r>
            <w:proofErr w:type="gramEnd"/>
            <w:r w:rsidR="002D55AD" w:rsidRPr="00D06478">
              <w:t xml:space="preserve"> and other packaging according to enterprise requirements</w:t>
            </w:r>
          </w:p>
          <w:p w14:paraId="01130B7A" w14:textId="7313370D" w:rsidR="009908BC" w:rsidRPr="00D06478" w:rsidRDefault="009908BC" w:rsidP="008079DB">
            <w:pPr>
              <w:pStyle w:val="SIText"/>
            </w:pPr>
            <w:r w:rsidRPr="00D06478">
              <w:t>3.3 Check cool room temperature and humidity</w:t>
            </w:r>
            <w:r w:rsidR="00A4104B">
              <w:t>,</w:t>
            </w:r>
            <w:r w:rsidR="002D55AD" w:rsidRPr="00D06478">
              <w:t xml:space="preserve"> and adjust if required</w:t>
            </w:r>
          </w:p>
          <w:p w14:paraId="5FEA2317" w14:textId="77777777" w:rsidR="009908BC" w:rsidRPr="00D06478" w:rsidRDefault="009908BC" w:rsidP="00D06478">
            <w:pPr>
              <w:pStyle w:val="SIText"/>
            </w:pPr>
            <w:r w:rsidRPr="00D06478">
              <w:t>3.4 Transfer eggs to cool room or grading floor</w:t>
            </w:r>
          </w:p>
          <w:p w14:paraId="1C3D1460" w14:textId="6F5E4AEF" w:rsidR="006A678A" w:rsidRPr="00D06478" w:rsidRDefault="006A678A" w:rsidP="00D06478">
            <w:pPr>
              <w:pStyle w:val="SIText"/>
            </w:pPr>
            <w:r w:rsidRPr="008079DB">
              <w:t>3.5 Complete records and report issues promptly</w:t>
            </w:r>
          </w:p>
        </w:tc>
      </w:tr>
      <w:tr w:rsidR="009908BC" w:rsidRPr="00963A46" w14:paraId="4CEB7D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A92306" w14:textId="20700FC8" w:rsidR="009908BC" w:rsidRPr="00D06478" w:rsidRDefault="009908BC" w:rsidP="00D06478">
            <w:pPr>
              <w:pStyle w:val="SIText"/>
            </w:pPr>
            <w:r w:rsidRPr="00D06478">
              <w:lastRenderedPageBreak/>
              <w:t>4. Clean and</w:t>
            </w:r>
            <w:r w:rsidR="0019641F" w:rsidRPr="00D06478">
              <w:t>/or</w:t>
            </w:r>
            <w:r w:rsidRPr="00D06478">
              <w:t xml:space="preserve"> sanitise </w:t>
            </w:r>
            <w:r w:rsidR="0019641F" w:rsidRPr="00D06478">
              <w:t xml:space="preserve">work areas and </w:t>
            </w:r>
            <w:r w:rsidRPr="00D06478">
              <w:t xml:space="preserve">equipment </w:t>
            </w:r>
          </w:p>
        </w:tc>
        <w:tc>
          <w:tcPr>
            <w:tcW w:w="3604" w:type="pct"/>
            <w:shd w:val="clear" w:color="auto" w:fill="auto"/>
          </w:tcPr>
          <w:p w14:paraId="283AEE7B" w14:textId="4A6EBC24" w:rsidR="002D55AD" w:rsidRPr="008079DB" w:rsidRDefault="002D55AD" w:rsidP="008079DB">
            <w:pPr>
              <w:pStyle w:val="SIText"/>
            </w:pPr>
            <w:r w:rsidRPr="008079DB">
              <w:t xml:space="preserve">4.1 Identify </w:t>
            </w:r>
            <w:r w:rsidR="006F35A1">
              <w:t xml:space="preserve">health and safety </w:t>
            </w:r>
            <w:r w:rsidRPr="008079DB">
              <w:t>hazards, assess risks</w:t>
            </w:r>
            <w:r w:rsidR="00A4104B">
              <w:t>,</w:t>
            </w:r>
            <w:r w:rsidRPr="008079DB">
              <w:t xml:space="preserve"> and control and/or report risks </w:t>
            </w:r>
            <w:r w:rsidR="00F85FE9">
              <w:t>related to cleaning and/or sanitising</w:t>
            </w:r>
          </w:p>
          <w:p w14:paraId="77DBB42E" w14:textId="122FBCC8" w:rsidR="002D55AD" w:rsidRPr="008079DB" w:rsidRDefault="002D55AD" w:rsidP="008079DB">
            <w:pPr>
              <w:pStyle w:val="SIText"/>
            </w:pPr>
            <w:r w:rsidRPr="008079DB">
              <w:t xml:space="preserve">4.2 Select and fit appropriate PPE required </w:t>
            </w:r>
            <w:r w:rsidR="00F85FE9">
              <w:t>for cleaning and sanitising</w:t>
            </w:r>
          </w:p>
          <w:p w14:paraId="429C3E33" w14:textId="46A301EF" w:rsidR="002D55AD" w:rsidRPr="00D06478" w:rsidRDefault="002D55AD" w:rsidP="008079DB">
            <w:pPr>
              <w:pStyle w:val="SIText"/>
            </w:pPr>
            <w:r w:rsidRPr="00D06478">
              <w:t>4.3 Measure chemicals and prepare cleaning fluids safely according to supplier instructions and enterprise procedures</w:t>
            </w:r>
          </w:p>
          <w:p w14:paraId="7D79F5B1" w14:textId="487C2562" w:rsidR="002D55AD" w:rsidRPr="00D06478" w:rsidRDefault="002D55AD" w:rsidP="008079DB">
            <w:pPr>
              <w:pStyle w:val="SIText"/>
            </w:pPr>
            <w:r w:rsidRPr="00D06478">
              <w:t>4.4 Check and prepare cleaning equipment</w:t>
            </w:r>
          </w:p>
          <w:p w14:paraId="3CC0078E" w14:textId="3640C806" w:rsidR="009908BC" w:rsidRPr="00D06478" w:rsidRDefault="009908BC" w:rsidP="008079DB">
            <w:pPr>
              <w:pStyle w:val="SIText"/>
            </w:pPr>
            <w:r w:rsidRPr="00D06478">
              <w:t>4.</w:t>
            </w:r>
            <w:r w:rsidR="007D4A1F" w:rsidRPr="00D06478">
              <w:t xml:space="preserve">5 </w:t>
            </w:r>
            <w:r w:rsidR="004C5515" w:rsidRPr="003C4092">
              <w:t>Clean and</w:t>
            </w:r>
            <w:r w:rsidR="00661191">
              <w:t>/or</w:t>
            </w:r>
            <w:r w:rsidR="004C5515" w:rsidRPr="003C4092">
              <w:t xml:space="preserve"> sanitise egg conveyors, cool room, all </w:t>
            </w:r>
            <w:proofErr w:type="gramStart"/>
            <w:r w:rsidR="004C5515" w:rsidRPr="003C4092">
              <w:t>equipment</w:t>
            </w:r>
            <w:proofErr w:type="gramEnd"/>
            <w:r w:rsidR="004C5515" w:rsidRPr="003C4092">
              <w:t xml:space="preserve"> and work areas</w:t>
            </w:r>
          </w:p>
          <w:p w14:paraId="39791656" w14:textId="3C2A7057" w:rsidR="009908BC" w:rsidRPr="00D06478" w:rsidRDefault="009908BC" w:rsidP="008079DB">
            <w:pPr>
              <w:pStyle w:val="SIText"/>
            </w:pPr>
            <w:r w:rsidRPr="00D06478">
              <w:t>4.</w:t>
            </w:r>
            <w:r w:rsidR="004C5515">
              <w:t>6</w:t>
            </w:r>
            <w:r w:rsidR="007D4A1F" w:rsidRPr="00D06478">
              <w:t xml:space="preserve"> </w:t>
            </w:r>
            <w:r w:rsidRPr="00D06478">
              <w:t>Control pests in egg collection, packing and storage areas</w:t>
            </w:r>
          </w:p>
          <w:p w14:paraId="36321602" w14:textId="1449DD62" w:rsidR="009908BC" w:rsidRPr="00D06478" w:rsidRDefault="009908BC" w:rsidP="008079DB">
            <w:pPr>
              <w:pStyle w:val="SIText"/>
            </w:pPr>
            <w:r w:rsidRPr="00D06478">
              <w:t>4.</w:t>
            </w:r>
            <w:r w:rsidR="008C5575">
              <w:t>7</w:t>
            </w:r>
            <w:r w:rsidR="00D06478" w:rsidRPr="00D06478">
              <w:t xml:space="preserve"> </w:t>
            </w:r>
            <w:r w:rsidRPr="00D06478">
              <w:t xml:space="preserve">Take </w:t>
            </w:r>
            <w:r w:rsidR="006A678A" w:rsidRPr="00D06478">
              <w:t xml:space="preserve">swab </w:t>
            </w:r>
            <w:r w:rsidRPr="00D06478">
              <w:t xml:space="preserve">samples </w:t>
            </w:r>
            <w:r w:rsidR="006A678A" w:rsidRPr="00D06478">
              <w:t xml:space="preserve">of work </w:t>
            </w:r>
            <w:r w:rsidR="007D4A1F" w:rsidRPr="00D06478">
              <w:t xml:space="preserve">and/or egg </w:t>
            </w:r>
            <w:r w:rsidR="006A678A" w:rsidRPr="00D06478">
              <w:t xml:space="preserve">surfaces </w:t>
            </w:r>
            <w:r w:rsidRPr="00D06478">
              <w:t>for testing if required</w:t>
            </w:r>
          </w:p>
          <w:p w14:paraId="083AD200" w14:textId="768E17EB" w:rsidR="007D4A1F" w:rsidRPr="00D06478" w:rsidRDefault="009908BC" w:rsidP="008079DB">
            <w:pPr>
              <w:pStyle w:val="SIText"/>
            </w:pPr>
            <w:r w:rsidRPr="00D06478">
              <w:t>4.</w:t>
            </w:r>
            <w:r w:rsidR="008C5575">
              <w:t>8</w:t>
            </w:r>
            <w:r w:rsidR="00D06478" w:rsidRPr="00D06478">
              <w:t xml:space="preserve"> </w:t>
            </w:r>
            <w:r w:rsidR="007D4A1F" w:rsidRPr="00D06478">
              <w:t xml:space="preserve">Process eggs not for retail sale according to enterprise requirements </w:t>
            </w:r>
          </w:p>
          <w:p w14:paraId="3A830F96" w14:textId="44389A5E" w:rsidR="009908BC" w:rsidRPr="00232530" w:rsidRDefault="007D4A1F" w:rsidP="00232530">
            <w:pPr>
              <w:pStyle w:val="SIText"/>
            </w:pPr>
            <w:r w:rsidRPr="00232530">
              <w:t>4.</w:t>
            </w:r>
            <w:r w:rsidR="008C5575" w:rsidRPr="00232530">
              <w:t>9</w:t>
            </w:r>
            <w:r w:rsidRPr="00232530">
              <w:t xml:space="preserve"> Remove and dispose of </w:t>
            </w:r>
            <w:r w:rsidR="009908BC" w:rsidRPr="00232530">
              <w:t xml:space="preserve">waste according to enterprise </w:t>
            </w:r>
            <w:r w:rsidR="00C00464" w:rsidRPr="00232530">
              <w:t xml:space="preserve">biosecurity and </w:t>
            </w:r>
            <w:r w:rsidR="00710964" w:rsidRPr="00232530">
              <w:t xml:space="preserve">environmental </w:t>
            </w:r>
            <w:r w:rsidR="006A678A" w:rsidRPr="00232530">
              <w:t>procedures</w:t>
            </w:r>
          </w:p>
          <w:p w14:paraId="36B15A8C" w14:textId="17DD21F6" w:rsidR="006A678A" w:rsidRPr="00D06478" w:rsidRDefault="009908BC" w:rsidP="008079DB">
            <w:pPr>
              <w:pStyle w:val="SIText"/>
            </w:pPr>
            <w:r w:rsidRPr="00D06478">
              <w:t>4.</w:t>
            </w:r>
            <w:r w:rsidR="00D06478" w:rsidRPr="00D06478">
              <w:t>1</w:t>
            </w:r>
            <w:r w:rsidR="008C5575">
              <w:t xml:space="preserve">0 </w:t>
            </w:r>
            <w:r w:rsidR="006A678A" w:rsidRPr="008079DB">
              <w:t>Complete records and report issues promptly</w:t>
            </w:r>
          </w:p>
        </w:tc>
      </w:tr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07D04" w:rsidRPr="00607D04" w:rsidDel="00423CB2" w14:paraId="5B13F286" w14:textId="77777777" w:rsidTr="002A103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26A5" w14:textId="77777777" w:rsidR="00607D04" w:rsidRPr="00D06478" w:rsidRDefault="00607D04" w:rsidP="008079DB">
            <w:pPr>
              <w:pStyle w:val="SIText"/>
            </w:pPr>
            <w:bookmarkStart w:id="0" w:name="_Hlk91178344"/>
            <w:r w:rsidRPr="00D06478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48C0" w14:textId="4A86D5B3" w:rsidR="00607D04" w:rsidRPr="00D06478" w:rsidRDefault="00607D04" w:rsidP="008079DB">
            <w:pPr>
              <w:pStyle w:val="SIBulletList1"/>
            </w:pPr>
            <w:r w:rsidRPr="00D06478">
              <w:t>Interpret key information from enterprise biosecurity procedures and equipment cleaning and operation instructions</w:t>
            </w:r>
          </w:p>
        </w:tc>
      </w:tr>
      <w:tr w:rsidR="00607D04" w:rsidRPr="00607D04" w:rsidDel="00423CB2" w14:paraId="08C29DBD" w14:textId="77777777" w:rsidTr="002A103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D36D" w14:textId="77777777" w:rsidR="00607D04" w:rsidRPr="00D06478" w:rsidRDefault="00607D04" w:rsidP="008079DB">
            <w:pPr>
              <w:pStyle w:val="SIText"/>
            </w:pPr>
            <w:r w:rsidRPr="00D06478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C0C9" w14:textId="2CC3910D" w:rsidR="00607D04" w:rsidRPr="00D06478" w:rsidRDefault="00607D04" w:rsidP="008079DB">
            <w:pPr>
              <w:pStyle w:val="SIBulletList1"/>
              <w:rPr>
                <w:rFonts w:eastAsia="Calibri"/>
              </w:rPr>
            </w:pPr>
            <w:r w:rsidRPr="00D06478">
              <w:t xml:space="preserve">Use industry terminology to record information </w:t>
            </w:r>
            <w:r w:rsidR="00A4104B">
              <w:t xml:space="preserve">about </w:t>
            </w:r>
            <w:r w:rsidR="00F77651" w:rsidRPr="00D06478">
              <w:t>eggs</w:t>
            </w:r>
          </w:p>
        </w:tc>
      </w:tr>
      <w:tr w:rsidR="00607D04" w:rsidRPr="00607D04" w:rsidDel="00423CB2" w14:paraId="25D14E7F" w14:textId="77777777" w:rsidTr="002A103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1069" w14:textId="77777777" w:rsidR="00607D04" w:rsidRPr="00D06478" w:rsidRDefault="00607D04" w:rsidP="008079DB">
            <w:pPr>
              <w:pStyle w:val="SIText"/>
            </w:pPr>
            <w:r w:rsidRPr="00D06478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8034" w14:textId="77777777" w:rsidR="00607D04" w:rsidRPr="00D06478" w:rsidRDefault="00607D04" w:rsidP="008079DB">
            <w:pPr>
              <w:pStyle w:val="SIBulletList1"/>
            </w:pPr>
            <w:r w:rsidRPr="00D06478">
              <w:t xml:space="preserve">Measure and calculate quantity, time, weight, temperature, </w:t>
            </w:r>
            <w:proofErr w:type="gramStart"/>
            <w:r w:rsidRPr="00D06478">
              <w:t>volume</w:t>
            </w:r>
            <w:proofErr w:type="gramEnd"/>
            <w:r w:rsidRPr="00D06478">
              <w:t xml:space="preserve"> and ratio</w:t>
            </w:r>
          </w:p>
          <w:p w14:paraId="22C4B18F" w14:textId="77777777" w:rsidR="00165FD6" w:rsidRPr="00D06478" w:rsidRDefault="00165FD6" w:rsidP="00D06478">
            <w:pPr>
              <w:pStyle w:val="SIBulletList1"/>
              <w:rPr>
                <w:rFonts w:eastAsia="Calibri"/>
              </w:rPr>
            </w:pPr>
            <w:r w:rsidRPr="00D06478">
              <w:rPr>
                <w:rFonts w:eastAsia="Calibri"/>
              </w:rPr>
              <w:t>Read and monitor gauges and scales</w:t>
            </w:r>
            <w:r w:rsidRPr="00D06478">
              <w:t xml:space="preserve"> </w:t>
            </w:r>
          </w:p>
          <w:p w14:paraId="41C46130" w14:textId="64D31313" w:rsidR="00165FD6" w:rsidRPr="00D06478" w:rsidRDefault="00165FD6" w:rsidP="008079DB">
            <w:pPr>
              <w:pStyle w:val="SIBulletList1"/>
              <w:rPr>
                <w:rFonts w:eastAsia="Calibri"/>
              </w:rPr>
            </w:pPr>
            <w:r w:rsidRPr="00D06478">
              <w:t>Identify grades of eggs by size (small, medium, large)</w:t>
            </w:r>
          </w:p>
        </w:tc>
      </w:tr>
      <w:bookmarkEnd w:id="0"/>
    </w:tbl>
    <w:p w14:paraId="58315846" w14:textId="77777777" w:rsidR="00916CD7" w:rsidRDefault="00916CD7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D72DD" w:rsidRPr="00D06478" w14:paraId="03901309" w14:textId="77777777" w:rsidTr="00F450E6">
        <w:tc>
          <w:tcPr>
            <w:tcW w:w="1028" w:type="pct"/>
          </w:tcPr>
          <w:p w14:paraId="1B3226A6" w14:textId="30D91FD2" w:rsidR="001D72DD" w:rsidRPr="00D06478" w:rsidRDefault="00B51761" w:rsidP="00D06478">
            <w:pPr>
              <w:pStyle w:val="SIText"/>
            </w:pPr>
            <w:r w:rsidRPr="00D06478">
              <w:t>AHCPLY2</w:t>
            </w:r>
            <w:r w:rsidR="004D6042">
              <w:t>08</w:t>
            </w:r>
            <w:r w:rsidRPr="00D06478">
              <w:t xml:space="preserve"> Collect and pack eggs for human consumption</w:t>
            </w:r>
          </w:p>
        </w:tc>
        <w:tc>
          <w:tcPr>
            <w:tcW w:w="1105" w:type="pct"/>
          </w:tcPr>
          <w:p w14:paraId="6E0178EE" w14:textId="66233202" w:rsidR="001D72DD" w:rsidRPr="00D06478" w:rsidRDefault="009908BC" w:rsidP="00D06478">
            <w:pPr>
              <w:pStyle w:val="SIText"/>
            </w:pPr>
            <w:r w:rsidRPr="00D06478">
              <w:t>AHCPLY204</w:t>
            </w:r>
            <w:r w:rsidR="004D6042">
              <w:t xml:space="preserve"> </w:t>
            </w:r>
            <w:r w:rsidRPr="00D06478">
              <w:t>Collect and pack eggs for human consumption</w:t>
            </w:r>
          </w:p>
        </w:tc>
        <w:tc>
          <w:tcPr>
            <w:tcW w:w="1251" w:type="pct"/>
          </w:tcPr>
          <w:p w14:paraId="05E4921B" w14:textId="5738E16C" w:rsidR="001B5325" w:rsidRPr="00D06478" w:rsidRDefault="001B5325" w:rsidP="008079DB">
            <w:pPr>
              <w:pStyle w:val="SIText"/>
            </w:pPr>
            <w:r w:rsidRPr="00D06478">
              <w:t>Performance criteria removed</w:t>
            </w:r>
            <w:r w:rsidR="00E374BC">
              <w:t xml:space="preserve">, </w:t>
            </w:r>
            <w:proofErr w:type="gramStart"/>
            <w:r w:rsidR="00E374BC">
              <w:t>added</w:t>
            </w:r>
            <w:proofErr w:type="gramEnd"/>
            <w:r w:rsidRPr="00D06478">
              <w:t xml:space="preserve"> or revised for clarity</w:t>
            </w:r>
          </w:p>
          <w:p w14:paraId="2CC5B9DA" w14:textId="1C287B74" w:rsidR="001B5325" w:rsidRPr="00D06478" w:rsidRDefault="001B5325" w:rsidP="008079DB">
            <w:pPr>
              <w:pStyle w:val="SIText"/>
            </w:pPr>
            <w:r w:rsidRPr="00D06478">
              <w:t xml:space="preserve">Foundation </w:t>
            </w:r>
            <w:r w:rsidR="00F450E6">
              <w:t>s</w:t>
            </w:r>
            <w:r w:rsidRPr="00D06478">
              <w:t>kills added</w:t>
            </w:r>
          </w:p>
          <w:p w14:paraId="49893F5E" w14:textId="7CFFF736" w:rsidR="001D72DD" w:rsidRPr="00D06478" w:rsidRDefault="001B5325" w:rsidP="00D06478">
            <w:pPr>
              <w:pStyle w:val="SIText"/>
            </w:pPr>
            <w:r w:rsidRPr="00D06478">
              <w:t xml:space="preserve">Performance </w:t>
            </w:r>
            <w:r w:rsidR="00A4104B">
              <w:t>e</w:t>
            </w:r>
            <w:r w:rsidRPr="00D06478">
              <w:t xml:space="preserve">vidence, </w:t>
            </w:r>
            <w:r w:rsidR="00A4104B">
              <w:t>k</w:t>
            </w:r>
            <w:r w:rsidRPr="00D06478">
              <w:t xml:space="preserve">nowledge </w:t>
            </w:r>
            <w:r w:rsidR="00A4104B">
              <w:t>e</w:t>
            </w:r>
            <w:r w:rsidRPr="00D06478">
              <w:t xml:space="preserve">vidence and </w:t>
            </w:r>
            <w:r w:rsidR="00A4104B">
              <w:t>a</w:t>
            </w:r>
            <w:r w:rsidRPr="00D06478">
              <w:t xml:space="preserve">ssessment </w:t>
            </w:r>
            <w:r w:rsidR="00A4104B">
              <w:t>c</w:t>
            </w:r>
            <w:r w:rsidRPr="00D06478">
              <w:t>onditions updated</w:t>
            </w:r>
          </w:p>
        </w:tc>
        <w:tc>
          <w:tcPr>
            <w:tcW w:w="1616" w:type="pct"/>
          </w:tcPr>
          <w:p w14:paraId="3150CB32" w14:textId="3720EBE9" w:rsidR="001D72DD" w:rsidRPr="00D06478" w:rsidRDefault="009908BC" w:rsidP="00D06478">
            <w:pPr>
              <w:pStyle w:val="SIText"/>
            </w:pPr>
            <w:r w:rsidRPr="00D06478">
              <w:t>Not equivalent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6EECDB0" w14:textId="108765EA" w:rsidR="00D077F8" w:rsidRPr="005404CB" w:rsidRDefault="002A6842" w:rsidP="005404CB">
            <w:pPr>
              <w:pStyle w:val="SIText"/>
            </w:pPr>
            <w:r w:rsidRPr="002A6842">
              <w:t xml:space="preserve">Companion Volumes, including Implementation Guides, are available at VETNet: </w:t>
            </w:r>
            <w:hyperlink r:id="rId11" w:history="1">
              <w:r w:rsidRPr="002A6842">
                <w:t>https://vetnet.gov.au/Pages/TrainingDocs.aspx?q=c6399549-9c62-4a5e-bf1a-524b2322cf72</w:t>
              </w:r>
            </w:hyperlink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40D2D25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706DB" w:rsidRPr="00D706DB">
              <w:t>AHCPLY2</w:t>
            </w:r>
            <w:r w:rsidR="004D6042">
              <w:t>08</w:t>
            </w:r>
            <w:r w:rsidR="00D706DB" w:rsidRPr="00D706DB">
              <w:t xml:space="preserve"> Collect and pack eggs for human consumption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6F341F93" w14:textId="77777777" w:rsidR="0026394F" w:rsidRPr="008079DB" w:rsidRDefault="006E42FE" w:rsidP="00D06478">
            <w:pPr>
              <w:pStyle w:val="SIText"/>
            </w:pPr>
            <w:r w:rsidRPr="008079DB">
              <w:t>An individual demonstrating competency</w:t>
            </w:r>
            <w:r w:rsidR="00717385" w:rsidRPr="008079DB">
              <w:t xml:space="preserve"> must satisfy </w:t>
            </w:r>
            <w:proofErr w:type="gramStart"/>
            <w:r w:rsidR="00717385" w:rsidRPr="008079DB">
              <w:t>all of</w:t>
            </w:r>
            <w:proofErr w:type="gramEnd"/>
            <w:r w:rsidR="00717385" w:rsidRPr="008079DB">
              <w:t xml:space="preserve"> the elements and </w:t>
            </w:r>
            <w:r w:rsidRPr="008079DB">
              <w:t xml:space="preserve">performance criteria </w:t>
            </w:r>
            <w:r w:rsidR="00717385" w:rsidRPr="008079DB">
              <w:t>in</w:t>
            </w:r>
            <w:r w:rsidRPr="008079DB">
              <w:t xml:space="preserve"> this unit. </w:t>
            </w:r>
          </w:p>
          <w:p w14:paraId="3DAC4536" w14:textId="77777777" w:rsidR="0026394F" w:rsidRPr="00D06478" w:rsidRDefault="0026394F" w:rsidP="00D06478">
            <w:pPr>
              <w:pStyle w:val="SIText"/>
            </w:pPr>
          </w:p>
          <w:p w14:paraId="59394B53" w14:textId="48BA89B1" w:rsidR="00405037" w:rsidRPr="008079DB" w:rsidRDefault="00405037" w:rsidP="008079DB">
            <w:pPr>
              <w:pStyle w:val="SIText"/>
            </w:pPr>
            <w:r w:rsidRPr="008079DB">
              <w:t xml:space="preserve">There must be evidence that the individual has safely and efficiently collected and packed at </w:t>
            </w:r>
            <w:r w:rsidR="007F73D4" w:rsidRPr="008079DB">
              <w:t xml:space="preserve">least </w:t>
            </w:r>
            <w:r w:rsidR="009F1FF4" w:rsidRPr="008079DB">
              <w:t xml:space="preserve">two </w:t>
            </w:r>
            <w:r w:rsidR="007F73D4" w:rsidRPr="008079DB">
              <w:t xml:space="preserve">different batches of eggs </w:t>
            </w:r>
            <w:r w:rsidR="004C5515">
              <w:t xml:space="preserve">to be sold </w:t>
            </w:r>
            <w:r w:rsidR="007F73D4" w:rsidRPr="008079DB">
              <w:t>for human consumption</w:t>
            </w:r>
            <w:r w:rsidRPr="008079DB">
              <w:t xml:space="preserve">. </w:t>
            </w:r>
            <w:r w:rsidR="00295BC3">
              <w:t xml:space="preserve">Each batch must include at least </w:t>
            </w:r>
            <w:r w:rsidR="007676A2">
              <w:t>30 eggs.</w:t>
            </w:r>
          </w:p>
          <w:p w14:paraId="060B9176" w14:textId="77777777" w:rsidR="00405037" w:rsidRPr="008079DB" w:rsidRDefault="00405037" w:rsidP="008079DB">
            <w:pPr>
              <w:pStyle w:val="SIText"/>
            </w:pPr>
          </w:p>
          <w:p w14:paraId="04D81B56" w14:textId="31C10DCB" w:rsidR="00405037" w:rsidRPr="008079DB" w:rsidRDefault="00405037" w:rsidP="008079DB">
            <w:pPr>
              <w:pStyle w:val="SIText"/>
            </w:pPr>
            <w:r w:rsidRPr="008079DB">
              <w:t>For each batch</w:t>
            </w:r>
            <w:r w:rsidR="002A6842">
              <w:t>,</w:t>
            </w:r>
            <w:r w:rsidRPr="008079DB">
              <w:t xml:space="preserve"> the individual must have, according to enterprise requirements:</w:t>
            </w:r>
          </w:p>
          <w:p w14:paraId="719D5FF2" w14:textId="2E00EC4A" w:rsidR="00405037" w:rsidRPr="008079DB" w:rsidRDefault="00405037" w:rsidP="00D06478">
            <w:pPr>
              <w:pStyle w:val="SIBulletList1"/>
            </w:pPr>
            <w:r w:rsidRPr="008079DB">
              <w:t xml:space="preserve">confirmed and applied enterprise health and safety, </w:t>
            </w:r>
            <w:r w:rsidR="007F73D4" w:rsidRPr="008079DB">
              <w:t>food safety,</w:t>
            </w:r>
            <w:r w:rsidRPr="008079DB">
              <w:t xml:space="preserve"> biosecurity and environmental protection procedures related to handling, </w:t>
            </w:r>
            <w:proofErr w:type="gramStart"/>
            <w:r w:rsidRPr="008079DB">
              <w:t>processing</w:t>
            </w:r>
            <w:proofErr w:type="gramEnd"/>
            <w:r w:rsidRPr="008079DB">
              <w:t xml:space="preserve"> and storing eggs</w:t>
            </w:r>
          </w:p>
          <w:p w14:paraId="3D76BF79" w14:textId="77777777" w:rsidR="00405037" w:rsidRPr="008079DB" w:rsidRDefault="00405037" w:rsidP="00D06478">
            <w:pPr>
              <w:pStyle w:val="SIBulletList1"/>
            </w:pPr>
            <w:r w:rsidRPr="008079DB">
              <w:t>followed personal hygiene requirements</w:t>
            </w:r>
          </w:p>
          <w:p w14:paraId="0F9C68D7" w14:textId="205A96FE" w:rsidR="00405037" w:rsidRPr="00562E5C" w:rsidRDefault="00405037">
            <w:pPr>
              <w:pStyle w:val="SIBulletList1"/>
            </w:pPr>
            <w:r w:rsidRPr="00562E5C">
              <w:t xml:space="preserve">identified at least two </w:t>
            </w:r>
            <w:r w:rsidR="00562E5C" w:rsidRPr="00562E5C">
              <w:t xml:space="preserve">health and safety </w:t>
            </w:r>
            <w:r w:rsidRPr="00562E5C">
              <w:t>hazards, and assessed and controlled and/or reported associated risks</w:t>
            </w:r>
          </w:p>
          <w:p w14:paraId="7E6EB873" w14:textId="77777777" w:rsidR="00405037" w:rsidRPr="008079DB" w:rsidRDefault="00405037" w:rsidP="00D06478">
            <w:pPr>
              <w:pStyle w:val="SIBulletList1"/>
            </w:pPr>
            <w:r w:rsidRPr="008079DB">
              <w:t xml:space="preserve">selected, </w:t>
            </w:r>
            <w:proofErr w:type="gramStart"/>
            <w:r w:rsidRPr="008079DB">
              <w:t>checked</w:t>
            </w:r>
            <w:proofErr w:type="gramEnd"/>
            <w:r w:rsidRPr="008079DB">
              <w:t xml:space="preserve"> and correctly fitted appropriate personal protective equipment (PPE)</w:t>
            </w:r>
          </w:p>
          <w:p w14:paraId="78A70464" w14:textId="6C7E2D9C" w:rsidR="00405037" w:rsidRPr="008079DB" w:rsidRDefault="009F1FF4" w:rsidP="00D06478">
            <w:pPr>
              <w:pStyle w:val="SIBulletList1"/>
            </w:pPr>
            <w:r w:rsidRPr="008079DB">
              <w:t xml:space="preserve">ensured </w:t>
            </w:r>
            <w:r w:rsidR="00405037" w:rsidRPr="008079DB">
              <w:t>nest</w:t>
            </w:r>
            <w:r w:rsidRPr="008079DB">
              <w:t xml:space="preserve">s </w:t>
            </w:r>
            <w:r w:rsidR="00405037" w:rsidRPr="008079DB">
              <w:t xml:space="preserve">and egg </w:t>
            </w:r>
            <w:r w:rsidRPr="008079DB">
              <w:t>conveyors</w:t>
            </w:r>
            <w:r w:rsidR="00405037" w:rsidRPr="008079DB">
              <w:t xml:space="preserve"> </w:t>
            </w:r>
            <w:r w:rsidRPr="008079DB">
              <w:t>are free from</w:t>
            </w:r>
            <w:r w:rsidR="00405037" w:rsidRPr="008079DB">
              <w:t xml:space="preserve"> obstructions</w:t>
            </w:r>
          </w:p>
          <w:p w14:paraId="3A6070D5" w14:textId="77777777" w:rsidR="00405037" w:rsidRPr="008079DB" w:rsidRDefault="00405037" w:rsidP="00D06478">
            <w:pPr>
              <w:pStyle w:val="SIBulletList1"/>
            </w:pPr>
            <w:r w:rsidRPr="008079DB">
              <w:t>matched egg collection equipment flow rate to handling rate</w:t>
            </w:r>
          </w:p>
          <w:p w14:paraId="724F6621" w14:textId="355D70FD" w:rsidR="0063294A" w:rsidRPr="008079DB" w:rsidRDefault="0063294A" w:rsidP="00D06478">
            <w:pPr>
              <w:pStyle w:val="SIBulletList1"/>
            </w:pPr>
            <w:r w:rsidRPr="008079DB">
              <w:t xml:space="preserve">removed eggs that do not meet quality requirements, </w:t>
            </w:r>
            <w:r w:rsidR="00A120DD" w:rsidRPr="008079DB">
              <w:t xml:space="preserve">including </w:t>
            </w:r>
            <w:r w:rsidRPr="008079DB">
              <w:t>cracked, leaking</w:t>
            </w:r>
            <w:r w:rsidR="00A120DD" w:rsidRPr="008079DB">
              <w:t>, weak</w:t>
            </w:r>
            <w:r w:rsidR="002A6842">
              <w:t>-</w:t>
            </w:r>
            <w:r w:rsidR="00A120DD" w:rsidRPr="008079DB">
              <w:t>shelled</w:t>
            </w:r>
            <w:r w:rsidRPr="008079DB">
              <w:t xml:space="preserve"> or </w:t>
            </w:r>
            <w:r w:rsidR="00A120DD" w:rsidRPr="008079DB">
              <w:t>dirty</w:t>
            </w:r>
            <w:r w:rsidR="002A6842">
              <w:t xml:space="preserve"> eggs</w:t>
            </w:r>
          </w:p>
          <w:p w14:paraId="55B5375A" w14:textId="77777777" w:rsidR="009F1FF4" w:rsidRPr="008079DB" w:rsidRDefault="009F1FF4" w:rsidP="00D06478">
            <w:pPr>
              <w:pStyle w:val="SIBulletList1"/>
            </w:pPr>
            <w:r w:rsidRPr="008079DB">
              <w:t>placed eggs on trays pointed end down</w:t>
            </w:r>
          </w:p>
          <w:p w14:paraId="67F1E5E7" w14:textId="77777777" w:rsidR="00405037" w:rsidRPr="008079DB" w:rsidRDefault="00405037" w:rsidP="00D06478">
            <w:pPr>
              <w:pStyle w:val="SIBulletList1"/>
            </w:pPr>
            <w:r w:rsidRPr="008079DB">
              <w:t>correctly packed and labelled eggs</w:t>
            </w:r>
          </w:p>
          <w:p w14:paraId="460DC90D" w14:textId="3A76554F" w:rsidR="00405037" w:rsidRPr="008079DB" w:rsidRDefault="00405037" w:rsidP="00D06478">
            <w:pPr>
              <w:pStyle w:val="SIBulletList1"/>
            </w:pPr>
            <w:r w:rsidRPr="008079DB">
              <w:t xml:space="preserve">transferred and/or stored eggs </w:t>
            </w:r>
            <w:r w:rsidR="00A120DD" w:rsidRPr="008079DB">
              <w:t>in cool room</w:t>
            </w:r>
          </w:p>
          <w:p w14:paraId="19E6D469" w14:textId="77777777" w:rsidR="00405037" w:rsidRPr="008079DB" w:rsidRDefault="00405037" w:rsidP="00D06478">
            <w:pPr>
              <w:pStyle w:val="SIBulletList1"/>
            </w:pPr>
            <w:r w:rsidRPr="008079DB">
              <w:t>safely handled and mixed cleaning products and prepared cleaning equipment</w:t>
            </w:r>
          </w:p>
          <w:p w14:paraId="1F76E3A6" w14:textId="772B2925" w:rsidR="00A120DD" w:rsidRPr="008079DB" w:rsidRDefault="00405037" w:rsidP="00D06478">
            <w:pPr>
              <w:pStyle w:val="SIBulletList1"/>
            </w:pPr>
            <w:r w:rsidRPr="008079DB">
              <w:t>cleaned and</w:t>
            </w:r>
            <w:r w:rsidR="005000CA">
              <w:t>/or</w:t>
            </w:r>
            <w:r w:rsidRPr="008079DB">
              <w:t xml:space="preserve"> sanitised </w:t>
            </w:r>
            <w:r w:rsidR="00A120DD" w:rsidRPr="008079DB">
              <w:t>work areas and equipment, including:</w:t>
            </w:r>
          </w:p>
          <w:p w14:paraId="0EB1C45E" w14:textId="2649D997" w:rsidR="00FA43C9" w:rsidRPr="008079DB" w:rsidRDefault="00FA43C9" w:rsidP="00D06478">
            <w:pPr>
              <w:pStyle w:val="SIBulletList2"/>
            </w:pPr>
            <w:r w:rsidRPr="008079DB">
              <w:t xml:space="preserve">egg collection shed or facility </w:t>
            </w:r>
          </w:p>
          <w:p w14:paraId="476F8E12" w14:textId="03C098C7" w:rsidR="00405037" w:rsidRPr="008079DB" w:rsidRDefault="00405037" w:rsidP="008079DB">
            <w:pPr>
              <w:pStyle w:val="SIBulletList2"/>
            </w:pPr>
            <w:r w:rsidRPr="008079DB">
              <w:t xml:space="preserve">egg </w:t>
            </w:r>
            <w:r w:rsidR="00A120DD" w:rsidRPr="008079DB">
              <w:t>collection and packing equipment</w:t>
            </w:r>
            <w:r w:rsidRPr="008079DB">
              <w:t xml:space="preserve">, including conveyors </w:t>
            </w:r>
          </w:p>
          <w:p w14:paraId="1DAA1EC9" w14:textId="5CC46F7A" w:rsidR="00405037" w:rsidRPr="00D06478" w:rsidRDefault="00A120DD" w:rsidP="008079DB">
            <w:pPr>
              <w:pStyle w:val="SIBulletList2"/>
            </w:pPr>
            <w:r w:rsidRPr="008079DB">
              <w:t>cool room surfaces</w:t>
            </w:r>
            <w:r w:rsidR="002A6842">
              <w:t>.</w:t>
            </w:r>
          </w:p>
          <w:p w14:paraId="226BBB1F" w14:textId="77777777" w:rsidR="00405037" w:rsidRDefault="00405037" w:rsidP="00405037">
            <w:pPr>
              <w:pStyle w:val="SIText"/>
            </w:pPr>
          </w:p>
          <w:p w14:paraId="19F64D49" w14:textId="5FA41B92" w:rsidR="00405037" w:rsidRPr="008079DB" w:rsidRDefault="00405037" w:rsidP="008079DB">
            <w:pPr>
              <w:pStyle w:val="SIText"/>
            </w:pPr>
            <w:r w:rsidRPr="008079DB">
              <w:t>For at least one batch, the individual must also have, according to enterprise procedures:</w:t>
            </w:r>
          </w:p>
          <w:p w14:paraId="18FFA5C4" w14:textId="77777777" w:rsidR="00405037" w:rsidRPr="008079DB" w:rsidRDefault="00405037" w:rsidP="00D06478">
            <w:pPr>
              <w:pStyle w:val="SIBulletList1"/>
            </w:pPr>
            <w:r w:rsidRPr="008079DB">
              <w:t>correctly operated egg storage facility or cool room</w:t>
            </w:r>
          </w:p>
          <w:p w14:paraId="30DE794C" w14:textId="30465A5F" w:rsidR="00405037" w:rsidRPr="008079DB" w:rsidRDefault="00405037" w:rsidP="00D06478">
            <w:pPr>
              <w:pStyle w:val="SIBulletList1"/>
            </w:pPr>
            <w:r w:rsidRPr="008079DB">
              <w:t xml:space="preserve">checked work area for pests and implemented at least two appropriate control measures </w:t>
            </w:r>
          </w:p>
          <w:p w14:paraId="7D1EA0B0" w14:textId="4DA6E523" w:rsidR="00FA43C9" w:rsidRPr="008079DB" w:rsidRDefault="00FA43C9" w:rsidP="00D06478">
            <w:pPr>
              <w:pStyle w:val="SIBulletList1"/>
            </w:pPr>
            <w:r w:rsidRPr="008079DB">
              <w:t xml:space="preserve">processed eggs not for retail sale </w:t>
            </w:r>
          </w:p>
          <w:p w14:paraId="71F1965C" w14:textId="7BB591B5" w:rsidR="00801666" w:rsidRPr="008079DB" w:rsidRDefault="00FA43C9" w:rsidP="00D06478">
            <w:pPr>
              <w:pStyle w:val="SIBulletList1"/>
            </w:pPr>
            <w:r w:rsidRPr="008079DB">
              <w:t xml:space="preserve">removed and disposed of waste </w:t>
            </w:r>
          </w:p>
          <w:p w14:paraId="45FF2DED" w14:textId="37636C6C" w:rsidR="00D077F8" w:rsidRPr="00D077F8" w:rsidRDefault="00405037" w:rsidP="00165362">
            <w:pPr>
              <w:pStyle w:val="SIBulletList1"/>
            </w:pPr>
            <w:r w:rsidRPr="008079DB">
              <w:t>accurately completed records</w:t>
            </w:r>
            <w:r w:rsidR="00050926" w:rsidRPr="008079DB">
              <w:t xml:space="preserve"> and reported issues</w:t>
            </w:r>
            <w:r w:rsidR="00D06478">
              <w:t>.</w:t>
            </w: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2C1504C7" w14:textId="7DB88B27" w:rsidR="006E42FE" w:rsidRPr="008079DB" w:rsidRDefault="006E42FE" w:rsidP="004C5515">
            <w:pPr>
              <w:pStyle w:val="SIText"/>
            </w:pPr>
            <w:r w:rsidRPr="008079DB">
              <w:t>An individual must be able to demonstrate the knowledge required to perform the tasks outlined in the elements and performance criteria of this unit. This includes knowledge of:</w:t>
            </w:r>
          </w:p>
          <w:p w14:paraId="767A11D1" w14:textId="0A170A35" w:rsidR="00C461C8" w:rsidRPr="008079DB" w:rsidRDefault="00FA43C9" w:rsidP="004C5515">
            <w:pPr>
              <w:pStyle w:val="SIBulletList1"/>
            </w:pPr>
            <w:r w:rsidRPr="008079DB">
              <w:t xml:space="preserve">key features </w:t>
            </w:r>
            <w:r w:rsidR="007F73D4" w:rsidRPr="008079DB">
              <w:t xml:space="preserve">of state/territory legislation, </w:t>
            </w:r>
            <w:proofErr w:type="gramStart"/>
            <w:r w:rsidR="007F73D4" w:rsidRPr="008079DB">
              <w:t>regulations</w:t>
            </w:r>
            <w:proofErr w:type="gramEnd"/>
            <w:r w:rsidR="007F73D4" w:rsidRPr="008079DB">
              <w:t xml:space="preserve"> and codes of practice for worker health and safety,</w:t>
            </w:r>
            <w:r w:rsidR="00FE62CD" w:rsidRPr="008079DB">
              <w:t xml:space="preserve"> food safety</w:t>
            </w:r>
            <w:r w:rsidR="00C461C8" w:rsidRPr="008079DB">
              <w:t>,</w:t>
            </w:r>
            <w:r w:rsidR="00FE62CD" w:rsidRPr="008079DB">
              <w:t xml:space="preserve"> </w:t>
            </w:r>
            <w:r w:rsidR="007F73D4" w:rsidRPr="008079DB">
              <w:t xml:space="preserve">biosecurity and environmental protection that apply to working with poultry and </w:t>
            </w:r>
            <w:r w:rsidR="006A0219" w:rsidRPr="008079DB">
              <w:t xml:space="preserve">collecting and packing eggs </w:t>
            </w:r>
            <w:r w:rsidR="00676367" w:rsidRPr="008079DB">
              <w:t xml:space="preserve">to be </w:t>
            </w:r>
            <w:r w:rsidR="007F73D4" w:rsidRPr="008079DB">
              <w:t>sold for human consumption</w:t>
            </w:r>
          </w:p>
          <w:p w14:paraId="6E2CCE21" w14:textId="0438C284" w:rsidR="007F73D4" w:rsidRPr="008079DB" w:rsidRDefault="007F73D4" w:rsidP="004C5515">
            <w:pPr>
              <w:pStyle w:val="SIBulletList1"/>
            </w:pPr>
            <w:r w:rsidRPr="008079DB">
              <w:t xml:space="preserve">enterprise procedures and requirements for worker health and safety, biosecurity and environmental protection that apply to working with poultry </w:t>
            </w:r>
            <w:r w:rsidR="006A0219" w:rsidRPr="008079DB">
              <w:t xml:space="preserve">and collecting and packing eggs </w:t>
            </w:r>
            <w:r w:rsidR="00676367" w:rsidRPr="008079DB">
              <w:t xml:space="preserve">to be </w:t>
            </w:r>
            <w:r w:rsidR="006A0219" w:rsidRPr="008079DB">
              <w:t>sold for human consumption</w:t>
            </w:r>
          </w:p>
          <w:p w14:paraId="3BDAE889" w14:textId="3E9187A6" w:rsidR="009908BC" w:rsidRPr="004C5515" w:rsidRDefault="009908BC" w:rsidP="004C5515">
            <w:pPr>
              <w:pStyle w:val="SIBulletList1"/>
            </w:pPr>
            <w:r w:rsidRPr="004C5515">
              <w:t>industry standards</w:t>
            </w:r>
            <w:r w:rsidR="002A6842">
              <w:t xml:space="preserve"> and</w:t>
            </w:r>
            <w:r w:rsidRPr="004C5515">
              <w:t xml:space="preserve"> codes of practice</w:t>
            </w:r>
            <w:r w:rsidR="002A6842">
              <w:t>,</w:t>
            </w:r>
            <w:r w:rsidRPr="004C5515">
              <w:t xml:space="preserve"> and enterprise procedures for collecting, handling, sorting, </w:t>
            </w:r>
            <w:proofErr w:type="gramStart"/>
            <w:r w:rsidRPr="004C5515">
              <w:t>packing</w:t>
            </w:r>
            <w:proofErr w:type="gramEnd"/>
            <w:r w:rsidRPr="004C5515">
              <w:t xml:space="preserve"> and storing eggs</w:t>
            </w:r>
            <w:r w:rsidR="006A0219" w:rsidRPr="004C5515">
              <w:t xml:space="preserve"> </w:t>
            </w:r>
            <w:r w:rsidR="00676367" w:rsidRPr="004C5515">
              <w:t xml:space="preserve">to be </w:t>
            </w:r>
            <w:r w:rsidR="006A0219" w:rsidRPr="004C5515">
              <w:t>sold for human consumption</w:t>
            </w:r>
          </w:p>
          <w:p w14:paraId="581797A0" w14:textId="5BDB7262" w:rsidR="009908BC" w:rsidRPr="004C5515" w:rsidRDefault="009908BC" w:rsidP="004C5515">
            <w:pPr>
              <w:pStyle w:val="SIBulletList1"/>
            </w:pPr>
            <w:r w:rsidRPr="004C5515">
              <w:t>commonly used methods of pest and vermin control</w:t>
            </w:r>
            <w:r w:rsidR="006A0219" w:rsidRPr="004C5515">
              <w:t xml:space="preserve"> in egg production</w:t>
            </w:r>
          </w:p>
          <w:p w14:paraId="1C20B662" w14:textId="77777777" w:rsidR="009908BC" w:rsidRPr="004C5515" w:rsidRDefault="009908BC" w:rsidP="004C5515">
            <w:pPr>
              <w:pStyle w:val="SIBulletList1"/>
            </w:pPr>
            <w:r w:rsidRPr="004C5515">
              <w:t>relevant documentation and records that are required</w:t>
            </w:r>
          </w:p>
          <w:p w14:paraId="2E019E9A" w14:textId="3AAF87BB" w:rsidR="009908BC" w:rsidRPr="004C5515" w:rsidRDefault="009908BC" w:rsidP="004C5515">
            <w:pPr>
              <w:pStyle w:val="SIBulletList1"/>
            </w:pPr>
            <w:r w:rsidRPr="004C5515">
              <w:t xml:space="preserve">types, uses, cleaning, maintenance and servicing of </w:t>
            </w:r>
            <w:r w:rsidR="006A0219" w:rsidRPr="004C5515">
              <w:t xml:space="preserve">machinery and </w:t>
            </w:r>
            <w:r w:rsidRPr="004C5515">
              <w:t xml:space="preserve">equipment </w:t>
            </w:r>
            <w:r w:rsidR="006A0219" w:rsidRPr="004C5515">
              <w:t xml:space="preserve">used to collect, sort, label, pack, </w:t>
            </w:r>
            <w:proofErr w:type="gramStart"/>
            <w:r w:rsidR="006A0219" w:rsidRPr="004C5515">
              <w:t>transport</w:t>
            </w:r>
            <w:proofErr w:type="gramEnd"/>
            <w:r w:rsidR="006A0219" w:rsidRPr="004C5515">
              <w:t xml:space="preserve"> and store eggs </w:t>
            </w:r>
            <w:r w:rsidR="006A0219" w:rsidRPr="008079DB">
              <w:t>sold for human consumption</w:t>
            </w:r>
          </w:p>
          <w:p w14:paraId="0F2E3AFD" w14:textId="7AF6EE11" w:rsidR="009908BC" w:rsidRPr="004C5515" w:rsidRDefault="009908BC" w:rsidP="004C5515">
            <w:pPr>
              <w:pStyle w:val="SIBulletList1"/>
            </w:pPr>
            <w:r w:rsidRPr="004C5515">
              <w:t xml:space="preserve">criteria for sorting and determining eggs that are unfit for </w:t>
            </w:r>
            <w:r w:rsidR="00C461C8" w:rsidRPr="004C5515">
              <w:t xml:space="preserve">retail </w:t>
            </w:r>
            <w:r w:rsidRPr="004C5515">
              <w:t xml:space="preserve">sale </w:t>
            </w:r>
          </w:p>
          <w:p w14:paraId="31F92AE1" w14:textId="6E17F9E9" w:rsidR="00676367" w:rsidRPr="004C5515" w:rsidRDefault="009908BC" w:rsidP="004C5515">
            <w:pPr>
              <w:pStyle w:val="SIBulletList1"/>
            </w:pPr>
            <w:r w:rsidRPr="004C5515">
              <w:t xml:space="preserve">temperature, humidity, </w:t>
            </w:r>
            <w:proofErr w:type="gramStart"/>
            <w:r w:rsidRPr="004C5515">
              <w:t>cleaning</w:t>
            </w:r>
            <w:proofErr w:type="gramEnd"/>
            <w:r w:rsidRPr="004C5515">
              <w:t xml:space="preserve"> and operation for cool rooms</w:t>
            </w:r>
            <w:r w:rsidR="00676367" w:rsidRPr="004C5515">
              <w:t xml:space="preserve"> </w:t>
            </w:r>
          </w:p>
          <w:p w14:paraId="03638853" w14:textId="4458DEB0" w:rsidR="006D3DFB" w:rsidRPr="004C5515" w:rsidRDefault="006D3DFB" w:rsidP="004C5515">
            <w:pPr>
              <w:pStyle w:val="SIBulletList1"/>
            </w:pPr>
            <w:r w:rsidRPr="004C5515">
              <w:t>proc</w:t>
            </w:r>
            <w:r w:rsidR="002D3251" w:rsidRPr="008079DB">
              <w:t>e</w:t>
            </w:r>
            <w:r w:rsidRPr="004C5515">
              <w:t>dures for handling, measurement and us</w:t>
            </w:r>
            <w:r w:rsidR="00676367" w:rsidRPr="008079DB">
              <w:t>e</w:t>
            </w:r>
            <w:r w:rsidRPr="004C5515">
              <w:t xml:space="preserve"> of cleaning chemicals, </w:t>
            </w:r>
            <w:proofErr w:type="gramStart"/>
            <w:r w:rsidRPr="004C5515">
              <w:t>disinfectants</w:t>
            </w:r>
            <w:proofErr w:type="gramEnd"/>
            <w:r w:rsidRPr="004C5515">
              <w:t xml:space="preserve"> and sanitisers</w:t>
            </w:r>
          </w:p>
          <w:p w14:paraId="4FFBD0E1" w14:textId="711210A9" w:rsidR="009908BC" w:rsidRPr="004C5515" w:rsidRDefault="009908BC" w:rsidP="004C5515">
            <w:pPr>
              <w:pStyle w:val="SIBulletList1"/>
            </w:pPr>
            <w:r w:rsidRPr="004C5515">
              <w:t xml:space="preserve">procedures for taking and handling </w:t>
            </w:r>
            <w:r w:rsidR="00676367" w:rsidRPr="004C5515">
              <w:t xml:space="preserve">swabs and </w:t>
            </w:r>
            <w:r w:rsidRPr="004C5515">
              <w:t>egg samples for testing</w:t>
            </w:r>
          </w:p>
          <w:p w14:paraId="1F58EFC9" w14:textId="5C64E1B2" w:rsidR="003966B2" w:rsidRPr="006F35A1" w:rsidRDefault="003966B2" w:rsidP="006F35A1">
            <w:pPr>
              <w:pStyle w:val="SIBulletList1"/>
            </w:pPr>
            <w:r w:rsidRPr="004D6042">
              <w:t xml:space="preserve">enterprise procedures for disposal and management of waste, including </w:t>
            </w:r>
            <w:r w:rsidR="006408A4" w:rsidRPr="004D6042">
              <w:t xml:space="preserve">biosecurity and </w:t>
            </w:r>
            <w:r w:rsidRPr="004D6042">
              <w:t>environmental requirements</w:t>
            </w:r>
          </w:p>
          <w:p w14:paraId="76B3A9E7" w14:textId="3E99D088" w:rsidR="00D077F8" w:rsidRPr="00D077F8" w:rsidRDefault="006D3DFB" w:rsidP="008079DB">
            <w:pPr>
              <w:pStyle w:val="SIBulletList1"/>
            </w:pPr>
            <w:r w:rsidRPr="004C5515">
              <w:lastRenderedPageBreak/>
              <w:t xml:space="preserve">enterprise documentation, records and reports </w:t>
            </w:r>
            <w:r w:rsidRPr="008079DB">
              <w:t xml:space="preserve">required for collection, processing, packing and storage of eggs </w:t>
            </w:r>
            <w:r w:rsidR="00676367" w:rsidRPr="008079DB">
              <w:t xml:space="preserve">to be sold </w:t>
            </w:r>
            <w:r w:rsidRPr="008079DB">
              <w:t>for human consumption</w:t>
            </w:r>
            <w:r w:rsidR="004C5515">
              <w:t>.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3D324F7A" w14:textId="77777777" w:rsidR="000715FB" w:rsidRPr="004C5515" w:rsidRDefault="000715FB" w:rsidP="008079DB">
            <w:pPr>
              <w:pStyle w:val="SIText"/>
            </w:pPr>
            <w:r w:rsidRPr="004C5515">
              <w:t>Assessment of the skills in this unit of competency must take place under the following conditions:</w:t>
            </w:r>
          </w:p>
          <w:p w14:paraId="40E5F6C4" w14:textId="77777777" w:rsidR="00B51761" w:rsidRPr="004C5515" w:rsidRDefault="00B51761" w:rsidP="008079DB">
            <w:pPr>
              <w:pStyle w:val="SIBulletList1"/>
            </w:pPr>
            <w:r w:rsidRPr="004C5515">
              <w:t>physical conditions:</w:t>
            </w:r>
          </w:p>
          <w:p w14:paraId="5138885B" w14:textId="3943345C" w:rsidR="00B51761" w:rsidRPr="004C5515" w:rsidRDefault="00B51761" w:rsidP="008079DB">
            <w:pPr>
              <w:pStyle w:val="SIBulletList2"/>
            </w:pPr>
            <w:r w:rsidRPr="004C5515">
              <w:t>a commercial poultry egg production site or an environment that accurately represents</w:t>
            </w:r>
            <w:r w:rsidR="00341291">
              <w:t xml:space="preserve"> workplace</w:t>
            </w:r>
            <w:r w:rsidRPr="004C5515">
              <w:t xml:space="preserve"> conditions</w:t>
            </w:r>
          </w:p>
          <w:p w14:paraId="00D3EC05" w14:textId="77777777" w:rsidR="00B51761" w:rsidRPr="004C5515" w:rsidRDefault="00B51761" w:rsidP="008079DB">
            <w:pPr>
              <w:pStyle w:val="SIBulletList1"/>
            </w:pPr>
            <w:r w:rsidRPr="004C5515">
              <w:t xml:space="preserve">resources, </w:t>
            </w:r>
            <w:proofErr w:type="gramStart"/>
            <w:r w:rsidRPr="004C5515">
              <w:t>equipment</w:t>
            </w:r>
            <w:proofErr w:type="gramEnd"/>
            <w:r w:rsidRPr="004C5515">
              <w:t xml:space="preserve"> and materials:</w:t>
            </w:r>
          </w:p>
          <w:p w14:paraId="5D1230F0" w14:textId="4D9F3620" w:rsidR="00B51761" w:rsidRPr="004C5515" w:rsidRDefault="00B51761" w:rsidP="008079DB">
            <w:pPr>
              <w:pStyle w:val="SIBulletList2"/>
            </w:pPr>
            <w:r w:rsidRPr="004C5515">
              <w:t>poultry eggs specified in performance evidence</w:t>
            </w:r>
          </w:p>
          <w:p w14:paraId="1DEC5F14" w14:textId="7D57E909" w:rsidR="00B51761" w:rsidRDefault="00B51761" w:rsidP="008079DB">
            <w:pPr>
              <w:pStyle w:val="SIBulletList2"/>
            </w:pPr>
            <w:r w:rsidRPr="004C5515">
              <w:t xml:space="preserve">poultry egg </w:t>
            </w:r>
            <w:r w:rsidR="00B354C7" w:rsidRPr="008079DB">
              <w:t>collection and packing</w:t>
            </w:r>
            <w:r w:rsidRPr="004C5515">
              <w:t xml:space="preserve"> infrastructure, materials, resources, </w:t>
            </w:r>
            <w:proofErr w:type="gramStart"/>
            <w:r w:rsidRPr="004C5515">
              <w:t>tools</w:t>
            </w:r>
            <w:proofErr w:type="gramEnd"/>
            <w:r w:rsidRPr="004C5515">
              <w:t xml:space="preserve"> and equipment, including PPE</w:t>
            </w:r>
          </w:p>
          <w:p w14:paraId="30940990" w14:textId="7CBB65DF" w:rsidR="008C030B" w:rsidRPr="004C5515" w:rsidRDefault="008C030B" w:rsidP="008079DB">
            <w:pPr>
              <w:pStyle w:val="SIBulletList2"/>
            </w:pPr>
            <w:r>
              <w:t>safety data sheets</w:t>
            </w:r>
          </w:p>
          <w:p w14:paraId="100832D3" w14:textId="77777777" w:rsidR="00B51761" w:rsidRPr="004C5515" w:rsidRDefault="00B51761" w:rsidP="008079DB">
            <w:pPr>
              <w:pStyle w:val="SIBulletList1"/>
            </w:pPr>
            <w:r w:rsidRPr="004C5515">
              <w:t>specifications:</w:t>
            </w:r>
          </w:p>
          <w:p w14:paraId="7DFBE350" w14:textId="47FA5BAF" w:rsidR="00B51761" w:rsidRDefault="00B51761" w:rsidP="004C5515">
            <w:pPr>
              <w:pStyle w:val="SIBulletList2"/>
            </w:pPr>
            <w:r w:rsidRPr="004C5515">
              <w:t xml:space="preserve">enterprise health and safety, </w:t>
            </w:r>
            <w:r w:rsidR="001B5325" w:rsidRPr="008079DB">
              <w:t>food safety</w:t>
            </w:r>
            <w:r w:rsidRPr="004C5515">
              <w:t xml:space="preserve">, biosecurity and </w:t>
            </w:r>
            <w:r w:rsidRPr="006F35A1">
              <w:t>environmental protection</w:t>
            </w:r>
            <w:r w:rsidRPr="004C5515">
              <w:t xml:space="preserve"> procedures related to egg handling, </w:t>
            </w:r>
            <w:proofErr w:type="gramStart"/>
            <w:r w:rsidR="00B354C7" w:rsidRPr="008079DB">
              <w:t>packing</w:t>
            </w:r>
            <w:proofErr w:type="gramEnd"/>
            <w:r w:rsidRPr="004C5515">
              <w:t xml:space="preserve"> and storing activities</w:t>
            </w:r>
            <w:r w:rsidR="0088225B">
              <w:t>.</w:t>
            </w:r>
          </w:p>
          <w:p w14:paraId="483C1C0D" w14:textId="77777777" w:rsidR="004C5515" w:rsidRPr="004C5515" w:rsidRDefault="004C5515" w:rsidP="00165362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34C8067" w14:textId="77777777" w:rsidR="00B51761" w:rsidRPr="004C5515" w:rsidRDefault="00B51761" w:rsidP="008079DB">
            <w:pPr>
              <w:pStyle w:val="SIText"/>
            </w:pPr>
            <w:r w:rsidRPr="004C5515">
              <w:t>Assessors of this unit must satisfy the requirements for assessors in applicable vocational education and training legislation, frameworks and/or standards.</w:t>
            </w:r>
          </w:p>
          <w:p w14:paraId="216B74B3" w14:textId="540E13CE" w:rsidR="00D077F8" w:rsidRPr="005404CB" w:rsidRDefault="00D077F8" w:rsidP="008079DB">
            <w:pPr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D6ADBF3" w14:textId="59F962DA" w:rsidR="00D077F8" w:rsidRPr="005404CB" w:rsidRDefault="0088225B" w:rsidP="00B51761">
            <w:pPr>
              <w:pStyle w:val="SIText"/>
            </w:pPr>
            <w:r w:rsidRPr="0088225B">
              <w:t xml:space="preserve">Companion Volumes, including Implementation Guides, are available at VETNet: </w:t>
            </w:r>
            <w:hyperlink r:id="rId12" w:history="1">
              <w:r w:rsidRPr="0088225B">
                <w:t>https://vetnet.gov.au/Pages/TrainingDocs.aspx?q=c6399549-9c62-4a5e-bf1a-524b2322cf72</w:t>
              </w:r>
            </w:hyperlink>
          </w:p>
        </w:tc>
      </w:tr>
    </w:tbl>
    <w:p w14:paraId="38F26DA1" w14:textId="3AA77CEF" w:rsidR="00F1480E" w:rsidRDefault="00F1480E" w:rsidP="005F771F">
      <w:pPr>
        <w:pStyle w:val="SIText"/>
      </w:pPr>
    </w:p>
    <w:p w14:paraId="4670AD13" w14:textId="77777777" w:rsidR="00593E92" w:rsidRDefault="00593E92" w:rsidP="005F771F">
      <w:pPr>
        <w:pStyle w:val="SIText"/>
      </w:pPr>
    </w:p>
    <w:sectPr w:rsidR="00593E92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2B7EC" w14:textId="77777777" w:rsidR="00AD0838" w:rsidRDefault="00AD0838" w:rsidP="00BF3F0A">
      <w:r>
        <w:separator/>
      </w:r>
    </w:p>
    <w:p w14:paraId="64D6B5B8" w14:textId="77777777" w:rsidR="00AD0838" w:rsidRDefault="00AD0838"/>
  </w:endnote>
  <w:endnote w:type="continuationSeparator" w:id="0">
    <w:p w14:paraId="3677A8B3" w14:textId="77777777" w:rsidR="00AD0838" w:rsidRDefault="00AD0838" w:rsidP="00BF3F0A">
      <w:r>
        <w:continuationSeparator/>
      </w:r>
    </w:p>
    <w:p w14:paraId="278FB8FD" w14:textId="77777777" w:rsidR="00AD0838" w:rsidRDefault="00AD08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11868575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76FA5" w14:textId="77777777" w:rsidR="00AD0838" w:rsidRDefault="00AD0838" w:rsidP="00BF3F0A">
      <w:r>
        <w:separator/>
      </w:r>
    </w:p>
    <w:p w14:paraId="34A2BA20" w14:textId="77777777" w:rsidR="00AD0838" w:rsidRDefault="00AD0838"/>
  </w:footnote>
  <w:footnote w:type="continuationSeparator" w:id="0">
    <w:p w14:paraId="4966E112" w14:textId="77777777" w:rsidR="00AD0838" w:rsidRDefault="00AD0838" w:rsidP="00BF3F0A">
      <w:r>
        <w:continuationSeparator/>
      </w:r>
    </w:p>
    <w:p w14:paraId="0AD544A9" w14:textId="77777777" w:rsidR="00AD0838" w:rsidRDefault="00AD08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197504D9" w:rsidR="009C2650" w:rsidRPr="000754EC" w:rsidRDefault="00D706DB" w:rsidP="00146EEC">
    <w:pPr>
      <w:pStyle w:val="SIText"/>
    </w:pPr>
    <w:r w:rsidRPr="00D706DB">
      <w:t xml:space="preserve"> AHCPLY2</w:t>
    </w:r>
    <w:r w:rsidR="004D6042">
      <w:t>08</w:t>
    </w:r>
    <w:r w:rsidRPr="00D706DB">
      <w:t xml:space="preserve"> Collect and pack eggs for human consumption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28"/>
  </w:num>
  <w:num w:numId="3">
    <w:abstractNumId w:val="32"/>
  </w:num>
  <w:num w:numId="4">
    <w:abstractNumId w:val="5"/>
  </w:num>
  <w:num w:numId="5">
    <w:abstractNumId w:val="10"/>
  </w:num>
  <w:num w:numId="6">
    <w:abstractNumId w:val="15"/>
  </w:num>
  <w:num w:numId="7">
    <w:abstractNumId w:val="26"/>
  </w:num>
  <w:num w:numId="8">
    <w:abstractNumId w:val="16"/>
  </w:num>
  <w:num w:numId="9">
    <w:abstractNumId w:val="27"/>
  </w:num>
  <w:num w:numId="10">
    <w:abstractNumId w:val="29"/>
  </w:num>
  <w:num w:numId="11">
    <w:abstractNumId w:val="23"/>
  </w:num>
  <w:num w:numId="12">
    <w:abstractNumId w:val="8"/>
  </w:num>
  <w:num w:numId="13">
    <w:abstractNumId w:val="17"/>
  </w:num>
  <w:num w:numId="14">
    <w:abstractNumId w:val="12"/>
  </w:num>
  <w:num w:numId="15">
    <w:abstractNumId w:val="0"/>
  </w:num>
  <w:num w:numId="16">
    <w:abstractNumId w:val="9"/>
  </w:num>
  <w:num w:numId="17">
    <w:abstractNumId w:val="4"/>
  </w:num>
  <w:num w:numId="18">
    <w:abstractNumId w:val="33"/>
  </w:num>
  <w:num w:numId="19">
    <w:abstractNumId w:val="7"/>
  </w:num>
  <w:num w:numId="20">
    <w:abstractNumId w:val="18"/>
  </w:num>
  <w:num w:numId="21">
    <w:abstractNumId w:val="30"/>
  </w:num>
  <w:num w:numId="22">
    <w:abstractNumId w:val="3"/>
  </w:num>
  <w:num w:numId="23">
    <w:abstractNumId w:val="20"/>
  </w:num>
  <w:num w:numId="24">
    <w:abstractNumId w:val="21"/>
  </w:num>
  <w:num w:numId="25">
    <w:abstractNumId w:val="6"/>
  </w:num>
  <w:num w:numId="26">
    <w:abstractNumId w:val="2"/>
  </w:num>
  <w:num w:numId="27">
    <w:abstractNumId w:val="25"/>
  </w:num>
  <w:num w:numId="28">
    <w:abstractNumId w:val="22"/>
  </w:num>
  <w:num w:numId="29">
    <w:abstractNumId w:val="24"/>
  </w:num>
  <w:num w:numId="30">
    <w:abstractNumId w:val="19"/>
  </w:num>
  <w:num w:numId="31">
    <w:abstractNumId w:val="14"/>
  </w:num>
  <w:num w:numId="32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5A15"/>
    <w:rsid w:val="0001108F"/>
    <w:rsid w:val="000115E2"/>
    <w:rsid w:val="000126D0"/>
    <w:rsid w:val="0001296A"/>
    <w:rsid w:val="00016803"/>
    <w:rsid w:val="00016B09"/>
    <w:rsid w:val="00016B96"/>
    <w:rsid w:val="00023992"/>
    <w:rsid w:val="000275AE"/>
    <w:rsid w:val="00032BCB"/>
    <w:rsid w:val="00041E59"/>
    <w:rsid w:val="00050926"/>
    <w:rsid w:val="0005354F"/>
    <w:rsid w:val="00064BFE"/>
    <w:rsid w:val="00070B3E"/>
    <w:rsid w:val="000715FB"/>
    <w:rsid w:val="00071F95"/>
    <w:rsid w:val="000737BB"/>
    <w:rsid w:val="00074E47"/>
    <w:rsid w:val="000754EC"/>
    <w:rsid w:val="000820D3"/>
    <w:rsid w:val="0009093B"/>
    <w:rsid w:val="000A5441"/>
    <w:rsid w:val="000B2022"/>
    <w:rsid w:val="000C027F"/>
    <w:rsid w:val="000C149A"/>
    <w:rsid w:val="000C224E"/>
    <w:rsid w:val="000D09C3"/>
    <w:rsid w:val="000D64F6"/>
    <w:rsid w:val="000D6A2D"/>
    <w:rsid w:val="000E25E6"/>
    <w:rsid w:val="000E2A05"/>
    <w:rsid w:val="000E2C86"/>
    <w:rsid w:val="000E43BC"/>
    <w:rsid w:val="000E67C3"/>
    <w:rsid w:val="000F29F2"/>
    <w:rsid w:val="00101659"/>
    <w:rsid w:val="00105AEA"/>
    <w:rsid w:val="001078BF"/>
    <w:rsid w:val="00111670"/>
    <w:rsid w:val="0012306E"/>
    <w:rsid w:val="00133957"/>
    <w:rsid w:val="001372F6"/>
    <w:rsid w:val="00144385"/>
    <w:rsid w:val="00146EEC"/>
    <w:rsid w:val="00151D55"/>
    <w:rsid w:val="00151D93"/>
    <w:rsid w:val="00156EF3"/>
    <w:rsid w:val="00165362"/>
    <w:rsid w:val="00165FD6"/>
    <w:rsid w:val="00171F59"/>
    <w:rsid w:val="00175AAA"/>
    <w:rsid w:val="00176168"/>
    <w:rsid w:val="00176E4F"/>
    <w:rsid w:val="0018104D"/>
    <w:rsid w:val="0018546B"/>
    <w:rsid w:val="001903A9"/>
    <w:rsid w:val="0019641F"/>
    <w:rsid w:val="001A3A0E"/>
    <w:rsid w:val="001A6A3E"/>
    <w:rsid w:val="001A7B6D"/>
    <w:rsid w:val="001B34D5"/>
    <w:rsid w:val="001B513A"/>
    <w:rsid w:val="001B5325"/>
    <w:rsid w:val="001C0A75"/>
    <w:rsid w:val="001C1306"/>
    <w:rsid w:val="001D1667"/>
    <w:rsid w:val="001D30EB"/>
    <w:rsid w:val="001D5C1B"/>
    <w:rsid w:val="001D72DD"/>
    <w:rsid w:val="001D7F5B"/>
    <w:rsid w:val="001E0849"/>
    <w:rsid w:val="001E16BC"/>
    <w:rsid w:val="001E16DF"/>
    <w:rsid w:val="001F2BA5"/>
    <w:rsid w:val="001F308D"/>
    <w:rsid w:val="00201A7C"/>
    <w:rsid w:val="00210132"/>
    <w:rsid w:val="0021210E"/>
    <w:rsid w:val="0021414D"/>
    <w:rsid w:val="00223124"/>
    <w:rsid w:val="00224A10"/>
    <w:rsid w:val="00232530"/>
    <w:rsid w:val="00233143"/>
    <w:rsid w:val="00234444"/>
    <w:rsid w:val="002369BC"/>
    <w:rsid w:val="00242293"/>
    <w:rsid w:val="00244EA7"/>
    <w:rsid w:val="00262FC3"/>
    <w:rsid w:val="0026394F"/>
    <w:rsid w:val="00267AF6"/>
    <w:rsid w:val="00276DB8"/>
    <w:rsid w:val="00282664"/>
    <w:rsid w:val="00282A6C"/>
    <w:rsid w:val="00285949"/>
    <w:rsid w:val="00285FB8"/>
    <w:rsid w:val="00295BC3"/>
    <w:rsid w:val="002970C3"/>
    <w:rsid w:val="002A30F2"/>
    <w:rsid w:val="002A4CD3"/>
    <w:rsid w:val="002A513E"/>
    <w:rsid w:val="002A6842"/>
    <w:rsid w:val="002A6CC4"/>
    <w:rsid w:val="002B1B5F"/>
    <w:rsid w:val="002C4FFC"/>
    <w:rsid w:val="002C55E9"/>
    <w:rsid w:val="002D0C8B"/>
    <w:rsid w:val="002D3251"/>
    <w:rsid w:val="002D330A"/>
    <w:rsid w:val="002D55AD"/>
    <w:rsid w:val="002E170C"/>
    <w:rsid w:val="002E193E"/>
    <w:rsid w:val="002E522B"/>
    <w:rsid w:val="002F5D76"/>
    <w:rsid w:val="00305EFF"/>
    <w:rsid w:val="00310A6A"/>
    <w:rsid w:val="003144E6"/>
    <w:rsid w:val="00337E82"/>
    <w:rsid w:val="00341291"/>
    <w:rsid w:val="00346FDC"/>
    <w:rsid w:val="00350BB1"/>
    <w:rsid w:val="00352C83"/>
    <w:rsid w:val="00365757"/>
    <w:rsid w:val="00366805"/>
    <w:rsid w:val="0037067D"/>
    <w:rsid w:val="00373436"/>
    <w:rsid w:val="0037447D"/>
    <w:rsid w:val="003853D7"/>
    <w:rsid w:val="0038735B"/>
    <w:rsid w:val="003916D1"/>
    <w:rsid w:val="00394C90"/>
    <w:rsid w:val="003966B2"/>
    <w:rsid w:val="003A21F0"/>
    <w:rsid w:val="003A277F"/>
    <w:rsid w:val="003A4CCB"/>
    <w:rsid w:val="003A58BA"/>
    <w:rsid w:val="003A5AE7"/>
    <w:rsid w:val="003A7221"/>
    <w:rsid w:val="003B2931"/>
    <w:rsid w:val="003B3493"/>
    <w:rsid w:val="003C13AE"/>
    <w:rsid w:val="003C7152"/>
    <w:rsid w:val="003D2E73"/>
    <w:rsid w:val="003E72B6"/>
    <w:rsid w:val="003E7BBE"/>
    <w:rsid w:val="00405037"/>
    <w:rsid w:val="004127E3"/>
    <w:rsid w:val="00430C14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3E3D"/>
    <w:rsid w:val="00485559"/>
    <w:rsid w:val="00497838"/>
    <w:rsid w:val="004A142B"/>
    <w:rsid w:val="004A3860"/>
    <w:rsid w:val="004A44E8"/>
    <w:rsid w:val="004A581D"/>
    <w:rsid w:val="004A6F95"/>
    <w:rsid w:val="004A7706"/>
    <w:rsid w:val="004A77E3"/>
    <w:rsid w:val="004B29B7"/>
    <w:rsid w:val="004B7A28"/>
    <w:rsid w:val="004C2244"/>
    <w:rsid w:val="004C5515"/>
    <w:rsid w:val="004C79A1"/>
    <w:rsid w:val="004D0D5F"/>
    <w:rsid w:val="004D1569"/>
    <w:rsid w:val="004D44B1"/>
    <w:rsid w:val="004D6042"/>
    <w:rsid w:val="004E0460"/>
    <w:rsid w:val="004E1579"/>
    <w:rsid w:val="004E5FAE"/>
    <w:rsid w:val="004E6245"/>
    <w:rsid w:val="004E6741"/>
    <w:rsid w:val="004E7094"/>
    <w:rsid w:val="004F5DC7"/>
    <w:rsid w:val="004F78DA"/>
    <w:rsid w:val="005000CA"/>
    <w:rsid w:val="00500C8B"/>
    <w:rsid w:val="00514031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2E5C"/>
    <w:rsid w:val="00564ADD"/>
    <w:rsid w:val="005708EB"/>
    <w:rsid w:val="00575BC6"/>
    <w:rsid w:val="00583902"/>
    <w:rsid w:val="005878D8"/>
    <w:rsid w:val="00587939"/>
    <w:rsid w:val="00593E9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7D04"/>
    <w:rsid w:val="006121D4"/>
    <w:rsid w:val="00613B49"/>
    <w:rsid w:val="006149A3"/>
    <w:rsid w:val="00616845"/>
    <w:rsid w:val="00620E8E"/>
    <w:rsid w:val="00621168"/>
    <w:rsid w:val="00627BF5"/>
    <w:rsid w:val="0063294A"/>
    <w:rsid w:val="00633CFE"/>
    <w:rsid w:val="00634FCA"/>
    <w:rsid w:val="006408A4"/>
    <w:rsid w:val="00643D1B"/>
    <w:rsid w:val="006452B8"/>
    <w:rsid w:val="00652A3E"/>
    <w:rsid w:val="00652E62"/>
    <w:rsid w:val="00661191"/>
    <w:rsid w:val="00676367"/>
    <w:rsid w:val="00686A49"/>
    <w:rsid w:val="00687B62"/>
    <w:rsid w:val="00690C44"/>
    <w:rsid w:val="00695C89"/>
    <w:rsid w:val="006969D9"/>
    <w:rsid w:val="006A0219"/>
    <w:rsid w:val="006A2B68"/>
    <w:rsid w:val="006A678A"/>
    <w:rsid w:val="006C2F32"/>
    <w:rsid w:val="006D1AF9"/>
    <w:rsid w:val="006D38C3"/>
    <w:rsid w:val="006D3DFB"/>
    <w:rsid w:val="006D4448"/>
    <w:rsid w:val="006D6DFD"/>
    <w:rsid w:val="006E2C4D"/>
    <w:rsid w:val="006E2E58"/>
    <w:rsid w:val="006E42FE"/>
    <w:rsid w:val="006F0D02"/>
    <w:rsid w:val="006F10FE"/>
    <w:rsid w:val="006F35A1"/>
    <w:rsid w:val="006F3622"/>
    <w:rsid w:val="006F42C3"/>
    <w:rsid w:val="00705EEC"/>
    <w:rsid w:val="00707741"/>
    <w:rsid w:val="00710964"/>
    <w:rsid w:val="007134FE"/>
    <w:rsid w:val="0071409D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941"/>
    <w:rsid w:val="00761DBE"/>
    <w:rsid w:val="0076523B"/>
    <w:rsid w:val="007676A2"/>
    <w:rsid w:val="00771B60"/>
    <w:rsid w:val="00781D77"/>
    <w:rsid w:val="00783549"/>
    <w:rsid w:val="007860B7"/>
    <w:rsid w:val="00786232"/>
    <w:rsid w:val="00786DC8"/>
    <w:rsid w:val="007871FA"/>
    <w:rsid w:val="00793092"/>
    <w:rsid w:val="007A300D"/>
    <w:rsid w:val="007D4A1F"/>
    <w:rsid w:val="007D5A78"/>
    <w:rsid w:val="007E3BD1"/>
    <w:rsid w:val="007F1563"/>
    <w:rsid w:val="007F1EB2"/>
    <w:rsid w:val="007F44DB"/>
    <w:rsid w:val="007F5A8B"/>
    <w:rsid w:val="007F73D4"/>
    <w:rsid w:val="00801666"/>
    <w:rsid w:val="008079DB"/>
    <w:rsid w:val="00817D51"/>
    <w:rsid w:val="00823530"/>
    <w:rsid w:val="0082362A"/>
    <w:rsid w:val="00823FF4"/>
    <w:rsid w:val="00824286"/>
    <w:rsid w:val="00827F9A"/>
    <w:rsid w:val="00830267"/>
    <w:rsid w:val="008306E7"/>
    <w:rsid w:val="008322BE"/>
    <w:rsid w:val="00832765"/>
    <w:rsid w:val="00834BC8"/>
    <w:rsid w:val="00837FD6"/>
    <w:rsid w:val="00842233"/>
    <w:rsid w:val="00847B60"/>
    <w:rsid w:val="00850243"/>
    <w:rsid w:val="00851BE5"/>
    <w:rsid w:val="008545EB"/>
    <w:rsid w:val="00865011"/>
    <w:rsid w:val="00876360"/>
    <w:rsid w:val="0088225B"/>
    <w:rsid w:val="00886790"/>
    <w:rsid w:val="008908DE"/>
    <w:rsid w:val="00890921"/>
    <w:rsid w:val="008A12ED"/>
    <w:rsid w:val="008A39D3"/>
    <w:rsid w:val="008B2C77"/>
    <w:rsid w:val="008B4AD2"/>
    <w:rsid w:val="008B663E"/>
    <w:rsid w:val="008B7138"/>
    <w:rsid w:val="008C030B"/>
    <w:rsid w:val="008C5575"/>
    <w:rsid w:val="008C74A9"/>
    <w:rsid w:val="008E260C"/>
    <w:rsid w:val="008E39BE"/>
    <w:rsid w:val="008E62EC"/>
    <w:rsid w:val="008E6FEE"/>
    <w:rsid w:val="008F03C0"/>
    <w:rsid w:val="008F32F6"/>
    <w:rsid w:val="009034A1"/>
    <w:rsid w:val="00916CD7"/>
    <w:rsid w:val="00920927"/>
    <w:rsid w:val="00920E8C"/>
    <w:rsid w:val="00921B38"/>
    <w:rsid w:val="00923720"/>
    <w:rsid w:val="009278C9"/>
    <w:rsid w:val="00932CD7"/>
    <w:rsid w:val="00934F82"/>
    <w:rsid w:val="00936570"/>
    <w:rsid w:val="00943CFC"/>
    <w:rsid w:val="00944C09"/>
    <w:rsid w:val="009527CB"/>
    <w:rsid w:val="00953835"/>
    <w:rsid w:val="00960F6C"/>
    <w:rsid w:val="00970747"/>
    <w:rsid w:val="009872A3"/>
    <w:rsid w:val="00987DBB"/>
    <w:rsid w:val="009908BC"/>
    <w:rsid w:val="00997BFC"/>
    <w:rsid w:val="009A4E5F"/>
    <w:rsid w:val="009A5900"/>
    <w:rsid w:val="009A6E6C"/>
    <w:rsid w:val="009A6F3F"/>
    <w:rsid w:val="009B2F8F"/>
    <w:rsid w:val="009B331A"/>
    <w:rsid w:val="009B4BCE"/>
    <w:rsid w:val="009C2650"/>
    <w:rsid w:val="009C4063"/>
    <w:rsid w:val="009C5648"/>
    <w:rsid w:val="009C7F6A"/>
    <w:rsid w:val="009D15E2"/>
    <w:rsid w:val="009D15FE"/>
    <w:rsid w:val="009D5D2C"/>
    <w:rsid w:val="009F0DCC"/>
    <w:rsid w:val="009F11CA"/>
    <w:rsid w:val="009F12AD"/>
    <w:rsid w:val="009F1FF4"/>
    <w:rsid w:val="00A00B40"/>
    <w:rsid w:val="00A010F3"/>
    <w:rsid w:val="00A0695B"/>
    <w:rsid w:val="00A06CC3"/>
    <w:rsid w:val="00A07FEC"/>
    <w:rsid w:val="00A120DD"/>
    <w:rsid w:val="00A13052"/>
    <w:rsid w:val="00A216A8"/>
    <w:rsid w:val="00A223A6"/>
    <w:rsid w:val="00A3639E"/>
    <w:rsid w:val="00A374B2"/>
    <w:rsid w:val="00A4104B"/>
    <w:rsid w:val="00A43CBF"/>
    <w:rsid w:val="00A5092E"/>
    <w:rsid w:val="00A554D6"/>
    <w:rsid w:val="00A56E14"/>
    <w:rsid w:val="00A6476B"/>
    <w:rsid w:val="00A65F45"/>
    <w:rsid w:val="00A70E9E"/>
    <w:rsid w:val="00A76C6C"/>
    <w:rsid w:val="00A87356"/>
    <w:rsid w:val="00A92DD1"/>
    <w:rsid w:val="00A9637C"/>
    <w:rsid w:val="00AA5338"/>
    <w:rsid w:val="00AA5D02"/>
    <w:rsid w:val="00AB1B8E"/>
    <w:rsid w:val="00AB1BEC"/>
    <w:rsid w:val="00AB2B34"/>
    <w:rsid w:val="00AB3EC1"/>
    <w:rsid w:val="00AB46DE"/>
    <w:rsid w:val="00AC028B"/>
    <w:rsid w:val="00AC0696"/>
    <w:rsid w:val="00AC387C"/>
    <w:rsid w:val="00AC4C98"/>
    <w:rsid w:val="00AC5F6B"/>
    <w:rsid w:val="00AD0838"/>
    <w:rsid w:val="00AD3896"/>
    <w:rsid w:val="00AD5B47"/>
    <w:rsid w:val="00AE1ED9"/>
    <w:rsid w:val="00AE32CB"/>
    <w:rsid w:val="00AE6F9D"/>
    <w:rsid w:val="00AE7696"/>
    <w:rsid w:val="00AF3957"/>
    <w:rsid w:val="00B0712C"/>
    <w:rsid w:val="00B12013"/>
    <w:rsid w:val="00B22C67"/>
    <w:rsid w:val="00B3508F"/>
    <w:rsid w:val="00B354C7"/>
    <w:rsid w:val="00B443EE"/>
    <w:rsid w:val="00B51242"/>
    <w:rsid w:val="00B51761"/>
    <w:rsid w:val="00B560C8"/>
    <w:rsid w:val="00B61150"/>
    <w:rsid w:val="00B65BC7"/>
    <w:rsid w:val="00B746B9"/>
    <w:rsid w:val="00B848D4"/>
    <w:rsid w:val="00B865B7"/>
    <w:rsid w:val="00B90151"/>
    <w:rsid w:val="00B93DEC"/>
    <w:rsid w:val="00BA1CB1"/>
    <w:rsid w:val="00BA4178"/>
    <w:rsid w:val="00BA482D"/>
    <w:rsid w:val="00BB1755"/>
    <w:rsid w:val="00BB1D02"/>
    <w:rsid w:val="00BB23F4"/>
    <w:rsid w:val="00BC5075"/>
    <w:rsid w:val="00BC5419"/>
    <w:rsid w:val="00BD3B0F"/>
    <w:rsid w:val="00BE5889"/>
    <w:rsid w:val="00BF1D4C"/>
    <w:rsid w:val="00BF3F0A"/>
    <w:rsid w:val="00C00464"/>
    <w:rsid w:val="00C04238"/>
    <w:rsid w:val="00C143C3"/>
    <w:rsid w:val="00C1739B"/>
    <w:rsid w:val="00C2016A"/>
    <w:rsid w:val="00C21ADE"/>
    <w:rsid w:val="00C23D97"/>
    <w:rsid w:val="00C26067"/>
    <w:rsid w:val="00C30A29"/>
    <w:rsid w:val="00C317DC"/>
    <w:rsid w:val="00C4088A"/>
    <w:rsid w:val="00C461C8"/>
    <w:rsid w:val="00C46BBF"/>
    <w:rsid w:val="00C5035F"/>
    <w:rsid w:val="00C509D3"/>
    <w:rsid w:val="00C52547"/>
    <w:rsid w:val="00C578E9"/>
    <w:rsid w:val="00C66031"/>
    <w:rsid w:val="00C70626"/>
    <w:rsid w:val="00C72860"/>
    <w:rsid w:val="00C72A48"/>
    <w:rsid w:val="00C73582"/>
    <w:rsid w:val="00C73B90"/>
    <w:rsid w:val="00C742EC"/>
    <w:rsid w:val="00C80B0E"/>
    <w:rsid w:val="00C866AA"/>
    <w:rsid w:val="00C950A9"/>
    <w:rsid w:val="00C96AF3"/>
    <w:rsid w:val="00C97CCC"/>
    <w:rsid w:val="00CA0274"/>
    <w:rsid w:val="00CA139A"/>
    <w:rsid w:val="00CB1E8B"/>
    <w:rsid w:val="00CB44D9"/>
    <w:rsid w:val="00CB746F"/>
    <w:rsid w:val="00CC451E"/>
    <w:rsid w:val="00CC78EB"/>
    <w:rsid w:val="00CD0D74"/>
    <w:rsid w:val="00CD4E9D"/>
    <w:rsid w:val="00CD4F4D"/>
    <w:rsid w:val="00CE0059"/>
    <w:rsid w:val="00CE101F"/>
    <w:rsid w:val="00CE7D19"/>
    <w:rsid w:val="00CF0CF5"/>
    <w:rsid w:val="00CF2B3E"/>
    <w:rsid w:val="00CF405D"/>
    <w:rsid w:val="00D0201F"/>
    <w:rsid w:val="00D03685"/>
    <w:rsid w:val="00D06478"/>
    <w:rsid w:val="00D077F8"/>
    <w:rsid w:val="00D07D4E"/>
    <w:rsid w:val="00D115AA"/>
    <w:rsid w:val="00D145BE"/>
    <w:rsid w:val="00D2035A"/>
    <w:rsid w:val="00D20C57"/>
    <w:rsid w:val="00D25D16"/>
    <w:rsid w:val="00D27FE8"/>
    <w:rsid w:val="00D32124"/>
    <w:rsid w:val="00D3799A"/>
    <w:rsid w:val="00D47709"/>
    <w:rsid w:val="00D54C76"/>
    <w:rsid w:val="00D60A9F"/>
    <w:rsid w:val="00D632BB"/>
    <w:rsid w:val="00D706DB"/>
    <w:rsid w:val="00D71D89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4BB4"/>
    <w:rsid w:val="00E1287B"/>
    <w:rsid w:val="00E148D5"/>
    <w:rsid w:val="00E17B49"/>
    <w:rsid w:val="00E21D52"/>
    <w:rsid w:val="00E238E6"/>
    <w:rsid w:val="00E2579B"/>
    <w:rsid w:val="00E30772"/>
    <w:rsid w:val="00E33A1F"/>
    <w:rsid w:val="00E34CD8"/>
    <w:rsid w:val="00E35064"/>
    <w:rsid w:val="00E3681D"/>
    <w:rsid w:val="00E374BC"/>
    <w:rsid w:val="00E40225"/>
    <w:rsid w:val="00E501F0"/>
    <w:rsid w:val="00E533B8"/>
    <w:rsid w:val="00E6166D"/>
    <w:rsid w:val="00E901AE"/>
    <w:rsid w:val="00E9054F"/>
    <w:rsid w:val="00E91BFF"/>
    <w:rsid w:val="00E92933"/>
    <w:rsid w:val="00E94FAD"/>
    <w:rsid w:val="00EA1E00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2713B"/>
    <w:rsid w:val="00F30C7D"/>
    <w:rsid w:val="00F33FF2"/>
    <w:rsid w:val="00F438FC"/>
    <w:rsid w:val="00F450E6"/>
    <w:rsid w:val="00F54328"/>
    <w:rsid w:val="00F5616F"/>
    <w:rsid w:val="00F56451"/>
    <w:rsid w:val="00F56720"/>
    <w:rsid w:val="00F56827"/>
    <w:rsid w:val="00F61E99"/>
    <w:rsid w:val="00F62866"/>
    <w:rsid w:val="00F65EF0"/>
    <w:rsid w:val="00F71651"/>
    <w:rsid w:val="00F76191"/>
    <w:rsid w:val="00F76CC6"/>
    <w:rsid w:val="00F77651"/>
    <w:rsid w:val="00F83D7C"/>
    <w:rsid w:val="00F85FE9"/>
    <w:rsid w:val="00FA43C9"/>
    <w:rsid w:val="00FB06AD"/>
    <w:rsid w:val="00FB232E"/>
    <w:rsid w:val="00FD557D"/>
    <w:rsid w:val="00FE0282"/>
    <w:rsid w:val="00FE124D"/>
    <w:rsid w:val="00FE62C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607D0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76DD21F4A6AE4A9F8225BFB8E292F7" ma:contentTypeVersion="" ma:contentTypeDescription="Create a new document." ma:contentTypeScope="" ma:versionID="1d95bfd796dff2059881e6ff691148d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3ceba04-f479-4f1c-b7ee-9710a2c1e92e" targetNamespace="http://schemas.microsoft.com/office/2006/metadata/properties" ma:root="true" ma:fieldsID="d75b3895f83cdece3b1b90e888bebb17" ns1:_="" ns2:_="" ns3:_="">
    <xsd:import namespace="http://schemas.microsoft.com/sharepoint/v3"/>
    <xsd:import namespace="d50bbff7-d6dd-47d2-864a-cfdc2c3db0f4"/>
    <xsd:import namespace="73ceba04-f479-4f1c-b7ee-9710a2c1e92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ceba04-f479-4f1c-b7ee-9710a2c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C66C64-3F31-4D36-8B29-9536C5FF40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3ceba04-f479-4f1c-b7ee-9710a2c1e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429</TotalTime>
  <Pages>5</Pages>
  <Words>1410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97</cp:revision>
  <cp:lastPrinted>2016-05-27T05:21:00Z</cp:lastPrinted>
  <dcterms:created xsi:type="dcterms:W3CDTF">2021-08-25T05:59:00Z</dcterms:created>
  <dcterms:modified xsi:type="dcterms:W3CDTF">2022-10-27T23:27:00Z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0x010100FD76DD21F4A6AE4A9F8225BFB8E292F7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