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2BCB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8B28ED5" w14:textId="77777777" w:rsidTr="00F279E6">
        <w:tc>
          <w:tcPr>
            <w:tcW w:w="1396" w:type="pct"/>
            <w:shd w:val="clear" w:color="auto" w:fill="auto"/>
          </w:tcPr>
          <w:p w14:paraId="702E000F" w14:textId="38F1AA32" w:rsidR="00A301E0" w:rsidRPr="00752A41" w:rsidRDefault="00306BC9" w:rsidP="00752A41">
            <w:pPr>
              <w:pStyle w:val="SISSCODE"/>
            </w:pPr>
            <w:r w:rsidRPr="00306BC9">
              <w:t>AHCSS</w:t>
            </w:r>
            <w:r w:rsidR="005E510F">
              <w:t>00154</w:t>
            </w:r>
          </w:p>
        </w:tc>
        <w:tc>
          <w:tcPr>
            <w:tcW w:w="3604" w:type="pct"/>
            <w:shd w:val="clear" w:color="auto" w:fill="auto"/>
          </w:tcPr>
          <w:p w14:paraId="2FC521E8" w14:textId="3AD7C529" w:rsidR="00A301E0" w:rsidRPr="00752A41" w:rsidRDefault="00306BC9" w:rsidP="00752A41">
            <w:pPr>
              <w:pStyle w:val="SISStitle"/>
            </w:pPr>
            <w:r w:rsidRPr="00306BC9">
              <w:t>Egg Grad</w:t>
            </w:r>
            <w:r w:rsidR="000C5582">
              <w:t>ing Technician</w:t>
            </w:r>
            <w:r w:rsidRPr="00306BC9">
              <w:t xml:space="preserve"> Skill Set</w:t>
            </w:r>
          </w:p>
        </w:tc>
      </w:tr>
    </w:tbl>
    <w:p w14:paraId="351E5B25" w14:textId="77777777" w:rsidR="00A301E0" w:rsidRPr="00536741" w:rsidRDefault="00A301E0" w:rsidP="00A301E0"/>
    <w:p w14:paraId="689B652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C8419F4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51D44F1" w14:textId="77777777" w:rsidTr="002A1BEA">
        <w:tc>
          <w:tcPr>
            <w:tcW w:w="1396" w:type="pct"/>
            <w:shd w:val="clear" w:color="auto" w:fill="auto"/>
          </w:tcPr>
          <w:p w14:paraId="62E4737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12F780B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30685C09" w14:textId="77777777" w:rsidTr="002A1BEA">
        <w:tc>
          <w:tcPr>
            <w:tcW w:w="1396" w:type="pct"/>
            <w:shd w:val="clear" w:color="auto" w:fill="auto"/>
          </w:tcPr>
          <w:p w14:paraId="0EEAB0A3" w14:textId="3148C155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</w:t>
            </w:r>
            <w:r w:rsidR="00CB2FF5">
              <w:t>1</w:t>
            </w:r>
          </w:p>
        </w:tc>
        <w:tc>
          <w:tcPr>
            <w:tcW w:w="3604" w:type="pct"/>
            <w:shd w:val="clear" w:color="auto" w:fill="auto"/>
          </w:tcPr>
          <w:p w14:paraId="075A5B2C" w14:textId="4497A803" w:rsidR="00536741" w:rsidRDefault="004644C5" w:rsidP="00752A41">
            <w:pPr>
              <w:pStyle w:val="SIText"/>
            </w:pPr>
            <w:r w:rsidRPr="00DB11B1">
              <w:t xml:space="preserve">This version released with AHC Agriculture, Horticulture and Conservation and Land Management Training Package Version </w:t>
            </w:r>
            <w:r w:rsidRPr="004644C5">
              <w:t>9.0.</w:t>
            </w:r>
          </w:p>
        </w:tc>
      </w:tr>
    </w:tbl>
    <w:p w14:paraId="2E9F8FD3" w14:textId="77777777" w:rsidR="00536741" w:rsidRPr="00752A41" w:rsidRDefault="00536741" w:rsidP="00536741"/>
    <w:p w14:paraId="3A5D613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8A41264" w14:textId="77777777" w:rsidTr="000D7BE6">
        <w:tc>
          <w:tcPr>
            <w:tcW w:w="5000" w:type="pct"/>
            <w:shd w:val="clear" w:color="auto" w:fill="auto"/>
          </w:tcPr>
          <w:p w14:paraId="2B67C42A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B111555" w14:textId="6CA1CB75" w:rsidR="00A520B4" w:rsidRPr="004F373C" w:rsidRDefault="00A520B4" w:rsidP="004F373C">
            <w:pPr>
              <w:pStyle w:val="SIText"/>
            </w:pPr>
            <w:r w:rsidRPr="004F373C">
              <w:t>This skill set provide</w:t>
            </w:r>
            <w:r w:rsidR="00AC7D84">
              <w:t>s</w:t>
            </w:r>
            <w:r w:rsidRPr="004F373C">
              <w:t xml:space="preserve"> the skills and knowledge required to grade and pack</w:t>
            </w:r>
            <w:r w:rsidR="00EE1D74" w:rsidRPr="004F373C">
              <w:t xml:space="preserve"> eggs </w:t>
            </w:r>
            <w:r w:rsidR="00F06ECE" w:rsidRPr="004F373C">
              <w:t xml:space="preserve">for human consumption </w:t>
            </w:r>
            <w:r w:rsidR="00F21C21">
              <w:t>on</w:t>
            </w:r>
            <w:r w:rsidR="00F21C21" w:rsidRPr="004F373C">
              <w:t xml:space="preserve"> </w:t>
            </w:r>
            <w:r w:rsidR="000A7CEE" w:rsidRPr="004F373C">
              <w:t>a commercial poultry production site or egg grading facility</w:t>
            </w:r>
            <w:r w:rsidR="00F06ECE" w:rsidRPr="004F373C">
              <w:t>.</w:t>
            </w:r>
            <w:r w:rsidRPr="004F373C">
              <w:t xml:space="preserve"> </w:t>
            </w:r>
          </w:p>
          <w:p w14:paraId="4FB33278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6753A8A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962564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E484D1" w14:textId="77A76F32" w:rsidR="009F1D96" w:rsidRPr="004F373C" w:rsidRDefault="009F1D96" w:rsidP="004F373C">
            <w:pPr>
              <w:pStyle w:val="SIText"/>
            </w:pPr>
            <w:r w:rsidRPr="004F373C">
              <w:t xml:space="preserve">These units of competency credit towards </w:t>
            </w:r>
            <w:r w:rsidRPr="00B629FB">
              <w:rPr>
                <w:rStyle w:val="SIText-Italic"/>
              </w:rPr>
              <w:t>AHC305</w:t>
            </w:r>
            <w:r w:rsidR="005E510F">
              <w:rPr>
                <w:rStyle w:val="SIText-Italic"/>
              </w:rPr>
              <w:t>22</w:t>
            </w:r>
            <w:r w:rsidRPr="00B629FB">
              <w:rPr>
                <w:rStyle w:val="SIText-Italic"/>
              </w:rPr>
              <w:t xml:space="preserve"> Certificate III in Poultry Production</w:t>
            </w:r>
            <w:r w:rsidRPr="004F373C">
              <w:rPr>
                <w:rStyle w:val="SIText-Italic"/>
                <w:i w:val="0"/>
                <w:szCs w:val="22"/>
              </w:rPr>
              <w:t>.</w:t>
            </w:r>
          </w:p>
          <w:p w14:paraId="740462EA" w14:textId="1CB54353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28CD5E2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F7A4CC4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54D128B" w14:textId="10C758D9" w:rsidR="00A301E0" w:rsidRPr="00A301E0" w:rsidRDefault="004463CA" w:rsidP="009F1D96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7E4076A4" w14:textId="77777777" w:rsidTr="00854838">
        <w:trPr>
          <w:trHeight w:val="1899"/>
        </w:trPr>
        <w:tc>
          <w:tcPr>
            <w:tcW w:w="5000" w:type="pct"/>
            <w:shd w:val="clear" w:color="auto" w:fill="auto"/>
          </w:tcPr>
          <w:p w14:paraId="69A2AB9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228D4D72" w14:textId="6D61B7BD" w:rsidR="001F28F9" w:rsidRPr="004F373C" w:rsidRDefault="000B45D4" w:rsidP="004F373C">
            <w:pPr>
              <w:pStyle w:val="SIBulletList1"/>
            </w:pPr>
            <w:r w:rsidRPr="004F373C">
              <w:t>AHCPLY2</w:t>
            </w:r>
            <w:r w:rsidR="005E510F">
              <w:t>09</w:t>
            </w:r>
            <w:r w:rsidRPr="004F373C">
              <w:t xml:space="preserve"> </w:t>
            </w:r>
            <w:r w:rsidR="006A50F3" w:rsidRPr="004F373C">
              <w:t>Grade and pack eggs for human consumption</w:t>
            </w:r>
          </w:p>
          <w:p w14:paraId="75B9403C" w14:textId="58D2C120" w:rsidR="00FA2130" w:rsidRPr="00FA2130" w:rsidRDefault="00FA2130" w:rsidP="00FA2130">
            <w:pPr>
              <w:pStyle w:val="SIBulletList1"/>
            </w:pPr>
            <w:r w:rsidRPr="004F373C">
              <w:t>AHCPLY3</w:t>
            </w:r>
            <w:r w:rsidR="005E510F">
              <w:t>12</w:t>
            </w:r>
            <w:r w:rsidRPr="004F373C">
              <w:t xml:space="preserve"> Implement and monitor biosecurity measures in poultry production</w:t>
            </w:r>
          </w:p>
          <w:p w14:paraId="13D2E013" w14:textId="75455E83" w:rsidR="00FA2130" w:rsidRPr="00FA2130" w:rsidRDefault="00FA2130" w:rsidP="00FA2130">
            <w:pPr>
              <w:pStyle w:val="SIBulletList1"/>
            </w:pPr>
            <w:r w:rsidRPr="004F373C">
              <w:t>AHCWHS3</w:t>
            </w:r>
            <w:r w:rsidR="00941D47">
              <w:t>02</w:t>
            </w:r>
            <w:r w:rsidRPr="004F373C">
              <w:t xml:space="preserve"> Contribute to work</w:t>
            </w:r>
            <w:r w:rsidR="00434515">
              <w:t>place</w:t>
            </w:r>
            <w:r w:rsidRPr="004F373C">
              <w:t xml:space="preserve"> health and safety processes </w:t>
            </w:r>
          </w:p>
          <w:p w14:paraId="3FE869CA" w14:textId="77777777" w:rsidR="000F52CF" w:rsidRPr="004F373C" w:rsidRDefault="005771F1" w:rsidP="004F373C">
            <w:pPr>
              <w:pStyle w:val="SIBulletList1"/>
            </w:pPr>
            <w:r w:rsidRPr="004F373C">
              <w:t xml:space="preserve">FBPEGG2004 </w:t>
            </w:r>
            <w:r w:rsidR="000F52CF" w:rsidRPr="004F373C">
              <w:t>Operate egg grading and packing floor equipment</w:t>
            </w:r>
          </w:p>
          <w:p w14:paraId="4AE64060" w14:textId="676D1A42" w:rsidR="000B5A4E" w:rsidRPr="00536741" w:rsidRDefault="00B97250" w:rsidP="004F373C">
            <w:pPr>
              <w:pStyle w:val="SIBulletList1"/>
            </w:pPr>
            <w:r w:rsidRPr="004F373C">
              <w:t xml:space="preserve">FBPFSY2002 </w:t>
            </w:r>
            <w:r w:rsidR="00E772A2" w:rsidRPr="004F373C">
              <w:t>Apply food safety procedures</w:t>
            </w:r>
          </w:p>
        </w:tc>
      </w:tr>
      <w:tr w:rsidR="005C7EA8" w:rsidRPr="00963A46" w14:paraId="5219E5D9" w14:textId="77777777" w:rsidTr="00C642D2">
        <w:trPr>
          <w:trHeight w:val="1084"/>
        </w:trPr>
        <w:tc>
          <w:tcPr>
            <w:tcW w:w="5000" w:type="pct"/>
            <w:shd w:val="clear" w:color="auto" w:fill="auto"/>
          </w:tcPr>
          <w:p w14:paraId="0A1474A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99707FB" w14:textId="1E469235" w:rsidR="0016138C" w:rsidRPr="004F373C" w:rsidRDefault="00AB1759" w:rsidP="004F373C">
            <w:pPr>
              <w:pStyle w:val="SIText"/>
            </w:pPr>
            <w:r w:rsidRPr="004F373C">
              <w:t xml:space="preserve">This skill set is for individuals seeking to </w:t>
            </w:r>
            <w:r w:rsidR="00C642D2" w:rsidRPr="004F373C">
              <w:t xml:space="preserve">develop </w:t>
            </w:r>
            <w:r w:rsidR="005937DE" w:rsidRPr="004F373C">
              <w:t>the skills and knowledge required to grade and pack eggs for human consumption in a commercial poultry production site or egg grading facility.</w:t>
            </w:r>
          </w:p>
        </w:tc>
      </w:tr>
      <w:tr w:rsidR="00DB557A" w:rsidRPr="00963A46" w14:paraId="7BF28E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693A27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7BF9637" w14:textId="2847BF05" w:rsidR="00DB557A" w:rsidRPr="00244E39" w:rsidRDefault="000135BD" w:rsidP="00244E39">
            <w:pPr>
              <w:pStyle w:val="SIText"/>
            </w:pPr>
            <w:r w:rsidRPr="00244E39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Pr="00854838">
              <w:rPr>
                <w:rStyle w:val="SIText-Italic"/>
              </w:rPr>
              <w:t>AHC Agriculture, Horticulture and Conservation and Land Management and the FBP Food, Beverage and Pharmaceutical Training Packages</w:t>
            </w:r>
            <w:r w:rsidRPr="00244E39">
              <w:rPr>
                <w:rStyle w:val="SITemporarytext-red"/>
                <w:color w:val="auto"/>
                <w:sz w:val="20"/>
                <w:szCs w:val="22"/>
              </w:rPr>
              <w:t xml:space="preserve"> meet the poultry production industry requirements to </w:t>
            </w:r>
            <w:r w:rsidR="00244E39" w:rsidRPr="00244E39">
              <w:t xml:space="preserve">grade and pack eggs for human consumption </w:t>
            </w:r>
            <w:r w:rsidR="00F21C21">
              <w:t xml:space="preserve">on </w:t>
            </w:r>
            <w:r w:rsidR="00244E39" w:rsidRPr="00244E39">
              <w:t>a commercial poultry production site or egg grading facility.</w:t>
            </w:r>
          </w:p>
        </w:tc>
      </w:tr>
    </w:tbl>
    <w:p w14:paraId="235F16F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38EB" w14:textId="77777777" w:rsidR="0036498E" w:rsidRDefault="0036498E" w:rsidP="00BF3F0A">
      <w:r>
        <w:separator/>
      </w:r>
    </w:p>
    <w:p w14:paraId="49E7708E" w14:textId="77777777" w:rsidR="0036498E" w:rsidRDefault="0036498E"/>
  </w:endnote>
  <w:endnote w:type="continuationSeparator" w:id="0">
    <w:p w14:paraId="79718F8E" w14:textId="77777777" w:rsidR="0036498E" w:rsidRDefault="0036498E" w:rsidP="00BF3F0A">
      <w:r>
        <w:continuationSeparator/>
      </w:r>
    </w:p>
    <w:p w14:paraId="149D2D87" w14:textId="77777777" w:rsidR="0036498E" w:rsidRDefault="00364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93DD0D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5382B48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855989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66D92" w14:textId="77777777" w:rsidR="0036498E" w:rsidRDefault="0036498E" w:rsidP="00BF3F0A">
      <w:r>
        <w:separator/>
      </w:r>
    </w:p>
    <w:p w14:paraId="78E646B0" w14:textId="77777777" w:rsidR="0036498E" w:rsidRDefault="0036498E"/>
  </w:footnote>
  <w:footnote w:type="continuationSeparator" w:id="0">
    <w:p w14:paraId="780FB8ED" w14:textId="77777777" w:rsidR="0036498E" w:rsidRDefault="0036498E" w:rsidP="00BF3F0A">
      <w:r>
        <w:continuationSeparator/>
      </w:r>
    </w:p>
    <w:p w14:paraId="0E36430D" w14:textId="77777777" w:rsidR="0036498E" w:rsidRDefault="00364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1D87" w14:textId="10B062D4" w:rsidR="009C2650" w:rsidRDefault="00306BC9">
    <w:r w:rsidRPr="00306BC9">
      <w:t xml:space="preserve"> AHCSS</w:t>
    </w:r>
    <w:r w:rsidR="005E510F">
      <w:t>00154</w:t>
    </w:r>
    <w:r w:rsidR="0063021D" w:rsidRPr="00306BC9">
      <w:t xml:space="preserve"> Egg</w:t>
    </w:r>
    <w:r w:rsidRPr="00306BC9">
      <w:t xml:space="preserve"> Grad</w:t>
    </w:r>
    <w:r w:rsidR="000C5582">
      <w:t>ing Technician</w:t>
    </w:r>
    <w:r w:rsidRPr="00306BC9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BB"/>
    <w:rsid w:val="000014B9"/>
    <w:rsid w:val="00005A15"/>
    <w:rsid w:val="0001108F"/>
    <w:rsid w:val="000115E2"/>
    <w:rsid w:val="0001296A"/>
    <w:rsid w:val="000135BD"/>
    <w:rsid w:val="00016803"/>
    <w:rsid w:val="00023992"/>
    <w:rsid w:val="00033050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A7CEE"/>
    <w:rsid w:val="000B45D4"/>
    <w:rsid w:val="000B5A4E"/>
    <w:rsid w:val="000C13F1"/>
    <w:rsid w:val="000C5582"/>
    <w:rsid w:val="000D7BE6"/>
    <w:rsid w:val="000E2C86"/>
    <w:rsid w:val="000F29F2"/>
    <w:rsid w:val="000F52CF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B52DB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39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06BC9"/>
    <w:rsid w:val="00307EBB"/>
    <w:rsid w:val="00310771"/>
    <w:rsid w:val="0031406C"/>
    <w:rsid w:val="003315E1"/>
    <w:rsid w:val="00337E82"/>
    <w:rsid w:val="00341022"/>
    <w:rsid w:val="00350BB1"/>
    <w:rsid w:val="00352C83"/>
    <w:rsid w:val="0036498E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34515"/>
    <w:rsid w:val="00444423"/>
    <w:rsid w:val="004463CA"/>
    <w:rsid w:val="00452F3E"/>
    <w:rsid w:val="00453E79"/>
    <w:rsid w:val="004640AE"/>
    <w:rsid w:val="004644C5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73C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771F1"/>
    <w:rsid w:val="00583902"/>
    <w:rsid w:val="005937DE"/>
    <w:rsid w:val="005A3AA5"/>
    <w:rsid w:val="005A6C9C"/>
    <w:rsid w:val="005A74DC"/>
    <w:rsid w:val="005B5146"/>
    <w:rsid w:val="005C231B"/>
    <w:rsid w:val="005C7EA8"/>
    <w:rsid w:val="005E510F"/>
    <w:rsid w:val="005E7BB5"/>
    <w:rsid w:val="005F33CC"/>
    <w:rsid w:val="006121D4"/>
    <w:rsid w:val="00613B49"/>
    <w:rsid w:val="00620E8E"/>
    <w:rsid w:val="00622F9D"/>
    <w:rsid w:val="0063021D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50F3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26336"/>
    <w:rsid w:val="008306E7"/>
    <w:rsid w:val="00834BC8"/>
    <w:rsid w:val="00837FD6"/>
    <w:rsid w:val="00847B60"/>
    <w:rsid w:val="00850243"/>
    <w:rsid w:val="008545EB"/>
    <w:rsid w:val="00854838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41D4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31D6"/>
    <w:rsid w:val="009D5D2C"/>
    <w:rsid w:val="009E3B41"/>
    <w:rsid w:val="009F0DCC"/>
    <w:rsid w:val="009F11CA"/>
    <w:rsid w:val="009F1D96"/>
    <w:rsid w:val="00A0695B"/>
    <w:rsid w:val="00A13052"/>
    <w:rsid w:val="00A216A8"/>
    <w:rsid w:val="00A223A6"/>
    <w:rsid w:val="00A301E0"/>
    <w:rsid w:val="00A354FC"/>
    <w:rsid w:val="00A5092E"/>
    <w:rsid w:val="00A520B4"/>
    <w:rsid w:val="00A56E14"/>
    <w:rsid w:val="00A61D31"/>
    <w:rsid w:val="00A644BD"/>
    <w:rsid w:val="00A6476B"/>
    <w:rsid w:val="00A76C6C"/>
    <w:rsid w:val="00A772D9"/>
    <w:rsid w:val="00A7771F"/>
    <w:rsid w:val="00A87A93"/>
    <w:rsid w:val="00A92DD1"/>
    <w:rsid w:val="00AA5338"/>
    <w:rsid w:val="00AA5E0C"/>
    <w:rsid w:val="00AB1759"/>
    <w:rsid w:val="00AB1B8E"/>
    <w:rsid w:val="00AC0696"/>
    <w:rsid w:val="00AC4C98"/>
    <w:rsid w:val="00AC5F6B"/>
    <w:rsid w:val="00AC7D84"/>
    <w:rsid w:val="00AD3896"/>
    <w:rsid w:val="00AD5B47"/>
    <w:rsid w:val="00AE1ED9"/>
    <w:rsid w:val="00AE32CB"/>
    <w:rsid w:val="00AF3115"/>
    <w:rsid w:val="00AF3957"/>
    <w:rsid w:val="00B06749"/>
    <w:rsid w:val="00B12013"/>
    <w:rsid w:val="00B22C67"/>
    <w:rsid w:val="00B3508F"/>
    <w:rsid w:val="00B443EE"/>
    <w:rsid w:val="00B560C8"/>
    <w:rsid w:val="00B61150"/>
    <w:rsid w:val="00B629FB"/>
    <w:rsid w:val="00B65BC7"/>
    <w:rsid w:val="00B746B9"/>
    <w:rsid w:val="00B848D4"/>
    <w:rsid w:val="00B865B7"/>
    <w:rsid w:val="00B955B0"/>
    <w:rsid w:val="00B97250"/>
    <w:rsid w:val="00BA1CB1"/>
    <w:rsid w:val="00BA482D"/>
    <w:rsid w:val="00BA7B66"/>
    <w:rsid w:val="00BB23F4"/>
    <w:rsid w:val="00BC5075"/>
    <w:rsid w:val="00BD3B0F"/>
    <w:rsid w:val="00BE036A"/>
    <w:rsid w:val="00BF1D4C"/>
    <w:rsid w:val="00BF3F0A"/>
    <w:rsid w:val="00C01B36"/>
    <w:rsid w:val="00C02BF0"/>
    <w:rsid w:val="00C143C3"/>
    <w:rsid w:val="00C1739B"/>
    <w:rsid w:val="00C26067"/>
    <w:rsid w:val="00C30A29"/>
    <w:rsid w:val="00C317DC"/>
    <w:rsid w:val="00C51B7D"/>
    <w:rsid w:val="00C54EF8"/>
    <w:rsid w:val="00C578E9"/>
    <w:rsid w:val="00C642D2"/>
    <w:rsid w:val="00C70626"/>
    <w:rsid w:val="00C72860"/>
    <w:rsid w:val="00C73B90"/>
    <w:rsid w:val="00C96AF3"/>
    <w:rsid w:val="00C97CCC"/>
    <w:rsid w:val="00CA0274"/>
    <w:rsid w:val="00CB2FF5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F87"/>
    <w:rsid w:val="00D25D16"/>
    <w:rsid w:val="00D30BC5"/>
    <w:rsid w:val="00D32124"/>
    <w:rsid w:val="00D33DE5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A7E51"/>
    <w:rsid w:val="00DB557A"/>
    <w:rsid w:val="00DC1D69"/>
    <w:rsid w:val="00DC5A3A"/>
    <w:rsid w:val="00DF1BBF"/>
    <w:rsid w:val="00E238E6"/>
    <w:rsid w:val="00E35064"/>
    <w:rsid w:val="00E438C3"/>
    <w:rsid w:val="00E501F0"/>
    <w:rsid w:val="00E772A2"/>
    <w:rsid w:val="00E91BFF"/>
    <w:rsid w:val="00E92933"/>
    <w:rsid w:val="00EA3813"/>
    <w:rsid w:val="00EA3B97"/>
    <w:rsid w:val="00EB0AA4"/>
    <w:rsid w:val="00EB5C88"/>
    <w:rsid w:val="00EB7EB1"/>
    <w:rsid w:val="00EC0469"/>
    <w:rsid w:val="00EE1D74"/>
    <w:rsid w:val="00EF01F8"/>
    <w:rsid w:val="00EF4016"/>
    <w:rsid w:val="00EF40EF"/>
    <w:rsid w:val="00F06ECE"/>
    <w:rsid w:val="00F13884"/>
    <w:rsid w:val="00F1480E"/>
    <w:rsid w:val="00F1497D"/>
    <w:rsid w:val="00F16AAC"/>
    <w:rsid w:val="00F21C21"/>
    <w:rsid w:val="00F4044F"/>
    <w:rsid w:val="00F438FC"/>
    <w:rsid w:val="00F5616F"/>
    <w:rsid w:val="00F56827"/>
    <w:rsid w:val="00F65EF0"/>
    <w:rsid w:val="00F71651"/>
    <w:rsid w:val="00F76CC6"/>
    <w:rsid w:val="00FA2130"/>
    <w:rsid w:val="00FC552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4AC9C"/>
  <w15:docId w15:val="{79D72B30-BE81-4534-9E76-540DDED27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A61D3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SkillSet%20(6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9A06006C904FAED4D655188B4390" ma:contentTypeVersion="" ma:contentTypeDescription="Create a new document." ma:contentTypeScope="" ma:versionID="d193337a130a13c6e2a68b7e7b71561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7e8f3b7-4014-49cf-bdbb-f7e52bcba8b1" targetNamespace="http://schemas.microsoft.com/office/2006/metadata/properties" ma:root="true" ma:fieldsID="baac30bba7cd29ec6c45c0ddb21cd999" ns1:_="" ns2:_="" ns3:_="">
    <xsd:import namespace="http://schemas.microsoft.com/sharepoint/v3"/>
    <xsd:import namespace="d50bbff7-d6dd-47d2-864a-cfdc2c3db0f4"/>
    <xsd:import namespace="67e8f3b7-4014-49cf-bdbb-f7e52bcba8b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e8f3b7-4014-49cf-bdbb-f7e52bcba8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C932BC7-88C5-4DD0-9653-39654F096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7e8f3b7-4014-49cf-bdbb-f7e52bcba8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(6)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Tom Vassallo</dc:creator>
  <cp:lastModifiedBy>William Henderson</cp:lastModifiedBy>
  <cp:revision>11</cp:revision>
  <cp:lastPrinted>2016-05-27T05:21:00Z</cp:lastPrinted>
  <dcterms:created xsi:type="dcterms:W3CDTF">2022-05-25T06:09:00Z</dcterms:created>
  <dcterms:modified xsi:type="dcterms:W3CDTF">2022-10-27T23:33:00Z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0x0101005ED19A06006C904FAED4D655188B4390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