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2B1B5F" w14:paraId="382CA9AA" w14:textId="77777777" w:rsidTr="00E30772">
        <w:trPr>
          <w:trHeight w:val="222"/>
        </w:trPr>
        <w:tc>
          <w:tcPr>
            <w:tcW w:w="2689" w:type="dxa"/>
          </w:tcPr>
          <w:p w14:paraId="6F50302A" w14:textId="714C9072" w:rsidR="002B1B5F" w:rsidRPr="002B1B5F" w:rsidRDefault="002B1B5F" w:rsidP="002B1B5F">
            <w:pPr>
              <w:pStyle w:val="SIText"/>
            </w:pPr>
            <w:r w:rsidRPr="002B1B5F">
              <w:t>Release 1</w:t>
            </w:r>
          </w:p>
        </w:tc>
        <w:tc>
          <w:tcPr>
            <w:tcW w:w="6939" w:type="dxa"/>
          </w:tcPr>
          <w:p w14:paraId="7254BEE7" w14:textId="108EBBD6" w:rsidR="002B1B5F" w:rsidRPr="00B60C95" w:rsidRDefault="00E30772" w:rsidP="000A3FBD">
            <w:pPr>
              <w:pStyle w:val="SIText"/>
            </w:pPr>
            <w:r w:rsidRPr="00B60C95">
              <w:t xml:space="preserve">This version released with AHC Agriculture, Horticulture, Conservation and Land Management Training Package Version </w:t>
            </w:r>
            <w:r w:rsidR="007A40B3" w:rsidRPr="000A3FBD">
              <w:t>9</w:t>
            </w:r>
            <w:r w:rsidRPr="00B60C95">
              <w:t>.0</w:t>
            </w:r>
          </w:p>
        </w:tc>
      </w:tr>
    </w:tbl>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8C2EB8">
        <w:trPr>
          <w:tblHeader/>
        </w:trPr>
        <w:tc>
          <w:tcPr>
            <w:tcW w:w="1396" w:type="pct"/>
            <w:shd w:val="clear" w:color="auto" w:fill="auto"/>
          </w:tcPr>
          <w:p w14:paraId="70C28C50" w14:textId="2342AF36" w:rsidR="00AE6F9D" w:rsidRPr="00923720" w:rsidRDefault="00920E8C" w:rsidP="008C2EB8">
            <w:pPr>
              <w:pStyle w:val="SIUNITCODE"/>
            </w:pPr>
            <w:bookmarkStart w:id="0" w:name="_Hlk100075868"/>
            <w:r>
              <w:t>AHCPLY2</w:t>
            </w:r>
            <w:r w:rsidR="00B5499A">
              <w:t>X1</w:t>
            </w:r>
            <w:bookmarkEnd w:id="0"/>
          </w:p>
        </w:tc>
        <w:tc>
          <w:tcPr>
            <w:tcW w:w="3604" w:type="pct"/>
            <w:shd w:val="clear" w:color="auto" w:fill="auto"/>
          </w:tcPr>
          <w:p w14:paraId="728DD6DD" w14:textId="377A597E" w:rsidR="00AE6F9D" w:rsidRPr="00923720" w:rsidRDefault="00920E8C" w:rsidP="008C2EB8">
            <w:pPr>
              <w:pStyle w:val="SIUnittitle"/>
            </w:pPr>
            <w:bookmarkStart w:id="1" w:name="_Hlk100075857"/>
            <w:r w:rsidRPr="00920E8C">
              <w:t>Collect</w:t>
            </w:r>
            <w:r w:rsidR="00974848">
              <w:t>,</w:t>
            </w:r>
            <w:r w:rsidRPr="00920E8C">
              <w:t xml:space="preserve"> store and handle eggs from breeder flocks</w:t>
            </w:r>
            <w:bookmarkEnd w:id="1"/>
          </w:p>
        </w:tc>
      </w:tr>
      <w:tr w:rsidR="00F1480E" w:rsidRPr="00963A46" w14:paraId="7DE98412" w14:textId="77777777" w:rsidTr="008C2EB8">
        <w:tc>
          <w:tcPr>
            <w:tcW w:w="1396" w:type="pct"/>
            <w:shd w:val="clear" w:color="auto" w:fill="auto"/>
          </w:tcPr>
          <w:p w14:paraId="04EF8A29" w14:textId="77777777" w:rsidR="00F1480E" w:rsidRPr="005404CB" w:rsidRDefault="00FD557D" w:rsidP="008C2EB8">
            <w:pPr>
              <w:pStyle w:val="SIHeading2"/>
            </w:pPr>
            <w:r w:rsidRPr="00FD557D">
              <w:t>Application</w:t>
            </w:r>
          </w:p>
          <w:p w14:paraId="7493F93E" w14:textId="77777777" w:rsidR="00FD557D" w:rsidRPr="00923720" w:rsidRDefault="00FD557D" w:rsidP="008C2EB8">
            <w:pPr>
              <w:pStyle w:val="SIHeading2"/>
            </w:pPr>
          </w:p>
        </w:tc>
        <w:tc>
          <w:tcPr>
            <w:tcW w:w="3604" w:type="pct"/>
            <w:shd w:val="clear" w:color="auto" w:fill="auto"/>
          </w:tcPr>
          <w:p w14:paraId="18418CDC" w14:textId="2A90068B" w:rsidR="00E30772" w:rsidRPr="00B60C95" w:rsidRDefault="00E30772" w:rsidP="00023D7B">
            <w:pPr>
              <w:pStyle w:val="SIText"/>
            </w:pPr>
            <w:r w:rsidRPr="00B60C95">
              <w:t>This unit of competency describes the skills and knowledge required to collect, store and handle fertile eggs from breeder flocks</w:t>
            </w:r>
            <w:r w:rsidR="00974848" w:rsidRPr="00B60C95">
              <w:t>.</w:t>
            </w:r>
          </w:p>
          <w:p w14:paraId="5CD1AA2A" w14:textId="1EE2F999" w:rsidR="00E30772" w:rsidRPr="00B60C95" w:rsidRDefault="00E30772" w:rsidP="00023D7B">
            <w:pPr>
              <w:pStyle w:val="SIText"/>
            </w:pPr>
          </w:p>
          <w:p w14:paraId="2A58AF81" w14:textId="6A8FE862" w:rsidR="00A34526" w:rsidRPr="00B60C95" w:rsidRDefault="00A34526" w:rsidP="00023D7B">
            <w:pPr>
              <w:pStyle w:val="SIText"/>
            </w:pPr>
            <w:r w:rsidRPr="00B60C95">
              <w:t xml:space="preserve">This unit applies to workers in </w:t>
            </w:r>
            <w:r w:rsidR="001444B1" w:rsidRPr="00023D7B">
              <w:t xml:space="preserve">commercial </w:t>
            </w:r>
            <w:r w:rsidRPr="00B60C95">
              <w:t xml:space="preserve">poultry production who undertake routine tasks under supervision. </w:t>
            </w:r>
            <w:bookmarkStart w:id="2" w:name="_Hlk95819301"/>
            <w:r w:rsidR="001E360E" w:rsidRPr="00B60C95">
              <w:t xml:space="preserve">They </w:t>
            </w:r>
            <w:r w:rsidR="001444B1" w:rsidRPr="00023D7B">
              <w:t xml:space="preserve">perform </w:t>
            </w:r>
            <w:r w:rsidR="001E360E" w:rsidRPr="00B60C95">
              <w:t xml:space="preserve">defined activities </w:t>
            </w:r>
            <w:r w:rsidR="003C38DA" w:rsidRPr="00B60C95">
              <w:t>according to enterprise procedures</w:t>
            </w:r>
            <w:r w:rsidR="001E360E" w:rsidRPr="00B60C95">
              <w:t>.</w:t>
            </w:r>
            <w:bookmarkEnd w:id="2"/>
            <w:r w:rsidR="001E360E" w:rsidRPr="00B60C95">
              <w:t xml:space="preserve"> </w:t>
            </w:r>
            <w:r w:rsidRPr="00B60C95">
              <w:t>Work environments may include</w:t>
            </w:r>
            <w:r w:rsidR="00D860B3" w:rsidRPr="00023D7B">
              <w:t xml:space="preserve"> </w:t>
            </w:r>
            <w:r w:rsidR="00F73D1B" w:rsidRPr="00023D7B">
              <w:t>poultry</w:t>
            </w:r>
            <w:r w:rsidR="00D860B3" w:rsidRPr="00023D7B">
              <w:t xml:space="preserve"> </w:t>
            </w:r>
            <w:r w:rsidR="00F73D1B" w:rsidRPr="00023D7B">
              <w:t>farms</w:t>
            </w:r>
            <w:r w:rsidR="00D860B3" w:rsidRPr="00023D7B">
              <w:t xml:space="preserve"> and breeding </w:t>
            </w:r>
            <w:r w:rsidR="00F73D1B" w:rsidRPr="00023D7B">
              <w:t>facilities.</w:t>
            </w:r>
          </w:p>
          <w:p w14:paraId="048E34B5" w14:textId="118E9A46" w:rsidR="00A34526" w:rsidRPr="00B60C95" w:rsidRDefault="00A34526" w:rsidP="00023D7B">
            <w:pPr>
              <w:pStyle w:val="SIText"/>
            </w:pPr>
          </w:p>
          <w:p w14:paraId="7BDFCA92" w14:textId="2C6A6E10" w:rsidR="00780ACE" w:rsidRPr="00023D7B" w:rsidRDefault="001E360E" w:rsidP="00023D7B">
            <w:pPr>
              <w:pStyle w:val="SIText"/>
            </w:pPr>
            <w:r w:rsidRPr="00B60C95">
              <w:t xml:space="preserve">Commonwealth and/or state/territory health and safety, animal welfare, environmental protection and biosecurity legislation, regulations and codes of practice apply to keeping </w:t>
            </w:r>
            <w:r w:rsidR="001B4780" w:rsidRPr="00023D7B">
              <w:t xml:space="preserve">of </w:t>
            </w:r>
            <w:r w:rsidRPr="00B60C95">
              <w:t>and working with poultry</w:t>
            </w:r>
            <w:r w:rsidR="00D84EB1" w:rsidRPr="00023D7B">
              <w:t>, including the handling of fertilised eggs</w:t>
            </w:r>
            <w:r w:rsidRPr="00B60C95">
              <w:t xml:space="preserve">. </w:t>
            </w:r>
            <w:r w:rsidR="0016221D" w:rsidRPr="00023D7B">
              <w:t xml:space="preserve">Food safety regulations and codes also apply to </w:t>
            </w:r>
            <w:r w:rsidR="006C26BF" w:rsidRPr="00023D7B">
              <w:t xml:space="preserve">breeder </w:t>
            </w:r>
            <w:r w:rsidR="0016221D" w:rsidRPr="00023D7B">
              <w:t xml:space="preserve">eggs that </w:t>
            </w:r>
            <w:r w:rsidR="00A84343" w:rsidRPr="00023D7B">
              <w:t xml:space="preserve">are </w:t>
            </w:r>
            <w:r w:rsidR="0016221D" w:rsidRPr="00023D7B">
              <w:t xml:space="preserve">sold for human consumption. </w:t>
            </w:r>
            <w:r w:rsidRPr="00B60C95">
              <w:t>Requirements vary between jurisdictions.</w:t>
            </w:r>
            <w:r w:rsidR="001D7DCE" w:rsidRPr="00023D7B">
              <w:t xml:space="preserve">  </w:t>
            </w:r>
          </w:p>
          <w:p w14:paraId="0A62AFE7" w14:textId="77777777" w:rsidR="00E30772" w:rsidRDefault="00E30772" w:rsidP="008C2EB8"/>
          <w:p w14:paraId="25064DF5" w14:textId="1BD4F13F" w:rsidR="00373436" w:rsidRPr="000754EC" w:rsidRDefault="00BD6D29" w:rsidP="00023D7B">
            <w:pPr>
              <w:pStyle w:val="SIText"/>
            </w:pPr>
            <w:r w:rsidRPr="00023D7B">
              <w:t>No licensing, legislative or certification requirements apply to this unit at the time of publication</w:t>
            </w:r>
            <w:r w:rsidR="002052A1" w:rsidRPr="00023D7B">
              <w:t>.</w:t>
            </w:r>
            <w:r w:rsidR="00E13BC0" w:rsidRPr="00023D7B">
              <w:t xml:space="preserve"> </w:t>
            </w:r>
          </w:p>
        </w:tc>
      </w:tr>
      <w:tr w:rsidR="00F1480E" w:rsidRPr="00963A46" w14:paraId="7E846D13" w14:textId="77777777" w:rsidTr="008C2EB8">
        <w:tc>
          <w:tcPr>
            <w:tcW w:w="1396" w:type="pct"/>
            <w:shd w:val="clear" w:color="auto" w:fill="auto"/>
          </w:tcPr>
          <w:p w14:paraId="027C9F1A" w14:textId="77777777" w:rsidR="00F1480E" w:rsidRPr="005404CB" w:rsidRDefault="00FD557D" w:rsidP="008C2EB8">
            <w:pPr>
              <w:pStyle w:val="SIHeading2"/>
            </w:pPr>
            <w:r w:rsidRPr="00923720">
              <w:t>Prerequisite Unit</w:t>
            </w:r>
          </w:p>
        </w:tc>
        <w:tc>
          <w:tcPr>
            <w:tcW w:w="3604" w:type="pct"/>
            <w:shd w:val="clear" w:color="auto" w:fill="auto"/>
          </w:tcPr>
          <w:p w14:paraId="01F065F7" w14:textId="394EB634" w:rsidR="00C46BBF" w:rsidRPr="00C46BBF" w:rsidRDefault="00C46BBF" w:rsidP="008C2EB8">
            <w:pPr>
              <w:pStyle w:val="SIText"/>
            </w:pPr>
            <w:r>
              <w:t>Nil</w:t>
            </w:r>
          </w:p>
        </w:tc>
      </w:tr>
      <w:tr w:rsidR="00F1480E" w:rsidRPr="00963A46" w14:paraId="2DCDD566" w14:textId="77777777" w:rsidTr="008C2EB8">
        <w:tc>
          <w:tcPr>
            <w:tcW w:w="1396" w:type="pct"/>
            <w:shd w:val="clear" w:color="auto" w:fill="auto"/>
          </w:tcPr>
          <w:p w14:paraId="39597985" w14:textId="77777777" w:rsidR="00F1480E" w:rsidRPr="005404CB" w:rsidRDefault="00FD557D" w:rsidP="008C2EB8">
            <w:pPr>
              <w:pStyle w:val="SIHeading2"/>
            </w:pPr>
            <w:r w:rsidRPr="00923720">
              <w:t>Unit Sector</w:t>
            </w:r>
          </w:p>
        </w:tc>
        <w:tc>
          <w:tcPr>
            <w:tcW w:w="3604" w:type="pct"/>
            <w:shd w:val="clear" w:color="auto" w:fill="auto"/>
          </w:tcPr>
          <w:p w14:paraId="3897ACD2" w14:textId="553A57AF" w:rsidR="00C46BBF" w:rsidRPr="00D077F8" w:rsidRDefault="00E30772" w:rsidP="008C2EB8">
            <w:pPr>
              <w:pStyle w:val="SIText"/>
              <w:rPr>
                <w:rStyle w:val="SITemporaryText-blue"/>
              </w:rPr>
            </w:pPr>
            <w:r w:rsidRPr="00E30772">
              <w:t>Poultry (PLY)</w:t>
            </w:r>
          </w:p>
        </w:tc>
      </w:tr>
    </w:tbl>
    <w:p w14:paraId="4C806D1D" w14:textId="53216EAF" w:rsidR="00F1480E" w:rsidRDefault="008C2EB8" w:rsidP="005F771F">
      <w:pPr>
        <w:pStyle w:val="SIText"/>
      </w:pPr>
      <w:r>
        <w:br w:type="textWrapping" w:clear="all"/>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D658D2" w:rsidRPr="00963A46" w14:paraId="46FEEF51" w14:textId="77777777" w:rsidTr="00D658D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C3DE15F" w14:textId="77777777" w:rsidR="00D658D2" w:rsidRPr="00D658D2" w:rsidRDefault="00D658D2" w:rsidP="00D658D2">
            <w:pPr>
              <w:pStyle w:val="SIText"/>
            </w:pPr>
            <w:bookmarkStart w:id="3" w:name="_Hlk94798578"/>
            <w:r w:rsidRPr="00D658D2">
              <w:t>1. Prepare to handle eggs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CFBBBD2" w14:textId="10045EC9" w:rsidR="00D658D2" w:rsidRPr="00B60C95" w:rsidRDefault="00D658D2" w:rsidP="00023D7B">
            <w:pPr>
              <w:pStyle w:val="SIText"/>
            </w:pPr>
            <w:r w:rsidRPr="00B60C95">
              <w:t xml:space="preserve">1.1 </w:t>
            </w:r>
            <w:r w:rsidR="00062D4B" w:rsidRPr="00B60C95">
              <w:t>Confirm and f</w:t>
            </w:r>
            <w:r w:rsidRPr="00B60C95">
              <w:t xml:space="preserve">ollow </w:t>
            </w:r>
            <w:r w:rsidR="00974848" w:rsidRPr="00B60C95">
              <w:t xml:space="preserve">personal hygiene and other </w:t>
            </w:r>
            <w:r w:rsidRPr="00B60C95">
              <w:t>biosecurity procedures</w:t>
            </w:r>
            <w:r w:rsidR="00974848" w:rsidRPr="00B60C95">
              <w:t xml:space="preserve"> </w:t>
            </w:r>
            <w:r w:rsidR="00A77703" w:rsidRPr="00B60C95">
              <w:t xml:space="preserve">which apply to </w:t>
            </w:r>
            <w:r w:rsidR="001E164D">
              <w:t xml:space="preserve">entering and </w:t>
            </w:r>
            <w:r w:rsidR="003C16FD" w:rsidRPr="00B60C95">
              <w:t xml:space="preserve">working on a poultry breeding farm or facility </w:t>
            </w:r>
          </w:p>
          <w:p w14:paraId="33BD7D1A" w14:textId="45FB4B4F" w:rsidR="005C25AD" w:rsidRPr="00B60C95" w:rsidRDefault="00D658D2" w:rsidP="00023D7B">
            <w:pPr>
              <w:pStyle w:val="SIText"/>
            </w:pPr>
            <w:r w:rsidRPr="00B60C95">
              <w:t>1.</w:t>
            </w:r>
            <w:r w:rsidR="00974848" w:rsidRPr="00B60C95">
              <w:t>2</w:t>
            </w:r>
            <w:r w:rsidRPr="00B60C95">
              <w:t xml:space="preserve"> </w:t>
            </w:r>
            <w:r w:rsidR="005C25AD" w:rsidRPr="00023D7B">
              <w:t xml:space="preserve">Identify </w:t>
            </w:r>
            <w:r w:rsidR="00E74214">
              <w:t xml:space="preserve">health and safety </w:t>
            </w:r>
            <w:r w:rsidR="005C25AD" w:rsidRPr="00023D7B">
              <w:t>hazards, assess risks and control and/or report risks</w:t>
            </w:r>
          </w:p>
          <w:p w14:paraId="6AFED9ED" w14:textId="0771394C" w:rsidR="00E967B1" w:rsidRPr="00023D7B" w:rsidRDefault="00E967B1" w:rsidP="00B60C95">
            <w:pPr>
              <w:pStyle w:val="SIText"/>
            </w:pPr>
            <w:r w:rsidRPr="00023D7B">
              <w:t>1.</w:t>
            </w:r>
            <w:r w:rsidR="00974848" w:rsidRPr="00023D7B">
              <w:t>3</w:t>
            </w:r>
            <w:r w:rsidRPr="00023D7B">
              <w:t xml:space="preserve"> Select</w:t>
            </w:r>
            <w:r w:rsidR="00A77703" w:rsidRPr="00023D7B">
              <w:t xml:space="preserve"> </w:t>
            </w:r>
            <w:r w:rsidRPr="00023D7B">
              <w:t xml:space="preserve">and fit appropriate personal protective equipment (PPE) </w:t>
            </w:r>
            <w:r w:rsidR="00B60C95" w:rsidRPr="00023D7B">
              <w:t>required for tasks</w:t>
            </w:r>
          </w:p>
          <w:p w14:paraId="15786672" w14:textId="5A583EE2" w:rsidR="00E5330E" w:rsidRPr="00D658D2" w:rsidRDefault="00D658D2" w:rsidP="00023D7B">
            <w:pPr>
              <w:pStyle w:val="SIText"/>
            </w:pPr>
            <w:r w:rsidRPr="00B60C95">
              <w:t>1.</w:t>
            </w:r>
            <w:r w:rsidR="00974848" w:rsidRPr="00B60C95">
              <w:t>4</w:t>
            </w:r>
            <w:r w:rsidR="00554F6B" w:rsidRPr="00B60C95">
              <w:t xml:space="preserve"> </w:t>
            </w:r>
            <w:r w:rsidR="00E5330E" w:rsidRPr="00B60C95">
              <w:t>Check work area and equipment are clean and ready for operation</w:t>
            </w:r>
          </w:p>
        </w:tc>
      </w:tr>
      <w:tr w:rsidR="000820D3" w:rsidRPr="00963A46" w14:paraId="58B681A1" w14:textId="77777777" w:rsidTr="00CA2922">
        <w:trPr>
          <w:cantSplit/>
        </w:trPr>
        <w:tc>
          <w:tcPr>
            <w:tcW w:w="1396" w:type="pct"/>
            <w:shd w:val="clear" w:color="auto" w:fill="auto"/>
          </w:tcPr>
          <w:p w14:paraId="4E154B01" w14:textId="149AAD18" w:rsidR="000820D3" w:rsidRPr="000820D3" w:rsidRDefault="000820D3" w:rsidP="000820D3">
            <w:pPr>
              <w:pStyle w:val="SIText"/>
            </w:pPr>
            <w:r w:rsidRPr="000820D3">
              <w:t>2. Collect and sort eggs</w:t>
            </w:r>
          </w:p>
        </w:tc>
        <w:tc>
          <w:tcPr>
            <w:tcW w:w="3604" w:type="pct"/>
            <w:shd w:val="clear" w:color="auto" w:fill="auto"/>
          </w:tcPr>
          <w:p w14:paraId="4C842B92" w14:textId="739E2E90" w:rsidR="000820D3" w:rsidRPr="000820D3" w:rsidRDefault="000820D3" w:rsidP="000820D3">
            <w:r w:rsidRPr="000820D3">
              <w:t>2.1 Ensure nests and egg belts are free of sick</w:t>
            </w:r>
            <w:r w:rsidR="00D2434E">
              <w:t>,</w:t>
            </w:r>
            <w:r w:rsidRPr="000820D3">
              <w:t xml:space="preserve"> injured </w:t>
            </w:r>
            <w:r w:rsidR="00D2434E">
              <w:t xml:space="preserve">or dead </w:t>
            </w:r>
            <w:r w:rsidRPr="000820D3">
              <w:t xml:space="preserve">birds and other obstructions </w:t>
            </w:r>
            <w:r w:rsidR="001E55CF" w:rsidRPr="001E55CF">
              <w:t xml:space="preserve">using safe and low stress </w:t>
            </w:r>
            <w:r w:rsidR="007738D6">
              <w:t xml:space="preserve">animal </w:t>
            </w:r>
            <w:r w:rsidR="001E55CF" w:rsidRPr="001E55CF">
              <w:t>handling techniques</w:t>
            </w:r>
          </w:p>
          <w:p w14:paraId="05885636" w14:textId="33F06971" w:rsidR="000820D3" w:rsidRPr="000820D3" w:rsidRDefault="000820D3" w:rsidP="000820D3">
            <w:r w:rsidRPr="000820D3">
              <w:t>2.2 Collect eggs</w:t>
            </w:r>
            <w:r w:rsidR="00C8143E">
              <w:t xml:space="preserve"> manually</w:t>
            </w:r>
            <w:r w:rsidRPr="000820D3">
              <w:t xml:space="preserve"> </w:t>
            </w:r>
            <w:r w:rsidR="00C8143E">
              <w:t xml:space="preserve">or mechanically </w:t>
            </w:r>
            <w:r w:rsidRPr="000820D3">
              <w:t>from nesting system</w:t>
            </w:r>
          </w:p>
          <w:p w14:paraId="5A6004BF" w14:textId="77777777" w:rsidR="000820D3" w:rsidRPr="000820D3" w:rsidRDefault="000820D3" w:rsidP="000820D3">
            <w:r w:rsidRPr="000820D3">
              <w:t>2.3 Collect floor eggs and keep separate</w:t>
            </w:r>
          </w:p>
          <w:p w14:paraId="00AB94A2" w14:textId="0327121E" w:rsidR="0072194E" w:rsidRPr="000820D3" w:rsidRDefault="0072194E" w:rsidP="000820D3">
            <w:r>
              <w:t xml:space="preserve">2.4 </w:t>
            </w:r>
            <w:r w:rsidRPr="0072194E">
              <w:t>Operate egg handling equipment and control flow of eggs according to enterprise procedures</w:t>
            </w:r>
          </w:p>
          <w:p w14:paraId="00A5FD50" w14:textId="40164585" w:rsidR="000820D3" w:rsidRPr="000820D3" w:rsidRDefault="000820D3" w:rsidP="000820D3">
            <w:r w:rsidRPr="000820D3">
              <w:t>2.</w:t>
            </w:r>
            <w:r w:rsidR="00ED6077">
              <w:t>5</w:t>
            </w:r>
            <w:r w:rsidR="00CB4D6A" w:rsidRPr="000820D3">
              <w:t xml:space="preserve"> </w:t>
            </w:r>
            <w:r w:rsidRPr="000820D3">
              <w:t xml:space="preserve">Remove very dirty, cracked, </w:t>
            </w:r>
            <w:r w:rsidR="00B60C95" w:rsidRPr="000820D3">
              <w:t>leak</w:t>
            </w:r>
            <w:r w:rsidR="00B60C95">
              <w:t>ing</w:t>
            </w:r>
            <w:r w:rsidR="00B60C95" w:rsidRPr="000820D3">
              <w:t xml:space="preserve"> </w:t>
            </w:r>
            <w:r w:rsidRPr="000820D3">
              <w:t>or weak shelled eggs</w:t>
            </w:r>
            <w:r w:rsidR="00C8143E">
              <w:t xml:space="preserve"> manually or mechanically </w:t>
            </w:r>
          </w:p>
          <w:p w14:paraId="6E1C9764" w14:textId="62D3DB2F" w:rsidR="000820D3" w:rsidRPr="000820D3" w:rsidRDefault="000820D3" w:rsidP="000820D3">
            <w:r w:rsidRPr="000820D3">
              <w:t>2.</w:t>
            </w:r>
            <w:r w:rsidR="00ED6077">
              <w:t>6</w:t>
            </w:r>
            <w:r w:rsidR="00ED6077" w:rsidRPr="000820D3">
              <w:t xml:space="preserve"> </w:t>
            </w:r>
            <w:r w:rsidRPr="000820D3">
              <w:t>Wash eggs as required using approved sanitisers and temperatures</w:t>
            </w:r>
          </w:p>
          <w:p w14:paraId="21EB3E01" w14:textId="748C915B" w:rsidR="000820D3" w:rsidRPr="000820D3" w:rsidRDefault="000820D3" w:rsidP="000820D3">
            <w:pPr>
              <w:pStyle w:val="SIText"/>
            </w:pPr>
            <w:r w:rsidRPr="000820D3">
              <w:t>2.</w:t>
            </w:r>
            <w:r w:rsidR="00E243BE">
              <w:t>7</w:t>
            </w:r>
            <w:r w:rsidR="00E243BE" w:rsidRPr="000820D3">
              <w:t xml:space="preserve"> </w:t>
            </w:r>
            <w:r w:rsidRPr="000820D3">
              <w:t>Sort eggs into settable and non-settable and categories within each</w:t>
            </w:r>
          </w:p>
        </w:tc>
      </w:tr>
      <w:tr w:rsidR="000820D3" w:rsidRPr="00963A46" w14:paraId="6E435E3F" w14:textId="77777777" w:rsidTr="00CA2922">
        <w:trPr>
          <w:cantSplit/>
        </w:trPr>
        <w:tc>
          <w:tcPr>
            <w:tcW w:w="1396" w:type="pct"/>
            <w:shd w:val="clear" w:color="auto" w:fill="auto"/>
          </w:tcPr>
          <w:p w14:paraId="6C97F273" w14:textId="3C08EE04" w:rsidR="000820D3" w:rsidRPr="000820D3" w:rsidRDefault="000820D3" w:rsidP="000820D3">
            <w:pPr>
              <w:pStyle w:val="SIText"/>
            </w:pPr>
            <w:r w:rsidRPr="000820D3">
              <w:t>3. Pack and store eggs</w:t>
            </w:r>
          </w:p>
        </w:tc>
        <w:tc>
          <w:tcPr>
            <w:tcW w:w="3604" w:type="pct"/>
            <w:shd w:val="clear" w:color="auto" w:fill="auto"/>
          </w:tcPr>
          <w:p w14:paraId="397E02A9" w14:textId="77777777" w:rsidR="000820D3" w:rsidRPr="00B60C95" w:rsidRDefault="000820D3" w:rsidP="00023D7B">
            <w:pPr>
              <w:pStyle w:val="SIText"/>
            </w:pPr>
            <w:r w:rsidRPr="00B60C95">
              <w:t>3.1 Place eggs on appropriate trays with pointed end down</w:t>
            </w:r>
          </w:p>
          <w:p w14:paraId="3238F03A" w14:textId="77777777" w:rsidR="000820D3" w:rsidRPr="00B60C95" w:rsidRDefault="000820D3" w:rsidP="00023D7B">
            <w:pPr>
              <w:pStyle w:val="SIText"/>
            </w:pPr>
            <w:r w:rsidRPr="00B60C95">
              <w:t>3.2 Assemble and stack trays in categories and label clearly and accurately</w:t>
            </w:r>
          </w:p>
          <w:p w14:paraId="4D64AAF3" w14:textId="77777777" w:rsidR="000820D3" w:rsidRPr="00B60C95" w:rsidRDefault="000820D3" w:rsidP="00023D7B">
            <w:pPr>
              <w:pStyle w:val="SIText"/>
            </w:pPr>
            <w:r w:rsidRPr="00B60C95">
              <w:t>3.3 Transfer eggs to storage in order of age, category or dispatch order</w:t>
            </w:r>
          </w:p>
          <w:p w14:paraId="29FF09DD" w14:textId="1A7AED7F" w:rsidR="000820D3" w:rsidRPr="00B60C95" w:rsidRDefault="000820D3" w:rsidP="00023D7B">
            <w:pPr>
              <w:pStyle w:val="SIText"/>
            </w:pPr>
            <w:r w:rsidRPr="00B60C95">
              <w:t>3.4 Operate egg storage facilities</w:t>
            </w:r>
            <w:r w:rsidR="00B60C95" w:rsidRPr="00B60C95">
              <w:t xml:space="preserve"> and</w:t>
            </w:r>
            <w:r w:rsidRPr="00B60C95">
              <w:t>/</w:t>
            </w:r>
            <w:r w:rsidR="00B60C95" w:rsidRPr="00B60C95">
              <w:t>or</w:t>
            </w:r>
            <w:r w:rsidRPr="00B60C95">
              <w:t xml:space="preserve"> cool rooms according to enterprise procedures</w:t>
            </w:r>
          </w:p>
          <w:p w14:paraId="5A30F495" w14:textId="1775116D" w:rsidR="000820D3" w:rsidRPr="00B60C95" w:rsidRDefault="000820D3" w:rsidP="00B60C95">
            <w:pPr>
              <w:pStyle w:val="SIText"/>
            </w:pPr>
            <w:r w:rsidRPr="00B60C95">
              <w:t>3.5 Fumigate eggs if required</w:t>
            </w:r>
          </w:p>
          <w:p w14:paraId="510B7213" w14:textId="2117645C" w:rsidR="00BB38A1" w:rsidRPr="00B60C95" w:rsidRDefault="00BB38A1" w:rsidP="00B60C95">
            <w:pPr>
              <w:pStyle w:val="SIText"/>
            </w:pPr>
            <w:r w:rsidRPr="00023D7B">
              <w:t xml:space="preserve">3.6 </w:t>
            </w:r>
            <w:r w:rsidRPr="00B60C95">
              <w:t>Separate</w:t>
            </w:r>
            <w:r w:rsidRPr="00B60C95">
              <w:rPr>
                <w:rFonts w:eastAsiaTheme="majorEastAsia"/>
              </w:rPr>
              <w:t xml:space="preserve"> </w:t>
            </w:r>
            <w:r w:rsidRPr="00B60C95">
              <w:t xml:space="preserve">all eggs selected for human consumption according to </w:t>
            </w:r>
            <w:r w:rsidR="00B60C95" w:rsidRPr="00023D7B">
              <w:t>s</w:t>
            </w:r>
            <w:r w:rsidRPr="00B60C95">
              <w:t>tate/</w:t>
            </w:r>
            <w:r w:rsidR="00B60C95" w:rsidRPr="00023D7B">
              <w:t>t</w:t>
            </w:r>
            <w:r w:rsidRPr="00B60C95">
              <w:t xml:space="preserve">erritory legislative requirements </w:t>
            </w:r>
          </w:p>
          <w:p w14:paraId="1C3D1460" w14:textId="2EE47DDD" w:rsidR="00CB5ED5" w:rsidRPr="00023D7B" w:rsidRDefault="00ED6DBE" w:rsidP="00B60C95">
            <w:pPr>
              <w:pStyle w:val="SIText"/>
              <w:rPr>
                <w:rStyle w:val="SITemporaryText-green"/>
              </w:rPr>
            </w:pPr>
            <w:r w:rsidRPr="00B60C95">
              <w:t>3.</w:t>
            </w:r>
            <w:r w:rsidR="00AE2B8F" w:rsidRPr="00023D7B">
              <w:t>7</w:t>
            </w:r>
            <w:r w:rsidRPr="00B60C95">
              <w:t xml:space="preserve"> Complete records according to enterprise requirements</w:t>
            </w:r>
          </w:p>
        </w:tc>
      </w:tr>
      <w:tr w:rsidR="000820D3" w:rsidRPr="00963A46" w14:paraId="4CEB7DA2" w14:textId="77777777" w:rsidTr="00CA2922">
        <w:trPr>
          <w:cantSplit/>
        </w:trPr>
        <w:tc>
          <w:tcPr>
            <w:tcW w:w="1396" w:type="pct"/>
            <w:shd w:val="clear" w:color="auto" w:fill="auto"/>
          </w:tcPr>
          <w:p w14:paraId="46998286" w14:textId="615DE0B4" w:rsidR="000820D3" w:rsidRDefault="000820D3" w:rsidP="000820D3">
            <w:pPr>
              <w:pStyle w:val="SIText"/>
            </w:pPr>
            <w:r w:rsidRPr="000820D3">
              <w:lastRenderedPageBreak/>
              <w:t xml:space="preserve">4. </w:t>
            </w:r>
            <w:r w:rsidR="00EF583B" w:rsidRPr="009908BC">
              <w:t xml:space="preserve"> Clean and</w:t>
            </w:r>
            <w:r w:rsidR="00EF583B" w:rsidRPr="00EF583B">
              <w:t>/or sanitise work areas and equipment</w:t>
            </w:r>
          </w:p>
          <w:p w14:paraId="0DB230C0" w14:textId="77777777" w:rsidR="002A6107" w:rsidRDefault="002A6107" w:rsidP="000820D3">
            <w:pPr>
              <w:pStyle w:val="SIText"/>
            </w:pPr>
          </w:p>
          <w:p w14:paraId="137F05D0" w14:textId="044ADD6A" w:rsidR="002A6107" w:rsidRDefault="002A6107" w:rsidP="002A6107">
            <w:pPr>
              <w:pStyle w:val="SIText"/>
              <w:rPr>
                <w:rStyle w:val="SITemporaryText-green"/>
              </w:rPr>
            </w:pPr>
          </w:p>
          <w:p w14:paraId="471CE281" w14:textId="77777777" w:rsidR="002A6107" w:rsidRPr="00023D7B" w:rsidRDefault="002A6107" w:rsidP="002A6107">
            <w:pPr>
              <w:pStyle w:val="SIText"/>
              <w:rPr>
                <w:rStyle w:val="SITemporaryText-green"/>
              </w:rPr>
            </w:pPr>
          </w:p>
          <w:p w14:paraId="1FA92306" w14:textId="0831474B" w:rsidR="002A6107" w:rsidRPr="000820D3" w:rsidRDefault="002A6107" w:rsidP="002A6107">
            <w:pPr>
              <w:pStyle w:val="SIText"/>
            </w:pPr>
          </w:p>
        </w:tc>
        <w:tc>
          <w:tcPr>
            <w:tcW w:w="3604" w:type="pct"/>
            <w:shd w:val="clear" w:color="auto" w:fill="auto"/>
          </w:tcPr>
          <w:p w14:paraId="2ED28F88" w14:textId="2BFF82F6" w:rsidR="00ED6DBE" w:rsidRPr="00B60C95" w:rsidRDefault="002C1B90" w:rsidP="00023D7B">
            <w:pPr>
              <w:pStyle w:val="SIText"/>
            </w:pPr>
            <w:r w:rsidRPr="00B60C95">
              <w:t>4.1</w:t>
            </w:r>
            <w:r w:rsidR="00ED6DBE" w:rsidRPr="00B60C95">
              <w:t xml:space="preserve"> Identify hazards, assess risks and control and/or report risks </w:t>
            </w:r>
          </w:p>
          <w:p w14:paraId="5ED92E2C" w14:textId="59C7EAF7" w:rsidR="00ED6DBE" w:rsidRPr="00B60C95" w:rsidRDefault="002C1B90" w:rsidP="00023D7B">
            <w:pPr>
              <w:pStyle w:val="SIText"/>
            </w:pPr>
            <w:r w:rsidRPr="00B60C95">
              <w:t>4.2</w:t>
            </w:r>
            <w:r w:rsidR="00ED6DBE" w:rsidRPr="00B60C95">
              <w:t xml:space="preserve"> Select and fit appropriate PPE required for task</w:t>
            </w:r>
            <w:r w:rsidR="00B60C95" w:rsidRPr="00023D7B">
              <w:t>s</w:t>
            </w:r>
            <w:r w:rsidR="00ED6DBE" w:rsidRPr="00B60C95">
              <w:t xml:space="preserve"> </w:t>
            </w:r>
          </w:p>
          <w:p w14:paraId="017DCFB7" w14:textId="57E88218" w:rsidR="002C1B90" w:rsidRPr="00B60C95" w:rsidRDefault="002C1B90" w:rsidP="00023D7B">
            <w:pPr>
              <w:pStyle w:val="SIText"/>
            </w:pPr>
            <w:r w:rsidRPr="00B60C95">
              <w:t xml:space="preserve">4.3 Measure chemicals and prepare cleaning fluids safely </w:t>
            </w:r>
            <w:r w:rsidR="001D437C" w:rsidRPr="00B60C95">
              <w:t>according to supplier instructions and enterprise procedures</w:t>
            </w:r>
          </w:p>
          <w:p w14:paraId="1D13D1AF" w14:textId="6A657EF9" w:rsidR="002C1B90" w:rsidRPr="00B60C95" w:rsidRDefault="002C1B90" w:rsidP="00023D7B">
            <w:pPr>
              <w:pStyle w:val="SIText"/>
            </w:pPr>
            <w:r w:rsidRPr="00B60C95">
              <w:t>4.4 Check and prepare cleaning equipment</w:t>
            </w:r>
          </w:p>
          <w:p w14:paraId="7C917452" w14:textId="044FE84B" w:rsidR="000820D3" w:rsidRPr="00B60C95" w:rsidRDefault="000820D3" w:rsidP="00023D7B">
            <w:pPr>
              <w:pStyle w:val="SIText"/>
            </w:pPr>
            <w:r w:rsidRPr="00B60C95">
              <w:t>4.</w:t>
            </w:r>
            <w:r w:rsidR="001D437C" w:rsidRPr="00B60C95">
              <w:t>5</w:t>
            </w:r>
            <w:r w:rsidR="00115649" w:rsidRPr="00B60C95">
              <w:t xml:space="preserve"> </w:t>
            </w:r>
            <w:r w:rsidRPr="00B60C95">
              <w:t>Clean and disinfect or sanitise egg belts/conveyors, equipment and work area</w:t>
            </w:r>
          </w:p>
          <w:p w14:paraId="73286FA3" w14:textId="22641182" w:rsidR="000820D3" w:rsidRPr="00B60C95" w:rsidRDefault="000820D3" w:rsidP="00023D7B">
            <w:pPr>
              <w:pStyle w:val="SIText"/>
            </w:pPr>
            <w:r w:rsidRPr="00B60C95">
              <w:t>4</w:t>
            </w:r>
            <w:r w:rsidR="00115649" w:rsidRPr="00B60C95">
              <w:t>.</w:t>
            </w:r>
            <w:r w:rsidR="001D437C" w:rsidRPr="00B60C95">
              <w:t>6</w:t>
            </w:r>
            <w:r w:rsidRPr="00B60C95">
              <w:t xml:space="preserve"> </w:t>
            </w:r>
            <w:r w:rsidR="006E3DD2" w:rsidRPr="00B60C95">
              <w:t>Check, c</w:t>
            </w:r>
            <w:r w:rsidRPr="00B60C95">
              <w:t xml:space="preserve">lean, sanitise and cool room and </w:t>
            </w:r>
            <w:r w:rsidR="00121272" w:rsidRPr="00B60C95">
              <w:t xml:space="preserve">related </w:t>
            </w:r>
            <w:r w:rsidRPr="00B60C95">
              <w:t>equipment</w:t>
            </w:r>
            <w:r w:rsidR="00121272" w:rsidRPr="00B60C95">
              <w:t xml:space="preserve"> if required</w:t>
            </w:r>
          </w:p>
          <w:p w14:paraId="1A5968D9" w14:textId="1671401C" w:rsidR="000820D3" w:rsidRPr="00B60C95" w:rsidRDefault="000820D3" w:rsidP="00023D7B">
            <w:pPr>
              <w:pStyle w:val="SIText"/>
            </w:pPr>
            <w:r w:rsidRPr="00B60C95">
              <w:t>4.</w:t>
            </w:r>
            <w:r w:rsidR="00115649" w:rsidRPr="00B60C95">
              <w:t xml:space="preserve">7 </w:t>
            </w:r>
            <w:r w:rsidRPr="00B60C95">
              <w:t xml:space="preserve">Take and prepare </w:t>
            </w:r>
            <w:r w:rsidR="000D5767" w:rsidRPr="00B60C95">
              <w:t xml:space="preserve">swab and/or </w:t>
            </w:r>
            <w:r w:rsidRPr="00B60C95">
              <w:t>samples for testing as required</w:t>
            </w:r>
          </w:p>
          <w:p w14:paraId="7317FFDB" w14:textId="03C76F42" w:rsidR="000820D3" w:rsidRPr="00B60C95" w:rsidRDefault="000820D3" w:rsidP="00023D7B">
            <w:pPr>
              <w:pStyle w:val="SIText"/>
            </w:pPr>
            <w:r w:rsidRPr="00B60C95">
              <w:t>4.</w:t>
            </w:r>
            <w:r w:rsidR="00115649" w:rsidRPr="00B60C95">
              <w:t xml:space="preserve">8 </w:t>
            </w:r>
            <w:r w:rsidRPr="00B60C95">
              <w:t xml:space="preserve">Dispose of </w:t>
            </w:r>
            <w:r w:rsidR="00B60C95" w:rsidRPr="00B60C95">
              <w:t>non-settable</w:t>
            </w:r>
            <w:r w:rsidRPr="00B60C95">
              <w:t xml:space="preserve"> eggs and waste </w:t>
            </w:r>
            <w:r w:rsidR="00394B49" w:rsidRPr="00B60C95">
              <w:t>according to</w:t>
            </w:r>
            <w:r w:rsidRPr="00B60C95">
              <w:t xml:space="preserve"> enterprise </w:t>
            </w:r>
            <w:r w:rsidR="00394B49" w:rsidRPr="00023D7B">
              <w:t>procedures</w:t>
            </w:r>
          </w:p>
          <w:p w14:paraId="43833E60" w14:textId="1503EAAE" w:rsidR="00F838AD" w:rsidRPr="00023D7B" w:rsidRDefault="00F838AD" w:rsidP="00023D7B">
            <w:pPr>
              <w:pStyle w:val="SIText"/>
            </w:pPr>
            <w:r w:rsidRPr="00023D7B">
              <w:t>4.</w:t>
            </w:r>
            <w:r w:rsidR="00115649" w:rsidRPr="00023D7B">
              <w:t>9</w:t>
            </w:r>
            <w:r w:rsidRPr="00023D7B">
              <w:t xml:space="preserve"> Check for pests, vermin and/or predators and implement controls if required, according to enterprise procedures</w:t>
            </w:r>
          </w:p>
          <w:p w14:paraId="36B15A8C" w14:textId="4ABDC8C5" w:rsidR="000820D3" w:rsidRPr="00023D7B" w:rsidRDefault="001D437C" w:rsidP="00023D7B">
            <w:pPr>
              <w:pStyle w:val="SIText"/>
              <w:rPr>
                <w:rStyle w:val="SIStrikethroughtext"/>
              </w:rPr>
            </w:pPr>
            <w:r w:rsidRPr="00023D7B">
              <w:t xml:space="preserve">4.10 </w:t>
            </w:r>
            <w:r w:rsidR="001E43B3" w:rsidRPr="00023D7B">
              <w:t>Complete records accurately and report issues promptly</w:t>
            </w:r>
          </w:p>
        </w:tc>
      </w:tr>
      <w:bookmarkEnd w:id="3"/>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AE0F96" w:rsidRPr="00040219" w:rsidDel="00423CB2" w14:paraId="55DCED52" w14:textId="77777777" w:rsidTr="00016D5F">
        <w:tc>
          <w:tcPr>
            <w:tcW w:w="1396" w:type="pct"/>
            <w:tcBorders>
              <w:top w:val="single" w:sz="4" w:space="0" w:color="auto"/>
              <w:left w:val="single" w:sz="4" w:space="0" w:color="auto"/>
              <w:bottom w:val="single" w:sz="4" w:space="0" w:color="auto"/>
              <w:right w:val="single" w:sz="4" w:space="0" w:color="auto"/>
            </w:tcBorders>
          </w:tcPr>
          <w:p w14:paraId="26F27DFB" w14:textId="77777777" w:rsidR="00AE0F96" w:rsidRPr="00040219" w:rsidRDefault="00AE0F96" w:rsidP="00023D7B">
            <w:pPr>
              <w:pStyle w:val="SIText"/>
            </w:pPr>
            <w:bookmarkStart w:id="4" w:name="_Hlk91178344"/>
            <w:r w:rsidRPr="00040219">
              <w:t>Reading</w:t>
            </w:r>
          </w:p>
        </w:tc>
        <w:tc>
          <w:tcPr>
            <w:tcW w:w="3604" w:type="pct"/>
            <w:tcBorders>
              <w:top w:val="single" w:sz="4" w:space="0" w:color="auto"/>
              <w:left w:val="single" w:sz="4" w:space="0" w:color="auto"/>
              <w:bottom w:val="single" w:sz="4" w:space="0" w:color="auto"/>
              <w:right w:val="single" w:sz="4" w:space="0" w:color="auto"/>
            </w:tcBorders>
          </w:tcPr>
          <w:p w14:paraId="3FD7D396" w14:textId="19A09B19" w:rsidR="00AE0F96" w:rsidRPr="00040219" w:rsidRDefault="00AE0F96" w:rsidP="00023D7B">
            <w:pPr>
              <w:pStyle w:val="SIBulletList1"/>
            </w:pPr>
            <w:r w:rsidRPr="00040219">
              <w:t xml:space="preserve">Interpret key information </w:t>
            </w:r>
            <w:r w:rsidR="00B50650" w:rsidRPr="00040219">
              <w:t xml:space="preserve">from </w:t>
            </w:r>
            <w:r w:rsidR="00DD2206" w:rsidRPr="00040219">
              <w:t>enterprise biosecurity procedures</w:t>
            </w:r>
            <w:r w:rsidR="001D437C" w:rsidRPr="00023D7B">
              <w:t>,</w:t>
            </w:r>
            <w:r w:rsidR="00B50650" w:rsidRPr="00040219">
              <w:t xml:space="preserve"> </w:t>
            </w:r>
            <w:r w:rsidR="00040219" w:rsidRPr="00023D7B">
              <w:t xml:space="preserve">and </w:t>
            </w:r>
            <w:r w:rsidR="00B50650" w:rsidRPr="00040219">
              <w:t>equipment cleaning and operation instructions</w:t>
            </w:r>
          </w:p>
        </w:tc>
      </w:tr>
      <w:tr w:rsidR="00AE0F96" w:rsidRPr="00040219" w:rsidDel="00423CB2" w14:paraId="6228F657" w14:textId="77777777" w:rsidTr="00016D5F">
        <w:tc>
          <w:tcPr>
            <w:tcW w:w="1396" w:type="pct"/>
            <w:tcBorders>
              <w:top w:val="single" w:sz="4" w:space="0" w:color="auto"/>
              <w:left w:val="single" w:sz="4" w:space="0" w:color="auto"/>
              <w:bottom w:val="single" w:sz="4" w:space="0" w:color="auto"/>
              <w:right w:val="single" w:sz="4" w:space="0" w:color="auto"/>
            </w:tcBorders>
          </w:tcPr>
          <w:p w14:paraId="178935BD" w14:textId="77777777" w:rsidR="00AE0F96" w:rsidRPr="00040219" w:rsidRDefault="00AE0F96" w:rsidP="00023D7B">
            <w:pPr>
              <w:pStyle w:val="SIText"/>
            </w:pPr>
            <w:r w:rsidRPr="00040219">
              <w:t>Writing</w:t>
            </w:r>
          </w:p>
        </w:tc>
        <w:tc>
          <w:tcPr>
            <w:tcW w:w="3604" w:type="pct"/>
            <w:tcBorders>
              <w:top w:val="single" w:sz="4" w:space="0" w:color="auto"/>
              <w:left w:val="single" w:sz="4" w:space="0" w:color="auto"/>
              <w:bottom w:val="single" w:sz="4" w:space="0" w:color="auto"/>
              <w:right w:val="single" w:sz="4" w:space="0" w:color="auto"/>
            </w:tcBorders>
          </w:tcPr>
          <w:p w14:paraId="05DF4A10" w14:textId="772E024C" w:rsidR="00AE0F96" w:rsidRPr="00040219" w:rsidRDefault="00AE0F96" w:rsidP="00023D7B">
            <w:pPr>
              <w:pStyle w:val="SIBulletList1"/>
              <w:rPr>
                <w:rFonts w:eastAsia="Calibri"/>
              </w:rPr>
            </w:pPr>
            <w:r w:rsidRPr="00040219">
              <w:t xml:space="preserve">Use industry terminology to record information about </w:t>
            </w:r>
            <w:r w:rsidR="00B50650" w:rsidRPr="00040219">
              <w:t xml:space="preserve">fertile and </w:t>
            </w:r>
            <w:r w:rsidR="0075031B" w:rsidRPr="00040219">
              <w:t>no</w:t>
            </w:r>
            <w:r w:rsidR="0075031B" w:rsidRPr="0075031B">
              <w:t>n-</w:t>
            </w:r>
            <w:r w:rsidR="0075031B" w:rsidRPr="00040219">
              <w:t>fertile</w:t>
            </w:r>
            <w:r w:rsidR="00B50650" w:rsidRPr="00040219">
              <w:t xml:space="preserve"> eggs</w:t>
            </w:r>
            <w:r w:rsidRPr="00040219">
              <w:t xml:space="preserve"> </w:t>
            </w:r>
          </w:p>
        </w:tc>
      </w:tr>
      <w:tr w:rsidR="00AE0F96" w:rsidRPr="00040219" w:rsidDel="00423CB2" w14:paraId="019D46AB" w14:textId="77777777" w:rsidTr="00016D5F">
        <w:tc>
          <w:tcPr>
            <w:tcW w:w="1396" w:type="pct"/>
            <w:tcBorders>
              <w:top w:val="single" w:sz="4" w:space="0" w:color="auto"/>
              <w:left w:val="single" w:sz="4" w:space="0" w:color="auto"/>
              <w:bottom w:val="single" w:sz="4" w:space="0" w:color="auto"/>
              <w:right w:val="single" w:sz="4" w:space="0" w:color="auto"/>
            </w:tcBorders>
          </w:tcPr>
          <w:p w14:paraId="587F6017" w14:textId="77777777" w:rsidR="00AE0F96" w:rsidRPr="00040219" w:rsidRDefault="00AE0F96" w:rsidP="00023D7B">
            <w:pPr>
              <w:pStyle w:val="SIText"/>
            </w:pPr>
            <w:r w:rsidRPr="00040219">
              <w:t>Numeracy</w:t>
            </w:r>
          </w:p>
        </w:tc>
        <w:tc>
          <w:tcPr>
            <w:tcW w:w="3604" w:type="pct"/>
            <w:tcBorders>
              <w:top w:val="single" w:sz="4" w:space="0" w:color="auto"/>
              <w:left w:val="single" w:sz="4" w:space="0" w:color="auto"/>
              <w:bottom w:val="single" w:sz="4" w:space="0" w:color="auto"/>
              <w:right w:val="single" w:sz="4" w:space="0" w:color="auto"/>
            </w:tcBorders>
          </w:tcPr>
          <w:p w14:paraId="29962F31" w14:textId="5EC15BBB" w:rsidR="00AE0F96" w:rsidRPr="00040219" w:rsidRDefault="00B50650" w:rsidP="00023D7B">
            <w:pPr>
              <w:pStyle w:val="SIBulletList1"/>
              <w:rPr>
                <w:rFonts w:eastAsia="Calibri"/>
              </w:rPr>
            </w:pPr>
            <w:r w:rsidRPr="00040219">
              <w:t>Measure</w:t>
            </w:r>
            <w:r w:rsidR="00AE0F96" w:rsidRPr="00040219">
              <w:t xml:space="preserve"> and calculate quantity, time, weight, temperature, volume and ratio</w:t>
            </w:r>
          </w:p>
        </w:tc>
      </w:tr>
      <w:tr w:rsidR="00AE0F96" w:rsidRPr="00040219" w:rsidDel="00423CB2" w14:paraId="581833C7" w14:textId="77777777" w:rsidTr="00016D5F">
        <w:tc>
          <w:tcPr>
            <w:tcW w:w="1396" w:type="pct"/>
            <w:tcBorders>
              <w:top w:val="single" w:sz="4" w:space="0" w:color="auto"/>
              <w:left w:val="single" w:sz="4" w:space="0" w:color="auto"/>
              <w:bottom w:val="single" w:sz="4" w:space="0" w:color="auto"/>
              <w:right w:val="single" w:sz="4" w:space="0" w:color="auto"/>
            </w:tcBorders>
            <w:shd w:val="clear" w:color="auto" w:fill="FFFFFF"/>
          </w:tcPr>
          <w:p w14:paraId="09ACB5C3" w14:textId="77777777" w:rsidR="00AE0F96" w:rsidRPr="00040219" w:rsidRDefault="00AE0F96" w:rsidP="00023D7B">
            <w:pPr>
              <w:pStyle w:val="SIText"/>
            </w:pPr>
            <w:r w:rsidRPr="00040219">
              <w:t>Oral communication</w:t>
            </w:r>
          </w:p>
        </w:tc>
        <w:tc>
          <w:tcPr>
            <w:tcW w:w="3604" w:type="pct"/>
            <w:tcBorders>
              <w:top w:val="single" w:sz="4" w:space="0" w:color="auto"/>
              <w:left w:val="single" w:sz="4" w:space="0" w:color="auto"/>
              <w:bottom w:val="single" w:sz="4" w:space="0" w:color="auto"/>
              <w:right w:val="single" w:sz="4" w:space="0" w:color="auto"/>
            </w:tcBorders>
            <w:shd w:val="clear" w:color="auto" w:fill="FFFFFF"/>
          </w:tcPr>
          <w:p w14:paraId="41C5B0B0" w14:textId="77777777" w:rsidR="00AE0F96" w:rsidRPr="00040219" w:rsidRDefault="00AE0F96" w:rsidP="00023D7B">
            <w:pPr>
              <w:pStyle w:val="SIBulletList1"/>
            </w:pPr>
            <w:r w:rsidRPr="00040219">
              <w:t>Use active listening and questioning techniques to clarify and confirm supervisor instructions</w:t>
            </w:r>
          </w:p>
        </w:tc>
      </w:tr>
      <w:bookmarkEnd w:id="4"/>
    </w:tbl>
    <w:p w14:paraId="58315846" w14:textId="65F40B13" w:rsidR="00916CD7" w:rsidRDefault="00916CD7" w:rsidP="005F771F">
      <w:pPr>
        <w:pStyle w:val="SIText"/>
      </w:pPr>
    </w:p>
    <w:p w14:paraId="5E59D2A2" w14:textId="77777777" w:rsidR="00AE0F96" w:rsidRDefault="00AE0F96" w:rsidP="005F771F">
      <w:pPr>
        <w:pStyle w:val="SIText"/>
      </w:pPr>
    </w:p>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2E522B" w14:paraId="03901309" w14:textId="77777777" w:rsidTr="00F33FF2">
        <w:tc>
          <w:tcPr>
            <w:tcW w:w="1028" w:type="pct"/>
          </w:tcPr>
          <w:p w14:paraId="1B3226A6" w14:textId="46256FCB" w:rsidR="002E522B" w:rsidRPr="002E522B" w:rsidRDefault="00EB2145" w:rsidP="002E522B">
            <w:pPr>
              <w:pStyle w:val="SIText"/>
            </w:pPr>
            <w:r w:rsidRPr="00987DBB">
              <w:t>AHCPLY2</w:t>
            </w:r>
            <w:r w:rsidR="00B5499A">
              <w:t>X1</w:t>
            </w:r>
            <w:r>
              <w:t xml:space="preserve"> </w:t>
            </w:r>
            <w:r w:rsidRPr="00987DBB">
              <w:t>Collect store and handle eggs from breeder flocks</w:t>
            </w:r>
          </w:p>
        </w:tc>
        <w:tc>
          <w:tcPr>
            <w:tcW w:w="1105" w:type="pct"/>
          </w:tcPr>
          <w:p w14:paraId="6E0178EE" w14:textId="7BA50BF0" w:rsidR="002E522B" w:rsidRPr="002E522B" w:rsidRDefault="00987DBB" w:rsidP="002E522B">
            <w:pPr>
              <w:pStyle w:val="SIText"/>
            </w:pPr>
            <w:r w:rsidRPr="00987DBB">
              <w:t>AHCPLY201Collect store and handle eggs from breeder flocks</w:t>
            </w:r>
          </w:p>
        </w:tc>
        <w:tc>
          <w:tcPr>
            <w:tcW w:w="1251" w:type="pct"/>
          </w:tcPr>
          <w:p w14:paraId="7AC71AF9" w14:textId="77777777" w:rsidR="00911215" w:rsidRPr="00911215" w:rsidRDefault="00911215" w:rsidP="00911215">
            <w:pPr>
              <w:rPr>
                <w:lang w:eastAsia="en-US"/>
              </w:rPr>
            </w:pPr>
            <w:r w:rsidRPr="00911215">
              <w:rPr>
                <w:lang w:eastAsia="en-US"/>
              </w:rPr>
              <w:t xml:space="preserve">Application updated </w:t>
            </w:r>
          </w:p>
          <w:p w14:paraId="2F6B215A" w14:textId="4EA7277F" w:rsidR="00911215" w:rsidRPr="00911215" w:rsidRDefault="00911215" w:rsidP="00911215">
            <w:pPr>
              <w:rPr>
                <w:lang w:eastAsia="en-US"/>
              </w:rPr>
            </w:pPr>
            <w:r w:rsidRPr="00911215">
              <w:rPr>
                <w:lang w:eastAsia="en-US"/>
              </w:rPr>
              <w:t xml:space="preserve">Performance criteria </w:t>
            </w:r>
            <w:r w:rsidRPr="00911215">
              <w:t>added</w:t>
            </w:r>
            <w:r w:rsidR="00B97FFE">
              <w:t xml:space="preserve">, removed </w:t>
            </w:r>
            <w:r w:rsidRPr="00911215">
              <w:t xml:space="preserve">or </w:t>
            </w:r>
            <w:r w:rsidRPr="00911215">
              <w:rPr>
                <w:lang w:eastAsia="en-US"/>
              </w:rPr>
              <w:t>revised for clarity</w:t>
            </w:r>
          </w:p>
          <w:p w14:paraId="3BEB4034" w14:textId="77777777" w:rsidR="00911215" w:rsidRPr="00911215" w:rsidRDefault="00911215" w:rsidP="00911215">
            <w:pPr>
              <w:rPr>
                <w:lang w:eastAsia="en-US"/>
              </w:rPr>
            </w:pPr>
            <w:r w:rsidRPr="00911215">
              <w:t>Foundation Skills added</w:t>
            </w:r>
          </w:p>
          <w:p w14:paraId="49893F5E" w14:textId="4B0AE1CF" w:rsidR="002E522B" w:rsidRPr="002E522B" w:rsidRDefault="00911215" w:rsidP="00911215">
            <w:pPr>
              <w:pStyle w:val="SIText"/>
            </w:pPr>
            <w:r w:rsidRPr="00911215">
              <w:rPr>
                <w:lang w:eastAsia="en-AU"/>
              </w:rPr>
              <w:t>Performance Evidence, Knowledge Evidence and Assessment Conditions updated</w:t>
            </w:r>
          </w:p>
        </w:tc>
        <w:tc>
          <w:tcPr>
            <w:tcW w:w="1616" w:type="pct"/>
          </w:tcPr>
          <w:p w14:paraId="3150CB32" w14:textId="05C7FCEA" w:rsidR="002E522B" w:rsidRPr="002E522B" w:rsidRDefault="00EB2145" w:rsidP="002E522B">
            <w:pPr>
              <w:pStyle w:val="SIText"/>
            </w:pPr>
            <w:r>
              <w:t>Not e</w:t>
            </w:r>
            <w:r w:rsidR="00987DBB">
              <w:t>quivalent</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26EECDB0" w14:textId="643E40E6" w:rsidR="00D077F8" w:rsidRPr="005404CB" w:rsidRDefault="00520E9A" w:rsidP="005404CB">
            <w:pPr>
              <w:pStyle w:val="SIText"/>
            </w:pPr>
            <w:r>
              <w:t xml:space="preserve">Companion Volumes, including Implementation </w:t>
            </w:r>
            <w:r w:rsidR="00346FDC" w:rsidRPr="005404CB">
              <w:t xml:space="preserve">Guides, are available at VETNet: </w:t>
            </w:r>
            <w:hyperlink r:id="rId11" w:history="1">
              <w:r w:rsidR="00BD6D29" w:rsidRPr="00BD6D29">
                <w:t>https://vetnet.gov.au/Pages/TrainingDocs.aspx?q=c6399549-9c62-4a5e-bf1a-524b2322cf72</w:t>
              </w:r>
            </w:hyperlink>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61FB4F22" w:rsidR="00556C4C" w:rsidRPr="005404CB" w:rsidRDefault="00556C4C" w:rsidP="005404CB">
            <w:pPr>
              <w:pStyle w:val="SIUnittitle"/>
            </w:pPr>
            <w:r w:rsidRPr="00F56827">
              <w:t>Assessment requirements for</w:t>
            </w:r>
            <w:r w:rsidR="00D077F8">
              <w:t xml:space="preserve"> </w:t>
            </w:r>
            <w:r w:rsidR="00920E8C" w:rsidRPr="00920E8C">
              <w:t>AHCPLY2</w:t>
            </w:r>
            <w:r w:rsidR="00B5499A">
              <w:t>X1</w:t>
            </w:r>
            <w:r w:rsidR="00920E8C" w:rsidRPr="00920E8C">
              <w:t xml:space="preserve"> Collect store and handle eggs from breeder flocks</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113678">
        <w:tc>
          <w:tcPr>
            <w:tcW w:w="5000" w:type="pct"/>
            <w:gridSpan w:val="2"/>
            <w:shd w:val="clear" w:color="auto" w:fill="auto"/>
          </w:tcPr>
          <w:p w14:paraId="6F341F93" w14:textId="77777777" w:rsidR="0026394F" w:rsidRPr="00023D7B" w:rsidRDefault="006E42FE" w:rsidP="0075031B">
            <w:pPr>
              <w:pStyle w:val="SIText"/>
            </w:pPr>
            <w:r w:rsidRPr="00023D7B">
              <w:t>An individual demonstrating competency</w:t>
            </w:r>
            <w:r w:rsidR="00717385" w:rsidRPr="00023D7B">
              <w:t xml:space="preserve"> must satisfy all of the elements and </w:t>
            </w:r>
            <w:r w:rsidRPr="00023D7B">
              <w:t xml:space="preserve">performance criteria </w:t>
            </w:r>
            <w:r w:rsidR="00717385" w:rsidRPr="00023D7B">
              <w:t>in</w:t>
            </w:r>
            <w:r w:rsidRPr="00023D7B">
              <w:t xml:space="preserve"> this unit. </w:t>
            </w:r>
          </w:p>
          <w:p w14:paraId="3DAC4536" w14:textId="77777777" w:rsidR="0026394F" w:rsidRPr="0075031B" w:rsidRDefault="0026394F" w:rsidP="0075031B">
            <w:pPr>
              <w:pStyle w:val="SIText"/>
            </w:pPr>
          </w:p>
          <w:p w14:paraId="38BF2992" w14:textId="5723D904" w:rsidR="00205F8B" w:rsidRPr="0075031B" w:rsidRDefault="00EA7A45" w:rsidP="00023D7B">
            <w:pPr>
              <w:pStyle w:val="SIText"/>
            </w:pPr>
            <w:r w:rsidRPr="0075031B">
              <w:t>There must be evidence that the individual has safely and efficiently collected</w:t>
            </w:r>
            <w:r w:rsidR="00843041" w:rsidRPr="0075031B">
              <w:t xml:space="preserve">, sorted and stored at least three different batches of fertile eggs from a breeder flock. </w:t>
            </w:r>
            <w:r w:rsidR="0091286E">
              <w:t>Each batch must be at least 20 eggs</w:t>
            </w:r>
            <w:r w:rsidR="007D136C">
              <w:t>.</w:t>
            </w:r>
          </w:p>
          <w:p w14:paraId="536D9D1C" w14:textId="77777777" w:rsidR="00205F8B" w:rsidRPr="00023D7B" w:rsidRDefault="00205F8B" w:rsidP="00EA7A45">
            <w:pPr>
              <w:rPr>
                <w:rStyle w:val="SITemporaryText-blue"/>
              </w:rPr>
            </w:pPr>
          </w:p>
          <w:p w14:paraId="4187FA0A" w14:textId="6E7A73AC" w:rsidR="00205F8B" w:rsidRPr="0075031B" w:rsidRDefault="00205F8B" w:rsidP="00023D7B">
            <w:pPr>
              <w:pStyle w:val="SIText"/>
            </w:pPr>
            <w:r w:rsidRPr="0075031B">
              <w:t xml:space="preserve">For each batch the individual </w:t>
            </w:r>
            <w:r w:rsidR="00711B35" w:rsidRPr="00023D7B">
              <w:t xml:space="preserve">must </w:t>
            </w:r>
            <w:r w:rsidRPr="0075031B">
              <w:t>have</w:t>
            </w:r>
            <w:r w:rsidR="00D51A9A" w:rsidRPr="00023D7B">
              <w:t>, according to enterprise requirements</w:t>
            </w:r>
            <w:r w:rsidRPr="0075031B">
              <w:t>:</w:t>
            </w:r>
          </w:p>
          <w:p w14:paraId="3581B316" w14:textId="5B5B7BF4" w:rsidR="00B42563" w:rsidRPr="0075031B" w:rsidRDefault="00B42563" w:rsidP="0075031B">
            <w:pPr>
              <w:pStyle w:val="SIBulletList1"/>
            </w:pPr>
            <w:r w:rsidRPr="0075031B">
              <w:t>confirmed</w:t>
            </w:r>
            <w:r w:rsidR="003635F5" w:rsidRPr="0075031B">
              <w:t xml:space="preserve"> and applied enterprise health and safety, </w:t>
            </w:r>
            <w:r w:rsidR="009E2635" w:rsidRPr="00023D7B">
              <w:t xml:space="preserve">animal welfare, </w:t>
            </w:r>
            <w:r w:rsidR="003635F5" w:rsidRPr="0075031B">
              <w:t>infection control, biosecurity and environmental protection procedures</w:t>
            </w:r>
            <w:r w:rsidR="00513181" w:rsidRPr="00023D7B">
              <w:t xml:space="preserve"> related to </w:t>
            </w:r>
            <w:r w:rsidR="00943211" w:rsidRPr="00023D7B">
              <w:t>handling, processing and storing eggs</w:t>
            </w:r>
          </w:p>
          <w:p w14:paraId="107E8B76" w14:textId="207B44F2" w:rsidR="003635F5" w:rsidRPr="0075031B" w:rsidRDefault="00B42563" w:rsidP="0075031B">
            <w:pPr>
              <w:pStyle w:val="SIBulletList1"/>
            </w:pPr>
            <w:r w:rsidRPr="0075031B">
              <w:t>followed personal hygiene requirements</w:t>
            </w:r>
          </w:p>
          <w:p w14:paraId="647D1F33" w14:textId="0D36782B" w:rsidR="00274106" w:rsidRPr="002335C1" w:rsidRDefault="00274106">
            <w:pPr>
              <w:pStyle w:val="SIBulletList1"/>
            </w:pPr>
            <w:r w:rsidRPr="002335C1">
              <w:t xml:space="preserve">identified at least two </w:t>
            </w:r>
            <w:r w:rsidR="00E74214" w:rsidRPr="002335C1">
              <w:t xml:space="preserve">health and safety </w:t>
            </w:r>
            <w:r w:rsidRPr="002335C1">
              <w:t>hazards, and assessed and controlled and/or reported associated risks</w:t>
            </w:r>
          </w:p>
          <w:p w14:paraId="2F22E050" w14:textId="77777777" w:rsidR="00274106" w:rsidRPr="0075031B" w:rsidRDefault="00274106" w:rsidP="0075031B">
            <w:pPr>
              <w:pStyle w:val="SIBulletList1"/>
            </w:pPr>
            <w:r w:rsidRPr="0075031B">
              <w:t>selected, checked and correctly fitted appropriate personal protective equipment (PPE)</w:t>
            </w:r>
          </w:p>
          <w:p w14:paraId="40906384" w14:textId="527D2735" w:rsidR="00274106" w:rsidRPr="0075031B" w:rsidRDefault="00274106" w:rsidP="0075031B">
            <w:pPr>
              <w:pStyle w:val="SIBulletList1"/>
            </w:pPr>
            <w:r w:rsidRPr="0075031B">
              <w:t xml:space="preserve">checked nest boxes and egg belts </w:t>
            </w:r>
            <w:r w:rsidR="002E0716" w:rsidRPr="0075031B">
              <w:t xml:space="preserve">and removed </w:t>
            </w:r>
            <w:r w:rsidRPr="0075031B">
              <w:t>obstructions</w:t>
            </w:r>
          </w:p>
          <w:p w14:paraId="7E4683EC" w14:textId="346B6648" w:rsidR="00274106" w:rsidRPr="0075031B" w:rsidRDefault="00274106" w:rsidP="0075031B">
            <w:pPr>
              <w:pStyle w:val="SIBulletList1"/>
            </w:pPr>
            <w:r w:rsidRPr="0075031B">
              <w:t>matched egg collection equipment flow rate to handling rate</w:t>
            </w:r>
          </w:p>
          <w:p w14:paraId="0BCDDC04" w14:textId="77777777" w:rsidR="002E0716" w:rsidRPr="0075031B" w:rsidRDefault="00274106" w:rsidP="0075031B">
            <w:pPr>
              <w:pStyle w:val="SIBulletList1"/>
            </w:pPr>
            <w:r w:rsidRPr="0075031B">
              <w:t>collected</w:t>
            </w:r>
            <w:r w:rsidR="002E0716" w:rsidRPr="0075031B">
              <w:t xml:space="preserve"> and separated</w:t>
            </w:r>
            <w:r w:rsidRPr="0075031B">
              <w:t xml:space="preserve"> nest and floor eggs</w:t>
            </w:r>
          </w:p>
          <w:p w14:paraId="0DF42B2D" w14:textId="485193B6" w:rsidR="002E0716" w:rsidRPr="0075031B" w:rsidRDefault="002E0716" w:rsidP="0075031B">
            <w:pPr>
              <w:pStyle w:val="SIBulletList1"/>
            </w:pPr>
            <w:r w:rsidRPr="0075031B">
              <w:t xml:space="preserve">assessed and sorted eggs into settable and </w:t>
            </w:r>
            <w:r w:rsidR="0075031B" w:rsidRPr="0075031B">
              <w:t>non-settable</w:t>
            </w:r>
            <w:r w:rsidRPr="0075031B">
              <w:t xml:space="preserve"> and categories within each</w:t>
            </w:r>
          </w:p>
          <w:p w14:paraId="524D27F8" w14:textId="5EEB8555" w:rsidR="009C420D" w:rsidRPr="0075031B" w:rsidRDefault="009C420D" w:rsidP="0075031B">
            <w:pPr>
              <w:pStyle w:val="SIBulletList1"/>
            </w:pPr>
            <w:r w:rsidRPr="0075031B">
              <w:t xml:space="preserve">operated egg washing equipment </w:t>
            </w:r>
            <w:r w:rsidR="00FE3FB7" w:rsidRPr="00023D7B">
              <w:t>according to manufacturer instructions</w:t>
            </w:r>
          </w:p>
          <w:p w14:paraId="6B29037C" w14:textId="326D9E57" w:rsidR="002E0716" w:rsidRPr="0075031B" w:rsidRDefault="002E0716" w:rsidP="0075031B">
            <w:pPr>
              <w:pStyle w:val="SIBulletList1"/>
            </w:pPr>
            <w:r w:rsidRPr="0075031B">
              <w:t>place</w:t>
            </w:r>
            <w:r w:rsidR="000801A1" w:rsidRPr="0075031B">
              <w:t>d</w:t>
            </w:r>
            <w:r w:rsidRPr="0075031B">
              <w:t xml:space="preserve"> eggs on trays pointed end down</w:t>
            </w:r>
          </w:p>
          <w:p w14:paraId="4EADD3C7" w14:textId="77777777" w:rsidR="00D51A9A" w:rsidRPr="0075031B" w:rsidRDefault="00D51A9A" w:rsidP="0075031B">
            <w:pPr>
              <w:pStyle w:val="SIBulletList1"/>
            </w:pPr>
            <w:r w:rsidRPr="0075031B">
              <w:t xml:space="preserve">correctly </w:t>
            </w:r>
            <w:r w:rsidR="002E0716" w:rsidRPr="0075031B">
              <w:t>pack</w:t>
            </w:r>
            <w:r w:rsidR="009C420D" w:rsidRPr="0075031B">
              <w:t>ed</w:t>
            </w:r>
            <w:r w:rsidRPr="0075031B">
              <w:t xml:space="preserve"> and </w:t>
            </w:r>
            <w:r w:rsidR="002E0716" w:rsidRPr="0075031B">
              <w:t>label</w:t>
            </w:r>
            <w:r w:rsidR="009C420D" w:rsidRPr="0075031B">
              <w:t>led</w:t>
            </w:r>
            <w:r w:rsidRPr="0075031B">
              <w:t xml:space="preserve"> eggs</w:t>
            </w:r>
          </w:p>
          <w:p w14:paraId="1F779759" w14:textId="40162872" w:rsidR="002E0716" w:rsidRPr="0075031B" w:rsidRDefault="00D51A9A" w:rsidP="0075031B">
            <w:pPr>
              <w:pStyle w:val="SIBulletList1"/>
            </w:pPr>
            <w:r w:rsidRPr="0075031B">
              <w:t>transferred</w:t>
            </w:r>
            <w:r w:rsidR="009C420D" w:rsidRPr="0075031B">
              <w:t xml:space="preserve"> </w:t>
            </w:r>
            <w:r w:rsidR="002E0716" w:rsidRPr="0075031B">
              <w:t>and</w:t>
            </w:r>
            <w:r w:rsidRPr="0075031B">
              <w:t xml:space="preserve">/or </w:t>
            </w:r>
            <w:r w:rsidR="002E0716" w:rsidRPr="0075031B">
              <w:t>store</w:t>
            </w:r>
            <w:r w:rsidR="009C420D" w:rsidRPr="0075031B">
              <w:t>d</w:t>
            </w:r>
            <w:r w:rsidR="002E0716" w:rsidRPr="0075031B">
              <w:t xml:space="preserve"> eggs </w:t>
            </w:r>
          </w:p>
          <w:p w14:paraId="0F04A7E2" w14:textId="77777777" w:rsidR="00D51A9A" w:rsidRPr="0075031B" w:rsidRDefault="00D51A9A" w:rsidP="0075031B">
            <w:pPr>
              <w:pStyle w:val="SIBulletList1"/>
            </w:pPr>
            <w:r w:rsidRPr="0075031B">
              <w:t>safely handled and mixed cleaning products and prepared cleaning equipment</w:t>
            </w:r>
          </w:p>
          <w:p w14:paraId="608D5033" w14:textId="232995CC" w:rsidR="007A7DF6" w:rsidRPr="0075031B" w:rsidRDefault="007A7DF6" w:rsidP="0075031B">
            <w:pPr>
              <w:pStyle w:val="SIBulletList1"/>
            </w:pPr>
            <w:r w:rsidRPr="0075031B">
              <w:t>cleaned and sanitised egg sorting equipment, egg washing equipment, cool rooms and work areas</w:t>
            </w:r>
            <w:r w:rsidR="00242FD1" w:rsidRPr="00023D7B">
              <w:t>, including conveyors and shed surfaces</w:t>
            </w:r>
            <w:r w:rsidR="00B60C95">
              <w:t>.</w:t>
            </w:r>
          </w:p>
          <w:p w14:paraId="3E4B5AA3" w14:textId="77777777" w:rsidR="00285DF9" w:rsidRDefault="00285DF9" w:rsidP="00023D7B">
            <w:pPr>
              <w:pStyle w:val="SIText"/>
            </w:pPr>
          </w:p>
          <w:p w14:paraId="7A9E1E38" w14:textId="048214F7" w:rsidR="00285DF9" w:rsidRPr="0075031B" w:rsidRDefault="00E84842" w:rsidP="00023D7B">
            <w:pPr>
              <w:pStyle w:val="SIText"/>
            </w:pPr>
            <w:r w:rsidRPr="0075031B">
              <w:t>For at least one batch, t</w:t>
            </w:r>
            <w:r w:rsidR="00285DF9" w:rsidRPr="0075031B">
              <w:t>he individual must also have</w:t>
            </w:r>
            <w:r w:rsidRPr="0075031B">
              <w:t xml:space="preserve">, according to </w:t>
            </w:r>
            <w:r w:rsidR="00285DF9" w:rsidRPr="0075031B">
              <w:t>enterprise procedures</w:t>
            </w:r>
            <w:r w:rsidRPr="0075031B">
              <w:t>:</w:t>
            </w:r>
          </w:p>
          <w:p w14:paraId="22C57B00" w14:textId="7484F873" w:rsidR="00D51A9A" w:rsidRPr="0075031B" w:rsidRDefault="00D51A9A" w:rsidP="0075031B">
            <w:pPr>
              <w:pStyle w:val="SIBulletList1"/>
            </w:pPr>
            <w:r w:rsidRPr="00023D7B">
              <w:t>correctly operated egg storage facility or cool room</w:t>
            </w:r>
          </w:p>
          <w:p w14:paraId="0D0C6F5E" w14:textId="77777777" w:rsidR="00D51A9A" w:rsidRPr="0075031B" w:rsidRDefault="00D51A9A" w:rsidP="0075031B">
            <w:pPr>
              <w:pStyle w:val="SIBulletList1"/>
            </w:pPr>
            <w:r w:rsidRPr="0075031B">
              <w:t>fumigated eggs</w:t>
            </w:r>
          </w:p>
          <w:p w14:paraId="284AA8F8" w14:textId="7768BD62" w:rsidR="007A7DF6" w:rsidRPr="0075031B" w:rsidRDefault="007A7DF6" w:rsidP="0075031B">
            <w:pPr>
              <w:pStyle w:val="SIBulletList1"/>
            </w:pPr>
            <w:r w:rsidRPr="0075031B">
              <w:t xml:space="preserve">checked work area for pests, vermin and predators and implemented at least two </w:t>
            </w:r>
            <w:r w:rsidR="00285DF9" w:rsidRPr="0075031B">
              <w:t>appropriate</w:t>
            </w:r>
            <w:r w:rsidRPr="0075031B">
              <w:t xml:space="preserve"> control measures </w:t>
            </w:r>
          </w:p>
          <w:p w14:paraId="5C7ABC15" w14:textId="17F8E32E" w:rsidR="00285DF9" w:rsidRPr="0075031B" w:rsidRDefault="00E84842" w:rsidP="0075031B">
            <w:pPr>
              <w:pStyle w:val="SIBulletList1"/>
            </w:pPr>
            <w:r w:rsidRPr="0075031B">
              <w:t xml:space="preserve">removed and/or </w:t>
            </w:r>
            <w:r w:rsidR="00285DF9" w:rsidRPr="0075031B">
              <w:t xml:space="preserve">disposed of </w:t>
            </w:r>
            <w:r w:rsidR="0075031B" w:rsidRPr="0075031B">
              <w:t>non-settable</w:t>
            </w:r>
            <w:r w:rsidR="00285DF9" w:rsidRPr="0075031B">
              <w:t xml:space="preserve"> eggs and waste products</w:t>
            </w:r>
          </w:p>
          <w:p w14:paraId="700A8AB0" w14:textId="49F94E9B" w:rsidR="00E84842" w:rsidRPr="00023D7B" w:rsidRDefault="00E84842" w:rsidP="0075031B">
            <w:pPr>
              <w:pStyle w:val="SIBulletList1"/>
            </w:pPr>
            <w:r w:rsidRPr="00023D7B">
              <w:t>separated eggs selected for human consumption</w:t>
            </w:r>
          </w:p>
          <w:p w14:paraId="7C4973CF" w14:textId="7833C92D" w:rsidR="006367BD" w:rsidRPr="00023D7B" w:rsidRDefault="006367BD" w:rsidP="0075031B">
            <w:pPr>
              <w:pStyle w:val="SIBulletList1"/>
            </w:pPr>
            <w:r w:rsidRPr="00023D7B">
              <w:t xml:space="preserve">accurately completed </w:t>
            </w:r>
            <w:r w:rsidR="00A36EA6" w:rsidRPr="00023D7B">
              <w:t>records</w:t>
            </w:r>
            <w:r w:rsidR="00B237A0" w:rsidRPr="00023D7B">
              <w:t xml:space="preserve"> and reported issues</w:t>
            </w:r>
            <w:r w:rsidR="00B60C95">
              <w:t>.</w:t>
            </w:r>
          </w:p>
          <w:p w14:paraId="45FF2DED" w14:textId="036BD2F9" w:rsidR="00D077F8" w:rsidRPr="00D077F8" w:rsidRDefault="00D077F8" w:rsidP="00023D7B">
            <w:pPr>
              <w:pStyle w:val="SIText"/>
            </w:pPr>
          </w:p>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2C1504C7" w14:textId="548CEBE1" w:rsidR="006E42FE" w:rsidRPr="00023D7B" w:rsidRDefault="006E42FE" w:rsidP="0075031B">
            <w:pPr>
              <w:pStyle w:val="SIText"/>
            </w:pPr>
            <w:r w:rsidRPr="00023D7B">
              <w:t>An individual must be able to demonstrate the knowledge required to perform the tasks outlined in the elements and performance criteria of this unit. This includes knowledge of:</w:t>
            </w:r>
          </w:p>
          <w:p w14:paraId="512EA436" w14:textId="6F84F915" w:rsidR="00660E84" w:rsidRPr="00023D7B" w:rsidRDefault="00AF3AF7" w:rsidP="0075031B">
            <w:pPr>
              <w:pStyle w:val="SIBulletList1"/>
            </w:pPr>
            <w:r>
              <w:t>key features</w:t>
            </w:r>
            <w:r w:rsidR="00660E84" w:rsidRPr="00023D7B">
              <w:t xml:space="preserve"> of state/territory legislation, regulations and codes of practice for worker health and safety, animal welfare, infection control, biosecurity and environmental protection that apply to working with poultry and handling, processing and storing </w:t>
            </w:r>
            <w:r w:rsidR="00916627" w:rsidRPr="00023D7B">
              <w:t xml:space="preserve">settable </w:t>
            </w:r>
            <w:r w:rsidR="00660E84" w:rsidRPr="00023D7B">
              <w:t xml:space="preserve">eggs </w:t>
            </w:r>
          </w:p>
          <w:p w14:paraId="055E8875" w14:textId="53789A24" w:rsidR="00660E84" w:rsidRPr="00023D7B" w:rsidRDefault="00660E84" w:rsidP="0075031B">
            <w:pPr>
              <w:pStyle w:val="SIBulletList1"/>
            </w:pPr>
            <w:r w:rsidRPr="00023D7B">
              <w:t xml:space="preserve">enterprise procedures and requirements for worker health and safety, animal welfare, infection control, biosecurity and environmental protection that apply to working with poultry and handling, processing and storing </w:t>
            </w:r>
            <w:r w:rsidR="00916627" w:rsidRPr="00023D7B">
              <w:t xml:space="preserve">settable </w:t>
            </w:r>
            <w:r w:rsidRPr="00023D7B">
              <w:t xml:space="preserve">eggs </w:t>
            </w:r>
          </w:p>
          <w:p w14:paraId="76F74F79" w14:textId="735C2C3A" w:rsidR="00916627" w:rsidRPr="0075031B" w:rsidRDefault="00916627" w:rsidP="0075031B">
            <w:pPr>
              <w:pStyle w:val="SIBulletList1"/>
            </w:pPr>
            <w:r w:rsidRPr="00023D7B">
              <w:t>government food safety regulations and codes also apply to eggs that are produced and sold for human consumption.</w:t>
            </w:r>
          </w:p>
          <w:p w14:paraId="119B0815" w14:textId="3A23990B" w:rsidR="00987DBB" w:rsidRPr="0075031B" w:rsidRDefault="00987DBB" w:rsidP="0075031B">
            <w:pPr>
              <w:pStyle w:val="SIBulletList1"/>
            </w:pPr>
            <w:r w:rsidRPr="0075031B">
              <w:t>industry standards, codes of practice, and enterprise procedures for collecting, handling, sorting, packing and storing settable eggs</w:t>
            </w:r>
            <w:r w:rsidR="00916627" w:rsidRPr="0075031B">
              <w:t xml:space="preserve"> and eggs selected for human consumption</w:t>
            </w:r>
          </w:p>
          <w:p w14:paraId="0B4507FE" w14:textId="34992F81" w:rsidR="00987DBB" w:rsidRPr="0075031B" w:rsidRDefault="00987DBB" w:rsidP="0075031B">
            <w:pPr>
              <w:pStyle w:val="SIBulletList1"/>
            </w:pPr>
            <w:r w:rsidRPr="0075031B">
              <w:t>types, uses, cleaning and maintenance of machinery and equipment</w:t>
            </w:r>
            <w:r w:rsidR="008B2D91" w:rsidRPr="0075031B">
              <w:t xml:space="preserve"> used to collect, sort, label, pack, transport and store settable eggs</w:t>
            </w:r>
            <w:r w:rsidR="00D6624D" w:rsidRPr="0075031B">
              <w:t xml:space="preserve"> </w:t>
            </w:r>
            <w:r w:rsidR="00D6624D" w:rsidRPr="00023D7B">
              <w:t>and eggs selected for human consumption</w:t>
            </w:r>
          </w:p>
          <w:p w14:paraId="0BC4E620" w14:textId="297CFB28" w:rsidR="00987DBB" w:rsidRPr="0075031B" w:rsidRDefault="00987DBB" w:rsidP="0075031B">
            <w:pPr>
              <w:pStyle w:val="SIBulletList1"/>
            </w:pPr>
            <w:r w:rsidRPr="0075031B">
              <w:t xml:space="preserve">criteria for sorting and determining eggs that are unfit for setting </w:t>
            </w:r>
            <w:r w:rsidR="00D6624D" w:rsidRPr="00023D7B">
              <w:t>or eggs selected for human consumption</w:t>
            </w:r>
            <w:r w:rsidR="00D6624D" w:rsidRPr="0075031B">
              <w:t xml:space="preserve"> </w:t>
            </w:r>
            <w:r w:rsidRPr="0075031B">
              <w:t>and disposal methods</w:t>
            </w:r>
          </w:p>
          <w:p w14:paraId="1BBD2096" w14:textId="77777777" w:rsidR="00987DBB" w:rsidRPr="0075031B" w:rsidRDefault="00987DBB" w:rsidP="0075031B">
            <w:pPr>
              <w:pStyle w:val="SIBulletList1"/>
            </w:pPr>
            <w:r w:rsidRPr="0075031B">
              <w:t>procedures for egg handling, collection, washing, sorting, packing, labelling, storage and fumigation</w:t>
            </w:r>
          </w:p>
          <w:p w14:paraId="4197CE7E" w14:textId="5C34BC69" w:rsidR="00987DBB" w:rsidRPr="0075031B" w:rsidRDefault="00987DBB" w:rsidP="0075031B">
            <w:pPr>
              <w:pStyle w:val="SIBulletList1"/>
            </w:pPr>
            <w:r w:rsidRPr="0075031B">
              <w:t>temperature, humidity, cleaning and operation for cool rooms</w:t>
            </w:r>
          </w:p>
          <w:p w14:paraId="77D993DB" w14:textId="77777777" w:rsidR="00987DBB" w:rsidRPr="0075031B" w:rsidRDefault="00987DBB" w:rsidP="0075031B">
            <w:pPr>
              <w:pStyle w:val="SIBulletList1"/>
            </w:pPr>
            <w:r w:rsidRPr="0075031B">
              <w:lastRenderedPageBreak/>
              <w:t>procedures for handling, measurement and usage of cleaning chemicals, disinfectants and sanitisers</w:t>
            </w:r>
          </w:p>
          <w:p w14:paraId="710A41D3" w14:textId="3756A02C" w:rsidR="00987DBB" w:rsidRPr="0075031B" w:rsidRDefault="00987DBB" w:rsidP="0075031B">
            <w:pPr>
              <w:pStyle w:val="SIBulletList1"/>
            </w:pPr>
            <w:r w:rsidRPr="0075031B">
              <w:t xml:space="preserve">procedures for taking and handling </w:t>
            </w:r>
            <w:r w:rsidR="00EF583B" w:rsidRPr="0075031B">
              <w:t xml:space="preserve">swab and egg </w:t>
            </w:r>
            <w:r w:rsidRPr="0075031B">
              <w:t>samples for testing</w:t>
            </w:r>
          </w:p>
          <w:p w14:paraId="318C32DD" w14:textId="6E2CF024" w:rsidR="00987DBB" w:rsidRPr="0075031B" w:rsidRDefault="00987DBB" w:rsidP="0075031B">
            <w:pPr>
              <w:pStyle w:val="SIBulletList1"/>
            </w:pPr>
            <w:r w:rsidRPr="0075031B">
              <w:t>enterprise environmental and sustainability requirements, and procedures for disposal and management of wastes</w:t>
            </w:r>
          </w:p>
          <w:p w14:paraId="17D7943C" w14:textId="77777777" w:rsidR="008B2D91" w:rsidRPr="0075031B" w:rsidRDefault="008B2D91" w:rsidP="0075031B">
            <w:pPr>
              <w:pStyle w:val="SIBulletList1"/>
            </w:pPr>
            <w:r w:rsidRPr="0075031B">
              <w:t>commonly used methods of pest, vermin and predator control in poultry and egg production</w:t>
            </w:r>
          </w:p>
          <w:p w14:paraId="76B3A9E7" w14:textId="30799A98" w:rsidR="00D077F8" w:rsidRPr="00023D7B" w:rsidRDefault="00AD6DCA" w:rsidP="00023D7B">
            <w:pPr>
              <w:pStyle w:val="SIBulletList1"/>
              <w:rPr>
                <w:rStyle w:val="SITemporaryText-green"/>
              </w:rPr>
            </w:pPr>
            <w:r w:rsidRPr="0075031B">
              <w:t xml:space="preserve">enterprise documentation, records and reports </w:t>
            </w:r>
            <w:r w:rsidRPr="00023D7B">
              <w:t>required for collection,</w:t>
            </w:r>
            <w:r w:rsidR="00E808EB" w:rsidRPr="00023D7B">
              <w:t xml:space="preserve"> </w:t>
            </w:r>
            <w:r w:rsidRPr="00023D7B">
              <w:t>processing and storage of settable eggs</w:t>
            </w:r>
            <w:r w:rsidR="00D6624D" w:rsidRPr="0075031B">
              <w:t xml:space="preserve"> </w:t>
            </w:r>
            <w:r w:rsidR="00D6624D" w:rsidRPr="00023D7B">
              <w:t>and eggs selected for human consumption</w:t>
            </w:r>
            <w:r w:rsidR="00B60C95">
              <w:t>.</w:t>
            </w:r>
          </w:p>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4BA3E6E1" w14:textId="77777777" w:rsidR="00EF3268" w:rsidRPr="00023D7B" w:rsidRDefault="00EF3268" w:rsidP="0075031B">
            <w:pPr>
              <w:pStyle w:val="SIText"/>
            </w:pPr>
            <w:r w:rsidRPr="00023D7B">
              <w:t xml:space="preserve">Assessment of the skills in this unit of competency must take place under the following conditions: </w:t>
            </w:r>
          </w:p>
          <w:p w14:paraId="7AB7EA70" w14:textId="77777777" w:rsidR="00513181" w:rsidRPr="0075031B" w:rsidRDefault="00513181" w:rsidP="00023D7B">
            <w:pPr>
              <w:pStyle w:val="SIBulletList1"/>
            </w:pPr>
            <w:r w:rsidRPr="0075031B">
              <w:t>physical conditions:</w:t>
            </w:r>
          </w:p>
          <w:p w14:paraId="7CA9CEA2" w14:textId="1808C021" w:rsidR="00513181" w:rsidRPr="0075031B" w:rsidRDefault="00513181" w:rsidP="00023D7B">
            <w:pPr>
              <w:pStyle w:val="SIBulletList2"/>
            </w:pPr>
            <w:r w:rsidRPr="0075031B">
              <w:t xml:space="preserve">a </w:t>
            </w:r>
            <w:r w:rsidR="00785887" w:rsidRPr="00023D7B">
              <w:t xml:space="preserve">commercial </w:t>
            </w:r>
            <w:r w:rsidRPr="00023D7B">
              <w:t>poultry</w:t>
            </w:r>
            <w:r w:rsidRPr="0075031B">
              <w:t xml:space="preserve"> </w:t>
            </w:r>
            <w:r w:rsidRPr="00023D7B">
              <w:t xml:space="preserve">and egg </w:t>
            </w:r>
            <w:r w:rsidRPr="0075031B">
              <w:t xml:space="preserve">production site </w:t>
            </w:r>
            <w:r w:rsidR="00EE6CA2" w:rsidRPr="00023D7B">
              <w:t>or an environment that accurately represents workplace conditions</w:t>
            </w:r>
          </w:p>
          <w:p w14:paraId="1969181C" w14:textId="77777777" w:rsidR="00513181" w:rsidRPr="0075031B" w:rsidRDefault="00513181" w:rsidP="00023D7B">
            <w:pPr>
              <w:pStyle w:val="SIBulletList1"/>
            </w:pPr>
            <w:r w:rsidRPr="0075031B">
              <w:t>resources, equipment and materials:</w:t>
            </w:r>
          </w:p>
          <w:p w14:paraId="6FCEBC5E" w14:textId="7C6DE0CD" w:rsidR="00513181" w:rsidRPr="0075031B" w:rsidRDefault="00513181" w:rsidP="00023D7B">
            <w:pPr>
              <w:pStyle w:val="SIBulletList2"/>
            </w:pPr>
            <w:r w:rsidRPr="0075031B">
              <w:t xml:space="preserve">live </w:t>
            </w:r>
            <w:r w:rsidRPr="00023D7B">
              <w:t>poultry and eggs</w:t>
            </w:r>
            <w:r w:rsidRPr="0075031B">
              <w:t xml:space="preserve"> specified in performance evidence</w:t>
            </w:r>
          </w:p>
          <w:p w14:paraId="691D45F3" w14:textId="10C52F5D" w:rsidR="00513181" w:rsidRPr="0075031B" w:rsidRDefault="00513181" w:rsidP="00023D7B">
            <w:pPr>
              <w:pStyle w:val="SIBulletList2"/>
            </w:pPr>
            <w:r w:rsidRPr="0075031B">
              <w:t>p</w:t>
            </w:r>
            <w:r w:rsidRPr="00023D7B">
              <w:t xml:space="preserve">oultry and </w:t>
            </w:r>
            <w:r w:rsidR="00785887" w:rsidRPr="00023D7B">
              <w:t xml:space="preserve">fertile </w:t>
            </w:r>
            <w:r w:rsidRPr="00023D7B">
              <w:t xml:space="preserve">egg production </w:t>
            </w:r>
            <w:r w:rsidR="00CE4949" w:rsidRPr="00023D7B">
              <w:t>shed</w:t>
            </w:r>
            <w:r w:rsidRPr="0075031B">
              <w:t>, materials, resources, tools and equipment, including PPE specified in the performance evidence</w:t>
            </w:r>
          </w:p>
          <w:p w14:paraId="23117962" w14:textId="77777777" w:rsidR="00513181" w:rsidRPr="0075031B" w:rsidRDefault="00513181" w:rsidP="00023D7B">
            <w:pPr>
              <w:pStyle w:val="SIBulletList1"/>
            </w:pPr>
            <w:r w:rsidRPr="0075031B">
              <w:t>specifications:</w:t>
            </w:r>
          </w:p>
          <w:p w14:paraId="706A72F9" w14:textId="54216553" w:rsidR="00513181" w:rsidRPr="0075031B" w:rsidRDefault="00943211" w:rsidP="00023D7B">
            <w:pPr>
              <w:pStyle w:val="SIBulletList2"/>
            </w:pPr>
            <w:r w:rsidRPr="00023D7B">
              <w:t>enterprise health and safety, animal welfare, infection control, biosecurity and environmental protection procedures related to egg handling, processing and storing activities</w:t>
            </w:r>
            <w:r w:rsidR="00513181" w:rsidRPr="0075031B">
              <w:t xml:space="preserve"> specified in the performance evidence</w:t>
            </w:r>
            <w:r w:rsidR="00B60C95">
              <w:t>.</w:t>
            </w:r>
          </w:p>
          <w:p w14:paraId="6451E534" w14:textId="206256BB" w:rsidR="00EB2145" w:rsidRPr="0075031B" w:rsidRDefault="00EB2145" w:rsidP="00023D7B"/>
          <w:p w14:paraId="1382960F" w14:textId="77777777" w:rsidR="007134FE" w:rsidRPr="00023D7B" w:rsidRDefault="007134FE" w:rsidP="0075031B">
            <w:pPr>
              <w:pStyle w:val="SIText"/>
            </w:pPr>
            <w:r w:rsidRPr="00023D7B">
              <w:t>Assessors of this unit must satisfy the requirements for assessors in applicable vocational education and training legislation, frameworks and/or standards.</w:t>
            </w:r>
          </w:p>
          <w:p w14:paraId="216B74B3" w14:textId="540E13CE" w:rsidR="00D077F8" w:rsidRPr="005404CB" w:rsidRDefault="00D077F8" w:rsidP="00023D7B">
            <w:pPr>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2D6ADBF3" w14:textId="330BB80D" w:rsidR="00D077F8" w:rsidRPr="005404CB" w:rsidRDefault="002970C3" w:rsidP="005404CB">
            <w:pPr>
              <w:pStyle w:val="SIText"/>
            </w:pPr>
            <w:r>
              <w:t xml:space="preserve">Companion Volumes, including Implementation </w:t>
            </w:r>
            <w:r w:rsidR="00346FDC" w:rsidRPr="005404CB">
              <w:t xml:space="preserve">Guides, are available at </w:t>
            </w:r>
            <w:r w:rsidR="00BD6D29" w:rsidRPr="005404CB">
              <w:t xml:space="preserve">VETNet: </w:t>
            </w:r>
            <w:hyperlink r:id="rId12" w:history="1">
              <w:r w:rsidR="00BD6D29" w:rsidRPr="00BD6D29">
                <w:t>https://vetnet.gov.au/Pages/TrainingDocs.aspx?q=c6399549-9c62-4a5e-bf1a-524b2322cf72</w:t>
              </w:r>
            </w:hyperlink>
            <w:r w:rsidR="00BD6D29" w:rsidRPr="00BD6D29" w:rsidDel="00BD6D29">
              <w:t xml:space="preserve"> </w:t>
            </w:r>
          </w:p>
        </w:tc>
      </w:tr>
    </w:tbl>
    <w:p w14:paraId="38F26DA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8EDC7" w14:textId="77777777" w:rsidR="000C17B1" w:rsidRDefault="000C17B1" w:rsidP="00BF3F0A">
      <w:r>
        <w:separator/>
      </w:r>
    </w:p>
    <w:p w14:paraId="0B16CD9A" w14:textId="77777777" w:rsidR="000C17B1" w:rsidRDefault="000C17B1"/>
  </w:endnote>
  <w:endnote w:type="continuationSeparator" w:id="0">
    <w:p w14:paraId="45B22C37" w14:textId="77777777" w:rsidR="000C17B1" w:rsidRDefault="000C17B1" w:rsidP="00BF3F0A">
      <w:r>
        <w:continuationSeparator/>
      </w:r>
    </w:p>
    <w:p w14:paraId="5F570C2D" w14:textId="77777777" w:rsidR="000C17B1" w:rsidRDefault="000C1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934B6" w14:textId="77777777" w:rsidR="000C17B1" w:rsidRDefault="000C17B1" w:rsidP="00BF3F0A">
      <w:r>
        <w:separator/>
      </w:r>
    </w:p>
    <w:p w14:paraId="3207E9EB" w14:textId="77777777" w:rsidR="000C17B1" w:rsidRDefault="000C17B1"/>
  </w:footnote>
  <w:footnote w:type="continuationSeparator" w:id="0">
    <w:p w14:paraId="1541CC3C" w14:textId="77777777" w:rsidR="000C17B1" w:rsidRDefault="000C17B1" w:rsidP="00BF3F0A">
      <w:r>
        <w:continuationSeparator/>
      </w:r>
    </w:p>
    <w:p w14:paraId="1844D8F7" w14:textId="77777777" w:rsidR="000C17B1" w:rsidRDefault="000C17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7B29AA52" w:rsidR="009C2650" w:rsidRPr="000754EC" w:rsidRDefault="00017BD8" w:rsidP="00146EEC">
    <w:pPr>
      <w:pStyle w:val="SIText"/>
    </w:pPr>
    <w:sdt>
      <w:sdtPr>
        <w:id w:val="1062063575"/>
        <w:docPartObj>
          <w:docPartGallery w:val="Watermarks"/>
          <w:docPartUnique/>
        </w:docPartObj>
      </w:sdtPr>
      <w:sdtEndPr/>
      <w:sdtContent>
        <w:r>
          <w:pict w14:anchorId="4AB49E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52547" w:rsidRPr="00C52547">
      <w:t xml:space="preserve"> </w:t>
    </w:r>
    <w:r w:rsidR="00920E8C" w:rsidRPr="00920E8C">
      <w:t>AHCPLY2</w:t>
    </w:r>
    <w:r w:rsidR="00B5499A">
      <w:t>X1</w:t>
    </w:r>
    <w:r w:rsidR="00920E8C" w:rsidRPr="00920E8C">
      <w:t xml:space="preserve"> Collect store and handle eggs from breeder flocks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004"/>
    <w:multiLevelType w:val="multilevel"/>
    <w:tmpl w:val="91FC1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82B6B13"/>
    <w:multiLevelType w:val="multilevel"/>
    <w:tmpl w:val="190E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674BD6"/>
    <w:multiLevelType w:val="multilevel"/>
    <w:tmpl w:val="1DAA6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9E654D"/>
    <w:multiLevelType w:val="multilevel"/>
    <w:tmpl w:val="F9CCA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B56343"/>
    <w:multiLevelType w:val="multilevel"/>
    <w:tmpl w:val="83DAA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606890"/>
    <w:multiLevelType w:val="multilevel"/>
    <w:tmpl w:val="470AB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8A3A29"/>
    <w:multiLevelType w:val="multilevel"/>
    <w:tmpl w:val="0F860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2B6F0A"/>
    <w:multiLevelType w:val="multilevel"/>
    <w:tmpl w:val="53C88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853EB7"/>
    <w:multiLevelType w:val="multilevel"/>
    <w:tmpl w:val="73260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E607A9"/>
    <w:multiLevelType w:val="multilevel"/>
    <w:tmpl w:val="15C8D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2A94C91"/>
    <w:multiLevelType w:val="multilevel"/>
    <w:tmpl w:val="46C8C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CF19A0"/>
    <w:multiLevelType w:val="multilevel"/>
    <w:tmpl w:val="85849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F26922"/>
    <w:multiLevelType w:val="multilevel"/>
    <w:tmpl w:val="00B6A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AC1231"/>
    <w:multiLevelType w:val="multilevel"/>
    <w:tmpl w:val="416C3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FA6086"/>
    <w:multiLevelType w:val="multilevel"/>
    <w:tmpl w:val="A532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04745B"/>
    <w:multiLevelType w:val="multilevel"/>
    <w:tmpl w:val="1794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5330DC"/>
    <w:multiLevelType w:val="multilevel"/>
    <w:tmpl w:val="25102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3F645E"/>
    <w:multiLevelType w:val="multilevel"/>
    <w:tmpl w:val="839EE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481B42"/>
    <w:multiLevelType w:val="multilevel"/>
    <w:tmpl w:val="DE560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0E63DC9"/>
    <w:multiLevelType w:val="multilevel"/>
    <w:tmpl w:val="F66C3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65177A"/>
    <w:multiLevelType w:val="multilevel"/>
    <w:tmpl w:val="9AF07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26304D"/>
    <w:multiLevelType w:val="multilevel"/>
    <w:tmpl w:val="91D2A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FF52D4"/>
    <w:multiLevelType w:val="multilevel"/>
    <w:tmpl w:val="CED0A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2"/>
  </w:num>
  <w:num w:numId="3">
    <w:abstractNumId w:val="26"/>
  </w:num>
  <w:num w:numId="4">
    <w:abstractNumId w:val="4"/>
  </w:num>
  <w:num w:numId="5">
    <w:abstractNumId w:val="9"/>
  </w:num>
  <w:num w:numId="6">
    <w:abstractNumId w:val="13"/>
  </w:num>
  <w:num w:numId="7">
    <w:abstractNumId w:val="20"/>
  </w:num>
  <w:num w:numId="8">
    <w:abstractNumId w:val="14"/>
  </w:num>
  <w:num w:numId="9">
    <w:abstractNumId w:val="21"/>
  </w:num>
  <w:num w:numId="10">
    <w:abstractNumId w:val="23"/>
  </w:num>
  <w:num w:numId="11">
    <w:abstractNumId w:val="19"/>
  </w:num>
  <w:num w:numId="12">
    <w:abstractNumId w:val="7"/>
  </w:num>
  <w:num w:numId="13">
    <w:abstractNumId w:val="15"/>
  </w:num>
  <w:num w:numId="14">
    <w:abstractNumId w:val="11"/>
  </w:num>
  <w:num w:numId="15">
    <w:abstractNumId w:val="0"/>
  </w:num>
  <w:num w:numId="16">
    <w:abstractNumId w:val="8"/>
  </w:num>
  <w:num w:numId="17">
    <w:abstractNumId w:val="3"/>
  </w:num>
  <w:num w:numId="18">
    <w:abstractNumId w:val="27"/>
  </w:num>
  <w:num w:numId="19">
    <w:abstractNumId w:val="6"/>
  </w:num>
  <w:num w:numId="20">
    <w:abstractNumId w:val="16"/>
  </w:num>
  <w:num w:numId="21">
    <w:abstractNumId w:val="24"/>
  </w:num>
  <w:num w:numId="22">
    <w:abstractNumId w:val="2"/>
  </w:num>
  <w:num w:numId="23">
    <w:abstractNumId w:val="17"/>
  </w:num>
  <w:num w:numId="24">
    <w:abstractNumId w:val="18"/>
  </w:num>
  <w:num w:numId="25">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6803"/>
    <w:rsid w:val="0001751D"/>
    <w:rsid w:val="00017BD8"/>
    <w:rsid w:val="00023992"/>
    <w:rsid w:val="00023D7B"/>
    <w:rsid w:val="00027547"/>
    <w:rsid w:val="000275AE"/>
    <w:rsid w:val="00040219"/>
    <w:rsid w:val="00041E59"/>
    <w:rsid w:val="000528F7"/>
    <w:rsid w:val="0005354F"/>
    <w:rsid w:val="00062D4B"/>
    <w:rsid w:val="00064BFE"/>
    <w:rsid w:val="000707BB"/>
    <w:rsid w:val="00070B3E"/>
    <w:rsid w:val="00071F95"/>
    <w:rsid w:val="000737BB"/>
    <w:rsid w:val="00074E47"/>
    <w:rsid w:val="000754EC"/>
    <w:rsid w:val="00077F65"/>
    <w:rsid w:val="000801A1"/>
    <w:rsid w:val="000820D3"/>
    <w:rsid w:val="0009093B"/>
    <w:rsid w:val="000A3FBD"/>
    <w:rsid w:val="000A5441"/>
    <w:rsid w:val="000A557D"/>
    <w:rsid w:val="000B2022"/>
    <w:rsid w:val="000B487B"/>
    <w:rsid w:val="000C149A"/>
    <w:rsid w:val="000C17B1"/>
    <w:rsid w:val="000C224E"/>
    <w:rsid w:val="000D5767"/>
    <w:rsid w:val="000D64F6"/>
    <w:rsid w:val="000D6C60"/>
    <w:rsid w:val="000E25E6"/>
    <w:rsid w:val="000E2C86"/>
    <w:rsid w:val="000F29F2"/>
    <w:rsid w:val="00101659"/>
    <w:rsid w:val="001053DF"/>
    <w:rsid w:val="00105AEA"/>
    <w:rsid w:val="001078BF"/>
    <w:rsid w:val="00107E0C"/>
    <w:rsid w:val="00115649"/>
    <w:rsid w:val="00121272"/>
    <w:rsid w:val="0012306E"/>
    <w:rsid w:val="00133957"/>
    <w:rsid w:val="001372F6"/>
    <w:rsid w:val="00144385"/>
    <w:rsid w:val="001444B1"/>
    <w:rsid w:val="00146EEC"/>
    <w:rsid w:val="00151D55"/>
    <w:rsid w:val="00151D93"/>
    <w:rsid w:val="00156BE9"/>
    <w:rsid w:val="00156EF3"/>
    <w:rsid w:val="0016221D"/>
    <w:rsid w:val="00176E4F"/>
    <w:rsid w:val="0018546B"/>
    <w:rsid w:val="001A6A3E"/>
    <w:rsid w:val="001A7B6D"/>
    <w:rsid w:val="001B34D5"/>
    <w:rsid w:val="001B4780"/>
    <w:rsid w:val="001B513A"/>
    <w:rsid w:val="001C0A75"/>
    <w:rsid w:val="001C1306"/>
    <w:rsid w:val="001C2780"/>
    <w:rsid w:val="001D30EB"/>
    <w:rsid w:val="001D437C"/>
    <w:rsid w:val="001D5C1B"/>
    <w:rsid w:val="001D7DCE"/>
    <w:rsid w:val="001D7F5B"/>
    <w:rsid w:val="001E0849"/>
    <w:rsid w:val="001E164D"/>
    <w:rsid w:val="001E16BC"/>
    <w:rsid w:val="001E16DF"/>
    <w:rsid w:val="001E360E"/>
    <w:rsid w:val="001E43B3"/>
    <w:rsid w:val="001E55CF"/>
    <w:rsid w:val="001F2BA5"/>
    <w:rsid w:val="001F308D"/>
    <w:rsid w:val="00201A7C"/>
    <w:rsid w:val="002052A1"/>
    <w:rsid w:val="00205F8B"/>
    <w:rsid w:val="0021210E"/>
    <w:rsid w:val="0021414D"/>
    <w:rsid w:val="00223124"/>
    <w:rsid w:val="00224A10"/>
    <w:rsid w:val="00233143"/>
    <w:rsid w:val="002335C1"/>
    <w:rsid w:val="00234444"/>
    <w:rsid w:val="00242293"/>
    <w:rsid w:val="00242FD1"/>
    <w:rsid w:val="00244EA7"/>
    <w:rsid w:val="0024645A"/>
    <w:rsid w:val="00262FC3"/>
    <w:rsid w:val="002637FC"/>
    <w:rsid w:val="0026394F"/>
    <w:rsid w:val="002665D2"/>
    <w:rsid w:val="00267AF6"/>
    <w:rsid w:val="002713C6"/>
    <w:rsid w:val="00271BB7"/>
    <w:rsid w:val="00274106"/>
    <w:rsid w:val="00275977"/>
    <w:rsid w:val="00276DB8"/>
    <w:rsid w:val="00282664"/>
    <w:rsid w:val="00285DF9"/>
    <w:rsid w:val="00285FB8"/>
    <w:rsid w:val="002970C3"/>
    <w:rsid w:val="002A4CD3"/>
    <w:rsid w:val="002A6107"/>
    <w:rsid w:val="002A6CC4"/>
    <w:rsid w:val="002B1B5F"/>
    <w:rsid w:val="002B2CD5"/>
    <w:rsid w:val="002C1B90"/>
    <w:rsid w:val="002C53EF"/>
    <w:rsid w:val="002C55E9"/>
    <w:rsid w:val="002C5FEB"/>
    <w:rsid w:val="002D0C8B"/>
    <w:rsid w:val="002D330A"/>
    <w:rsid w:val="002D7507"/>
    <w:rsid w:val="002E0716"/>
    <w:rsid w:val="002E170C"/>
    <w:rsid w:val="002E193E"/>
    <w:rsid w:val="002E522B"/>
    <w:rsid w:val="002F4A02"/>
    <w:rsid w:val="002F6F4F"/>
    <w:rsid w:val="002F790F"/>
    <w:rsid w:val="00305EFF"/>
    <w:rsid w:val="00310A6A"/>
    <w:rsid w:val="003144E6"/>
    <w:rsid w:val="00324C52"/>
    <w:rsid w:val="00337E82"/>
    <w:rsid w:val="00346FDC"/>
    <w:rsid w:val="00350BB1"/>
    <w:rsid w:val="00352C83"/>
    <w:rsid w:val="003635F5"/>
    <w:rsid w:val="00366805"/>
    <w:rsid w:val="0037067D"/>
    <w:rsid w:val="00373436"/>
    <w:rsid w:val="0038735B"/>
    <w:rsid w:val="003916D1"/>
    <w:rsid w:val="00394B49"/>
    <w:rsid w:val="00394C90"/>
    <w:rsid w:val="003A21F0"/>
    <w:rsid w:val="003A277F"/>
    <w:rsid w:val="003A58BA"/>
    <w:rsid w:val="003A5AE7"/>
    <w:rsid w:val="003A7221"/>
    <w:rsid w:val="003B3493"/>
    <w:rsid w:val="003C13AE"/>
    <w:rsid w:val="003C16FD"/>
    <w:rsid w:val="003C38DA"/>
    <w:rsid w:val="003C7152"/>
    <w:rsid w:val="003D2E73"/>
    <w:rsid w:val="003E72B6"/>
    <w:rsid w:val="003E7BBE"/>
    <w:rsid w:val="004127E3"/>
    <w:rsid w:val="00415545"/>
    <w:rsid w:val="00430C14"/>
    <w:rsid w:val="0043212E"/>
    <w:rsid w:val="00432CA0"/>
    <w:rsid w:val="00434366"/>
    <w:rsid w:val="00434ECE"/>
    <w:rsid w:val="00444423"/>
    <w:rsid w:val="00452F3E"/>
    <w:rsid w:val="0046239A"/>
    <w:rsid w:val="004640AE"/>
    <w:rsid w:val="00466F18"/>
    <w:rsid w:val="004679E3"/>
    <w:rsid w:val="00475172"/>
    <w:rsid w:val="004758B0"/>
    <w:rsid w:val="00476567"/>
    <w:rsid w:val="0048067C"/>
    <w:rsid w:val="004832D2"/>
    <w:rsid w:val="00485559"/>
    <w:rsid w:val="004A142B"/>
    <w:rsid w:val="004A3860"/>
    <w:rsid w:val="004A44E8"/>
    <w:rsid w:val="004A581D"/>
    <w:rsid w:val="004A65AE"/>
    <w:rsid w:val="004A7706"/>
    <w:rsid w:val="004A77E3"/>
    <w:rsid w:val="004B0085"/>
    <w:rsid w:val="004B29B7"/>
    <w:rsid w:val="004B7A28"/>
    <w:rsid w:val="004C2244"/>
    <w:rsid w:val="004C79A1"/>
    <w:rsid w:val="004D0D5F"/>
    <w:rsid w:val="004D1569"/>
    <w:rsid w:val="004D2B00"/>
    <w:rsid w:val="004D3BF4"/>
    <w:rsid w:val="004D44B1"/>
    <w:rsid w:val="004E0460"/>
    <w:rsid w:val="004E1579"/>
    <w:rsid w:val="004E5FAE"/>
    <w:rsid w:val="004E6245"/>
    <w:rsid w:val="004E6741"/>
    <w:rsid w:val="004E7094"/>
    <w:rsid w:val="004F5DC7"/>
    <w:rsid w:val="004F78DA"/>
    <w:rsid w:val="005039B6"/>
    <w:rsid w:val="005104CC"/>
    <w:rsid w:val="00513181"/>
    <w:rsid w:val="005145AB"/>
    <w:rsid w:val="00520191"/>
    <w:rsid w:val="00520E9A"/>
    <w:rsid w:val="00522C65"/>
    <w:rsid w:val="005248C1"/>
    <w:rsid w:val="00526134"/>
    <w:rsid w:val="005277F1"/>
    <w:rsid w:val="00532700"/>
    <w:rsid w:val="005404CB"/>
    <w:rsid w:val="005405B2"/>
    <w:rsid w:val="005427C8"/>
    <w:rsid w:val="005446D1"/>
    <w:rsid w:val="00545454"/>
    <w:rsid w:val="00554F6B"/>
    <w:rsid w:val="00556C4C"/>
    <w:rsid w:val="00557369"/>
    <w:rsid w:val="00557D22"/>
    <w:rsid w:val="00561A11"/>
    <w:rsid w:val="00564ADD"/>
    <w:rsid w:val="005708EB"/>
    <w:rsid w:val="00575BC6"/>
    <w:rsid w:val="00583902"/>
    <w:rsid w:val="00584D09"/>
    <w:rsid w:val="005A1D70"/>
    <w:rsid w:val="005A3AA5"/>
    <w:rsid w:val="005A6C9C"/>
    <w:rsid w:val="005A74DC"/>
    <w:rsid w:val="005B49E7"/>
    <w:rsid w:val="005B5146"/>
    <w:rsid w:val="005C25AD"/>
    <w:rsid w:val="005C6D17"/>
    <w:rsid w:val="005C7477"/>
    <w:rsid w:val="005D1AFD"/>
    <w:rsid w:val="005D266B"/>
    <w:rsid w:val="005D32F3"/>
    <w:rsid w:val="005D4D71"/>
    <w:rsid w:val="005D7DB6"/>
    <w:rsid w:val="005E1E51"/>
    <w:rsid w:val="005E51E6"/>
    <w:rsid w:val="005E7BEA"/>
    <w:rsid w:val="005F027A"/>
    <w:rsid w:val="005F33CC"/>
    <w:rsid w:val="005F771F"/>
    <w:rsid w:val="00611F12"/>
    <w:rsid w:val="006121D4"/>
    <w:rsid w:val="00613B49"/>
    <w:rsid w:val="00616845"/>
    <w:rsid w:val="00620E8E"/>
    <w:rsid w:val="00633CFE"/>
    <w:rsid w:val="00634234"/>
    <w:rsid w:val="00634FCA"/>
    <w:rsid w:val="006367BD"/>
    <w:rsid w:val="00643D1B"/>
    <w:rsid w:val="006452B8"/>
    <w:rsid w:val="00652760"/>
    <w:rsid w:val="00652E62"/>
    <w:rsid w:val="00660E84"/>
    <w:rsid w:val="00673915"/>
    <w:rsid w:val="00686A49"/>
    <w:rsid w:val="00687B62"/>
    <w:rsid w:val="00690C44"/>
    <w:rsid w:val="0069447E"/>
    <w:rsid w:val="00695C89"/>
    <w:rsid w:val="006969D9"/>
    <w:rsid w:val="006A2B68"/>
    <w:rsid w:val="006C26BF"/>
    <w:rsid w:val="006C2F32"/>
    <w:rsid w:val="006D1AF9"/>
    <w:rsid w:val="006D2359"/>
    <w:rsid w:val="006D38C3"/>
    <w:rsid w:val="006D3B15"/>
    <w:rsid w:val="006D4448"/>
    <w:rsid w:val="006D6DFD"/>
    <w:rsid w:val="006E2C4D"/>
    <w:rsid w:val="006E3DD2"/>
    <w:rsid w:val="006E42FE"/>
    <w:rsid w:val="006F0D02"/>
    <w:rsid w:val="006F10FE"/>
    <w:rsid w:val="006F3622"/>
    <w:rsid w:val="006F42C3"/>
    <w:rsid w:val="00705EEC"/>
    <w:rsid w:val="00707741"/>
    <w:rsid w:val="00711B35"/>
    <w:rsid w:val="007134FE"/>
    <w:rsid w:val="0071409D"/>
    <w:rsid w:val="00715794"/>
    <w:rsid w:val="00717385"/>
    <w:rsid w:val="0072194E"/>
    <w:rsid w:val="00722769"/>
    <w:rsid w:val="00727901"/>
    <w:rsid w:val="0073075B"/>
    <w:rsid w:val="00732CBA"/>
    <w:rsid w:val="0073404B"/>
    <w:rsid w:val="007341FF"/>
    <w:rsid w:val="007404E9"/>
    <w:rsid w:val="007444CF"/>
    <w:rsid w:val="0075031B"/>
    <w:rsid w:val="00750434"/>
    <w:rsid w:val="00752C75"/>
    <w:rsid w:val="00757005"/>
    <w:rsid w:val="00761941"/>
    <w:rsid w:val="00761DBE"/>
    <w:rsid w:val="0076523B"/>
    <w:rsid w:val="00771B60"/>
    <w:rsid w:val="007738D6"/>
    <w:rsid w:val="00780ACE"/>
    <w:rsid w:val="00781D77"/>
    <w:rsid w:val="00783549"/>
    <w:rsid w:val="00785887"/>
    <w:rsid w:val="007860B7"/>
    <w:rsid w:val="00786232"/>
    <w:rsid w:val="00786DC8"/>
    <w:rsid w:val="007A300D"/>
    <w:rsid w:val="007A40B3"/>
    <w:rsid w:val="007A7DF6"/>
    <w:rsid w:val="007B22E8"/>
    <w:rsid w:val="007B755D"/>
    <w:rsid w:val="007D136C"/>
    <w:rsid w:val="007D1924"/>
    <w:rsid w:val="007D5A78"/>
    <w:rsid w:val="007D696D"/>
    <w:rsid w:val="007E3BD1"/>
    <w:rsid w:val="007F1563"/>
    <w:rsid w:val="007F1EB2"/>
    <w:rsid w:val="007F44DB"/>
    <w:rsid w:val="007F5A8B"/>
    <w:rsid w:val="00817D51"/>
    <w:rsid w:val="00823035"/>
    <w:rsid w:val="00823530"/>
    <w:rsid w:val="00823FF4"/>
    <w:rsid w:val="0082693C"/>
    <w:rsid w:val="00830267"/>
    <w:rsid w:val="008306E7"/>
    <w:rsid w:val="008322BE"/>
    <w:rsid w:val="00834BC8"/>
    <w:rsid w:val="00837FD6"/>
    <w:rsid w:val="00843041"/>
    <w:rsid w:val="00847B60"/>
    <w:rsid w:val="00850243"/>
    <w:rsid w:val="00851BE5"/>
    <w:rsid w:val="008545EB"/>
    <w:rsid w:val="00865011"/>
    <w:rsid w:val="00886572"/>
    <w:rsid w:val="00886790"/>
    <w:rsid w:val="008908DE"/>
    <w:rsid w:val="00890D39"/>
    <w:rsid w:val="008A12ED"/>
    <w:rsid w:val="008A39D3"/>
    <w:rsid w:val="008A799F"/>
    <w:rsid w:val="008B2C77"/>
    <w:rsid w:val="008B2D91"/>
    <w:rsid w:val="008B4AD2"/>
    <w:rsid w:val="008B663E"/>
    <w:rsid w:val="008B7138"/>
    <w:rsid w:val="008C2EB8"/>
    <w:rsid w:val="008C4FA1"/>
    <w:rsid w:val="008E260C"/>
    <w:rsid w:val="008E39BE"/>
    <w:rsid w:val="008E62EC"/>
    <w:rsid w:val="008F32F6"/>
    <w:rsid w:val="00911215"/>
    <w:rsid w:val="009127E2"/>
    <w:rsid w:val="0091286E"/>
    <w:rsid w:val="009155F6"/>
    <w:rsid w:val="00916627"/>
    <w:rsid w:val="00916CD7"/>
    <w:rsid w:val="0091754C"/>
    <w:rsid w:val="00920927"/>
    <w:rsid w:val="00920E8C"/>
    <w:rsid w:val="00921B38"/>
    <w:rsid w:val="00923720"/>
    <w:rsid w:val="009278C9"/>
    <w:rsid w:val="00932CD7"/>
    <w:rsid w:val="00943211"/>
    <w:rsid w:val="00944C09"/>
    <w:rsid w:val="009527CB"/>
    <w:rsid w:val="00953835"/>
    <w:rsid w:val="00960B1F"/>
    <w:rsid w:val="00960F6C"/>
    <w:rsid w:val="00970747"/>
    <w:rsid w:val="00974848"/>
    <w:rsid w:val="009807D7"/>
    <w:rsid w:val="00982061"/>
    <w:rsid w:val="00987DBB"/>
    <w:rsid w:val="00997BFC"/>
    <w:rsid w:val="009A5900"/>
    <w:rsid w:val="009A6E6C"/>
    <w:rsid w:val="009A6F3F"/>
    <w:rsid w:val="009B2F8F"/>
    <w:rsid w:val="009B331A"/>
    <w:rsid w:val="009B7A0D"/>
    <w:rsid w:val="009C2650"/>
    <w:rsid w:val="009C420D"/>
    <w:rsid w:val="009D15E2"/>
    <w:rsid w:val="009D15FE"/>
    <w:rsid w:val="009D3151"/>
    <w:rsid w:val="009D5D2C"/>
    <w:rsid w:val="009E2635"/>
    <w:rsid w:val="009F0DCC"/>
    <w:rsid w:val="009F11CA"/>
    <w:rsid w:val="00A05730"/>
    <w:rsid w:val="00A0695B"/>
    <w:rsid w:val="00A13052"/>
    <w:rsid w:val="00A216A8"/>
    <w:rsid w:val="00A223A6"/>
    <w:rsid w:val="00A24514"/>
    <w:rsid w:val="00A34415"/>
    <w:rsid w:val="00A34526"/>
    <w:rsid w:val="00A3639E"/>
    <w:rsid w:val="00A36EA6"/>
    <w:rsid w:val="00A413B5"/>
    <w:rsid w:val="00A5092E"/>
    <w:rsid w:val="00A5303C"/>
    <w:rsid w:val="00A554D6"/>
    <w:rsid w:val="00A56E14"/>
    <w:rsid w:val="00A6476B"/>
    <w:rsid w:val="00A65609"/>
    <w:rsid w:val="00A71FF3"/>
    <w:rsid w:val="00A76C6C"/>
    <w:rsid w:val="00A77703"/>
    <w:rsid w:val="00A84343"/>
    <w:rsid w:val="00A84F04"/>
    <w:rsid w:val="00A86830"/>
    <w:rsid w:val="00A87356"/>
    <w:rsid w:val="00A92DD1"/>
    <w:rsid w:val="00AA5338"/>
    <w:rsid w:val="00AA5D02"/>
    <w:rsid w:val="00AA7F28"/>
    <w:rsid w:val="00AB1B8E"/>
    <w:rsid w:val="00AB1BEC"/>
    <w:rsid w:val="00AB36A1"/>
    <w:rsid w:val="00AB3EC1"/>
    <w:rsid w:val="00AB3ECF"/>
    <w:rsid w:val="00AB46DE"/>
    <w:rsid w:val="00AC0696"/>
    <w:rsid w:val="00AC4C98"/>
    <w:rsid w:val="00AC5F6B"/>
    <w:rsid w:val="00AD3896"/>
    <w:rsid w:val="00AD5B47"/>
    <w:rsid w:val="00AD6DCA"/>
    <w:rsid w:val="00AE0F96"/>
    <w:rsid w:val="00AE1ED9"/>
    <w:rsid w:val="00AE2B8F"/>
    <w:rsid w:val="00AE32CB"/>
    <w:rsid w:val="00AE6F9D"/>
    <w:rsid w:val="00AF06E7"/>
    <w:rsid w:val="00AF0E53"/>
    <w:rsid w:val="00AF3957"/>
    <w:rsid w:val="00AF3AF7"/>
    <w:rsid w:val="00AF425E"/>
    <w:rsid w:val="00AF6048"/>
    <w:rsid w:val="00AF66A6"/>
    <w:rsid w:val="00B0712C"/>
    <w:rsid w:val="00B12013"/>
    <w:rsid w:val="00B22C67"/>
    <w:rsid w:val="00B237A0"/>
    <w:rsid w:val="00B3508F"/>
    <w:rsid w:val="00B37192"/>
    <w:rsid w:val="00B42563"/>
    <w:rsid w:val="00B443EE"/>
    <w:rsid w:val="00B50650"/>
    <w:rsid w:val="00B51242"/>
    <w:rsid w:val="00B5499A"/>
    <w:rsid w:val="00B560C8"/>
    <w:rsid w:val="00B60C95"/>
    <w:rsid w:val="00B61150"/>
    <w:rsid w:val="00B65BC7"/>
    <w:rsid w:val="00B746B9"/>
    <w:rsid w:val="00B848D4"/>
    <w:rsid w:val="00B865B7"/>
    <w:rsid w:val="00B97FFE"/>
    <w:rsid w:val="00BA1CB1"/>
    <w:rsid w:val="00BA4178"/>
    <w:rsid w:val="00BA482D"/>
    <w:rsid w:val="00BA7831"/>
    <w:rsid w:val="00BB1755"/>
    <w:rsid w:val="00BB23F4"/>
    <w:rsid w:val="00BB38A1"/>
    <w:rsid w:val="00BC5075"/>
    <w:rsid w:val="00BC5419"/>
    <w:rsid w:val="00BD2C38"/>
    <w:rsid w:val="00BD3B0F"/>
    <w:rsid w:val="00BD6D29"/>
    <w:rsid w:val="00BE5889"/>
    <w:rsid w:val="00BE6F0B"/>
    <w:rsid w:val="00BF1D4C"/>
    <w:rsid w:val="00BF3F0A"/>
    <w:rsid w:val="00BF74DB"/>
    <w:rsid w:val="00C04238"/>
    <w:rsid w:val="00C13CA3"/>
    <w:rsid w:val="00C143C3"/>
    <w:rsid w:val="00C1739B"/>
    <w:rsid w:val="00C21ADE"/>
    <w:rsid w:val="00C23D97"/>
    <w:rsid w:val="00C26067"/>
    <w:rsid w:val="00C30A29"/>
    <w:rsid w:val="00C317DC"/>
    <w:rsid w:val="00C36D97"/>
    <w:rsid w:val="00C46BBF"/>
    <w:rsid w:val="00C51429"/>
    <w:rsid w:val="00C52547"/>
    <w:rsid w:val="00C578E9"/>
    <w:rsid w:val="00C57A7C"/>
    <w:rsid w:val="00C659A1"/>
    <w:rsid w:val="00C70626"/>
    <w:rsid w:val="00C72860"/>
    <w:rsid w:val="00C72A48"/>
    <w:rsid w:val="00C73582"/>
    <w:rsid w:val="00C73B90"/>
    <w:rsid w:val="00C742EC"/>
    <w:rsid w:val="00C8143E"/>
    <w:rsid w:val="00C94641"/>
    <w:rsid w:val="00C96AF3"/>
    <w:rsid w:val="00C97CCC"/>
    <w:rsid w:val="00CA0274"/>
    <w:rsid w:val="00CA139A"/>
    <w:rsid w:val="00CB4D6A"/>
    <w:rsid w:val="00CB5ED5"/>
    <w:rsid w:val="00CB746F"/>
    <w:rsid w:val="00CC10A6"/>
    <w:rsid w:val="00CC2A11"/>
    <w:rsid w:val="00CC451E"/>
    <w:rsid w:val="00CD0D74"/>
    <w:rsid w:val="00CD4E9D"/>
    <w:rsid w:val="00CD4F4D"/>
    <w:rsid w:val="00CE4949"/>
    <w:rsid w:val="00CE7D19"/>
    <w:rsid w:val="00CF0CF5"/>
    <w:rsid w:val="00CF2B3E"/>
    <w:rsid w:val="00CF69B6"/>
    <w:rsid w:val="00D0201F"/>
    <w:rsid w:val="00D03685"/>
    <w:rsid w:val="00D077F8"/>
    <w:rsid w:val="00D07D4E"/>
    <w:rsid w:val="00D115AA"/>
    <w:rsid w:val="00D145BE"/>
    <w:rsid w:val="00D15B80"/>
    <w:rsid w:val="00D2035A"/>
    <w:rsid w:val="00D20C57"/>
    <w:rsid w:val="00D23C37"/>
    <w:rsid w:val="00D2434E"/>
    <w:rsid w:val="00D25D16"/>
    <w:rsid w:val="00D32124"/>
    <w:rsid w:val="00D373AD"/>
    <w:rsid w:val="00D47BCB"/>
    <w:rsid w:val="00D51A9A"/>
    <w:rsid w:val="00D54C76"/>
    <w:rsid w:val="00D621D5"/>
    <w:rsid w:val="00D632BB"/>
    <w:rsid w:val="00D658D2"/>
    <w:rsid w:val="00D6624D"/>
    <w:rsid w:val="00D71899"/>
    <w:rsid w:val="00D71E43"/>
    <w:rsid w:val="00D726E4"/>
    <w:rsid w:val="00D727F3"/>
    <w:rsid w:val="00D73695"/>
    <w:rsid w:val="00D750D6"/>
    <w:rsid w:val="00D810DE"/>
    <w:rsid w:val="00D8245B"/>
    <w:rsid w:val="00D84EB1"/>
    <w:rsid w:val="00D85CDB"/>
    <w:rsid w:val="00D860B3"/>
    <w:rsid w:val="00D87D32"/>
    <w:rsid w:val="00D91188"/>
    <w:rsid w:val="00D9129F"/>
    <w:rsid w:val="00D92C83"/>
    <w:rsid w:val="00DA0A81"/>
    <w:rsid w:val="00DA3C10"/>
    <w:rsid w:val="00DA53B5"/>
    <w:rsid w:val="00DC0287"/>
    <w:rsid w:val="00DC1D69"/>
    <w:rsid w:val="00DC5A3A"/>
    <w:rsid w:val="00DD0726"/>
    <w:rsid w:val="00DD099B"/>
    <w:rsid w:val="00DD2206"/>
    <w:rsid w:val="00DE2854"/>
    <w:rsid w:val="00DF2956"/>
    <w:rsid w:val="00E0590B"/>
    <w:rsid w:val="00E13BC0"/>
    <w:rsid w:val="00E238E6"/>
    <w:rsid w:val="00E243BE"/>
    <w:rsid w:val="00E30772"/>
    <w:rsid w:val="00E3225F"/>
    <w:rsid w:val="00E32978"/>
    <w:rsid w:val="00E34CD8"/>
    <w:rsid w:val="00E35064"/>
    <w:rsid w:val="00E3681D"/>
    <w:rsid w:val="00E40225"/>
    <w:rsid w:val="00E501F0"/>
    <w:rsid w:val="00E50A3D"/>
    <w:rsid w:val="00E5330E"/>
    <w:rsid w:val="00E5362E"/>
    <w:rsid w:val="00E6166D"/>
    <w:rsid w:val="00E74214"/>
    <w:rsid w:val="00E808EB"/>
    <w:rsid w:val="00E84842"/>
    <w:rsid w:val="00E9054F"/>
    <w:rsid w:val="00E91BFF"/>
    <w:rsid w:val="00E92933"/>
    <w:rsid w:val="00E94FAD"/>
    <w:rsid w:val="00E9592E"/>
    <w:rsid w:val="00E967B1"/>
    <w:rsid w:val="00EA1E00"/>
    <w:rsid w:val="00EA7A45"/>
    <w:rsid w:val="00EB0AA4"/>
    <w:rsid w:val="00EB2145"/>
    <w:rsid w:val="00EB5C88"/>
    <w:rsid w:val="00EC0469"/>
    <w:rsid w:val="00EC0C3E"/>
    <w:rsid w:val="00ED6077"/>
    <w:rsid w:val="00ED6DBE"/>
    <w:rsid w:val="00EE4C5B"/>
    <w:rsid w:val="00EE6CA2"/>
    <w:rsid w:val="00EF01F8"/>
    <w:rsid w:val="00EF3268"/>
    <w:rsid w:val="00EF40EF"/>
    <w:rsid w:val="00EF47FE"/>
    <w:rsid w:val="00EF583B"/>
    <w:rsid w:val="00F069BD"/>
    <w:rsid w:val="00F111A8"/>
    <w:rsid w:val="00F1377C"/>
    <w:rsid w:val="00F1480E"/>
    <w:rsid w:val="00F1497D"/>
    <w:rsid w:val="00F16AAC"/>
    <w:rsid w:val="00F30C7D"/>
    <w:rsid w:val="00F33FF2"/>
    <w:rsid w:val="00F438FC"/>
    <w:rsid w:val="00F53175"/>
    <w:rsid w:val="00F5616F"/>
    <w:rsid w:val="00F56451"/>
    <w:rsid w:val="00F56827"/>
    <w:rsid w:val="00F62866"/>
    <w:rsid w:val="00F63D41"/>
    <w:rsid w:val="00F65EF0"/>
    <w:rsid w:val="00F71651"/>
    <w:rsid w:val="00F73D1B"/>
    <w:rsid w:val="00F76191"/>
    <w:rsid w:val="00F76CC6"/>
    <w:rsid w:val="00F838AD"/>
    <w:rsid w:val="00F83D7C"/>
    <w:rsid w:val="00F85E88"/>
    <w:rsid w:val="00FB232E"/>
    <w:rsid w:val="00FC3ECD"/>
    <w:rsid w:val="00FD557D"/>
    <w:rsid w:val="00FD708D"/>
    <w:rsid w:val="00FE0282"/>
    <w:rsid w:val="00FE124D"/>
    <w:rsid w:val="00FE3FB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paragraph" w:styleId="Revision">
    <w:name w:val="Revision"/>
    <w:hidden/>
    <w:uiPriority w:val="99"/>
    <w:semiHidden/>
    <w:rsid w:val="002637F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57534">
      <w:bodyDiv w:val="1"/>
      <w:marLeft w:val="0"/>
      <w:marRight w:val="0"/>
      <w:marTop w:val="0"/>
      <w:marBottom w:val="0"/>
      <w:divBdr>
        <w:top w:val="none" w:sz="0" w:space="0" w:color="auto"/>
        <w:left w:val="none" w:sz="0" w:space="0" w:color="auto"/>
        <w:bottom w:val="none" w:sz="0" w:space="0" w:color="auto"/>
        <w:right w:val="none" w:sz="0" w:space="0" w:color="auto"/>
      </w:divBdr>
    </w:div>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281887724">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65479737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3723714">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76DD21F4A6AE4A9F8225BFB8E292F7" ma:contentTypeVersion="" ma:contentTypeDescription="Create a new document." ma:contentTypeScope="" ma:versionID="062c4fe9ac2021c6cc87f3bb235c979a">
  <xsd:schema xmlns:xsd="http://www.w3.org/2001/XMLSchema" xmlns:xs="http://www.w3.org/2001/XMLSchema" xmlns:p="http://schemas.microsoft.com/office/2006/metadata/properties" xmlns:ns1="http://schemas.microsoft.com/sharepoint/v3" xmlns:ns2="d50bbff7-d6dd-47d2-864a-cfdc2c3db0f4" xmlns:ns3="73ceba04-f479-4f1c-b7ee-9710a2c1e92e" targetNamespace="http://schemas.microsoft.com/office/2006/metadata/properties" ma:root="true" ma:fieldsID="fdaae2f5cbbe3b9ac8c15d2953907f0c" ns1:_="" ns2:_="" ns3:_="">
    <xsd:import namespace="http://schemas.microsoft.com/sharepoint/v3"/>
    <xsd:import namespace="d50bbff7-d6dd-47d2-864a-cfdc2c3db0f4"/>
    <xsd:import namespace="73ceba04-f479-4f1c-b7ee-9710a2c1e92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3ceba04-f479-4f1c-b7ee-9710a2c1e9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6D6C3E2-1217-4D6D-8B1A-79600D8B1F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3ceba04-f479-4f1c-b7ee-9710a2c1e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73ceba04-f479-4f1c-b7ee-9710a2c1e92e"/>
    <ds:schemaRef ds:uri="d50bbff7-d6dd-47d2-864a-cfdc2c3db0f4"/>
    <ds:schemaRef ds:uri="http://schemas.microsoft.com/sharepoint/v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103</TotalTime>
  <Pages>5</Pages>
  <Words>1518</Words>
  <Characters>8656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Danni McDonald</cp:lastModifiedBy>
  <cp:revision>37</cp:revision>
  <cp:lastPrinted>2016-05-27T05:21:00Z</cp:lastPrinted>
  <dcterms:created xsi:type="dcterms:W3CDTF">2022-02-12T22:08:00Z</dcterms:created>
  <dcterms:modified xsi:type="dcterms:W3CDTF">2022-05-02T00:55:00Z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0x010100FD76DD21F4A6AE4A9F8225BFB8E292F7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