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2BCB4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38B28ED5" w14:textId="77777777" w:rsidTr="00F279E6">
        <w:tc>
          <w:tcPr>
            <w:tcW w:w="1396" w:type="pct"/>
            <w:shd w:val="clear" w:color="auto" w:fill="auto"/>
          </w:tcPr>
          <w:p w14:paraId="702E000F" w14:textId="742E0C1A" w:rsidR="00A301E0" w:rsidRPr="00752A41" w:rsidRDefault="00490821" w:rsidP="00752A41">
            <w:pPr>
              <w:pStyle w:val="SISSCODE"/>
            </w:pPr>
            <w:r w:rsidRPr="00490821">
              <w:t>AHC</w:t>
            </w:r>
            <w:r>
              <w:t>SS</w:t>
            </w:r>
            <w:r w:rsidRPr="00490821">
              <w:t>NEWXXX1</w:t>
            </w:r>
          </w:p>
        </w:tc>
        <w:tc>
          <w:tcPr>
            <w:tcW w:w="3604" w:type="pct"/>
            <w:shd w:val="clear" w:color="auto" w:fill="auto"/>
          </w:tcPr>
          <w:p w14:paraId="2FC521E8" w14:textId="6C5FDFD0" w:rsidR="00A301E0" w:rsidRPr="00752A41" w:rsidRDefault="00490821" w:rsidP="00752A41">
            <w:pPr>
              <w:pStyle w:val="SISStitle"/>
            </w:pPr>
            <w:r w:rsidRPr="00490821">
              <w:t>Poultry Farm Technician Skill Set</w:t>
            </w:r>
          </w:p>
        </w:tc>
      </w:tr>
    </w:tbl>
    <w:p w14:paraId="351E5B25" w14:textId="77777777" w:rsidR="00A301E0" w:rsidRPr="00536741" w:rsidRDefault="00A301E0" w:rsidP="00A301E0"/>
    <w:p w14:paraId="689B6525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2C8419F4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451D44F1" w14:textId="77777777" w:rsidTr="002A1BEA">
        <w:tc>
          <w:tcPr>
            <w:tcW w:w="1396" w:type="pct"/>
            <w:shd w:val="clear" w:color="auto" w:fill="auto"/>
          </w:tcPr>
          <w:p w14:paraId="62E4737D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712F780B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30685C09" w14:textId="77777777" w:rsidTr="002A1BEA">
        <w:tc>
          <w:tcPr>
            <w:tcW w:w="1396" w:type="pct"/>
            <w:shd w:val="clear" w:color="auto" w:fill="auto"/>
          </w:tcPr>
          <w:p w14:paraId="0EEAB0A3" w14:textId="521D3D45" w:rsidR="00536741" w:rsidRPr="00752A41" w:rsidRDefault="00536741" w:rsidP="00752A41">
            <w:pPr>
              <w:pStyle w:val="SIText"/>
            </w:pPr>
            <w:r w:rsidRPr="00CC451E">
              <w:t>Release</w:t>
            </w:r>
            <w:r w:rsidRPr="00752A41">
              <w:t xml:space="preserve"> 1</w:t>
            </w:r>
          </w:p>
        </w:tc>
        <w:tc>
          <w:tcPr>
            <w:tcW w:w="3604" w:type="pct"/>
            <w:shd w:val="clear" w:color="auto" w:fill="auto"/>
          </w:tcPr>
          <w:p w14:paraId="075A5B2C" w14:textId="4FEE5B20" w:rsidR="00536741" w:rsidRDefault="0056248E" w:rsidP="00752A41">
            <w:pPr>
              <w:pStyle w:val="SIText"/>
            </w:pPr>
            <w:r w:rsidRPr="00DB11B1">
              <w:t xml:space="preserve">This version released with AHC Agriculture, Horticulture and Conservation and Land Management Training Package Version </w:t>
            </w:r>
            <w:r w:rsidRPr="0056248E">
              <w:t>9.0.</w:t>
            </w:r>
          </w:p>
        </w:tc>
      </w:tr>
    </w:tbl>
    <w:p w14:paraId="2E9F8FD3" w14:textId="77777777" w:rsidR="00536741" w:rsidRPr="00752A41" w:rsidRDefault="00536741" w:rsidP="00536741"/>
    <w:p w14:paraId="3A5D613A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28A41264" w14:textId="77777777" w:rsidTr="000D7BE6">
        <w:tc>
          <w:tcPr>
            <w:tcW w:w="5000" w:type="pct"/>
            <w:shd w:val="clear" w:color="auto" w:fill="auto"/>
          </w:tcPr>
          <w:p w14:paraId="2B67C42A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3AE15595" w14:textId="502CC3A6" w:rsidR="00C32F88" w:rsidRDefault="00264D0D" w:rsidP="00752A41">
            <w:pPr>
              <w:pStyle w:val="SIText"/>
            </w:pPr>
            <w:r w:rsidRPr="00264D0D">
              <w:t xml:space="preserve">This skill set is designed to provide the skills and knowledge </w:t>
            </w:r>
            <w:r w:rsidR="006513D2">
              <w:t xml:space="preserve">required to </w:t>
            </w:r>
            <w:r w:rsidR="00020270">
              <w:t xml:space="preserve">perform a range of skilled tasks as </w:t>
            </w:r>
            <w:r w:rsidR="00847DCF">
              <w:t xml:space="preserve">a </w:t>
            </w:r>
            <w:r w:rsidR="004866BB">
              <w:t xml:space="preserve">farm technician in </w:t>
            </w:r>
            <w:r w:rsidRPr="00264D0D">
              <w:t xml:space="preserve">a commercial poultry production site, including </w:t>
            </w:r>
            <w:r w:rsidR="00C80C5B">
              <w:t xml:space="preserve">sites </w:t>
            </w:r>
            <w:r w:rsidR="003A07F3">
              <w:t>that produce</w:t>
            </w:r>
            <w:r w:rsidR="00C80C5B">
              <w:t xml:space="preserve"> </w:t>
            </w:r>
            <w:r w:rsidRPr="00264D0D">
              <w:t>poultry</w:t>
            </w:r>
            <w:r w:rsidR="00C32F88">
              <w:t xml:space="preserve"> </w:t>
            </w:r>
            <w:r w:rsidR="00C14D5A">
              <w:t>meat</w:t>
            </w:r>
            <w:r w:rsidR="0040121D">
              <w:t xml:space="preserve">, eggs and/or breed </w:t>
            </w:r>
            <w:r w:rsidR="00ED205F">
              <w:t>poultry</w:t>
            </w:r>
            <w:r w:rsidR="00AA5E54">
              <w:t>.</w:t>
            </w:r>
          </w:p>
          <w:p w14:paraId="4FB33278" w14:textId="77777777" w:rsidR="00A772D9" w:rsidRPr="00536741" w:rsidRDefault="00A772D9" w:rsidP="00AA5E54">
            <w:pPr>
              <w:pStyle w:val="SIText"/>
            </w:pPr>
          </w:p>
        </w:tc>
      </w:tr>
      <w:tr w:rsidR="00A301E0" w:rsidRPr="00963A46" w14:paraId="6753A8A9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39625647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3FD83411" w14:textId="58736577" w:rsidR="00890663" w:rsidRPr="00536741" w:rsidRDefault="000F47F2" w:rsidP="00752A41">
            <w:r>
              <w:t xml:space="preserve">These units of competency </w:t>
            </w:r>
            <w:r w:rsidRPr="000F47F2">
              <w:t xml:space="preserve">credit towards </w:t>
            </w:r>
            <w:r w:rsidRPr="000F47F2">
              <w:rPr>
                <w:rStyle w:val="SIText-Italic"/>
              </w:rPr>
              <w:t>AHC305XX Certificate III in Poultry Production.</w:t>
            </w:r>
          </w:p>
          <w:p w14:paraId="740462EA" w14:textId="316F71A5" w:rsidR="00A301E0" w:rsidRPr="00752A41" w:rsidRDefault="00A301E0" w:rsidP="00752A41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28CD5E2D" w14:textId="77777777" w:rsidTr="00A21C51">
        <w:trPr>
          <w:trHeight w:val="795"/>
        </w:trPr>
        <w:tc>
          <w:tcPr>
            <w:tcW w:w="5000" w:type="pct"/>
            <w:shd w:val="clear" w:color="auto" w:fill="auto"/>
          </w:tcPr>
          <w:p w14:paraId="0F7A4CC4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61DFA7DC" w14:textId="77777777" w:rsidR="00890663" w:rsidRPr="00752A41" w:rsidRDefault="004463CA" w:rsidP="00752A41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 xml:space="preserve">skill set at the time of publication. </w:t>
            </w:r>
          </w:p>
          <w:p w14:paraId="5C3786A6" w14:textId="77777777" w:rsidR="004463CA" w:rsidRDefault="004463CA" w:rsidP="00752A41">
            <w:pPr>
              <w:pStyle w:val="SIText"/>
            </w:pPr>
          </w:p>
          <w:p w14:paraId="754D128B" w14:textId="77777777" w:rsidR="00A301E0" w:rsidRPr="00A301E0" w:rsidRDefault="00A301E0" w:rsidP="00264674">
            <w:pPr>
              <w:pStyle w:val="SIText"/>
            </w:pPr>
          </w:p>
        </w:tc>
      </w:tr>
      <w:tr w:rsidR="00A772D9" w:rsidRPr="00963A46" w14:paraId="7E4076A4" w14:textId="77777777" w:rsidTr="001A2B64">
        <w:trPr>
          <w:trHeight w:val="2993"/>
        </w:trPr>
        <w:tc>
          <w:tcPr>
            <w:tcW w:w="5000" w:type="pct"/>
            <w:shd w:val="clear" w:color="auto" w:fill="auto"/>
          </w:tcPr>
          <w:p w14:paraId="69A2AB9A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5040ECC4" w14:textId="77777777" w:rsidR="00F573F0" w:rsidRPr="00F573F0" w:rsidRDefault="00F573F0" w:rsidP="00F573F0">
            <w:pPr>
              <w:pStyle w:val="SIBulletList1"/>
            </w:pPr>
            <w:r w:rsidRPr="00F573F0">
              <w:rPr>
                <w:rStyle w:val="SIStrikethroughtext"/>
                <w:strike w:val="0"/>
                <w:color w:val="auto"/>
              </w:rPr>
              <w:t>AHCLSK304 Carry out post-mortem examination of livestock</w:t>
            </w:r>
          </w:p>
          <w:p w14:paraId="1B4EEB59" w14:textId="77777777" w:rsidR="00CD2B8E" w:rsidRPr="00F573F0" w:rsidRDefault="00CD2B8E" w:rsidP="00F573F0">
            <w:pPr>
              <w:pStyle w:val="SIBulletList1"/>
            </w:pPr>
            <w:r w:rsidRPr="00F573F0">
              <w:t xml:space="preserve">AHCLSK307 Euthanase livestock </w:t>
            </w:r>
          </w:p>
          <w:p w14:paraId="3367CC4B" w14:textId="77777777" w:rsidR="00F573F0" w:rsidRPr="00F573F0" w:rsidRDefault="00F573F0" w:rsidP="00F573F0">
            <w:pPr>
              <w:pStyle w:val="SIBulletList1"/>
            </w:pPr>
            <w:r w:rsidRPr="00F573F0">
              <w:rPr>
                <w:rStyle w:val="SITemporarytext-red"/>
                <w:rFonts w:eastAsiaTheme="majorEastAsia"/>
                <w:color w:val="auto"/>
                <w:sz w:val="20"/>
              </w:rPr>
              <w:t xml:space="preserve">AHCLSK313 </w:t>
            </w:r>
            <w:r w:rsidRPr="00F573F0">
              <w:t>Monitor livestock production growing environments</w:t>
            </w:r>
          </w:p>
          <w:p w14:paraId="18FF46CF" w14:textId="77777777" w:rsidR="003B14FB" w:rsidRPr="00F573F0" w:rsidRDefault="003B14FB" w:rsidP="00F573F0">
            <w:pPr>
              <w:pStyle w:val="SIBulletList1"/>
            </w:pPr>
            <w:r w:rsidRPr="00F573F0">
              <w:t>AHCPLY2X6 Catch and load poultry</w:t>
            </w:r>
          </w:p>
          <w:p w14:paraId="26D891E1" w14:textId="77777777" w:rsidR="003B14FB" w:rsidRPr="00F573F0" w:rsidRDefault="003B14FB" w:rsidP="00F573F0">
            <w:pPr>
              <w:pStyle w:val="SIBulletList1"/>
            </w:pPr>
            <w:r w:rsidRPr="00F573F0">
              <w:t xml:space="preserve">AHCPLY3X3 Clean and disinfect poultry production sheds </w:t>
            </w:r>
          </w:p>
          <w:p w14:paraId="48DA1F77" w14:textId="6BC11C31" w:rsidR="00227268" w:rsidRPr="00F573F0" w:rsidRDefault="002832A7" w:rsidP="00F573F0">
            <w:pPr>
              <w:pStyle w:val="SIBulletList1"/>
            </w:pPr>
            <w:r w:rsidRPr="00F573F0">
              <w:t xml:space="preserve">AHCPLY3X2 </w:t>
            </w:r>
            <w:r w:rsidRPr="00F573F0">
              <w:rPr>
                <w:rStyle w:val="SITemporarytext-red"/>
                <w:rFonts w:eastAsiaTheme="majorEastAsia"/>
                <w:color w:val="auto"/>
                <w:sz w:val="20"/>
              </w:rPr>
              <w:t>Brood poultry</w:t>
            </w:r>
          </w:p>
          <w:p w14:paraId="0AC5F5B8" w14:textId="77777777" w:rsidR="00DB4671" w:rsidRPr="00DB4671" w:rsidRDefault="00DB4671" w:rsidP="00DB4671">
            <w:pPr>
              <w:pStyle w:val="SIBulletList1"/>
            </w:pPr>
            <w:r w:rsidRPr="00F573F0">
              <w:t>AHCPLY3X</w:t>
            </w:r>
            <w:r w:rsidRPr="00DB4671">
              <w:t>4 Implement and monitor biosecurity measures in poultry production</w:t>
            </w:r>
          </w:p>
          <w:p w14:paraId="622555D1" w14:textId="77777777" w:rsidR="00DB4671" w:rsidRPr="00DB4671" w:rsidRDefault="00DB4671" w:rsidP="00DB4671">
            <w:pPr>
              <w:pStyle w:val="SIBulletList1"/>
            </w:pPr>
            <w:r w:rsidRPr="00F573F0">
              <w:t>AHCPLY</w:t>
            </w:r>
            <w:r w:rsidRPr="00DB4671">
              <w:t>3X5 Maintain health and welfare of poultry</w:t>
            </w:r>
          </w:p>
          <w:p w14:paraId="4D5A2950" w14:textId="72A40D54" w:rsidR="00DB4671" w:rsidRPr="00DB4671" w:rsidRDefault="00DB4671" w:rsidP="00DB4671">
            <w:pPr>
              <w:pStyle w:val="SIBulletList1"/>
            </w:pPr>
            <w:r w:rsidRPr="00F573F0">
              <w:t>AHCPLY</w:t>
            </w:r>
            <w:r w:rsidRPr="00DB4671">
              <w:t xml:space="preserve">3X6 Set up sheds for </w:t>
            </w:r>
            <w:r w:rsidR="00CB1587">
              <w:t xml:space="preserve">placement of </w:t>
            </w:r>
            <w:r w:rsidRPr="00DB4671">
              <w:t xml:space="preserve">poultry </w:t>
            </w:r>
          </w:p>
          <w:p w14:paraId="4AE64060" w14:textId="1035BC17" w:rsidR="00043950" w:rsidRPr="00536741" w:rsidRDefault="00F573F0" w:rsidP="009D2710">
            <w:pPr>
              <w:pStyle w:val="SIBulletList1"/>
            </w:pPr>
            <w:r w:rsidRPr="00F573F0">
              <w:t>AHCWHS3X1 Contribute to work health and safety processes</w:t>
            </w:r>
          </w:p>
        </w:tc>
      </w:tr>
      <w:tr w:rsidR="005C7EA8" w:rsidRPr="00963A46" w14:paraId="5219E5D9" w14:textId="77777777" w:rsidTr="00BB468F">
        <w:trPr>
          <w:trHeight w:val="980"/>
        </w:trPr>
        <w:tc>
          <w:tcPr>
            <w:tcW w:w="5000" w:type="pct"/>
            <w:shd w:val="clear" w:color="auto" w:fill="auto"/>
          </w:tcPr>
          <w:p w14:paraId="0A1474A2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199707FB" w14:textId="69167222" w:rsidR="0016138C" w:rsidRPr="00536741" w:rsidRDefault="00B15B3F" w:rsidP="00264674">
            <w:pPr>
              <w:pStyle w:val="SIText"/>
            </w:pPr>
            <w:r>
              <w:t>This skill set is for</w:t>
            </w:r>
            <w:r w:rsidRPr="00B15B3F">
              <w:t xml:space="preserve"> individuals seeking to </w:t>
            </w:r>
            <w:r>
              <w:t xml:space="preserve">develop a range of poultry husbandry skills </w:t>
            </w:r>
            <w:r w:rsidR="00BB468F">
              <w:t xml:space="preserve">that are required on </w:t>
            </w:r>
            <w:r w:rsidRPr="00B15B3F">
              <w:t>commercial poultry production sites.</w:t>
            </w:r>
          </w:p>
        </w:tc>
      </w:tr>
      <w:tr w:rsidR="00DB557A" w:rsidRPr="00963A46" w14:paraId="7BF28ED9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4693A27A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27BF9637" w14:textId="21108912" w:rsidR="00DB557A" w:rsidRPr="00536741" w:rsidRDefault="00E634B1" w:rsidP="00264674">
            <w:pPr>
              <w:pStyle w:val="SIText"/>
            </w:pPr>
            <w:r w:rsidRPr="00E634B1">
              <w:t xml:space="preserve">These competencies from the </w:t>
            </w:r>
            <w:r w:rsidRPr="00972890">
              <w:rPr>
                <w:rStyle w:val="SIText-Italic"/>
              </w:rPr>
              <w:t>AHC Agriculture, Horticulture and Conservation and Land Management Training Package</w:t>
            </w:r>
            <w:r w:rsidRPr="00E634B1">
              <w:t xml:space="preserve"> meet the poultry production industry requirements</w:t>
            </w:r>
            <w:r w:rsidR="001E7707" w:rsidRPr="001E7707">
              <w:t xml:space="preserve"> to perform a range of skilled tasks as a farm technician in a commercial poultry production site, including sites that produce poultry meat, eggs and/or breed poultry.</w:t>
            </w:r>
          </w:p>
        </w:tc>
      </w:tr>
    </w:tbl>
    <w:p w14:paraId="235F16FE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F72EBA" w14:textId="77777777" w:rsidR="00317833" w:rsidRDefault="00317833" w:rsidP="00BF3F0A">
      <w:r>
        <w:separator/>
      </w:r>
    </w:p>
    <w:p w14:paraId="1DC883DE" w14:textId="77777777" w:rsidR="00317833" w:rsidRDefault="00317833"/>
  </w:endnote>
  <w:endnote w:type="continuationSeparator" w:id="0">
    <w:p w14:paraId="77E27777" w14:textId="77777777" w:rsidR="00317833" w:rsidRDefault="00317833" w:rsidP="00BF3F0A">
      <w:r>
        <w:continuationSeparator/>
      </w:r>
    </w:p>
    <w:p w14:paraId="460DF802" w14:textId="77777777" w:rsidR="00317833" w:rsidRDefault="003178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93DD0DD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5382B48E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5855989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0CFD64" w14:textId="77777777" w:rsidR="00317833" w:rsidRDefault="00317833" w:rsidP="00BF3F0A">
      <w:r>
        <w:separator/>
      </w:r>
    </w:p>
    <w:p w14:paraId="3061D2A6" w14:textId="77777777" w:rsidR="00317833" w:rsidRDefault="00317833"/>
  </w:footnote>
  <w:footnote w:type="continuationSeparator" w:id="0">
    <w:p w14:paraId="7451D013" w14:textId="77777777" w:rsidR="00317833" w:rsidRDefault="00317833" w:rsidP="00BF3F0A">
      <w:r>
        <w:continuationSeparator/>
      </w:r>
    </w:p>
    <w:p w14:paraId="01A86E0E" w14:textId="77777777" w:rsidR="00317833" w:rsidRDefault="0031783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B1D87" w14:textId="3CF4BDB9" w:rsidR="009C2650" w:rsidRDefault="00AA354B">
    <w:sdt>
      <w:sdtPr>
        <w:id w:val="-1177961801"/>
        <w:docPartObj>
          <w:docPartGallery w:val="Watermarks"/>
          <w:docPartUnique/>
        </w:docPartObj>
      </w:sdtPr>
      <w:sdtEndPr/>
      <w:sdtContent>
        <w:r>
          <w:pict w14:anchorId="384DAEA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51B7D">
      <w:t>AHC</w:t>
    </w:r>
    <w:r w:rsidR="00490821">
      <w:t>SS</w:t>
    </w:r>
    <w:r w:rsidR="00C51B7D">
      <w:t>NEWXXX1 Poultry Farm Technician</w:t>
    </w:r>
    <w:r w:rsidR="00B06749">
      <w:t xml:space="preserve">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69766771">
    <w:abstractNumId w:val="6"/>
  </w:num>
  <w:num w:numId="2" w16cid:durableId="1053042484">
    <w:abstractNumId w:val="4"/>
  </w:num>
  <w:num w:numId="3" w16cid:durableId="1974557930">
    <w:abstractNumId w:val="3"/>
  </w:num>
  <w:num w:numId="4" w16cid:durableId="1540051564">
    <w:abstractNumId w:val="11"/>
  </w:num>
  <w:num w:numId="5" w16cid:durableId="1354304867">
    <w:abstractNumId w:val="1"/>
  </w:num>
  <w:num w:numId="6" w16cid:durableId="802382382">
    <w:abstractNumId w:val="5"/>
  </w:num>
  <w:num w:numId="7" w16cid:durableId="319768503">
    <w:abstractNumId w:val="2"/>
  </w:num>
  <w:num w:numId="8" w16cid:durableId="1315184822">
    <w:abstractNumId w:val="0"/>
  </w:num>
  <w:num w:numId="9" w16cid:durableId="1103379530">
    <w:abstractNumId w:val="10"/>
  </w:num>
  <w:num w:numId="10" w16cid:durableId="1634752956">
    <w:abstractNumId w:val="7"/>
  </w:num>
  <w:num w:numId="11" w16cid:durableId="647058290">
    <w:abstractNumId w:val="9"/>
  </w:num>
  <w:num w:numId="12" w16cid:durableId="1884752543">
    <w:abstractNumId w:val="8"/>
  </w:num>
  <w:num w:numId="13" w16cid:durableId="3107915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EBB"/>
    <w:rsid w:val="000014B9"/>
    <w:rsid w:val="00005A15"/>
    <w:rsid w:val="0001108F"/>
    <w:rsid w:val="000115E2"/>
    <w:rsid w:val="0001296A"/>
    <w:rsid w:val="00016803"/>
    <w:rsid w:val="00020270"/>
    <w:rsid w:val="00023992"/>
    <w:rsid w:val="00040188"/>
    <w:rsid w:val="00041E59"/>
    <w:rsid w:val="00043950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0F47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2B64"/>
    <w:rsid w:val="001A6A3E"/>
    <w:rsid w:val="001A7B6D"/>
    <w:rsid w:val="001B34D5"/>
    <w:rsid w:val="001B4975"/>
    <w:rsid w:val="001B513A"/>
    <w:rsid w:val="001C0A75"/>
    <w:rsid w:val="001D2756"/>
    <w:rsid w:val="001E16BC"/>
    <w:rsid w:val="001E7707"/>
    <w:rsid w:val="001F28F9"/>
    <w:rsid w:val="001F2BA5"/>
    <w:rsid w:val="001F308D"/>
    <w:rsid w:val="00201A7C"/>
    <w:rsid w:val="0021414D"/>
    <w:rsid w:val="00223124"/>
    <w:rsid w:val="00227268"/>
    <w:rsid w:val="00234444"/>
    <w:rsid w:val="002349E5"/>
    <w:rsid w:val="00242293"/>
    <w:rsid w:val="00244EA7"/>
    <w:rsid w:val="0025355B"/>
    <w:rsid w:val="00262FC3"/>
    <w:rsid w:val="00264674"/>
    <w:rsid w:val="00264D0D"/>
    <w:rsid w:val="00276DB8"/>
    <w:rsid w:val="00282664"/>
    <w:rsid w:val="002832A7"/>
    <w:rsid w:val="00285FB8"/>
    <w:rsid w:val="002931C2"/>
    <w:rsid w:val="002A4CD3"/>
    <w:rsid w:val="002C55E9"/>
    <w:rsid w:val="002D0C8B"/>
    <w:rsid w:val="002E193E"/>
    <w:rsid w:val="002F4FFE"/>
    <w:rsid w:val="00307EBB"/>
    <w:rsid w:val="00310771"/>
    <w:rsid w:val="00317833"/>
    <w:rsid w:val="003315E1"/>
    <w:rsid w:val="00337E82"/>
    <w:rsid w:val="00350BB1"/>
    <w:rsid w:val="00352C83"/>
    <w:rsid w:val="0037067D"/>
    <w:rsid w:val="0038735B"/>
    <w:rsid w:val="003916D1"/>
    <w:rsid w:val="003A07F3"/>
    <w:rsid w:val="003A21F0"/>
    <w:rsid w:val="003A4BAB"/>
    <w:rsid w:val="003A58BA"/>
    <w:rsid w:val="003A5AE7"/>
    <w:rsid w:val="003A7221"/>
    <w:rsid w:val="003B14FB"/>
    <w:rsid w:val="003C13AE"/>
    <w:rsid w:val="003C16B1"/>
    <w:rsid w:val="003D2E73"/>
    <w:rsid w:val="003E7BBE"/>
    <w:rsid w:val="0040121D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866BB"/>
    <w:rsid w:val="00490821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6248E"/>
    <w:rsid w:val="005708EB"/>
    <w:rsid w:val="00575BC6"/>
    <w:rsid w:val="00583902"/>
    <w:rsid w:val="005A3AA5"/>
    <w:rsid w:val="005A6C9C"/>
    <w:rsid w:val="005A74DC"/>
    <w:rsid w:val="005B3D2A"/>
    <w:rsid w:val="005B5146"/>
    <w:rsid w:val="005C231B"/>
    <w:rsid w:val="005C7EA8"/>
    <w:rsid w:val="005D2A68"/>
    <w:rsid w:val="005F33CC"/>
    <w:rsid w:val="006121D4"/>
    <w:rsid w:val="00613B49"/>
    <w:rsid w:val="00620E8E"/>
    <w:rsid w:val="00633CFE"/>
    <w:rsid w:val="00634FCA"/>
    <w:rsid w:val="006404B5"/>
    <w:rsid w:val="006452B8"/>
    <w:rsid w:val="006513D2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52A41"/>
    <w:rsid w:val="0076523B"/>
    <w:rsid w:val="00770B3A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47DCF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17E41"/>
    <w:rsid w:val="00920927"/>
    <w:rsid w:val="00921B38"/>
    <w:rsid w:val="00923720"/>
    <w:rsid w:val="009278C9"/>
    <w:rsid w:val="009527CB"/>
    <w:rsid w:val="00953835"/>
    <w:rsid w:val="00960F6C"/>
    <w:rsid w:val="00970747"/>
    <w:rsid w:val="00972890"/>
    <w:rsid w:val="0098725E"/>
    <w:rsid w:val="009A5900"/>
    <w:rsid w:val="009C2650"/>
    <w:rsid w:val="009D15E2"/>
    <w:rsid w:val="009D15FE"/>
    <w:rsid w:val="009D2710"/>
    <w:rsid w:val="009D5D2C"/>
    <w:rsid w:val="009E3B41"/>
    <w:rsid w:val="009F0DCC"/>
    <w:rsid w:val="009F11CA"/>
    <w:rsid w:val="00A0695B"/>
    <w:rsid w:val="00A13052"/>
    <w:rsid w:val="00A216A8"/>
    <w:rsid w:val="00A21C51"/>
    <w:rsid w:val="00A223A6"/>
    <w:rsid w:val="00A301E0"/>
    <w:rsid w:val="00A354FC"/>
    <w:rsid w:val="00A5092E"/>
    <w:rsid w:val="00A56E14"/>
    <w:rsid w:val="00A619D3"/>
    <w:rsid w:val="00A644BD"/>
    <w:rsid w:val="00A6476B"/>
    <w:rsid w:val="00A7225A"/>
    <w:rsid w:val="00A76C6C"/>
    <w:rsid w:val="00A772D9"/>
    <w:rsid w:val="00A7771F"/>
    <w:rsid w:val="00A92DD1"/>
    <w:rsid w:val="00AA354B"/>
    <w:rsid w:val="00AA5338"/>
    <w:rsid w:val="00AA5E0C"/>
    <w:rsid w:val="00AA5E54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6749"/>
    <w:rsid w:val="00B12013"/>
    <w:rsid w:val="00B15B3F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B468F"/>
    <w:rsid w:val="00BC5075"/>
    <w:rsid w:val="00BD3B0F"/>
    <w:rsid w:val="00BF1D4C"/>
    <w:rsid w:val="00BF3F0A"/>
    <w:rsid w:val="00C01B36"/>
    <w:rsid w:val="00C02BF0"/>
    <w:rsid w:val="00C143C3"/>
    <w:rsid w:val="00C14D5A"/>
    <w:rsid w:val="00C1739B"/>
    <w:rsid w:val="00C26067"/>
    <w:rsid w:val="00C30A29"/>
    <w:rsid w:val="00C317DC"/>
    <w:rsid w:val="00C32F88"/>
    <w:rsid w:val="00C51B7D"/>
    <w:rsid w:val="00C54EF8"/>
    <w:rsid w:val="00C578E9"/>
    <w:rsid w:val="00C70626"/>
    <w:rsid w:val="00C72860"/>
    <w:rsid w:val="00C73B90"/>
    <w:rsid w:val="00C80C5B"/>
    <w:rsid w:val="00C96AF3"/>
    <w:rsid w:val="00C97CCC"/>
    <w:rsid w:val="00CA0274"/>
    <w:rsid w:val="00CB1587"/>
    <w:rsid w:val="00CB746F"/>
    <w:rsid w:val="00CC1B62"/>
    <w:rsid w:val="00CC451E"/>
    <w:rsid w:val="00CD2B8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4083F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4671"/>
    <w:rsid w:val="00DB557A"/>
    <w:rsid w:val="00DC1D69"/>
    <w:rsid w:val="00DC5A3A"/>
    <w:rsid w:val="00E238E6"/>
    <w:rsid w:val="00E24D2E"/>
    <w:rsid w:val="00E35064"/>
    <w:rsid w:val="00E438C3"/>
    <w:rsid w:val="00E501F0"/>
    <w:rsid w:val="00E634B1"/>
    <w:rsid w:val="00E91BFF"/>
    <w:rsid w:val="00E92933"/>
    <w:rsid w:val="00EA3B97"/>
    <w:rsid w:val="00EB0AA4"/>
    <w:rsid w:val="00EB5C88"/>
    <w:rsid w:val="00EB7EB1"/>
    <w:rsid w:val="00EC0469"/>
    <w:rsid w:val="00ED205F"/>
    <w:rsid w:val="00EF01F8"/>
    <w:rsid w:val="00EF4016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573F0"/>
    <w:rsid w:val="00F65EF0"/>
    <w:rsid w:val="00F71651"/>
    <w:rsid w:val="00F76CC6"/>
    <w:rsid w:val="00FC0DDF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54AC9C"/>
  <w15:docId w15:val="{79D72B30-BE81-4534-9E76-540DDED27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vassallo\Downloads\TEM.SkillsImpact.SkillSet%20(6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19A06006C904FAED4D655188B4390" ma:contentTypeVersion="" ma:contentTypeDescription="Create a new document." ma:contentTypeScope="" ma:versionID="d193337a130a13c6e2a68b7e7b71561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7e8f3b7-4014-49cf-bdbb-f7e52bcba8b1" targetNamespace="http://schemas.microsoft.com/office/2006/metadata/properties" ma:root="true" ma:fieldsID="baac30bba7cd29ec6c45c0ddb21cd999" ns1:_="" ns2:_="" ns3:_="">
    <xsd:import namespace="http://schemas.microsoft.com/sharepoint/v3"/>
    <xsd:import namespace="d50bbff7-d6dd-47d2-864a-cfdc2c3db0f4"/>
    <xsd:import namespace="67e8f3b7-4014-49cf-bdbb-f7e52bcba8b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e8f3b7-4014-49cf-bdbb-f7e52bcba8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Props1.xml><?xml version="1.0" encoding="utf-8"?>
<ds:datastoreItem xmlns:ds="http://schemas.openxmlformats.org/officeDocument/2006/customXml" ds:itemID="{4A56B606-DC29-4BA9-A940-9204249C54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7e8f3b7-4014-49cf-bdbb-f7e52bcba8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4A1E000-1889-4B82-9E78-31CE1354C62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office/2006/documentManagement/types"/>
    <ds:schemaRef ds:uri="http://www.w3.org/XML/1998/namespace"/>
    <ds:schemaRef ds:uri="d50bbff7-d6dd-47d2-864a-cfdc2c3db0f4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infopath/2007/PartnerControls"/>
    <ds:schemaRef ds:uri="http://schemas.openxmlformats.org/package/2006/metadata/core-properties"/>
    <ds:schemaRef ds:uri="67e8f3b7-4014-49cf-bdbb-f7e52bcba8b1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 (6)</Template>
  <TotalTime>34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Tom Vassallo</dc:creator>
  <cp:lastModifiedBy>Tom Vassallo</cp:lastModifiedBy>
  <cp:revision>45</cp:revision>
  <cp:lastPrinted>2016-05-27T05:21:00Z</cp:lastPrinted>
  <dcterms:created xsi:type="dcterms:W3CDTF">2022-04-26T23:54:00Z</dcterms:created>
  <dcterms:modified xsi:type="dcterms:W3CDTF">2022-05-01T22:51:00Z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0x0101005ED19A06006C904FAED4D655188B4390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