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D15BB" w14:paraId="6B5DE9AF" w14:textId="77777777" w:rsidTr="00F8730F">
        <w:tc>
          <w:tcPr>
            <w:tcW w:w="2689" w:type="dxa"/>
          </w:tcPr>
          <w:p w14:paraId="7B100E1C" w14:textId="39D7F95C" w:rsidR="00FD15BB" w:rsidRPr="00FD15BB" w:rsidRDefault="00FD15BB" w:rsidP="00FD15BB">
            <w:pPr>
              <w:pStyle w:val="SIText"/>
            </w:pPr>
            <w:r w:rsidRPr="00CC451E">
              <w:t>Release</w:t>
            </w:r>
            <w:r w:rsidRPr="00FD15BB">
              <w:t xml:space="preserve"> </w:t>
            </w:r>
            <w:r w:rsidR="00D43725">
              <w:t>1</w:t>
            </w:r>
          </w:p>
        </w:tc>
        <w:tc>
          <w:tcPr>
            <w:tcW w:w="6939" w:type="dxa"/>
          </w:tcPr>
          <w:p w14:paraId="31FA5364" w14:textId="16FBDD11" w:rsidR="00FD15BB" w:rsidRPr="00C733E0" w:rsidRDefault="00FD15BB" w:rsidP="00C733E0">
            <w:pPr>
              <w:pStyle w:val="SIText"/>
            </w:pPr>
            <w:r w:rsidRPr="00C733E0">
              <w:t xml:space="preserve">This version released with AHC Agriculture, Horticulture and Conservation and Land Management Training Package Version </w:t>
            </w:r>
            <w:r w:rsidR="00C733E0" w:rsidRPr="00C733E0">
              <w:rPr>
                <w:rStyle w:val="SITemporaryText-blue"/>
                <w:color w:val="auto"/>
                <w:sz w:val="20"/>
              </w:rPr>
              <w:t>9</w:t>
            </w:r>
            <w:r w:rsidRPr="00C733E0">
              <w:t>.0</w:t>
            </w:r>
            <w:r w:rsidR="00FB32B9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B3B4114" w:rsidR="00F1480E" w:rsidRPr="005404CB" w:rsidRDefault="00D43725" w:rsidP="005404CB">
            <w:pPr>
              <w:pStyle w:val="SIUNITCODE"/>
            </w:pPr>
            <w:r w:rsidRPr="008A5D67">
              <w:t>AHCCOM204</w:t>
            </w:r>
          </w:p>
        </w:tc>
        <w:tc>
          <w:tcPr>
            <w:tcW w:w="3604" w:type="pct"/>
            <w:shd w:val="clear" w:color="auto" w:fill="auto"/>
          </w:tcPr>
          <w:p w14:paraId="01D80964" w14:textId="15C55355" w:rsidR="00F1480E" w:rsidRPr="005404CB" w:rsidRDefault="00AD6B76" w:rsidP="005404CB">
            <w:pPr>
              <w:pStyle w:val="SIUnittitle"/>
            </w:pPr>
            <w:r w:rsidRPr="00AD6B76">
              <w:t>Assess and receive raw materials for composting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954F85" w14:textId="235504D0" w:rsidR="009E5C47" w:rsidRPr="009E5C47" w:rsidRDefault="009E5C47" w:rsidP="009E5C47">
            <w:r w:rsidRPr="009E5C47">
              <w:t>This unit of competency describes the skills and knowledge required to receive green waste for processing at a compost facility, including measuring quantity for billing</w:t>
            </w:r>
            <w:r w:rsidR="00FB32B9">
              <w:t>,</w:t>
            </w:r>
            <w:r w:rsidRPr="009E5C47">
              <w:t xml:space="preserve"> and assessing material quality for acceptability against specified enterprise requirements.</w:t>
            </w:r>
          </w:p>
          <w:p w14:paraId="78185829" w14:textId="77777777" w:rsidR="009E5C47" w:rsidRPr="009E5C47" w:rsidRDefault="009E5C47" w:rsidP="009E5C47"/>
          <w:p w14:paraId="2CA37490" w14:textId="7490390B" w:rsidR="009E5C47" w:rsidRPr="009E5C47" w:rsidRDefault="006747F5" w:rsidP="009E5C47">
            <w:r>
              <w:t>The</w:t>
            </w:r>
            <w:r w:rsidR="009E5C47" w:rsidRPr="009E5C47">
              <w:t xml:space="preserve"> unit applies to individuals </w:t>
            </w:r>
            <w:r w:rsidR="00FD15BB" w:rsidRPr="009E5C47">
              <w:t>engaged in commer</w:t>
            </w:r>
            <w:r w:rsidR="00FD15BB">
              <w:t>cial-scale composting operation</w:t>
            </w:r>
            <w:r w:rsidR="00FB32B9">
              <w:t>s</w:t>
            </w:r>
            <w:r w:rsidR="00FD15BB">
              <w:t xml:space="preserve"> </w:t>
            </w:r>
            <w:r w:rsidR="009E5C47" w:rsidRPr="009E5C47">
              <w:t>who work under general supervision and exercise limited autonomy with some accountability for their own work. They undertake defined activities and work in a structured context.</w:t>
            </w:r>
          </w:p>
          <w:p w14:paraId="15BB7AED" w14:textId="77777777" w:rsidR="009E5C47" w:rsidRPr="009E5C47" w:rsidRDefault="009E5C47" w:rsidP="009E5C47"/>
          <w:p w14:paraId="22C15BCD" w14:textId="0C794186" w:rsidR="00373436" w:rsidRPr="000754EC" w:rsidRDefault="009E5C47">
            <w:pPr>
              <w:pStyle w:val="SIText"/>
            </w:pPr>
            <w:r w:rsidRPr="009E5C4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5C4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8745460" w:rsidR="009E5C47" w:rsidRPr="009E5C47" w:rsidRDefault="009E5C47" w:rsidP="009E5C47">
            <w:pPr>
              <w:pStyle w:val="SIText"/>
            </w:pPr>
            <w:r w:rsidRPr="009E5C47">
              <w:t>1. Organise for work</w:t>
            </w:r>
          </w:p>
        </w:tc>
        <w:tc>
          <w:tcPr>
            <w:tcW w:w="3604" w:type="pct"/>
            <w:shd w:val="clear" w:color="auto" w:fill="auto"/>
          </w:tcPr>
          <w:p w14:paraId="600A0141" w14:textId="6D45A0C0" w:rsidR="009E5C47" w:rsidRPr="009E5C47" w:rsidRDefault="009E5C47" w:rsidP="009E5C47">
            <w:r w:rsidRPr="009E5C47">
              <w:t xml:space="preserve">1.1 Confirm specifications for raw </w:t>
            </w:r>
            <w:r w:rsidR="00FD15BB">
              <w:t xml:space="preserve">composting </w:t>
            </w:r>
            <w:r w:rsidRPr="009E5C47">
              <w:t>materials</w:t>
            </w:r>
          </w:p>
          <w:p w14:paraId="7ADF0A2E" w14:textId="2ED62150" w:rsidR="009E5C47" w:rsidRPr="009E5C47" w:rsidRDefault="009E5C47" w:rsidP="009E5C47">
            <w:r w:rsidRPr="009E5C47">
              <w:t xml:space="preserve">1.2 Select tools and </w:t>
            </w:r>
            <w:r w:rsidR="004C11D7">
              <w:t xml:space="preserve">loading equipment and </w:t>
            </w:r>
            <w:r w:rsidRPr="009E5C47">
              <w:t>check for serviceability</w:t>
            </w:r>
          </w:p>
          <w:p w14:paraId="5996724F" w14:textId="77777777" w:rsidR="009E5C47" w:rsidRPr="009E5C47" w:rsidRDefault="009E5C47" w:rsidP="009E5C47">
            <w:r w:rsidRPr="009E5C47">
              <w:t>1.3 Identify, assess and report existing and potential hazards to health and safety</w:t>
            </w:r>
          </w:p>
          <w:p w14:paraId="4B044429" w14:textId="12FC1A35" w:rsidR="009E5C47" w:rsidRPr="009E5C47" w:rsidRDefault="009E5C47" w:rsidP="009E5C47">
            <w:r w:rsidRPr="009E5C47">
              <w:t xml:space="preserve">1.4 </w:t>
            </w:r>
            <w:r w:rsidR="003F0B15">
              <w:t>Select</w:t>
            </w:r>
            <w:r w:rsidR="00A60A99">
              <w:t xml:space="preserve"> and </w:t>
            </w:r>
            <w:r w:rsidR="003F0B15">
              <w:t>u</w:t>
            </w:r>
            <w:r w:rsidRPr="009E5C47">
              <w:t>se suitable personal protective equipment</w:t>
            </w:r>
          </w:p>
        </w:tc>
      </w:tr>
      <w:tr w:rsidR="009E5C4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4F68868F" w:rsidR="009E5C47" w:rsidRPr="009E5C47" w:rsidRDefault="009E5C47" w:rsidP="009E5C47">
            <w:pPr>
              <w:pStyle w:val="SIText"/>
            </w:pPr>
            <w:r w:rsidRPr="009E5C47">
              <w:t>2. Receive raw materials</w:t>
            </w:r>
          </w:p>
        </w:tc>
        <w:tc>
          <w:tcPr>
            <w:tcW w:w="3604" w:type="pct"/>
            <w:shd w:val="clear" w:color="auto" w:fill="auto"/>
          </w:tcPr>
          <w:p w14:paraId="0C89A827" w14:textId="22D36755" w:rsidR="009E5C47" w:rsidRPr="009E5C47" w:rsidRDefault="009E5C47" w:rsidP="009E5C47">
            <w:r w:rsidRPr="009E5C47">
              <w:t xml:space="preserve">2.1 Recognise and assess raw materials against </w:t>
            </w:r>
            <w:r w:rsidR="001A6419">
              <w:t>specifications</w:t>
            </w:r>
          </w:p>
          <w:p w14:paraId="18048B1B" w14:textId="77777777" w:rsidR="009E5C47" w:rsidRPr="009E5C47" w:rsidRDefault="009E5C47" w:rsidP="009E5C47">
            <w:r w:rsidRPr="009E5C47">
              <w:t>2.2 Reject non-conforming materials</w:t>
            </w:r>
          </w:p>
          <w:p w14:paraId="0159415C" w14:textId="232FDD74" w:rsidR="009E5C47" w:rsidRPr="009E5C47" w:rsidRDefault="009E5C47" w:rsidP="009E5C47">
            <w:r w:rsidRPr="009E5C47">
              <w:t xml:space="preserve">2.3 </w:t>
            </w:r>
            <w:r w:rsidR="001A6419">
              <w:t>Record</w:t>
            </w:r>
            <w:r w:rsidR="001A6419" w:rsidRPr="009E5C47">
              <w:t xml:space="preserve"> </w:t>
            </w:r>
            <w:r w:rsidRPr="009E5C47">
              <w:t>and report non-conformances</w:t>
            </w:r>
            <w:r w:rsidR="001A6419">
              <w:t xml:space="preserve"> according to workplace procedures</w:t>
            </w:r>
          </w:p>
          <w:p w14:paraId="582D22E3" w14:textId="7E4F801B" w:rsidR="009E5C47" w:rsidRPr="009E5C47" w:rsidRDefault="009E5C47" w:rsidP="009E5C47">
            <w:r w:rsidRPr="009E5C47">
              <w:t>2.4 Estimate and record raw material quantity</w:t>
            </w:r>
          </w:p>
          <w:p w14:paraId="56A04EB5" w14:textId="4AF28B43" w:rsidR="009E5C47" w:rsidRPr="009E5C47" w:rsidRDefault="009E5C47" w:rsidP="009E5C47">
            <w:r w:rsidRPr="009E5C47">
              <w:t xml:space="preserve">2.5 Calculate fee and charge to </w:t>
            </w:r>
            <w:r w:rsidR="001A6419">
              <w:t>supplier</w:t>
            </w:r>
            <w:r w:rsidR="001A6419" w:rsidRPr="009E5C47">
              <w:t xml:space="preserve"> </w:t>
            </w:r>
            <w:r w:rsidRPr="009E5C47">
              <w:t>based on raw material type and quantity</w:t>
            </w:r>
          </w:p>
          <w:p w14:paraId="164F0907" w14:textId="5EF85ECD" w:rsidR="009E5C47" w:rsidRPr="009E5C47" w:rsidRDefault="009E5C47" w:rsidP="009E5C47">
            <w:r w:rsidRPr="009E5C47">
              <w:t>2.6 Record fee payment and provide receipt</w:t>
            </w:r>
          </w:p>
        </w:tc>
      </w:tr>
      <w:tr w:rsidR="009E5C4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5CC3B07" w:rsidR="009E5C47" w:rsidRPr="009E5C47" w:rsidRDefault="009E5C47" w:rsidP="009E5C47">
            <w:pPr>
              <w:pStyle w:val="SIText"/>
            </w:pPr>
            <w:r w:rsidRPr="009E5C47">
              <w:t>3. Unload raw materials</w:t>
            </w:r>
          </w:p>
        </w:tc>
        <w:tc>
          <w:tcPr>
            <w:tcW w:w="3604" w:type="pct"/>
            <w:shd w:val="clear" w:color="auto" w:fill="auto"/>
          </w:tcPr>
          <w:p w14:paraId="519E39B2" w14:textId="76226F31" w:rsidR="009E5C47" w:rsidRPr="009E5C47" w:rsidRDefault="009E5C47" w:rsidP="009E5C47">
            <w:r w:rsidRPr="009E5C47">
              <w:t xml:space="preserve">3.1 </w:t>
            </w:r>
            <w:r w:rsidR="00FD15BB">
              <w:t>Provide</w:t>
            </w:r>
            <w:r w:rsidR="00FD15BB" w:rsidRPr="009E5C47">
              <w:t xml:space="preserve"> </w:t>
            </w:r>
            <w:r w:rsidRPr="009E5C47">
              <w:t>drivers</w:t>
            </w:r>
            <w:r w:rsidR="00FD15BB">
              <w:t xml:space="preserve"> with</w:t>
            </w:r>
            <w:r w:rsidRPr="009E5C47">
              <w:t xml:space="preserve"> directions for unloading </w:t>
            </w:r>
            <w:r w:rsidR="00FD15BB">
              <w:t>materials</w:t>
            </w:r>
          </w:p>
          <w:p w14:paraId="3E1852BB" w14:textId="22109786" w:rsidR="009E5C47" w:rsidRPr="009E5C47" w:rsidRDefault="009E5C47" w:rsidP="009E5C47">
            <w:r w:rsidRPr="009E5C47">
              <w:t xml:space="preserve">3.2 Provide unloading assistance </w:t>
            </w:r>
            <w:r w:rsidR="00FD15BB">
              <w:t>according to workplace procedures</w:t>
            </w:r>
          </w:p>
          <w:p w14:paraId="462AAD72" w14:textId="7191B8BB" w:rsidR="009E5C47" w:rsidRPr="009E5C47" w:rsidRDefault="009E5C47" w:rsidP="009E5C47">
            <w:r w:rsidRPr="009E5C47">
              <w:t>3.3 Inspect and assess raw materials against specifi</w:t>
            </w:r>
            <w:r w:rsidR="00FD15BB">
              <w:t>cations</w:t>
            </w:r>
          </w:p>
          <w:p w14:paraId="6E4CBC43" w14:textId="7E68E1F4" w:rsidR="009E5C47" w:rsidRPr="009E5C47" w:rsidRDefault="009E5C47" w:rsidP="009E5C47">
            <w:r w:rsidRPr="009E5C47">
              <w:t xml:space="preserve">3.4 Reject </w:t>
            </w:r>
            <w:r w:rsidR="00FD15BB">
              <w:t>substandard</w:t>
            </w:r>
            <w:r w:rsidR="00FD15BB" w:rsidRPr="009E5C47">
              <w:t xml:space="preserve"> </w:t>
            </w:r>
            <w:r w:rsidRPr="009E5C47">
              <w:t>materials</w:t>
            </w:r>
          </w:p>
          <w:p w14:paraId="10DF4BFB" w14:textId="6554A598" w:rsidR="009E5C47" w:rsidRPr="009E5C47" w:rsidRDefault="009E5C47" w:rsidP="009E5C47">
            <w:r w:rsidRPr="009E5C47">
              <w:t xml:space="preserve">3.5 </w:t>
            </w:r>
            <w:r w:rsidR="00FD15BB">
              <w:t>Record</w:t>
            </w:r>
            <w:r w:rsidR="00FD15BB" w:rsidRPr="009E5C47">
              <w:t xml:space="preserve"> </w:t>
            </w:r>
            <w:r w:rsidRPr="009E5C47">
              <w:t xml:space="preserve">and report </w:t>
            </w:r>
            <w:r w:rsidR="00FD15BB">
              <w:t>substandard</w:t>
            </w:r>
            <w:r w:rsidR="00FD15BB" w:rsidRPr="009E5C47">
              <w:t xml:space="preserve"> </w:t>
            </w:r>
            <w:r w:rsidRPr="009E5C47">
              <w:t>materials</w:t>
            </w:r>
          </w:p>
          <w:p w14:paraId="3FCF8648" w14:textId="434AA2A7" w:rsidR="00FD15BB" w:rsidRDefault="009E5C47">
            <w:pPr>
              <w:pStyle w:val="SIText"/>
            </w:pPr>
            <w:r w:rsidRPr="009E5C47">
              <w:t xml:space="preserve">3.6 </w:t>
            </w:r>
            <w:r w:rsidR="00FD15BB">
              <w:t>M</w:t>
            </w:r>
            <w:r w:rsidRPr="009E5C47">
              <w:t xml:space="preserve">onitor unloading areas </w:t>
            </w:r>
            <w:r w:rsidR="00FD15BB">
              <w:t>for</w:t>
            </w:r>
            <w:r w:rsidRPr="009E5C47">
              <w:t xml:space="preserve"> compliance with unloading instructions</w:t>
            </w:r>
          </w:p>
          <w:p w14:paraId="2B00249F" w14:textId="432C9FE6" w:rsidR="009E5C47" w:rsidRPr="009E5C47" w:rsidRDefault="00FD15BB">
            <w:pPr>
              <w:pStyle w:val="SIText"/>
            </w:pPr>
            <w:r>
              <w:t xml:space="preserve">3.7 Monitor unloading areas for </w:t>
            </w:r>
            <w:r w:rsidR="009E5C47" w:rsidRPr="009E5C47">
              <w:t>containment</w:t>
            </w:r>
            <w:r>
              <w:t xml:space="preserve">, </w:t>
            </w:r>
            <w:proofErr w:type="gramStart"/>
            <w:r w:rsidR="009E5C47" w:rsidRPr="009E5C47">
              <w:t>segregation</w:t>
            </w:r>
            <w:proofErr w:type="gramEnd"/>
            <w:r w:rsidR="009E5C47" w:rsidRPr="009E5C47">
              <w:t xml:space="preserve"> </w:t>
            </w:r>
            <w:r>
              <w:t>and capacity</w:t>
            </w:r>
          </w:p>
        </w:tc>
      </w:tr>
      <w:tr w:rsidR="009E5C47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02066A2A" w:rsidR="009E5C47" w:rsidRPr="009E5C47" w:rsidRDefault="009E5C47" w:rsidP="009E5C47">
            <w:pPr>
              <w:pStyle w:val="SIText"/>
            </w:pPr>
            <w:r w:rsidRPr="009E5C47">
              <w:t>4. Remove contaminants and stockpile acceptable raw material</w:t>
            </w:r>
          </w:p>
        </w:tc>
        <w:tc>
          <w:tcPr>
            <w:tcW w:w="3604" w:type="pct"/>
            <w:shd w:val="clear" w:color="auto" w:fill="auto"/>
          </w:tcPr>
          <w:p w14:paraId="4A15FC9E" w14:textId="530E893B" w:rsidR="009E5C47" w:rsidRPr="009E5C47" w:rsidRDefault="009E5C47" w:rsidP="009E5C47">
            <w:r w:rsidRPr="009E5C47">
              <w:t xml:space="preserve">4.1 Remove </w:t>
            </w:r>
            <w:r w:rsidR="00E84350">
              <w:t>substandard</w:t>
            </w:r>
            <w:r w:rsidR="00E84350" w:rsidRPr="009E5C47">
              <w:t xml:space="preserve"> </w:t>
            </w:r>
            <w:r w:rsidRPr="009E5C47">
              <w:t>materials from raw materials</w:t>
            </w:r>
            <w:r w:rsidR="00E84350">
              <w:t xml:space="preserve"> stockpile</w:t>
            </w:r>
          </w:p>
          <w:p w14:paraId="48891BDB" w14:textId="5F9EDA52" w:rsidR="009E5C47" w:rsidRPr="009E5C47" w:rsidRDefault="009E5C47" w:rsidP="009E5C47">
            <w:r w:rsidRPr="009E5C47">
              <w:t xml:space="preserve">4.2 Segregate, stockpile and contain raw materials </w:t>
            </w:r>
            <w:r w:rsidR="00E84350">
              <w:t>according to workplace procedures</w:t>
            </w:r>
          </w:p>
          <w:p w14:paraId="5783FF40" w14:textId="416B0667" w:rsidR="009E5C47" w:rsidRPr="009E5C47" w:rsidRDefault="009E5C47">
            <w:r w:rsidRPr="009E5C47">
              <w:t>4.3 Monitor raw material stockpiles to ensure storage capacity and containment</w:t>
            </w:r>
            <w:r w:rsidR="00E84350">
              <w:t xml:space="preserve"> of components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03118CE" w:rsidR="003F0285" w:rsidRPr="003F0285" w:rsidRDefault="001A6419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41E1766F" w:rsidR="003F0285" w:rsidRPr="003F0285" w:rsidRDefault="008706D2" w:rsidP="00C733E0">
            <w:pPr>
              <w:pStyle w:val="SIBulletList1"/>
            </w:pPr>
            <w:r w:rsidRPr="008706D2">
              <w:t>Interpret</w:t>
            </w:r>
            <w:r>
              <w:t xml:space="preserve"> quality specifications and apply to selection of raw materials</w:t>
            </w:r>
          </w:p>
        </w:tc>
      </w:tr>
      <w:tr w:rsidR="001A6419" w:rsidRPr="00336FCA" w:rsidDel="00423CB2" w14:paraId="08A79505" w14:textId="77777777" w:rsidTr="00CA2922">
        <w:tc>
          <w:tcPr>
            <w:tcW w:w="1396" w:type="pct"/>
          </w:tcPr>
          <w:p w14:paraId="33750413" w14:textId="54604ADC" w:rsidR="001A6419" w:rsidRDefault="008706D2" w:rsidP="003F028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2A1655" w14:textId="3A09EEF2" w:rsidR="001A6419" w:rsidRPr="00AA789D" w:rsidRDefault="0085676A" w:rsidP="00C733E0">
            <w:pPr>
              <w:pStyle w:val="SIBulletList1"/>
            </w:pPr>
            <w:r>
              <w:t>U</w:t>
            </w:r>
            <w:r w:rsidR="004F00B3">
              <w:t>pdate</w:t>
            </w:r>
            <w:r w:rsidR="008706D2">
              <w:t xml:space="preserve"> information </w:t>
            </w:r>
            <w:r w:rsidR="009758D9">
              <w:t xml:space="preserve">accurately </w:t>
            </w:r>
            <w:r w:rsidR="004F00B3">
              <w:t xml:space="preserve">in records </w:t>
            </w:r>
            <w:r w:rsidR="008706D2">
              <w:t xml:space="preserve">and </w:t>
            </w:r>
            <w:r w:rsidR="00736B29">
              <w:t>receipts</w:t>
            </w:r>
            <w:r w:rsidR="008706D2">
              <w:t xml:space="preserve"> </w:t>
            </w:r>
            <w:r>
              <w:t>using clear language</w:t>
            </w:r>
          </w:p>
        </w:tc>
      </w:tr>
      <w:tr w:rsidR="008706D2" w:rsidRPr="00336FCA" w:rsidDel="00423CB2" w14:paraId="5F0A65D8" w14:textId="77777777" w:rsidTr="00CA2922">
        <w:tc>
          <w:tcPr>
            <w:tcW w:w="1396" w:type="pct"/>
          </w:tcPr>
          <w:p w14:paraId="1D51267B" w14:textId="5C3937B3" w:rsidR="008706D2" w:rsidRDefault="008706D2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3E031E" w14:textId="67C8C25E" w:rsidR="008706D2" w:rsidRDefault="008706D2">
            <w:pPr>
              <w:pStyle w:val="SIBulletList1"/>
            </w:pPr>
            <w:r>
              <w:t>Apply volumetric</w:t>
            </w:r>
            <w:r w:rsidR="00F448FC">
              <w:t xml:space="preserve"> and weight </w:t>
            </w:r>
            <w:r>
              <w:t>calculations to estimate materials supplied and determine cost to supplier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8ED5BE1" w14:textId="4DEAF7AD" w:rsidR="00E84350" w:rsidRPr="003F0285" w:rsidRDefault="00D43725" w:rsidP="003F0285">
            <w:pPr>
              <w:pStyle w:val="SIText"/>
            </w:pPr>
            <w:r w:rsidRPr="008A5D67">
              <w:rPr>
                <w:lang w:eastAsia="en-AU"/>
              </w:rPr>
              <w:t>AHCCOM204</w:t>
            </w:r>
            <w:r w:rsidR="00EC5AEB">
              <w:t xml:space="preserve"> </w:t>
            </w:r>
            <w:r w:rsidR="00E84350" w:rsidRPr="00E84350">
              <w:t>Assess and receive raw materials for composting</w:t>
            </w:r>
          </w:p>
        </w:tc>
        <w:tc>
          <w:tcPr>
            <w:tcW w:w="1105" w:type="pct"/>
          </w:tcPr>
          <w:p w14:paraId="64EA7AE3" w14:textId="049F7E55" w:rsidR="003F0285" w:rsidRPr="003F0285" w:rsidRDefault="00E84350">
            <w:pPr>
              <w:pStyle w:val="SIText"/>
            </w:pPr>
            <w:r w:rsidRPr="00E84350">
              <w:t>AHCCOM201 Assess and receive raw materials for composting</w:t>
            </w:r>
          </w:p>
        </w:tc>
        <w:tc>
          <w:tcPr>
            <w:tcW w:w="1251" w:type="pct"/>
          </w:tcPr>
          <w:p w14:paraId="3E031D32" w14:textId="19A1E188" w:rsidR="003F0285" w:rsidRPr="003F0285" w:rsidRDefault="00E84350" w:rsidP="003F0285">
            <w:pPr>
              <w:pStyle w:val="SIText"/>
            </w:pPr>
            <w:r>
              <w:t>Minor changes to Application and Performance Criteria for clarity</w:t>
            </w:r>
            <w:r w:rsidR="00D43725">
              <w:br/>
              <w:t>Changes to Performanc</w:t>
            </w:r>
            <w:r w:rsidR="00510096">
              <w:t>e</w:t>
            </w:r>
            <w:r w:rsidR="00D43725">
              <w:t xml:space="preserve"> Evidence, Knowledge Evidence and Assessment Conditions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63E6072" w:rsidR="00F1480E" w:rsidRPr="005404CB" w:rsidRDefault="00FB32B9" w:rsidP="005404CB">
            <w:pPr>
              <w:pStyle w:val="SIText"/>
            </w:pPr>
            <w:r>
              <w:t xml:space="preserve">Companion Volumes, including Implementation </w:t>
            </w:r>
            <w:r w:rsidRPr="00FB32B9">
              <w:t xml:space="preserve">Guides, are available at </w:t>
            </w:r>
            <w:proofErr w:type="spellStart"/>
            <w:r w:rsidRPr="00FB32B9">
              <w:t>VETNet</w:t>
            </w:r>
            <w:proofErr w:type="spellEnd"/>
            <w:r w:rsidRPr="00FB32B9">
              <w:t xml:space="preserve">: </w:t>
            </w:r>
            <w:hyperlink r:id="rId11" w:history="1">
              <w:r w:rsidRPr="00FB32B9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5BE46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43725" w:rsidRPr="008A5D67">
              <w:t>AHCCOM204</w:t>
            </w:r>
            <w:r w:rsidR="00AD6B76" w:rsidRPr="00AD6B76">
              <w:t xml:space="preserve"> Assess and receive raw materials for composting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72CEE11" w14:textId="77777777" w:rsidR="00C01D0A" w:rsidRDefault="00C01D0A" w:rsidP="00C01D0A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D99BCF1" w14:textId="77777777" w:rsidR="00FB32B9" w:rsidRDefault="00FB32B9" w:rsidP="00C01D0A">
            <w:pPr>
              <w:pStyle w:val="SIText"/>
            </w:pPr>
          </w:p>
          <w:p w14:paraId="21B5D8A5" w14:textId="6206D326" w:rsidR="00C01D0A" w:rsidRDefault="00C01D0A" w:rsidP="00C01D0A">
            <w:pPr>
              <w:pStyle w:val="SIText"/>
            </w:pPr>
            <w:r>
              <w:t>There must be evidence that the individual has</w:t>
            </w:r>
            <w:r w:rsidR="00FB32B9">
              <w:t>,</w:t>
            </w:r>
            <w:r>
              <w:t xml:space="preserve"> on at least one occasion</w:t>
            </w:r>
            <w:r w:rsidR="00FB32B9">
              <w:t>,</w:t>
            </w:r>
            <w:r>
              <w:t xml:space="preserve"> received raw materials for composting and has:</w:t>
            </w:r>
          </w:p>
          <w:p w14:paraId="051DC0D7" w14:textId="0D209090" w:rsidR="00AA789D" w:rsidRPr="00AA789D" w:rsidRDefault="00AA789D" w:rsidP="00AA789D">
            <w:pPr>
              <w:pStyle w:val="SIBulletList1"/>
            </w:pPr>
            <w:r w:rsidRPr="00AA789D">
              <w:t>inspect</w:t>
            </w:r>
            <w:r w:rsidR="00C01D0A">
              <w:t>ed</w:t>
            </w:r>
            <w:r w:rsidRPr="00AA789D">
              <w:t xml:space="preserve"> raw materials for contamination and acceptability against established criteria</w:t>
            </w:r>
          </w:p>
          <w:p w14:paraId="617BB0D3" w14:textId="355691A5" w:rsidR="00AA789D" w:rsidRPr="00AA789D" w:rsidRDefault="00AA789D" w:rsidP="00AA789D">
            <w:pPr>
              <w:pStyle w:val="SIBulletList1"/>
            </w:pPr>
            <w:r w:rsidRPr="00AA789D">
              <w:t>measure</w:t>
            </w:r>
            <w:r w:rsidR="00C01D0A">
              <w:t>d</w:t>
            </w:r>
            <w:r w:rsidRPr="00AA789D">
              <w:t xml:space="preserve"> quantity for billing</w:t>
            </w:r>
          </w:p>
          <w:p w14:paraId="613B7BBF" w14:textId="7F0175A0" w:rsidR="00AA789D" w:rsidRPr="00AA789D" w:rsidRDefault="00AA789D" w:rsidP="00AA789D">
            <w:pPr>
              <w:pStyle w:val="SIBulletList1"/>
            </w:pPr>
            <w:r w:rsidRPr="00AA789D">
              <w:t>operate</w:t>
            </w:r>
            <w:r w:rsidR="00C01D0A">
              <w:t>d</w:t>
            </w:r>
            <w:r w:rsidRPr="00AA789D">
              <w:t xml:space="preserve"> a weighbridge</w:t>
            </w:r>
            <w:r w:rsidR="004C11D7">
              <w:t xml:space="preserve"> to estimate material quantity</w:t>
            </w:r>
          </w:p>
          <w:p w14:paraId="42073A35" w14:textId="0409F172" w:rsidR="00AA789D" w:rsidRPr="00AA789D" w:rsidRDefault="00AA789D" w:rsidP="00AA789D">
            <w:pPr>
              <w:pStyle w:val="SIBulletList1"/>
            </w:pPr>
            <w:r w:rsidRPr="00AA789D">
              <w:t>provide</w:t>
            </w:r>
            <w:r w:rsidR="00C01D0A">
              <w:t>d</w:t>
            </w:r>
            <w:r w:rsidRPr="00AA789D">
              <w:t xml:space="preserve"> clear directions to drivers entering site</w:t>
            </w:r>
          </w:p>
          <w:p w14:paraId="2A50EBB5" w14:textId="0C8051EC" w:rsidR="00AA789D" w:rsidRPr="00AA789D" w:rsidRDefault="00AA789D" w:rsidP="00AA789D">
            <w:pPr>
              <w:pStyle w:val="SIBulletList1"/>
            </w:pPr>
            <w:r w:rsidRPr="00AA789D">
              <w:t>receive</w:t>
            </w:r>
            <w:r w:rsidR="00C01D0A">
              <w:t>d</w:t>
            </w:r>
            <w:r w:rsidRPr="00AA789D">
              <w:t xml:space="preserve"> raw material for processing at a compost facility</w:t>
            </w:r>
          </w:p>
          <w:p w14:paraId="6BFA69AA" w14:textId="4721B14A" w:rsidR="006130F4" w:rsidRPr="005404CB" w:rsidRDefault="00AA789D" w:rsidP="00C733E0">
            <w:pPr>
              <w:pStyle w:val="SIBulletList1"/>
            </w:pPr>
            <w:r w:rsidRPr="00AA789D">
              <w:t>record</w:t>
            </w:r>
            <w:r w:rsidR="00C01D0A">
              <w:t>ed</w:t>
            </w:r>
            <w:r w:rsidRPr="00AA789D">
              <w:t xml:space="preserve"> raw material quantity and calculate</w:t>
            </w:r>
            <w:r w:rsidR="003D5FAA">
              <w:t>d</w:t>
            </w:r>
            <w:r w:rsidRPr="00AA789D">
              <w:t xml:space="preserve"> fee</w:t>
            </w:r>
            <w:r w:rsidR="003A18F6" w:rsidRPr="003A18F6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6B9C82F" w14:textId="77777777" w:rsidR="00C01D0A" w:rsidRDefault="00C01D0A" w:rsidP="00C01D0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2696CFC" w14:textId="77777777" w:rsidR="008666D0" w:rsidRPr="008666D0" w:rsidRDefault="008666D0" w:rsidP="008666D0">
            <w:pPr>
              <w:pStyle w:val="SIBulletList1"/>
            </w:pPr>
            <w:r w:rsidRPr="008666D0">
              <w:t>principles and practices of composting raw material assessment</w:t>
            </w:r>
          </w:p>
          <w:p w14:paraId="3186F33D" w14:textId="77777777" w:rsidR="008666D0" w:rsidRPr="008666D0" w:rsidRDefault="008666D0" w:rsidP="008666D0">
            <w:pPr>
              <w:pStyle w:val="SIBulletList1"/>
            </w:pPr>
            <w:r w:rsidRPr="008666D0">
              <w:t>characteristics of a range of raw green waste</w:t>
            </w:r>
          </w:p>
          <w:p w14:paraId="212E3005" w14:textId="075D6677" w:rsidR="008666D0" w:rsidRPr="008666D0" w:rsidRDefault="008666D0" w:rsidP="008666D0">
            <w:pPr>
              <w:pStyle w:val="SIBulletList1"/>
            </w:pPr>
            <w:r w:rsidRPr="008666D0">
              <w:t>enterprise policies and procedures</w:t>
            </w:r>
            <w:r w:rsidR="003D5FAA">
              <w:t>,</w:t>
            </w:r>
            <w:r w:rsidRPr="008666D0">
              <w:t xml:space="preserve"> including workplace health and safety procedures</w:t>
            </w:r>
          </w:p>
          <w:p w14:paraId="03F506E3" w14:textId="77777777" w:rsidR="008666D0" w:rsidRDefault="008666D0" w:rsidP="008666D0">
            <w:pPr>
              <w:pStyle w:val="SIBulletList1"/>
            </w:pPr>
            <w:r w:rsidRPr="008666D0">
              <w:t>safety risks to self and product posed by contaminants in raw materials and products</w:t>
            </w:r>
          </w:p>
          <w:p w14:paraId="6D368BB0" w14:textId="0A085208" w:rsidR="004C11D7" w:rsidRPr="008666D0" w:rsidRDefault="004C11D7" w:rsidP="008666D0">
            <w:pPr>
              <w:pStyle w:val="SIBulletList1"/>
            </w:pPr>
            <w:r>
              <w:t xml:space="preserve">tools and </w:t>
            </w:r>
            <w:r w:rsidRPr="004C11D7">
              <w:t>equipment</w:t>
            </w:r>
            <w:r>
              <w:t xml:space="preserve"> </w:t>
            </w:r>
            <w:r w:rsidR="00F448FC">
              <w:t>used in compost receivals process, including operation</w:t>
            </w:r>
            <w:r>
              <w:t xml:space="preserve"> and maintenance</w:t>
            </w:r>
          </w:p>
          <w:p w14:paraId="6A15E87C" w14:textId="6DA3E5EB" w:rsidR="008666D0" w:rsidRPr="008666D0" w:rsidRDefault="008666D0" w:rsidP="008666D0">
            <w:pPr>
              <w:pStyle w:val="SIBulletList1"/>
            </w:pPr>
            <w:r w:rsidRPr="008666D0">
              <w:t>standard risk control measures used in the industry to minimise risk associated with handling raw materials and products</w:t>
            </w:r>
            <w:r w:rsidR="004F00B3">
              <w:t>.</w:t>
            </w:r>
          </w:p>
          <w:p w14:paraId="5C8CD985" w14:textId="56D1A863" w:rsidR="006130F4" w:rsidRPr="005404CB" w:rsidRDefault="006130F4" w:rsidP="006130F4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120FB50" w14:textId="77777777" w:rsidR="00C01D0A" w:rsidRPr="00C01D0A" w:rsidRDefault="00C01D0A" w:rsidP="00C733E0">
            <w:pPr>
              <w:pStyle w:val="SIText"/>
            </w:pPr>
            <w:r w:rsidRPr="00C01D0A">
              <w:t xml:space="preserve">Assessment of the skills in this unit of competency must take place under the following conditions: </w:t>
            </w:r>
          </w:p>
          <w:p w14:paraId="6955EA1A" w14:textId="77777777" w:rsidR="00C01D0A" w:rsidRPr="00C01D0A" w:rsidRDefault="00C01D0A" w:rsidP="00C733E0">
            <w:pPr>
              <w:pStyle w:val="SIBulletList1"/>
            </w:pPr>
            <w:r w:rsidRPr="00C01D0A">
              <w:t>physical conditions:</w:t>
            </w:r>
          </w:p>
          <w:p w14:paraId="2002D093" w14:textId="5127BCFC" w:rsidR="00C01D0A" w:rsidRPr="00C01D0A" w:rsidRDefault="00C01D0A" w:rsidP="00C01D0A">
            <w:pPr>
              <w:pStyle w:val="SIBulletList2"/>
            </w:pPr>
            <w:r w:rsidRPr="00C01D0A">
              <w:t xml:space="preserve">skills must be demonstrated </w:t>
            </w:r>
            <w:r w:rsidR="00C115F2">
              <w:t xml:space="preserve">on a </w:t>
            </w:r>
            <w:r w:rsidR="00D0125F">
              <w:t xml:space="preserve">farm or commercial scale </w:t>
            </w:r>
            <w:r w:rsidR="00C115F2">
              <w:t xml:space="preserve">compost processing plant </w:t>
            </w:r>
            <w:r w:rsidRPr="00C01D0A">
              <w:t>or an environment that accurately represents workplace conditions</w:t>
            </w:r>
          </w:p>
          <w:p w14:paraId="27085046" w14:textId="77777777" w:rsidR="00C01D0A" w:rsidRPr="00C01D0A" w:rsidRDefault="00C01D0A" w:rsidP="00C733E0">
            <w:pPr>
              <w:pStyle w:val="SIBulletList1"/>
            </w:pPr>
            <w:r w:rsidRPr="00C01D0A">
              <w:t xml:space="preserve">resources, </w:t>
            </w:r>
            <w:proofErr w:type="gramStart"/>
            <w:r w:rsidRPr="00C01D0A">
              <w:t>equipment</w:t>
            </w:r>
            <w:proofErr w:type="gramEnd"/>
            <w:r w:rsidRPr="00C01D0A">
              <w:t xml:space="preserve"> and materials:</w:t>
            </w:r>
          </w:p>
          <w:p w14:paraId="04FC621A" w14:textId="7FACBD9F" w:rsidR="00C01D0A" w:rsidRPr="00C01D0A" w:rsidRDefault="00C30105" w:rsidP="00C01D0A">
            <w:pPr>
              <w:pStyle w:val="SIBulletList2"/>
            </w:pPr>
            <w:r>
              <w:t>t</w:t>
            </w:r>
            <w:r w:rsidR="00C01D0A" w:rsidRPr="00C01D0A">
              <w:t>ools</w:t>
            </w:r>
            <w:r w:rsidR="003F0B15">
              <w:t xml:space="preserve"> and loading equipment</w:t>
            </w:r>
          </w:p>
          <w:p w14:paraId="614C3CA9" w14:textId="20F38A01" w:rsidR="00C01D0A" w:rsidRPr="00C01D0A" w:rsidRDefault="00C01D0A" w:rsidP="00C01D0A">
            <w:pPr>
              <w:pStyle w:val="SIBulletList2"/>
            </w:pPr>
            <w:r w:rsidRPr="00C01D0A">
              <w:t>personal protective equipment</w:t>
            </w:r>
          </w:p>
          <w:p w14:paraId="44C00898" w14:textId="77777777" w:rsidR="00C01D0A" w:rsidRPr="00C01D0A" w:rsidRDefault="00C01D0A" w:rsidP="00C733E0">
            <w:pPr>
              <w:pStyle w:val="SIBulletList1"/>
            </w:pPr>
            <w:r w:rsidRPr="00C01D0A">
              <w:t>specifications:</w:t>
            </w:r>
          </w:p>
          <w:p w14:paraId="161689F6" w14:textId="3A020AFA" w:rsidR="00C01D0A" w:rsidRPr="00C01D0A" w:rsidRDefault="00C01D0A" w:rsidP="00C01D0A">
            <w:pPr>
              <w:pStyle w:val="SIBulletList2"/>
            </w:pPr>
            <w:r w:rsidRPr="00C01D0A">
              <w:t>workplace</w:t>
            </w:r>
            <w:r w:rsidR="00C115F2">
              <w:t xml:space="preserve"> safety </w:t>
            </w:r>
            <w:r w:rsidRPr="00C01D0A">
              <w:t>procedures</w:t>
            </w:r>
          </w:p>
          <w:p w14:paraId="32A26367" w14:textId="7B6BDEA6" w:rsidR="00C01D0A" w:rsidRPr="00C01D0A" w:rsidRDefault="00C115F2" w:rsidP="00C01D0A">
            <w:pPr>
              <w:pStyle w:val="SIBulletList2"/>
            </w:pPr>
            <w:r>
              <w:t>compost materials specifications</w:t>
            </w:r>
          </w:p>
          <w:p w14:paraId="272368A9" w14:textId="77777777" w:rsidR="00C01D0A" w:rsidRPr="00C01D0A" w:rsidRDefault="00C01D0A" w:rsidP="00C733E0">
            <w:pPr>
              <w:pStyle w:val="SIBulletList1"/>
            </w:pPr>
            <w:r w:rsidRPr="00C01D0A">
              <w:t>relationships:</w:t>
            </w:r>
          </w:p>
          <w:p w14:paraId="1472ECC5" w14:textId="74499198" w:rsidR="00C01D0A" w:rsidRPr="00C01D0A" w:rsidRDefault="00C115F2" w:rsidP="00C01D0A">
            <w:pPr>
              <w:pStyle w:val="SIBulletList2"/>
            </w:pPr>
            <w:r>
              <w:t xml:space="preserve">delivery </w:t>
            </w:r>
            <w:r w:rsidR="003F0B15">
              <w:t>driver</w:t>
            </w:r>
            <w:r w:rsidR="004F00B3">
              <w:t>.</w:t>
            </w:r>
          </w:p>
          <w:p w14:paraId="702865E0" w14:textId="77777777" w:rsidR="003D5FAA" w:rsidRDefault="003D5FAA" w:rsidP="0011400B">
            <w:pPr>
              <w:pStyle w:val="SIText"/>
            </w:pPr>
          </w:p>
          <w:p w14:paraId="759850B7" w14:textId="3888B8DA" w:rsidR="008666D0" w:rsidRPr="005404CB" w:rsidRDefault="00C01D0A" w:rsidP="0011400B">
            <w:pPr>
              <w:pStyle w:val="SIText"/>
              <w:rPr>
                <w:rFonts w:eastAsia="Calibri"/>
              </w:rPr>
            </w:pPr>
            <w:r w:rsidRPr="00C01D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7235CBD" w:rsidR="00F1480E" w:rsidRPr="005404CB" w:rsidRDefault="003D5FAA" w:rsidP="005404CB">
            <w:pPr>
              <w:pStyle w:val="SIText"/>
            </w:pPr>
            <w:r>
              <w:t xml:space="preserve">Companion Volumes, including Implementation </w:t>
            </w:r>
            <w:r w:rsidRPr="003D5FAA">
              <w:t xml:space="preserve">Guides, are available at </w:t>
            </w:r>
            <w:proofErr w:type="spellStart"/>
            <w:r w:rsidRPr="003D5FAA">
              <w:t>VETNet</w:t>
            </w:r>
            <w:proofErr w:type="spellEnd"/>
            <w:r w:rsidRPr="003D5FAA">
              <w:t xml:space="preserve">: </w:t>
            </w:r>
            <w:hyperlink r:id="rId12" w:history="1">
              <w:r w:rsidRPr="003D5FAA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8DFE" w14:textId="77777777" w:rsidR="00A308FB" w:rsidRDefault="00A308FB" w:rsidP="00BF3F0A">
      <w:r>
        <w:separator/>
      </w:r>
    </w:p>
    <w:p w14:paraId="71F6086F" w14:textId="77777777" w:rsidR="00A308FB" w:rsidRDefault="00A308FB"/>
  </w:endnote>
  <w:endnote w:type="continuationSeparator" w:id="0">
    <w:p w14:paraId="71BA46B7" w14:textId="77777777" w:rsidR="00A308FB" w:rsidRDefault="00A308FB" w:rsidP="00BF3F0A">
      <w:r>
        <w:continuationSeparator/>
      </w:r>
    </w:p>
    <w:p w14:paraId="1237CABA" w14:textId="77777777" w:rsidR="00A308FB" w:rsidRDefault="00A308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86D21" w14:textId="77777777" w:rsidR="00EC5AEB" w:rsidRDefault="00EC5A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48FC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9BA5" w14:textId="77777777" w:rsidR="00EC5AEB" w:rsidRDefault="00EC5A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6792" w14:textId="77777777" w:rsidR="00A308FB" w:rsidRDefault="00A308FB" w:rsidP="00BF3F0A">
      <w:r>
        <w:separator/>
      </w:r>
    </w:p>
    <w:p w14:paraId="05512489" w14:textId="77777777" w:rsidR="00A308FB" w:rsidRDefault="00A308FB"/>
  </w:footnote>
  <w:footnote w:type="continuationSeparator" w:id="0">
    <w:p w14:paraId="526DF580" w14:textId="77777777" w:rsidR="00A308FB" w:rsidRDefault="00A308FB" w:rsidP="00BF3F0A">
      <w:r>
        <w:continuationSeparator/>
      </w:r>
    </w:p>
    <w:p w14:paraId="5F701D58" w14:textId="77777777" w:rsidR="00A308FB" w:rsidRDefault="00A308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83EBF" w14:textId="77777777" w:rsidR="00EC5AEB" w:rsidRDefault="00EC5A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A4CC465" w:rsidR="009C2650" w:rsidRPr="000754EC" w:rsidRDefault="00AD6B76" w:rsidP="00146EEC">
    <w:pPr>
      <w:pStyle w:val="SIText"/>
    </w:pPr>
    <w:r w:rsidRPr="00AD6B76">
      <w:t xml:space="preserve"> </w:t>
    </w:r>
    <w:r w:rsidR="00D43725" w:rsidRPr="008A5D67">
      <w:rPr>
        <w:lang w:eastAsia="en-AU"/>
      </w:rPr>
      <w:t>AHCCOM204</w:t>
    </w:r>
    <w:r w:rsidRPr="00AD6B76">
      <w:t xml:space="preserve"> Assess and receive raw materials for composting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57A0" w14:textId="77777777" w:rsidR="00EC5AEB" w:rsidRDefault="00EC5A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6479857">
    <w:abstractNumId w:val="13"/>
  </w:num>
  <w:num w:numId="2" w16cid:durableId="1875389149">
    <w:abstractNumId w:val="11"/>
  </w:num>
  <w:num w:numId="3" w16cid:durableId="782503310">
    <w:abstractNumId w:val="14"/>
  </w:num>
  <w:num w:numId="4" w16cid:durableId="1661083968">
    <w:abstractNumId w:val="8"/>
  </w:num>
  <w:num w:numId="5" w16cid:durableId="74938501">
    <w:abstractNumId w:val="0"/>
  </w:num>
  <w:num w:numId="6" w16cid:durableId="581574012">
    <w:abstractNumId w:val="10"/>
  </w:num>
  <w:num w:numId="7" w16cid:durableId="1359811352">
    <w:abstractNumId w:val="17"/>
  </w:num>
  <w:num w:numId="8" w16cid:durableId="1489517678">
    <w:abstractNumId w:val="12"/>
  </w:num>
  <w:num w:numId="9" w16cid:durableId="1714114061">
    <w:abstractNumId w:val="7"/>
  </w:num>
  <w:num w:numId="10" w16cid:durableId="274682203">
    <w:abstractNumId w:val="15"/>
  </w:num>
  <w:num w:numId="11" w16cid:durableId="802624412">
    <w:abstractNumId w:val="1"/>
  </w:num>
  <w:num w:numId="12" w16cid:durableId="2142114567">
    <w:abstractNumId w:val="4"/>
  </w:num>
  <w:num w:numId="13" w16cid:durableId="218518454">
    <w:abstractNumId w:val="9"/>
  </w:num>
  <w:num w:numId="14" w16cid:durableId="1488206293">
    <w:abstractNumId w:val="3"/>
  </w:num>
  <w:num w:numId="15" w16cid:durableId="140445176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334A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20FA"/>
    <w:rsid w:val="00144385"/>
    <w:rsid w:val="00146EEC"/>
    <w:rsid w:val="00151D55"/>
    <w:rsid w:val="00151D93"/>
    <w:rsid w:val="00154D4B"/>
    <w:rsid w:val="00156EF3"/>
    <w:rsid w:val="00176E4F"/>
    <w:rsid w:val="00181FC1"/>
    <w:rsid w:val="0018546B"/>
    <w:rsid w:val="001A37F6"/>
    <w:rsid w:val="001A6419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6F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164E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3030"/>
    <w:rsid w:val="003C7152"/>
    <w:rsid w:val="003D2E73"/>
    <w:rsid w:val="003D5FAA"/>
    <w:rsid w:val="003E72B6"/>
    <w:rsid w:val="003E7BBE"/>
    <w:rsid w:val="003F0285"/>
    <w:rsid w:val="003F0B15"/>
    <w:rsid w:val="00405D9E"/>
    <w:rsid w:val="004127E3"/>
    <w:rsid w:val="00415F60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92F3B"/>
    <w:rsid w:val="004A142B"/>
    <w:rsid w:val="004A3860"/>
    <w:rsid w:val="004A44E8"/>
    <w:rsid w:val="004A581D"/>
    <w:rsid w:val="004A7706"/>
    <w:rsid w:val="004A77E3"/>
    <w:rsid w:val="004B29B7"/>
    <w:rsid w:val="004B7A28"/>
    <w:rsid w:val="004C03F2"/>
    <w:rsid w:val="004C11D7"/>
    <w:rsid w:val="004C2244"/>
    <w:rsid w:val="004C79A1"/>
    <w:rsid w:val="004D0D5F"/>
    <w:rsid w:val="004D1569"/>
    <w:rsid w:val="004D4352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00B3"/>
    <w:rsid w:val="004F5DC7"/>
    <w:rsid w:val="004F78DA"/>
    <w:rsid w:val="00506B2C"/>
    <w:rsid w:val="00510096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747F5"/>
    <w:rsid w:val="00686A49"/>
    <w:rsid w:val="00687B62"/>
    <w:rsid w:val="00690C44"/>
    <w:rsid w:val="00692EC8"/>
    <w:rsid w:val="00695C89"/>
    <w:rsid w:val="006969D9"/>
    <w:rsid w:val="006A16A3"/>
    <w:rsid w:val="006A2B68"/>
    <w:rsid w:val="006C2CC4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36B2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117"/>
    <w:rsid w:val="007D24B7"/>
    <w:rsid w:val="007D5A78"/>
    <w:rsid w:val="007D71D9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76A"/>
    <w:rsid w:val="0086466C"/>
    <w:rsid w:val="00865011"/>
    <w:rsid w:val="008666D0"/>
    <w:rsid w:val="008706D2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435"/>
    <w:rsid w:val="00953835"/>
    <w:rsid w:val="00960F6C"/>
    <w:rsid w:val="00970747"/>
    <w:rsid w:val="009758D9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4CFE"/>
    <w:rsid w:val="009D5D2C"/>
    <w:rsid w:val="009E0891"/>
    <w:rsid w:val="009E5C47"/>
    <w:rsid w:val="009F0DCC"/>
    <w:rsid w:val="009F11CA"/>
    <w:rsid w:val="00A02964"/>
    <w:rsid w:val="00A0695B"/>
    <w:rsid w:val="00A13052"/>
    <w:rsid w:val="00A216A8"/>
    <w:rsid w:val="00A223A6"/>
    <w:rsid w:val="00A308FB"/>
    <w:rsid w:val="00A3135C"/>
    <w:rsid w:val="00A3639E"/>
    <w:rsid w:val="00A46AAF"/>
    <w:rsid w:val="00A5092E"/>
    <w:rsid w:val="00A554D6"/>
    <w:rsid w:val="00A56E14"/>
    <w:rsid w:val="00A60A99"/>
    <w:rsid w:val="00A6476B"/>
    <w:rsid w:val="00A67652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6FB6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1D0A"/>
    <w:rsid w:val="00C04238"/>
    <w:rsid w:val="00C115F2"/>
    <w:rsid w:val="00C143C3"/>
    <w:rsid w:val="00C1739B"/>
    <w:rsid w:val="00C21ADE"/>
    <w:rsid w:val="00C23D97"/>
    <w:rsid w:val="00C25BD6"/>
    <w:rsid w:val="00C26067"/>
    <w:rsid w:val="00C30105"/>
    <w:rsid w:val="00C30A29"/>
    <w:rsid w:val="00C317DC"/>
    <w:rsid w:val="00C36FBC"/>
    <w:rsid w:val="00C471E0"/>
    <w:rsid w:val="00C56042"/>
    <w:rsid w:val="00C578E9"/>
    <w:rsid w:val="00C70626"/>
    <w:rsid w:val="00C72860"/>
    <w:rsid w:val="00C72A48"/>
    <w:rsid w:val="00C733E0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125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3AF"/>
    <w:rsid w:val="00D43725"/>
    <w:rsid w:val="00D54C76"/>
    <w:rsid w:val="00D632BB"/>
    <w:rsid w:val="00D67A0F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6C7D"/>
    <w:rsid w:val="00E238E6"/>
    <w:rsid w:val="00E3205E"/>
    <w:rsid w:val="00E34CD8"/>
    <w:rsid w:val="00E35064"/>
    <w:rsid w:val="00E3681D"/>
    <w:rsid w:val="00E37271"/>
    <w:rsid w:val="00E40225"/>
    <w:rsid w:val="00E501F0"/>
    <w:rsid w:val="00E57189"/>
    <w:rsid w:val="00E6166D"/>
    <w:rsid w:val="00E8268F"/>
    <w:rsid w:val="00E84350"/>
    <w:rsid w:val="00E91BFF"/>
    <w:rsid w:val="00E92933"/>
    <w:rsid w:val="00E94FAD"/>
    <w:rsid w:val="00EB0AA4"/>
    <w:rsid w:val="00EB5C88"/>
    <w:rsid w:val="00EC0469"/>
    <w:rsid w:val="00EC0C3E"/>
    <w:rsid w:val="00EC1C64"/>
    <w:rsid w:val="00EC5AEB"/>
    <w:rsid w:val="00EF01F8"/>
    <w:rsid w:val="00EF3268"/>
    <w:rsid w:val="00EF40EF"/>
    <w:rsid w:val="00EF47FE"/>
    <w:rsid w:val="00F069BD"/>
    <w:rsid w:val="00F1480E"/>
    <w:rsid w:val="00F1497D"/>
    <w:rsid w:val="00F16AAC"/>
    <w:rsid w:val="00F23233"/>
    <w:rsid w:val="00F30C7D"/>
    <w:rsid w:val="00F33FF2"/>
    <w:rsid w:val="00F438FC"/>
    <w:rsid w:val="00F43D70"/>
    <w:rsid w:val="00F448FC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B32B9"/>
    <w:rsid w:val="00FD08DF"/>
    <w:rsid w:val="00FD15B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733E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5621B1-A36E-4ADA-BA3B-D8C1881E4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3fbd0e8e-82e5-4f83-89a2-7dbad393fe30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A678D78-4A0F-4188-BA47-6091CA1C1C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19</cp:revision>
  <cp:lastPrinted>2016-05-27T05:21:00Z</cp:lastPrinted>
  <dcterms:created xsi:type="dcterms:W3CDTF">2022-08-03T05:50:00Z</dcterms:created>
  <dcterms:modified xsi:type="dcterms:W3CDTF">2022-10-26T22:42:00Z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