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22FFC883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A6C280F" w:rsidR="00F1480E" w:rsidRPr="005404CB" w:rsidRDefault="00FC2C86" w:rsidP="000E38FE">
            <w:pPr>
              <w:pStyle w:val="SIText"/>
            </w:pPr>
            <w:r w:rsidRPr="00FC2C86">
              <w:t xml:space="preserve">This version released with AMP Australian Meat Processing Training Package Version </w:t>
            </w:r>
            <w:r w:rsidR="004C6AB6">
              <w:t>8</w:t>
            </w:r>
            <w:r w:rsidRPr="00FC2C86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A92B48">
        <w:trPr>
          <w:tblHeader/>
        </w:trPr>
        <w:tc>
          <w:tcPr>
            <w:tcW w:w="1396" w:type="pct"/>
            <w:shd w:val="clear" w:color="auto" w:fill="auto"/>
          </w:tcPr>
          <w:p w14:paraId="4E5419B2" w14:textId="29FAC1C1" w:rsidR="00F1480E" w:rsidRPr="005404CB" w:rsidRDefault="00C14342" w:rsidP="005404CB">
            <w:pPr>
              <w:pStyle w:val="SIUNITCODE"/>
            </w:pPr>
            <w:r w:rsidRPr="000E38FE">
              <w:t>AMP</w:t>
            </w:r>
            <w:r>
              <w:t>WHS</w:t>
            </w:r>
            <w:r w:rsidR="002C3507">
              <w:t>3</w:t>
            </w:r>
            <w:r w:rsidR="00A251E3">
              <w:t>0</w:t>
            </w:r>
            <w:r w:rsidR="00D34A17"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2228A08A" w:rsidR="00F1480E" w:rsidRPr="005404CB" w:rsidRDefault="003C38C5" w:rsidP="005404CB">
            <w:pPr>
              <w:pStyle w:val="SIUnittitle"/>
            </w:pPr>
            <w:r>
              <w:t>Contribute to</w:t>
            </w:r>
            <w:r w:rsidR="000E38FE" w:rsidRPr="000E38FE">
              <w:t xml:space="preserve"> workplace health and safety process</w:t>
            </w:r>
            <w:r w:rsidR="00C14342">
              <w:t>es</w:t>
            </w:r>
          </w:p>
        </w:tc>
      </w:tr>
      <w:tr w:rsidR="00F1480E" w:rsidRPr="00963A46" w14:paraId="3D75C78B" w14:textId="77777777" w:rsidTr="00A92B48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07A086" w14:textId="34D7DDCC" w:rsidR="00A92B48" w:rsidRDefault="00A92B48" w:rsidP="00A92B48">
            <w:r w:rsidRPr="00A92B48">
              <w:t xml:space="preserve">This unit of competency describes the skills and knowledge required to support the implementation of health and safety policies and procedures and contribute to </w:t>
            </w:r>
            <w:r>
              <w:t>implementing</w:t>
            </w:r>
            <w:r w:rsidRPr="00A92B48">
              <w:t xml:space="preserve"> risk control measures and safety practices within a workplace.</w:t>
            </w:r>
          </w:p>
          <w:p w14:paraId="6759AF41" w14:textId="77777777" w:rsidR="00A92B48" w:rsidRPr="00A92B48" w:rsidRDefault="00A92B48" w:rsidP="00A92B48"/>
          <w:p w14:paraId="6CA5E48E" w14:textId="516992F6" w:rsidR="00A92B48" w:rsidRPr="00A92B48" w:rsidRDefault="00A92B48" w:rsidP="00A92B48">
            <w:r w:rsidRPr="00A92B48">
              <w:t>The unit applies to skilled workers with responsibility for maintaining a safe work environment and contributing to workplace practices</w:t>
            </w:r>
            <w:r w:rsidRPr="0044745B">
              <w:t xml:space="preserve"> </w:t>
            </w:r>
            <w:r w:rsidRPr="00A92B48">
              <w:t xml:space="preserve">in abattoirs, boning rooms, knackeries, game processing </w:t>
            </w:r>
            <w:r w:rsidR="00AC2043">
              <w:t>premises</w:t>
            </w:r>
            <w:r w:rsidRPr="00A92B48">
              <w:t xml:space="preserve">, smallgoods </w:t>
            </w:r>
            <w:r w:rsidR="00AC2043">
              <w:t>premises</w:t>
            </w:r>
            <w:r w:rsidRPr="00A92B48">
              <w:t>, food services operations, wholesalers and retailers. In this role, workers have limited responsibility for ensuring members of the work group are implementing safe work practices.</w:t>
            </w:r>
          </w:p>
          <w:p w14:paraId="7BA1FC7E" w14:textId="77777777" w:rsidR="0044745B" w:rsidRPr="0044745B" w:rsidRDefault="0044745B" w:rsidP="0044745B">
            <w:pPr>
              <w:pStyle w:val="SIText"/>
            </w:pPr>
          </w:p>
          <w:p w14:paraId="08E406D6" w14:textId="7DD8244E" w:rsidR="00971EA0" w:rsidRPr="00971EA0" w:rsidRDefault="00971EA0" w:rsidP="00971EA0">
            <w:pPr>
              <w:pStyle w:val="SIText"/>
            </w:pPr>
            <w:r w:rsidRPr="00D57984">
              <w:t xml:space="preserve">All work must be carried out to comply with workplace procedures, </w:t>
            </w:r>
            <w:r w:rsidR="008A35ED" w:rsidRPr="008A35ED">
              <w:t>according to</w:t>
            </w:r>
            <w:r w:rsidRPr="00D57984">
              <w:t xml:space="preserve"> state/territory health and safety</w:t>
            </w:r>
            <w:r w:rsidRPr="00971EA0">
              <w:t>, food and meat safety regulations, legislation and standards that apply to the workplace.</w:t>
            </w:r>
          </w:p>
          <w:p w14:paraId="2EE6E31C" w14:textId="77777777" w:rsidR="00971EA0" w:rsidRDefault="00971EA0" w:rsidP="00971EA0">
            <w:pPr>
              <w:pStyle w:val="SIText"/>
            </w:pPr>
          </w:p>
          <w:p w14:paraId="077C0FC6" w14:textId="2D082FBB" w:rsidR="00373436" w:rsidRPr="000754EC" w:rsidRDefault="00971EA0" w:rsidP="0044745B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A92B48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B244C1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A92B48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1D1E470" w:rsidR="00F1480E" w:rsidRPr="005404CB" w:rsidRDefault="00A92B48" w:rsidP="005404CB">
            <w:pPr>
              <w:pStyle w:val="SIText"/>
            </w:pPr>
            <w:r>
              <w:t>Work Health and Safety (WHS)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A92B4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A92B4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C38C5" w:rsidRPr="00963A46" w14:paraId="37B02960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59C826" w14:textId="5CB9F63F" w:rsidR="003C38C5" w:rsidRPr="00A92B48" w:rsidRDefault="00B65EB8" w:rsidP="003C38C5">
            <w:pPr>
              <w:pStyle w:val="SIText"/>
              <w:rPr>
                <w:rStyle w:val="SIText-Italic"/>
              </w:rPr>
            </w:pPr>
            <w:r>
              <w:t>1</w:t>
            </w:r>
            <w:r w:rsidR="003C38C5" w:rsidRPr="003C38C5">
              <w:t xml:space="preserve">. Plan </w:t>
            </w:r>
            <w:r>
              <w:t>to</w:t>
            </w:r>
            <w:r w:rsidR="003C38C5" w:rsidRPr="003C38C5">
              <w:t xml:space="preserve"> work safely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7B7D10" w14:textId="0411C3EA" w:rsidR="003C38C5" w:rsidRPr="003C38C5" w:rsidRDefault="003C38C5" w:rsidP="003C38C5">
            <w:r w:rsidRPr="003C38C5">
              <w:t xml:space="preserve">1.1 Plan work </w:t>
            </w:r>
            <w:r w:rsidR="008A35ED" w:rsidRPr="008A35ED">
              <w:t xml:space="preserve">according to </w:t>
            </w:r>
            <w:r w:rsidRPr="003C38C5">
              <w:t>relevant legislation, standards, codes of practice and safe work procedures</w:t>
            </w:r>
          </w:p>
          <w:p w14:paraId="4479988B" w14:textId="7AF51E3C" w:rsidR="003C38C5" w:rsidRPr="003C38C5" w:rsidRDefault="003C38C5" w:rsidP="003C38C5">
            <w:r w:rsidRPr="003C38C5">
              <w:t xml:space="preserve">1.2 Identify hazards as part of </w:t>
            </w:r>
            <w:r w:rsidR="00B65EB8">
              <w:t>preparation for work</w:t>
            </w:r>
          </w:p>
          <w:p w14:paraId="07DDDC26" w14:textId="0582EDA8" w:rsidR="003C38C5" w:rsidRPr="003C38C5" w:rsidRDefault="003C38C5" w:rsidP="003C38C5">
            <w:r w:rsidRPr="003C38C5">
              <w:t xml:space="preserve">1.3 </w:t>
            </w:r>
            <w:r w:rsidR="00B65EB8">
              <w:t>Control risks associated with</w:t>
            </w:r>
            <w:r w:rsidRPr="003C38C5">
              <w:t xml:space="preserve"> hazards prior to starting work</w:t>
            </w:r>
            <w:r w:rsidR="000117B4">
              <w:t>,</w:t>
            </w:r>
            <w:r w:rsidR="007A4B08">
              <w:t xml:space="preserve"> including using personal protective clothing and equipment</w:t>
            </w:r>
          </w:p>
          <w:p w14:paraId="48DDA344" w14:textId="11924B80" w:rsidR="003C38C5" w:rsidRPr="003C38C5" w:rsidRDefault="003C38C5" w:rsidP="003C38C5">
            <w:r w:rsidRPr="003C38C5">
              <w:t>1.</w:t>
            </w:r>
            <w:r w:rsidR="00156A47">
              <w:t>4</w:t>
            </w:r>
            <w:r w:rsidR="00156A47" w:rsidRPr="003C38C5">
              <w:t xml:space="preserve"> </w:t>
            </w:r>
            <w:r w:rsidRPr="003C38C5">
              <w:t>Report inadequacies in control measures according to workplace procedures</w:t>
            </w:r>
          </w:p>
          <w:p w14:paraId="44602675" w14:textId="34673090" w:rsidR="003C38C5" w:rsidRPr="00A92B48" w:rsidRDefault="003C38C5" w:rsidP="00A92B48">
            <w:pPr>
              <w:rPr>
                <w:rStyle w:val="SIText-Italic"/>
                <w:i w:val="0"/>
                <w:szCs w:val="22"/>
              </w:rPr>
            </w:pPr>
            <w:r w:rsidRPr="003C38C5">
              <w:t>1.</w:t>
            </w:r>
            <w:r w:rsidR="00156A47">
              <w:t>5</w:t>
            </w:r>
            <w:r w:rsidR="00156A47" w:rsidRPr="003C38C5">
              <w:t xml:space="preserve"> </w:t>
            </w:r>
            <w:r w:rsidRPr="003C38C5">
              <w:t xml:space="preserve">Report incidents and injuries </w:t>
            </w:r>
            <w:r w:rsidR="00E47786" w:rsidRPr="00E47786">
              <w:t xml:space="preserve">according to </w:t>
            </w:r>
            <w:r w:rsidRPr="003C38C5">
              <w:t>workplace procedures</w:t>
            </w:r>
          </w:p>
        </w:tc>
      </w:tr>
      <w:tr w:rsidR="003C38C5" w:rsidRPr="00963A46" w14:paraId="712104F3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689B79F" w14:textId="0911CF6D" w:rsidR="003C38C5" w:rsidRPr="00A92B48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2. Support safe work practices in work area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4F3183" w14:textId="2E1BD182" w:rsidR="003C38C5" w:rsidRPr="00841198" w:rsidRDefault="003C38C5" w:rsidP="0054646E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54646E">
              <w:rPr>
                <w:rStyle w:val="SITemporaryText-green"/>
                <w:color w:val="auto"/>
                <w:sz w:val="20"/>
              </w:rPr>
              <w:t xml:space="preserve">2.1 </w:t>
            </w:r>
            <w:r w:rsidR="0054646E" w:rsidRPr="007D69AE">
              <w:rPr>
                <w:rStyle w:val="SITemporaryText-green"/>
                <w:color w:val="auto"/>
                <w:sz w:val="20"/>
              </w:rPr>
              <w:t>Check</w:t>
            </w:r>
            <w:r w:rsidR="0054646E" w:rsidRPr="0054646E">
              <w:rPr>
                <w:rStyle w:val="SITemporaryText-green"/>
                <w:color w:val="auto"/>
                <w:sz w:val="20"/>
              </w:rPr>
              <w:t xml:space="preserve"> </w:t>
            </w:r>
            <w:r w:rsidRPr="0054646E">
              <w:rPr>
                <w:rStyle w:val="SITemporaryText-green"/>
                <w:color w:val="auto"/>
                <w:sz w:val="20"/>
              </w:rPr>
              <w:t>implementation</w:t>
            </w:r>
            <w:r w:rsidRPr="00841198">
              <w:rPr>
                <w:rStyle w:val="SITemporaryText-green"/>
                <w:color w:val="auto"/>
                <w:sz w:val="20"/>
              </w:rPr>
              <w:t xml:space="preserve"> of safe work procedures</w:t>
            </w:r>
            <w:r w:rsidR="00156A47" w:rsidRPr="00156A47">
              <w:rPr>
                <w:rStyle w:val="SITemporaryText-green"/>
                <w:color w:val="auto"/>
                <w:sz w:val="20"/>
              </w:rPr>
              <w:t xml:space="preserve"> in own work area</w:t>
            </w:r>
          </w:p>
          <w:p w14:paraId="782B28CE" w14:textId="77777777" w:rsidR="003C38C5" w:rsidRPr="003C38C5" w:rsidRDefault="003C38C5" w:rsidP="003C38C5">
            <w:r w:rsidRPr="003C38C5">
              <w:t>2.2 Share information on safe work practices and safety issues in the workplace with members of the work group</w:t>
            </w:r>
          </w:p>
          <w:p w14:paraId="2AC96C36" w14:textId="77777777" w:rsidR="003C38C5" w:rsidRPr="003C38C5" w:rsidRDefault="003C38C5" w:rsidP="003C38C5">
            <w:r w:rsidRPr="003C38C5">
              <w:t>2.3 Check the health and safety practices of less experienced members of the work group, and provide support as required to ensure safe work practices are followed</w:t>
            </w:r>
          </w:p>
          <w:p w14:paraId="5C562D9F" w14:textId="0C491362" w:rsidR="003C38C5" w:rsidRPr="003C38C5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2.4 Support members of the work group to accurately record incidents and complete associated workplace documentation according to workplace procedures</w:t>
            </w:r>
          </w:p>
        </w:tc>
      </w:tr>
      <w:tr w:rsidR="003C38C5" w:rsidRPr="00963A46" w14:paraId="327AE585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5D29BCA" w14:textId="6A79602E" w:rsidR="003C38C5" w:rsidRPr="00A92B48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3. Contribute to health and safety processes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6BACC9" w14:textId="3895A12E" w:rsidR="003C38C5" w:rsidRPr="003C38C5" w:rsidRDefault="003C38C5" w:rsidP="003C38C5">
            <w:r w:rsidRPr="003C38C5">
              <w:t xml:space="preserve">3.1 Raise health and safety issues </w:t>
            </w:r>
            <w:r w:rsidR="008A35ED" w:rsidRPr="008A35ED">
              <w:t xml:space="preserve">according to </w:t>
            </w:r>
            <w:r w:rsidRPr="003C38C5">
              <w:t>workplace procedures</w:t>
            </w:r>
          </w:p>
          <w:p w14:paraId="36D08053" w14:textId="77777777" w:rsidR="003C38C5" w:rsidRPr="003C38C5" w:rsidRDefault="003C38C5" w:rsidP="003C38C5">
            <w:r w:rsidRPr="003C38C5">
              <w:t>3.2 Contribute to workplace meetings, workplace inspections or other consultative activities in a constructive manner to improve safety</w:t>
            </w:r>
          </w:p>
          <w:p w14:paraId="1BAF6323" w14:textId="77D7B9CE" w:rsidR="003C38C5" w:rsidRPr="003C38C5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3.3 Identify roles and responsibilities of health and safety representatives and committees</w:t>
            </w:r>
          </w:p>
        </w:tc>
      </w:tr>
      <w:tr w:rsidR="003C38C5" w:rsidRPr="00963A46" w14:paraId="3E77E9D0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440461" w14:textId="2A0002E2" w:rsidR="003C38C5" w:rsidRPr="00A92B48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lastRenderedPageBreak/>
              <w:t>4. Contribute to hazard identification, risk assessment and risk control activities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7B5312" w14:textId="77777777" w:rsidR="003C38C5" w:rsidRPr="003C38C5" w:rsidRDefault="003C38C5" w:rsidP="003C38C5">
            <w:r w:rsidRPr="003C38C5">
              <w:t>4.1 Identify and respond to hazards, and communicate with members of the work group</w:t>
            </w:r>
          </w:p>
          <w:p w14:paraId="5F2EB181" w14:textId="77777777" w:rsidR="003C38C5" w:rsidRPr="003C38C5" w:rsidRDefault="003C38C5" w:rsidP="003C38C5">
            <w:r w:rsidRPr="003C38C5">
              <w:t>4.2 Report identified hazards and inadequacies in risk controls</w:t>
            </w:r>
          </w:p>
          <w:p w14:paraId="1D5C8525" w14:textId="5F552BE3" w:rsidR="003C38C5" w:rsidRPr="003C38C5" w:rsidRDefault="003C38C5" w:rsidP="003C38C5">
            <w:r w:rsidRPr="003C38C5">
              <w:t xml:space="preserve">4.3 Check the workplace for hazards using itemised checklists </w:t>
            </w:r>
            <w:r w:rsidR="008A35ED" w:rsidRPr="008A35ED">
              <w:t xml:space="preserve">according to </w:t>
            </w:r>
            <w:r w:rsidRPr="003C38C5">
              <w:t>workplace procedures</w:t>
            </w:r>
          </w:p>
          <w:p w14:paraId="016CA9C6" w14:textId="61819CEC" w:rsidR="003C38C5" w:rsidRPr="003C38C5" w:rsidRDefault="003C38C5" w:rsidP="003C38C5">
            <w:r w:rsidRPr="003C38C5">
              <w:t xml:space="preserve">4.4 Contribute to risk assessments </w:t>
            </w:r>
            <w:r w:rsidR="008A35ED" w:rsidRPr="008A35ED">
              <w:t xml:space="preserve">according to </w:t>
            </w:r>
            <w:r w:rsidRPr="003C38C5">
              <w:t>workplace procedures</w:t>
            </w:r>
          </w:p>
          <w:p w14:paraId="3068C5C5" w14:textId="40B9AF6D" w:rsidR="003C38C5" w:rsidRPr="003C38C5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4.5 Provide input to development and implementation of control measures, with reference to the hierarchy of control</w:t>
            </w:r>
          </w:p>
        </w:tc>
      </w:tr>
      <w:tr w:rsidR="003C38C5" w:rsidRPr="00963A46" w14:paraId="217E9D54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0DCBCF" w14:textId="2E8BBFAB" w:rsidR="003C38C5" w:rsidRPr="00A92B48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5. Participate in the control of emergency situations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44C49C" w14:textId="77777777" w:rsidR="003C38C5" w:rsidRPr="003C38C5" w:rsidRDefault="003C38C5" w:rsidP="003C38C5">
            <w:r w:rsidRPr="003C38C5">
              <w:t>5.1 Identify and respond appropriately to emergency signals and alarms</w:t>
            </w:r>
          </w:p>
          <w:p w14:paraId="63376511" w14:textId="77777777" w:rsidR="003C38C5" w:rsidRPr="003C38C5" w:rsidRDefault="003C38C5" w:rsidP="003C38C5">
            <w:r w:rsidRPr="003C38C5">
              <w:t>5.2 Take initial action to control an emergency according to workplace procedures</w:t>
            </w:r>
          </w:p>
          <w:p w14:paraId="79508802" w14:textId="5F2D398E" w:rsidR="003C38C5" w:rsidRPr="003C38C5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5.3 Implement emergency response procedures within scope of training and competence</w:t>
            </w:r>
          </w:p>
        </w:tc>
      </w:tr>
      <w:tr w:rsidR="003C38C5" w:rsidRPr="00963A46" w14:paraId="72C38ED4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3679D4" w14:textId="6505EA81" w:rsidR="003C38C5" w:rsidRPr="00A92B48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6. Maintain and use health and safety records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02429D" w14:textId="446DF46F" w:rsidR="003C38C5" w:rsidRPr="003C38C5" w:rsidRDefault="003C38C5" w:rsidP="003C38C5">
            <w:r w:rsidRPr="003C38C5">
              <w:t xml:space="preserve">6.1 Complete records for the work area </w:t>
            </w:r>
            <w:r w:rsidR="008A35ED" w:rsidRPr="008A35ED">
              <w:t xml:space="preserve">according to </w:t>
            </w:r>
            <w:r w:rsidRPr="003C38C5">
              <w:t>legislative and workplace requirements</w:t>
            </w:r>
          </w:p>
          <w:p w14:paraId="13EC7EA7" w14:textId="40A84280" w:rsidR="003C38C5" w:rsidRPr="003C38C5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 xml:space="preserve">6.2 Access and interpret </w:t>
            </w:r>
            <w:r w:rsidR="00B65EB8">
              <w:t xml:space="preserve">workplace </w:t>
            </w:r>
            <w:r w:rsidRPr="003C38C5">
              <w:t>health and safety</w:t>
            </w:r>
            <w:r w:rsidR="00E6710E">
              <w:t xml:space="preserve"> </w:t>
            </w:r>
            <w:r w:rsidRPr="003C38C5">
              <w:t xml:space="preserve"> information to inform work practice</w:t>
            </w:r>
            <w:r w:rsidR="00B65EB8">
              <w:t>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47426A66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5085D" w:rsidRPr="00336FCA" w:rsidDel="00423CB2" w14:paraId="716515E9" w14:textId="77777777" w:rsidTr="00CA2922">
        <w:trPr>
          <w:tblHeader/>
        </w:trPr>
        <w:tc>
          <w:tcPr>
            <w:tcW w:w="1396" w:type="pct"/>
          </w:tcPr>
          <w:p w14:paraId="5A0CD943" w14:textId="639559FF" w:rsidR="0055085D" w:rsidRPr="005404CB" w:rsidRDefault="0055085D" w:rsidP="00A92B4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9F7C59E" w14:textId="120BF022" w:rsidR="0055085D" w:rsidRPr="005404CB" w:rsidRDefault="00727BA1" w:rsidP="00A92B4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</w:t>
            </w:r>
            <w:r w:rsidR="00430B1A">
              <w:t xml:space="preserve">workplace </w:t>
            </w:r>
            <w:r w:rsidR="00430B1A" w:rsidRPr="00430B1A">
              <w:t xml:space="preserve">health and safety </w:t>
            </w:r>
            <w:r>
              <w:rPr>
                <w:rFonts w:eastAsiaTheme="majorEastAsia"/>
              </w:rPr>
              <w:t>requirements from a range of sources</w:t>
            </w:r>
          </w:p>
        </w:tc>
      </w:tr>
      <w:tr w:rsidR="0055085D" w:rsidRPr="00336FCA" w:rsidDel="00423CB2" w14:paraId="78DFBD21" w14:textId="77777777" w:rsidTr="00CA2922">
        <w:trPr>
          <w:tblHeader/>
        </w:trPr>
        <w:tc>
          <w:tcPr>
            <w:tcW w:w="1396" w:type="pct"/>
          </w:tcPr>
          <w:p w14:paraId="70FBE0AA" w14:textId="5A8BA1EA" w:rsidR="0055085D" w:rsidRPr="005404CB" w:rsidRDefault="0055085D" w:rsidP="00A92B4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99888E7" w14:textId="77777777" w:rsidR="0055085D" w:rsidRPr="00A92B48" w:rsidRDefault="00B65EB8" w:rsidP="00E47786">
            <w:pPr>
              <w:pStyle w:val="SIBulletList1"/>
              <w:rPr>
                <w:rFonts w:eastAsiaTheme="majorEastAsia"/>
              </w:rPr>
            </w:pPr>
            <w:r>
              <w:t>Ask questions to clarify instructions</w:t>
            </w:r>
          </w:p>
          <w:p w14:paraId="09E6DE03" w14:textId="6934118C" w:rsidR="00B65EB8" w:rsidRPr="00A92B48" w:rsidRDefault="00E47786" w:rsidP="00A92B48">
            <w:pPr>
              <w:pStyle w:val="SIBulletList1"/>
            </w:pPr>
            <w:r w:rsidRPr="00E47786">
              <w:t>Clearly explain and present safety information using language, tone and pace appropriate to audience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390F1ED" w14:textId="77777777" w:rsidR="00727BA1" w:rsidRDefault="00727BA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5679E65B" w14:textId="13E7DA57" w:rsidR="00A92B48" w:rsidRPr="00A92B48" w:rsidRDefault="00A92B48" w:rsidP="00A92B48">
            <w:r w:rsidRPr="00A92B48">
              <w:t>AMPWHS3</w:t>
            </w:r>
            <w:r w:rsidR="00A251E3">
              <w:t>0</w:t>
            </w:r>
            <w:r w:rsidR="008700E9">
              <w:t>1</w:t>
            </w:r>
            <w:r w:rsidRPr="00A92B48">
              <w:t xml:space="preserve"> Contribute to workplace health and safety processes</w:t>
            </w:r>
          </w:p>
          <w:p w14:paraId="16AF823A" w14:textId="59F89EAC" w:rsidR="00041E59" w:rsidRPr="0044745B" w:rsidRDefault="00041E59" w:rsidP="0044745B">
            <w:pPr>
              <w:pStyle w:val="SIText"/>
            </w:pPr>
          </w:p>
        </w:tc>
        <w:tc>
          <w:tcPr>
            <w:tcW w:w="1105" w:type="pct"/>
          </w:tcPr>
          <w:p w14:paraId="6623A6C9" w14:textId="67BE1994" w:rsidR="00041E59" w:rsidRPr="0044745B" w:rsidRDefault="008700E9" w:rsidP="0044745B">
            <w:pPr>
              <w:pStyle w:val="SIText"/>
            </w:pPr>
            <w:r>
              <w:t xml:space="preserve">Not applicable </w:t>
            </w:r>
          </w:p>
        </w:tc>
        <w:tc>
          <w:tcPr>
            <w:tcW w:w="1251" w:type="pct"/>
          </w:tcPr>
          <w:p w14:paraId="38EF1B27" w14:textId="407F8728" w:rsidR="00041E59" w:rsidRPr="0044745B" w:rsidRDefault="008700E9" w:rsidP="00727BA1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8700E9">
              <w:t xml:space="preserve">unit </w:t>
            </w:r>
          </w:p>
        </w:tc>
        <w:tc>
          <w:tcPr>
            <w:tcW w:w="1616" w:type="pct"/>
          </w:tcPr>
          <w:p w14:paraId="44BBFF38" w14:textId="1A0CADB9" w:rsidR="00916CD7" w:rsidRPr="0044745B" w:rsidRDefault="008700E9" w:rsidP="0044745B">
            <w:pPr>
              <w:pStyle w:val="SIText"/>
            </w:pPr>
            <w:r>
              <w:t>Newly created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3528B63B" w:rsidR="00F1480E" w:rsidRPr="0044745B" w:rsidRDefault="001B4119" w:rsidP="0044745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1" w:history="1">
              <w:r w:rsidRPr="001B4119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0AFEB2F" w:rsidR="00556C4C" w:rsidRPr="005404CB" w:rsidRDefault="00556C4C" w:rsidP="00A92B48">
            <w:pPr>
              <w:pStyle w:val="SIUnittitle"/>
            </w:pPr>
            <w:r w:rsidRPr="00F56827">
              <w:t xml:space="preserve">Assessment requirements for </w:t>
            </w:r>
            <w:r w:rsidR="00A92B48" w:rsidRPr="00A92B48">
              <w:t>AMP</w:t>
            </w:r>
            <w:r w:rsidR="00A92B48">
              <w:t>WHS</w:t>
            </w:r>
            <w:r w:rsidR="00A92B48" w:rsidRPr="00A92B48">
              <w:t>3</w:t>
            </w:r>
            <w:r w:rsidR="00A251E3">
              <w:t>0</w:t>
            </w:r>
            <w:r w:rsidR="008700E9">
              <w:t>1</w:t>
            </w:r>
            <w:r w:rsidR="00A92B48" w:rsidRPr="00A92B48">
              <w:t xml:space="preserve"> Contribute to workplace health and safety processes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EE9A660" w14:textId="31962E5A" w:rsidR="00727BA1" w:rsidRDefault="00727BA1" w:rsidP="00A92B48">
            <w:pPr>
              <w:pStyle w:val="SIText"/>
            </w:pPr>
            <w:r w:rsidRPr="00727BA1">
              <w:t>An individual demonstrating competency must satisfy all of the elements and performance criteria in this unit.</w:t>
            </w:r>
          </w:p>
          <w:p w14:paraId="697CF621" w14:textId="77777777" w:rsidR="008700E9" w:rsidRPr="00727BA1" w:rsidRDefault="008700E9" w:rsidP="00A92B48">
            <w:pPr>
              <w:pStyle w:val="SIText"/>
            </w:pPr>
          </w:p>
          <w:p w14:paraId="725FA2BD" w14:textId="6F0814B3" w:rsidR="00E47786" w:rsidRDefault="00727BA1" w:rsidP="00B050EE">
            <w:pPr>
              <w:pStyle w:val="SIText"/>
            </w:pPr>
            <w:r w:rsidRPr="00727BA1">
              <w:t xml:space="preserve">There must be evidence that the individual has </w:t>
            </w:r>
            <w:r w:rsidR="00E47786">
              <w:t>contributed to</w:t>
            </w:r>
            <w:r>
              <w:t xml:space="preserve"> workplace health and safety </w:t>
            </w:r>
            <w:r w:rsidR="00E6710E">
              <w:t xml:space="preserve"> </w:t>
            </w:r>
            <w:r>
              <w:t xml:space="preserve">processes </w:t>
            </w:r>
            <w:r w:rsidR="00E47786">
              <w:t>on at least two separate occasions, including:</w:t>
            </w:r>
          </w:p>
          <w:p w14:paraId="191E4F91" w14:textId="768FDABD" w:rsidR="00E47786" w:rsidRDefault="00E47786" w:rsidP="00A92B48">
            <w:pPr>
              <w:pStyle w:val="SIBulletList1"/>
            </w:pPr>
            <w:r>
              <w:t>work</w:t>
            </w:r>
            <w:r w:rsidR="008700E9">
              <w:t>ed</w:t>
            </w:r>
            <w:r>
              <w:t xml:space="preserve"> safely as an individual and as a team member</w:t>
            </w:r>
          </w:p>
          <w:p w14:paraId="06CCCF21" w14:textId="5FBF0313" w:rsidR="00E47786" w:rsidRPr="00E47786" w:rsidRDefault="00E47786" w:rsidP="00A92B48">
            <w:pPr>
              <w:pStyle w:val="SIBulletList1"/>
            </w:pPr>
            <w:r w:rsidRPr="00E47786">
              <w:t>identifi</w:t>
            </w:r>
            <w:r w:rsidR="008700E9">
              <w:t>ed</w:t>
            </w:r>
            <w:r w:rsidRPr="00E47786">
              <w:t xml:space="preserve"> and assess</w:t>
            </w:r>
            <w:r w:rsidR="008700E9">
              <w:t>ed</w:t>
            </w:r>
            <w:r w:rsidRPr="00E47786">
              <w:t xml:space="preserve"> potential hazards in the </w:t>
            </w:r>
            <w:r w:rsidR="00A92B48">
              <w:t>work area</w:t>
            </w:r>
          </w:p>
          <w:p w14:paraId="7A32C97A" w14:textId="3A4CBDB6" w:rsidR="00E47786" w:rsidRPr="00E47786" w:rsidRDefault="00E47786" w:rsidP="00A92B48">
            <w:pPr>
              <w:pStyle w:val="SIBulletList1"/>
            </w:pPr>
            <w:r w:rsidRPr="00E47786">
              <w:t>monitor</w:t>
            </w:r>
            <w:r w:rsidR="008700E9">
              <w:t>ed</w:t>
            </w:r>
            <w:r w:rsidRPr="00E47786">
              <w:t xml:space="preserve"> implementation of safe work practices in the work</w:t>
            </w:r>
            <w:r w:rsidR="00A92B48">
              <w:t xml:space="preserve"> area</w:t>
            </w:r>
          </w:p>
          <w:p w14:paraId="096838C5" w14:textId="15FDB078" w:rsidR="00E47786" w:rsidRPr="00E47786" w:rsidRDefault="00E47786" w:rsidP="00A92B48">
            <w:pPr>
              <w:pStyle w:val="SIBulletList1"/>
            </w:pPr>
            <w:r w:rsidRPr="00E47786">
              <w:t>provid</w:t>
            </w:r>
            <w:r w:rsidR="008700E9">
              <w:t>ed</w:t>
            </w:r>
            <w:r w:rsidRPr="00E47786">
              <w:t xml:space="preserve"> advice and feedback to work group members</w:t>
            </w:r>
          </w:p>
          <w:p w14:paraId="7E56A352" w14:textId="50A79221" w:rsidR="00E47786" w:rsidRPr="00E47786" w:rsidRDefault="00E47786" w:rsidP="00A92B48">
            <w:pPr>
              <w:pStyle w:val="SIBulletList1"/>
            </w:pPr>
            <w:r w:rsidRPr="00E47786">
              <w:t>contribut</w:t>
            </w:r>
            <w:r w:rsidR="008700E9">
              <w:t>ed</w:t>
            </w:r>
            <w:r w:rsidRPr="00E47786">
              <w:t xml:space="preserve"> to the implementation of risk control measures</w:t>
            </w:r>
          </w:p>
          <w:p w14:paraId="49081BB4" w14:textId="6FF8CDE8" w:rsidR="00A92B48" w:rsidRPr="005404CB" w:rsidRDefault="00E47786" w:rsidP="008700E9">
            <w:pPr>
              <w:pStyle w:val="SIBulletList1"/>
            </w:pPr>
            <w:r w:rsidRPr="00E47786">
              <w:t>complet</w:t>
            </w:r>
            <w:r w:rsidR="008700E9">
              <w:t>ed</w:t>
            </w:r>
            <w:r w:rsidRPr="00E47786">
              <w:t xml:space="preserve"> health and safety records and reports according to </w:t>
            </w:r>
            <w:r w:rsidR="00A92B48">
              <w:t>workplace</w:t>
            </w:r>
            <w:r w:rsidRPr="00E47786">
              <w:t xml:space="preserve"> standards</w:t>
            </w:r>
            <w:r w:rsidR="00A92B48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1033265" w14:textId="77777777" w:rsidR="00727BA1" w:rsidRPr="00727BA1" w:rsidRDefault="00727BA1" w:rsidP="00727BA1">
            <w:pPr>
              <w:pStyle w:val="SIText"/>
            </w:pPr>
            <w:r w:rsidRPr="00727BA1">
              <w:t>An individual must be able to demonstrate the knowledge required to perform the tasks outlined in the elements and performance criteria of this unit. This includes knowledge of:</w:t>
            </w:r>
          </w:p>
          <w:p w14:paraId="2A2C8E11" w14:textId="1C73B125" w:rsidR="00D80228" w:rsidRPr="00A829CD" w:rsidRDefault="00D80228" w:rsidP="00A92B48">
            <w:pPr>
              <w:pStyle w:val="SIBulletList1"/>
            </w:pPr>
            <w:r w:rsidRPr="00D80228">
              <w:t>current legislative requirements</w:t>
            </w:r>
            <w:r w:rsidRPr="00D80228" w:rsidDel="00727BA1">
              <w:t xml:space="preserve"> </w:t>
            </w:r>
            <w:r>
              <w:t xml:space="preserve">for </w:t>
            </w:r>
            <w:r w:rsidR="002D51F0">
              <w:t>work health and safety (</w:t>
            </w:r>
            <w:r w:rsidR="00E6710E">
              <w:t>WHS</w:t>
            </w:r>
            <w:r w:rsidR="002D51F0">
              <w:t>)</w:t>
            </w:r>
            <w:r w:rsidRPr="00D80228">
              <w:t xml:space="preserve"> </w:t>
            </w:r>
          </w:p>
          <w:p w14:paraId="251938DD" w14:textId="240F1AC1" w:rsidR="00D80228" w:rsidRDefault="00D80228" w:rsidP="00E47786">
            <w:pPr>
              <w:pStyle w:val="SIBulletList1"/>
            </w:pPr>
            <w:r>
              <w:t xml:space="preserve">typical </w:t>
            </w:r>
            <w:r w:rsidR="002D51F0" w:rsidRPr="002D51F0">
              <w:t xml:space="preserve">health and safety </w:t>
            </w:r>
            <w:r>
              <w:t xml:space="preserve">hazards </w:t>
            </w:r>
            <w:r w:rsidR="005837FB">
              <w:t xml:space="preserve">and risks </w:t>
            </w:r>
            <w:r>
              <w:t xml:space="preserve">that occur in </w:t>
            </w:r>
            <w:r w:rsidR="005837FB">
              <w:t xml:space="preserve">a </w:t>
            </w:r>
            <w:r>
              <w:t xml:space="preserve">meat processing </w:t>
            </w:r>
            <w:r w:rsidR="005837FB">
              <w:t>facility</w:t>
            </w:r>
            <w:r w:rsidR="001B4119">
              <w:t>,</w:t>
            </w:r>
            <w:r w:rsidR="005837FB">
              <w:t xml:space="preserve"> </w:t>
            </w:r>
            <w:r>
              <w:t>including working around forklifts</w:t>
            </w:r>
            <w:r w:rsidR="008370A3">
              <w:t>, and associated risk controls</w:t>
            </w:r>
          </w:p>
          <w:p w14:paraId="72C664D9" w14:textId="4962D8D3" w:rsidR="005837FB" w:rsidRDefault="005837FB" w:rsidP="00E47786">
            <w:pPr>
              <w:pStyle w:val="SIBulletList1"/>
            </w:pPr>
            <w:r>
              <w:t>hazards of working with knives</w:t>
            </w:r>
            <w:r w:rsidR="008370A3">
              <w:t>,</w:t>
            </w:r>
            <w:r>
              <w:t xml:space="preserve"> and associated risk controls</w:t>
            </w:r>
          </w:p>
          <w:p w14:paraId="7F80EFE2" w14:textId="60A298B3" w:rsidR="00E47786" w:rsidRDefault="005837FB" w:rsidP="00E47786">
            <w:pPr>
              <w:pStyle w:val="SIBulletList1"/>
            </w:pPr>
            <w:r>
              <w:t>personal protective equipment (PPE) and clothing for working in meat processing facility</w:t>
            </w:r>
          </w:p>
          <w:p w14:paraId="58C8FB92" w14:textId="6A639D8E" w:rsidR="00E47786" w:rsidRDefault="00E47786" w:rsidP="00E47786">
            <w:pPr>
              <w:pStyle w:val="SIBulletList1"/>
            </w:pPr>
            <w:r>
              <w:t>correct use, maintenance and storage of PPE</w:t>
            </w:r>
          </w:p>
          <w:p w14:paraId="107FA8EA" w14:textId="77777777" w:rsidR="00E47786" w:rsidRPr="00E47786" w:rsidRDefault="00E47786" w:rsidP="00E47786">
            <w:pPr>
              <w:pStyle w:val="SIBulletList1"/>
            </w:pPr>
            <w:r w:rsidRPr="00E47786">
              <w:t>ways of minimising manual handling hazards</w:t>
            </w:r>
          </w:p>
          <w:p w14:paraId="5702E51E" w14:textId="352FA2AF" w:rsidR="00727BA1" w:rsidRDefault="00727BA1" w:rsidP="00E47786">
            <w:pPr>
              <w:pStyle w:val="SIBulletList1"/>
            </w:pPr>
            <w:r w:rsidRPr="00727BA1">
              <w:t>sources of health and safety information both internal and external to the workplace</w:t>
            </w:r>
          </w:p>
          <w:p w14:paraId="1B38E6AA" w14:textId="7B7D2489" w:rsidR="00A829CD" w:rsidRDefault="00A829CD" w:rsidP="00E47786">
            <w:pPr>
              <w:pStyle w:val="SIBulletList1"/>
            </w:pPr>
            <w:r w:rsidRPr="00A829CD">
              <w:t>procedures for reporting hazards, accidents and incidents</w:t>
            </w:r>
          </w:p>
          <w:p w14:paraId="66608BB7" w14:textId="50A08462" w:rsidR="00D80228" w:rsidRPr="005404CB" w:rsidRDefault="00D80228">
            <w:pPr>
              <w:pStyle w:val="SIBulletList1"/>
            </w:pPr>
            <w:r>
              <w:t>roles and responsibilities of health and safety representatives and committees</w:t>
            </w:r>
            <w:r w:rsidR="00AA737B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2128C16" w14:textId="77777777" w:rsidR="00D80228" w:rsidRPr="00D80228" w:rsidRDefault="00D80228" w:rsidP="00D80228">
            <w:pPr>
              <w:pStyle w:val="SIText"/>
            </w:pPr>
            <w:r w:rsidRPr="00D80228">
              <w:t>Assessment of the skills in this unit of competency must take place under the following conditions:</w:t>
            </w:r>
          </w:p>
          <w:p w14:paraId="7C9503DA" w14:textId="77777777" w:rsidR="00D80228" w:rsidRPr="00D80228" w:rsidRDefault="00D80228" w:rsidP="00D80228">
            <w:pPr>
              <w:pStyle w:val="SIBulletList1"/>
            </w:pPr>
            <w:r w:rsidRPr="00D80228">
              <w:t>physical conditions:</w:t>
            </w:r>
          </w:p>
          <w:p w14:paraId="7BC1B68E" w14:textId="77777777" w:rsidR="00D80228" w:rsidRPr="00D80228" w:rsidRDefault="00D80228" w:rsidP="00D80228">
            <w:pPr>
              <w:pStyle w:val="SIBulletList2"/>
            </w:pPr>
            <w:r w:rsidRPr="00D80228">
              <w:t>skills must be demonstrated in a meat processing workplace or an environment that accurately represents workplace conditions</w:t>
            </w:r>
          </w:p>
          <w:p w14:paraId="5185693C" w14:textId="77777777" w:rsidR="00D80228" w:rsidRPr="00D80228" w:rsidRDefault="00D80228" w:rsidP="00D80228">
            <w:pPr>
              <w:pStyle w:val="SIBulletList1"/>
            </w:pPr>
            <w:r w:rsidRPr="00D80228">
              <w:t>resources, equipment and materials:</w:t>
            </w:r>
          </w:p>
          <w:p w14:paraId="57206CC0" w14:textId="0D540C50" w:rsidR="00A82EBD" w:rsidRDefault="00A82EBD" w:rsidP="00A92B48">
            <w:pPr>
              <w:pStyle w:val="SIBulletList2"/>
            </w:pPr>
            <w:r w:rsidRPr="00A82EBD">
              <w:t>access to health and safety advice and direction</w:t>
            </w:r>
          </w:p>
          <w:p w14:paraId="6C690F3C" w14:textId="0BD888BD" w:rsidR="00B628A0" w:rsidRPr="00A82EBD" w:rsidRDefault="00B628A0" w:rsidP="00A92B48">
            <w:pPr>
              <w:pStyle w:val="SIBulletList2"/>
            </w:pPr>
            <w:r>
              <w:t>PPE</w:t>
            </w:r>
          </w:p>
          <w:p w14:paraId="08C8DBC4" w14:textId="77777777" w:rsidR="00D80228" w:rsidRPr="00D80228" w:rsidRDefault="00D80228" w:rsidP="00D80228">
            <w:pPr>
              <w:pStyle w:val="SIBulletList1"/>
            </w:pPr>
            <w:r w:rsidRPr="00D80228">
              <w:t>specifications:</w:t>
            </w:r>
          </w:p>
          <w:p w14:paraId="5AD426CB" w14:textId="77777777" w:rsidR="00A82EBD" w:rsidRPr="00A82EBD" w:rsidRDefault="00A82EBD" w:rsidP="00A92B48">
            <w:pPr>
              <w:pStyle w:val="SIBulletList2"/>
            </w:pPr>
            <w:r w:rsidRPr="00A82EBD">
              <w:t>legislation, regulations, standards and codes of practice</w:t>
            </w:r>
          </w:p>
          <w:p w14:paraId="17E12D5D" w14:textId="72821E2D" w:rsidR="00A82EBD" w:rsidRPr="00A82EBD" w:rsidRDefault="00A82EBD" w:rsidP="00A92B48">
            <w:pPr>
              <w:pStyle w:val="SIBulletList2"/>
            </w:pPr>
            <w:r w:rsidRPr="00A82EBD">
              <w:t xml:space="preserve">workplace policies and procedures for </w:t>
            </w:r>
            <w:r w:rsidR="002D51F0" w:rsidRPr="002D51F0">
              <w:t>health and safety</w:t>
            </w:r>
            <w:r w:rsidRPr="00A82EBD">
              <w:t>, and for emergencies</w:t>
            </w:r>
          </w:p>
          <w:p w14:paraId="44A0E2FC" w14:textId="77777777" w:rsidR="00D80228" w:rsidRPr="00D80228" w:rsidRDefault="00D80228" w:rsidP="00D80228">
            <w:pPr>
              <w:pStyle w:val="SIBulletList1"/>
            </w:pPr>
            <w:r w:rsidRPr="00D80228">
              <w:t>relationships:</w:t>
            </w:r>
          </w:p>
          <w:p w14:paraId="0960EDDC" w14:textId="04E51149" w:rsidR="00A82EBD" w:rsidRPr="00A82EBD" w:rsidRDefault="00E47786" w:rsidP="00A92B48">
            <w:pPr>
              <w:pStyle w:val="SIBulletList2"/>
            </w:pPr>
            <w:r>
              <w:t>interactions with team members.</w:t>
            </w:r>
          </w:p>
          <w:p w14:paraId="45CD3016" w14:textId="77777777" w:rsidR="00D80228" w:rsidRPr="00D80228" w:rsidRDefault="00D80228" w:rsidP="00D80228">
            <w:pPr>
              <w:pStyle w:val="SIText"/>
            </w:pPr>
          </w:p>
          <w:p w14:paraId="345C4990" w14:textId="77777777" w:rsidR="002B0FB2" w:rsidRPr="002B0FB2" w:rsidRDefault="002B0FB2" w:rsidP="002B0FB2">
            <w:pPr>
              <w:pStyle w:val="SIText"/>
            </w:pPr>
            <w:r>
              <w:t>Assessment for this unit must include at least three forms of evidence.</w:t>
            </w:r>
          </w:p>
          <w:p w14:paraId="424A383D" w14:textId="77777777" w:rsidR="002B0FB2" w:rsidRDefault="002B0FB2" w:rsidP="008700E9">
            <w:pPr>
              <w:pStyle w:val="SIText"/>
            </w:pPr>
          </w:p>
          <w:p w14:paraId="72FC2BF3" w14:textId="3D88C068" w:rsidR="00F1480E" w:rsidRPr="00283850" w:rsidRDefault="00D80228" w:rsidP="008700E9">
            <w:pPr>
              <w:pStyle w:val="SIText"/>
            </w:pPr>
            <w:r w:rsidRPr="00D8022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3CFA06EB" w:rsidR="00F1480E" w:rsidRPr="005404CB" w:rsidRDefault="008370A3" w:rsidP="005404CB">
            <w:pPr>
              <w:pStyle w:val="SIText"/>
            </w:pPr>
            <w:r w:rsidRPr="00D7740B">
              <w:t xml:space="preserve">Companion Volumes, including Implementation Guides, are available at VETNet: </w:t>
            </w:r>
            <w:hyperlink r:id="rId12" w:history="1">
              <w:r w:rsidRPr="008370A3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96B90" w14:textId="77777777" w:rsidR="00FC6736" w:rsidRDefault="00FC6736" w:rsidP="00BF3F0A">
      <w:r>
        <w:separator/>
      </w:r>
    </w:p>
    <w:p w14:paraId="447054A5" w14:textId="77777777" w:rsidR="00FC6736" w:rsidRDefault="00FC6736"/>
  </w:endnote>
  <w:endnote w:type="continuationSeparator" w:id="0">
    <w:p w14:paraId="6191488F" w14:textId="77777777" w:rsidR="00FC6736" w:rsidRDefault="00FC6736" w:rsidP="00BF3F0A">
      <w:r>
        <w:continuationSeparator/>
      </w:r>
    </w:p>
    <w:p w14:paraId="1D9989A4" w14:textId="77777777" w:rsidR="00FC6736" w:rsidRDefault="00FC67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648C8" w14:textId="77777777" w:rsidR="00FC6736" w:rsidRDefault="00FC6736" w:rsidP="00BF3F0A">
      <w:r>
        <w:separator/>
      </w:r>
    </w:p>
    <w:p w14:paraId="61E30CED" w14:textId="77777777" w:rsidR="00FC6736" w:rsidRDefault="00FC6736"/>
  </w:footnote>
  <w:footnote w:type="continuationSeparator" w:id="0">
    <w:p w14:paraId="1B65BEB2" w14:textId="77777777" w:rsidR="00FC6736" w:rsidRDefault="00FC6736" w:rsidP="00BF3F0A">
      <w:r>
        <w:continuationSeparator/>
      </w:r>
    </w:p>
    <w:p w14:paraId="295169F6" w14:textId="77777777" w:rsidR="00FC6736" w:rsidRDefault="00FC67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472D4E2" w:rsidR="009C2650" w:rsidRPr="000E38FE" w:rsidRDefault="00727BA1" w:rsidP="000E38FE">
    <w:r w:rsidRPr="000E38FE">
      <w:rPr>
        <w:lang w:eastAsia="en-US"/>
      </w:rPr>
      <w:t>AMP</w:t>
    </w:r>
    <w:r w:rsidR="00A92B48">
      <w:t>WHS</w:t>
    </w:r>
    <w:r w:rsidR="002C3507">
      <w:t>3</w:t>
    </w:r>
    <w:r w:rsidR="00A251E3">
      <w:t>0</w:t>
    </w:r>
    <w:r w:rsidR="00D34A17">
      <w:t>1</w:t>
    </w:r>
    <w:r>
      <w:t xml:space="preserve"> </w:t>
    </w:r>
    <w:r w:rsidR="002C3507" w:rsidRPr="002C3507">
      <w:t>Contribute to workplace health and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684490"/>
    <w:multiLevelType w:val="multilevel"/>
    <w:tmpl w:val="2FCE57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4B9D"/>
    <w:multiLevelType w:val="multilevel"/>
    <w:tmpl w:val="F2E83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F12D91"/>
    <w:multiLevelType w:val="multilevel"/>
    <w:tmpl w:val="88C0C0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B956E4"/>
    <w:multiLevelType w:val="multilevel"/>
    <w:tmpl w:val="73F4F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E14A24"/>
    <w:multiLevelType w:val="multilevel"/>
    <w:tmpl w:val="1A2A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B26ECA"/>
    <w:multiLevelType w:val="multilevel"/>
    <w:tmpl w:val="39F4B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B040AC"/>
    <w:multiLevelType w:val="multilevel"/>
    <w:tmpl w:val="97E81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644559"/>
    <w:multiLevelType w:val="multilevel"/>
    <w:tmpl w:val="4E86D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E62B8B"/>
    <w:multiLevelType w:val="multilevel"/>
    <w:tmpl w:val="6BB47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372A7"/>
    <w:multiLevelType w:val="multilevel"/>
    <w:tmpl w:val="96500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1D46DD"/>
    <w:multiLevelType w:val="multilevel"/>
    <w:tmpl w:val="A0CAE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305FE"/>
    <w:multiLevelType w:val="multilevel"/>
    <w:tmpl w:val="324619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0632BFD"/>
    <w:multiLevelType w:val="multilevel"/>
    <w:tmpl w:val="94DC2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3D3A3C"/>
    <w:multiLevelType w:val="multilevel"/>
    <w:tmpl w:val="92820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A421C5"/>
    <w:multiLevelType w:val="multilevel"/>
    <w:tmpl w:val="8F5C5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95170DD"/>
    <w:multiLevelType w:val="multilevel"/>
    <w:tmpl w:val="1A569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5776137">
    <w:abstractNumId w:val="12"/>
  </w:num>
  <w:num w:numId="2" w16cid:durableId="69937011">
    <w:abstractNumId w:val="8"/>
  </w:num>
  <w:num w:numId="3" w16cid:durableId="320890556">
    <w:abstractNumId w:val="4"/>
  </w:num>
  <w:num w:numId="4" w16cid:durableId="1385252056">
    <w:abstractNumId w:val="28"/>
  </w:num>
  <w:num w:numId="5" w16cid:durableId="972055605">
    <w:abstractNumId w:val="2"/>
  </w:num>
  <w:num w:numId="6" w16cid:durableId="428434089">
    <w:abstractNumId w:val="11"/>
  </w:num>
  <w:num w:numId="7" w16cid:durableId="1103963890">
    <w:abstractNumId w:val="3"/>
  </w:num>
  <w:num w:numId="8" w16cid:durableId="692420418">
    <w:abstractNumId w:val="0"/>
  </w:num>
  <w:num w:numId="9" w16cid:durableId="195506983">
    <w:abstractNumId w:val="27"/>
  </w:num>
  <w:num w:numId="10" w16cid:durableId="519976239">
    <w:abstractNumId w:val="18"/>
  </w:num>
  <w:num w:numId="11" w16cid:durableId="320502780">
    <w:abstractNumId w:val="26"/>
  </w:num>
  <w:num w:numId="12" w16cid:durableId="674041644">
    <w:abstractNumId w:val="22"/>
  </w:num>
  <w:num w:numId="13" w16cid:durableId="823083994">
    <w:abstractNumId w:val="29"/>
  </w:num>
  <w:num w:numId="14" w16cid:durableId="1606615387">
    <w:abstractNumId w:val="6"/>
  </w:num>
  <w:num w:numId="15" w16cid:durableId="1407340128">
    <w:abstractNumId w:val="7"/>
  </w:num>
  <w:num w:numId="16" w16cid:durableId="1948733431">
    <w:abstractNumId w:val="30"/>
  </w:num>
  <w:num w:numId="17" w16cid:durableId="116489021">
    <w:abstractNumId w:val="10"/>
  </w:num>
  <w:num w:numId="18" w16cid:durableId="528222628">
    <w:abstractNumId w:val="31"/>
  </w:num>
  <w:num w:numId="19" w16cid:durableId="1825466067">
    <w:abstractNumId w:val="17"/>
  </w:num>
  <w:num w:numId="20" w16cid:durableId="1629166917">
    <w:abstractNumId w:val="24"/>
  </w:num>
  <w:num w:numId="21" w16cid:durableId="977606042">
    <w:abstractNumId w:val="15"/>
  </w:num>
  <w:num w:numId="22" w16cid:durableId="1751386390">
    <w:abstractNumId w:val="14"/>
  </w:num>
  <w:num w:numId="23" w16cid:durableId="1979843517">
    <w:abstractNumId w:val="13"/>
  </w:num>
  <w:num w:numId="24" w16cid:durableId="1234271869">
    <w:abstractNumId w:val="23"/>
  </w:num>
  <w:num w:numId="25" w16cid:durableId="1300695393">
    <w:abstractNumId w:val="16"/>
  </w:num>
  <w:num w:numId="26" w16cid:durableId="1522359978">
    <w:abstractNumId w:val="5"/>
  </w:num>
  <w:num w:numId="27" w16cid:durableId="968974235">
    <w:abstractNumId w:val="25"/>
  </w:num>
  <w:num w:numId="28" w16cid:durableId="1442459139">
    <w:abstractNumId w:val="21"/>
  </w:num>
  <w:num w:numId="29" w16cid:durableId="649021615">
    <w:abstractNumId w:val="20"/>
  </w:num>
  <w:num w:numId="30" w16cid:durableId="2069304331">
    <w:abstractNumId w:val="19"/>
  </w:num>
  <w:num w:numId="31" w16cid:durableId="682628832">
    <w:abstractNumId w:val="1"/>
  </w:num>
  <w:num w:numId="32" w16cid:durableId="1204445034">
    <w:abstractNumId w:val="9"/>
  </w:num>
  <w:num w:numId="33" w16cid:durableId="481894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17B4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47A"/>
    <w:rsid w:val="0009093B"/>
    <w:rsid w:val="000A5441"/>
    <w:rsid w:val="000B2022"/>
    <w:rsid w:val="000C149A"/>
    <w:rsid w:val="000C224E"/>
    <w:rsid w:val="000E25E6"/>
    <w:rsid w:val="000E2C86"/>
    <w:rsid w:val="000E38FE"/>
    <w:rsid w:val="000F29F2"/>
    <w:rsid w:val="00101659"/>
    <w:rsid w:val="00105AEA"/>
    <w:rsid w:val="001078BF"/>
    <w:rsid w:val="00112321"/>
    <w:rsid w:val="00121B67"/>
    <w:rsid w:val="00133957"/>
    <w:rsid w:val="001372F6"/>
    <w:rsid w:val="00144385"/>
    <w:rsid w:val="00146EEC"/>
    <w:rsid w:val="00151D55"/>
    <w:rsid w:val="00151D93"/>
    <w:rsid w:val="00156A47"/>
    <w:rsid w:val="00156EF3"/>
    <w:rsid w:val="00176E4F"/>
    <w:rsid w:val="0017709F"/>
    <w:rsid w:val="0018546B"/>
    <w:rsid w:val="001A6A3E"/>
    <w:rsid w:val="001A7B6D"/>
    <w:rsid w:val="001B34D5"/>
    <w:rsid w:val="001B4119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850"/>
    <w:rsid w:val="00285FB8"/>
    <w:rsid w:val="002970C3"/>
    <w:rsid w:val="002A4CD3"/>
    <w:rsid w:val="002A6CC4"/>
    <w:rsid w:val="002B0FB2"/>
    <w:rsid w:val="002C3507"/>
    <w:rsid w:val="002C55E9"/>
    <w:rsid w:val="002D0C8B"/>
    <w:rsid w:val="002D330A"/>
    <w:rsid w:val="002D51F0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38C5"/>
    <w:rsid w:val="003C7152"/>
    <w:rsid w:val="003D2E73"/>
    <w:rsid w:val="003E72B6"/>
    <w:rsid w:val="003E7BBE"/>
    <w:rsid w:val="004127E3"/>
    <w:rsid w:val="00430B1A"/>
    <w:rsid w:val="0043212E"/>
    <w:rsid w:val="00434366"/>
    <w:rsid w:val="00434ECE"/>
    <w:rsid w:val="00444423"/>
    <w:rsid w:val="0044745B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CD5"/>
    <w:rsid w:val="004B40FB"/>
    <w:rsid w:val="004B7A28"/>
    <w:rsid w:val="004C2244"/>
    <w:rsid w:val="004C6AB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E15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4646E"/>
    <w:rsid w:val="0055085D"/>
    <w:rsid w:val="00556C4C"/>
    <w:rsid w:val="00557369"/>
    <w:rsid w:val="00557D22"/>
    <w:rsid w:val="00564ADD"/>
    <w:rsid w:val="005708EB"/>
    <w:rsid w:val="00575BC6"/>
    <w:rsid w:val="005837FB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4036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28A9"/>
    <w:rsid w:val="006F3622"/>
    <w:rsid w:val="00705EEC"/>
    <w:rsid w:val="00707741"/>
    <w:rsid w:val="007134FE"/>
    <w:rsid w:val="00715794"/>
    <w:rsid w:val="00717385"/>
    <w:rsid w:val="00722769"/>
    <w:rsid w:val="00727901"/>
    <w:rsid w:val="00727BA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354"/>
    <w:rsid w:val="00771B60"/>
    <w:rsid w:val="00781D77"/>
    <w:rsid w:val="00783549"/>
    <w:rsid w:val="007860B7"/>
    <w:rsid w:val="00786DC8"/>
    <w:rsid w:val="007A300D"/>
    <w:rsid w:val="007A4B08"/>
    <w:rsid w:val="007D5A78"/>
    <w:rsid w:val="007D69AE"/>
    <w:rsid w:val="007E3BD1"/>
    <w:rsid w:val="007F1563"/>
    <w:rsid w:val="007F1EB2"/>
    <w:rsid w:val="007F44DB"/>
    <w:rsid w:val="007F5A8B"/>
    <w:rsid w:val="007F6911"/>
    <w:rsid w:val="00817D51"/>
    <w:rsid w:val="00823530"/>
    <w:rsid w:val="00823FF4"/>
    <w:rsid w:val="00830267"/>
    <w:rsid w:val="008306E7"/>
    <w:rsid w:val="008322BE"/>
    <w:rsid w:val="00834BC8"/>
    <w:rsid w:val="008370A3"/>
    <w:rsid w:val="00837FD6"/>
    <w:rsid w:val="00841198"/>
    <w:rsid w:val="00847B60"/>
    <w:rsid w:val="00850243"/>
    <w:rsid w:val="00850933"/>
    <w:rsid w:val="00851BE5"/>
    <w:rsid w:val="008545EB"/>
    <w:rsid w:val="008606AD"/>
    <w:rsid w:val="00865011"/>
    <w:rsid w:val="008700E9"/>
    <w:rsid w:val="008866D7"/>
    <w:rsid w:val="00886790"/>
    <w:rsid w:val="008908DE"/>
    <w:rsid w:val="008A12ED"/>
    <w:rsid w:val="008A35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EA0"/>
    <w:rsid w:val="009957B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FC8"/>
    <w:rsid w:val="00A063E1"/>
    <w:rsid w:val="00A0695B"/>
    <w:rsid w:val="00A13052"/>
    <w:rsid w:val="00A216A8"/>
    <w:rsid w:val="00A223A6"/>
    <w:rsid w:val="00A251E3"/>
    <w:rsid w:val="00A3639E"/>
    <w:rsid w:val="00A5092E"/>
    <w:rsid w:val="00A554D6"/>
    <w:rsid w:val="00A56E14"/>
    <w:rsid w:val="00A6476B"/>
    <w:rsid w:val="00A76C6C"/>
    <w:rsid w:val="00A829CD"/>
    <w:rsid w:val="00A82EBD"/>
    <w:rsid w:val="00A87356"/>
    <w:rsid w:val="00A92B48"/>
    <w:rsid w:val="00A92DD1"/>
    <w:rsid w:val="00AA5338"/>
    <w:rsid w:val="00AA5D02"/>
    <w:rsid w:val="00AA737B"/>
    <w:rsid w:val="00AB1B8E"/>
    <w:rsid w:val="00AB3EC1"/>
    <w:rsid w:val="00AB46DE"/>
    <w:rsid w:val="00AC0696"/>
    <w:rsid w:val="00AC2043"/>
    <w:rsid w:val="00AC4C98"/>
    <w:rsid w:val="00AC5F6B"/>
    <w:rsid w:val="00AD3896"/>
    <w:rsid w:val="00AD4780"/>
    <w:rsid w:val="00AD5B47"/>
    <w:rsid w:val="00AE1ED9"/>
    <w:rsid w:val="00AE32CB"/>
    <w:rsid w:val="00AF3957"/>
    <w:rsid w:val="00B050EE"/>
    <w:rsid w:val="00B0712C"/>
    <w:rsid w:val="00B12013"/>
    <w:rsid w:val="00B22C67"/>
    <w:rsid w:val="00B3508F"/>
    <w:rsid w:val="00B42F4F"/>
    <w:rsid w:val="00B443EE"/>
    <w:rsid w:val="00B560C8"/>
    <w:rsid w:val="00B61150"/>
    <w:rsid w:val="00B628A0"/>
    <w:rsid w:val="00B65BC7"/>
    <w:rsid w:val="00B65EB8"/>
    <w:rsid w:val="00B7387A"/>
    <w:rsid w:val="00B746B9"/>
    <w:rsid w:val="00B848D4"/>
    <w:rsid w:val="00B865B7"/>
    <w:rsid w:val="00B93983"/>
    <w:rsid w:val="00BA1CB1"/>
    <w:rsid w:val="00BA4178"/>
    <w:rsid w:val="00BA482D"/>
    <w:rsid w:val="00BB1755"/>
    <w:rsid w:val="00BB23F4"/>
    <w:rsid w:val="00BB5D2A"/>
    <w:rsid w:val="00BC5075"/>
    <w:rsid w:val="00BC5419"/>
    <w:rsid w:val="00BD3B0F"/>
    <w:rsid w:val="00BE5889"/>
    <w:rsid w:val="00BF1D4C"/>
    <w:rsid w:val="00BF3F0A"/>
    <w:rsid w:val="00C04238"/>
    <w:rsid w:val="00C14342"/>
    <w:rsid w:val="00C143C3"/>
    <w:rsid w:val="00C1739B"/>
    <w:rsid w:val="00C21ADE"/>
    <w:rsid w:val="00C23D97"/>
    <w:rsid w:val="00C26067"/>
    <w:rsid w:val="00C30A29"/>
    <w:rsid w:val="00C317DC"/>
    <w:rsid w:val="00C3428D"/>
    <w:rsid w:val="00C552BE"/>
    <w:rsid w:val="00C578E9"/>
    <w:rsid w:val="00C70626"/>
    <w:rsid w:val="00C72860"/>
    <w:rsid w:val="00C72A48"/>
    <w:rsid w:val="00C73582"/>
    <w:rsid w:val="00C73B90"/>
    <w:rsid w:val="00C742EC"/>
    <w:rsid w:val="00C94B2E"/>
    <w:rsid w:val="00C96AF3"/>
    <w:rsid w:val="00C97CCC"/>
    <w:rsid w:val="00CA0274"/>
    <w:rsid w:val="00CA139A"/>
    <w:rsid w:val="00CB746F"/>
    <w:rsid w:val="00CC412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17"/>
    <w:rsid w:val="00D54C76"/>
    <w:rsid w:val="00D603B9"/>
    <w:rsid w:val="00D632BB"/>
    <w:rsid w:val="00D71E43"/>
    <w:rsid w:val="00D727F3"/>
    <w:rsid w:val="00D72888"/>
    <w:rsid w:val="00D73695"/>
    <w:rsid w:val="00D80228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6769"/>
    <w:rsid w:val="00E34CD8"/>
    <w:rsid w:val="00E35064"/>
    <w:rsid w:val="00E3681D"/>
    <w:rsid w:val="00E40225"/>
    <w:rsid w:val="00E47786"/>
    <w:rsid w:val="00E501F0"/>
    <w:rsid w:val="00E6166D"/>
    <w:rsid w:val="00E6710E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79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272"/>
    <w:rsid w:val="00FB1C73"/>
    <w:rsid w:val="00FB232E"/>
    <w:rsid w:val="00FC2C86"/>
    <w:rsid w:val="00FC6736"/>
    <w:rsid w:val="00FD4889"/>
    <w:rsid w:val="00FD557D"/>
    <w:rsid w:val="00FE0282"/>
    <w:rsid w:val="00FE0BD9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4745B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C38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38C5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3C38C5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47786"/>
    <w:pPr>
      <w:numPr>
        <w:numId w:val="33"/>
      </w:numPr>
      <w:tabs>
        <w:tab w:val="clear" w:pos="643"/>
        <w:tab w:val="num" w:pos="360"/>
      </w:tabs>
      <w:ind w:left="360"/>
      <w:contextualSpacing/>
    </w:pPr>
  </w:style>
  <w:style w:type="paragraph" w:styleId="Revision">
    <w:name w:val="Revision"/>
    <w:hidden/>
    <w:uiPriority w:val="99"/>
    <w:semiHidden/>
    <w:rsid w:val="00156A4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B70F335124948A6373EC905284166" ma:contentTypeVersion="" ma:contentTypeDescription="Create a new document." ma:contentTypeScope="" ma:versionID="fd30f6833727957c304fbdfccc450a6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4d074fc5-4881-4904-900d-cdf408c29254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857614-53C2-4C7F-899D-C5DF42A5E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7518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10</cp:revision>
  <cp:lastPrinted>2016-05-27T05:21:00Z</cp:lastPrinted>
  <dcterms:created xsi:type="dcterms:W3CDTF">2022-08-14T01:31:00Z</dcterms:created>
  <dcterms:modified xsi:type="dcterms:W3CDTF">2022-09-26T01:09:00Z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0x0101009F2B70F335124948A6373EC905284166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