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446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252766" w14:textId="77777777" w:rsidTr="00EA116F">
        <w:tc>
          <w:tcPr>
            <w:tcW w:w="2689" w:type="dxa"/>
          </w:tcPr>
          <w:p w14:paraId="26A68268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E598D6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9259EF" w14:paraId="1099C0DA" w14:textId="77777777" w:rsidTr="00BD0A12">
        <w:tc>
          <w:tcPr>
            <w:tcW w:w="2689" w:type="dxa"/>
          </w:tcPr>
          <w:p w14:paraId="0F6893D4" w14:textId="609C150C" w:rsidR="009259EF" w:rsidRPr="009259EF" w:rsidRDefault="009259EF" w:rsidP="009259EF">
            <w:pPr>
              <w:pStyle w:val="SIText"/>
            </w:pPr>
            <w:r w:rsidRPr="009259EF">
              <w:t xml:space="preserve">Release </w:t>
            </w:r>
            <w:r w:rsidR="00E93561">
              <w:t>1</w:t>
            </w:r>
          </w:p>
        </w:tc>
        <w:tc>
          <w:tcPr>
            <w:tcW w:w="6939" w:type="dxa"/>
          </w:tcPr>
          <w:p w14:paraId="39FBEC01" w14:textId="4593488B" w:rsidR="009259EF" w:rsidRPr="009259EF" w:rsidRDefault="009259EF">
            <w:pPr>
              <w:pStyle w:val="SIText"/>
            </w:pPr>
            <w:r w:rsidRPr="009259EF">
              <w:t xml:space="preserve">This version released with AHC Agriculture, Horticulture and Conservation and Land Management Training Package Version </w:t>
            </w:r>
            <w:r w:rsidR="00C50DFA">
              <w:t>9.0</w:t>
            </w:r>
          </w:p>
        </w:tc>
      </w:tr>
    </w:tbl>
    <w:p w14:paraId="446B7FF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305B13" w14:textId="77777777" w:rsidTr="000D7BE6">
        <w:tc>
          <w:tcPr>
            <w:tcW w:w="1396" w:type="pct"/>
            <w:shd w:val="clear" w:color="auto" w:fill="auto"/>
          </w:tcPr>
          <w:p w14:paraId="6B1A4036" w14:textId="229655EF" w:rsidR="00F1480E" w:rsidRPr="00205F8D" w:rsidRDefault="00070BBE">
            <w:pPr>
              <w:pStyle w:val="SIQUALCODE"/>
            </w:pPr>
            <w:r>
              <w:t>AHC104</w:t>
            </w:r>
            <w:r w:rsidR="00C261E9">
              <w:t>22</w:t>
            </w:r>
          </w:p>
        </w:tc>
        <w:tc>
          <w:tcPr>
            <w:tcW w:w="3604" w:type="pct"/>
            <w:shd w:val="clear" w:color="auto" w:fill="auto"/>
          </w:tcPr>
          <w:p w14:paraId="691E4B01" w14:textId="658A9870" w:rsidR="00F1480E" w:rsidRPr="00205F8D" w:rsidRDefault="00070BBE" w:rsidP="00205F8D">
            <w:pPr>
              <w:pStyle w:val="SIQUALtitle"/>
            </w:pPr>
            <w:r w:rsidRPr="00070BBE">
              <w:t>Certificate I in Permaculture</w:t>
            </w:r>
          </w:p>
        </w:tc>
      </w:tr>
      <w:tr w:rsidR="00A772D9" w:rsidRPr="00963A46" w14:paraId="542DB011" w14:textId="77777777" w:rsidTr="000D7BE6">
        <w:tc>
          <w:tcPr>
            <w:tcW w:w="5000" w:type="pct"/>
            <w:gridSpan w:val="2"/>
            <w:shd w:val="clear" w:color="auto" w:fill="auto"/>
          </w:tcPr>
          <w:p w14:paraId="3C22CF74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24E24C46" w14:textId="77777777" w:rsidR="00A772D9" w:rsidRDefault="00A772D9" w:rsidP="00070BBE">
            <w:pPr>
              <w:pStyle w:val="SIText"/>
            </w:pPr>
          </w:p>
          <w:p w14:paraId="46A1E893" w14:textId="77777777" w:rsidR="00C26DD8" w:rsidRDefault="00070BBE" w:rsidP="00070BBE">
            <w:pPr>
              <w:pStyle w:val="SIText"/>
            </w:pPr>
            <w:r w:rsidRPr="00070BBE">
              <w:t xml:space="preserve">This qualification </w:t>
            </w:r>
            <w:r w:rsidR="00481859">
              <w:t xml:space="preserve">is </w:t>
            </w:r>
            <w:r w:rsidRPr="00070BBE">
              <w:t>an entry-level qualification aimed at individuals entering the permaculture industry. It allows individuals to develop basic skills and knowledge to prepare for work</w:t>
            </w:r>
            <w:r w:rsidR="00C50DFA">
              <w:t xml:space="preserve"> as a permaculture assistant.</w:t>
            </w:r>
            <w:r w:rsidR="00B245EA">
              <w:t xml:space="preserve"> </w:t>
            </w:r>
            <w:r w:rsidR="00C50DFA">
              <w:t>Permaculture assistants</w:t>
            </w:r>
            <w:r w:rsidRPr="00070BBE">
              <w:t xml:space="preserve"> may undertake a range of simple tasks under close supervision. The range of technical skills and knowledge is limited.</w:t>
            </w:r>
            <w:r w:rsidR="00881EE4">
              <w:t xml:space="preserve"> </w:t>
            </w:r>
          </w:p>
          <w:p w14:paraId="3EC1378A" w14:textId="77777777" w:rsidR="00C26DD8" w:rsidRDefault="00C26DD8" w:rsidP="00070BBE">
            <w:pPr>
              <w:pStyle w:val="SIText"/>
            </w:pPr>
          </w:p>
          <w:p w14:paraId="17B885A0" w14:textId="5D0F5071" w:rsidR="00070BBE" w:rsidRPr="00070BBE" w:rsidRDefault="00070BBE" w:rsidP="00070BBE">
            <w:pPr>
              <w:pStyle w:val="SIText"/>
            </w:pPr>
            <w:r w:rsidRPr="00070BBE">
              <w:t xml:space="preserve">The qualification is suited to VET </w:t>
            </w:r>
            <w:r w:rsidR="00B81A4E">
              <w:t>delivered to secondary school students</w:t>
            </w:r>
            <w:r w:rsidRPr="00070BBE">
              <w:t xml:space="preserve"> or learners with no previous connection to permaculture or relevant employment history.</w:t>
            </w:r>
          </w:p>
          <w:p w14:paraId="1CEB15D5" w14:textId="77777777" w:rsidR="00070BBE" w:rsidRPr="00070BBE" w:rsidRDefault="00070BBE" w:rsidP="00070BBE">
            <w:pPr>
              <w:pStyle w:val="SIText"/>
            </w:pPr>
          </w:p>
          <w:p w14:paraId="24037E3A" w14:textId="01B14388" w:rsidR="00070BBE" w:rsidRDefault="00070BBE" w:rsidP="00070BBE">
            <w:pPr>
              <w:pStyle w:val="SIText"/>
            </w:pPr>
            <w:r w:rsidRPr="00070BBE">
              <w:t>No licensing, legislative or certification requirements apply to this qualification at the time of publication.</w:t>
            </w:r>
          </w:p>
          <w:p w14:paraId="3E0EADC8" w14:textId="1894EAE1" w:rsidR="00070BBE" w:rsidRPr="00205F8D" w:rsidRDefault="00070BBE" w:rsidP="00070BBE">
            <w:pPr>
              <w:pStyle w:val="SIText"/>
            </w:pPr>
          </w:p>
        </w:tc>
      </w:tr>
      <w:tr w:rsidR="00A772D9" w:rsidRPr="00963A46" w14:paraId="2725617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7C850EB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E8E999" w14:textId="77777777" w:rsidR="00E048B1" w:rsidRDefault="00E048B1" w:rsidP="00205F8D">
            <w:pPr>
              <w:pStyle w:val="SIText"/>
            </w:pPr>
          </w:p>
          <w:p w14:paraId="65567BA1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41D1C2A7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56155D91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601952DF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6066AA36" w14:textId="08785FE6" w:rsidR="004270D2" w:rsidRDefault="004270D2" w:rsidP="00205F8D">
            <w:pPr>
              <w:pStyle w:val="SIText"/>
            </w:pPr>
          </w:p>
          <w:p w14:paraId="0D03A379" w14:textId="5FA303CE" w:rsidR="00070BBE" w:rsidRDefault="00070BBE" w:rsidP="00205F8D">
            <w:pPr>
              <w:pStyle w:val="SIText"/>
            </w:pPr>
          </w:p>
          <w:p w14:paraId="64F4758B" w14:textId="77777777" w:rsidR="00070BBE" w:rsidRPr="00070BBE" w:rsidRDefault="00070BBE" w:rsidP="00070BBE">
            <w:pPr>
              <w:pStyle w:val="SIText"/>
            </w:pPr>
            <w:r w:rsidRPr="00070BBE">
              <w:t>To achieve this qualification, competency must be demonstrated in:</w:t>
            </w:r>
          </w:p>
          <w:p w14:paraId="114E3389" w14:textId="2B8F9921" w:rsidR="00070BBE" w:rsidRPr="00070BBE" w:rsidRDefault="00AE6B47" w:rsidP="00070BBE">
            <w:pPr>
              <w:pStyle w:val="SIBulletList1"/>
            </w:pPr>
            <w:r>
              <w:t>6</w:t>
            </w:r>
            <w:r w:rsidR="00070BBE" w:rsidRPr="00070BBE">
              <w:t xml:space="preserve"> units of competency:</w:t>
            </w:r>
          </w:p>
          <w:p w14:paraId="001BC0AD" w14:textId="77777777" w:rsidR="00070BBE" w:rsidRPr="00070BBE" w:rsidRDefault="00070BBE" w:rsidP="00070BBE">
            <w:pPr>
              <w:pStyle w:val="SIBulletList2"/>
            </w:pPr>
            <w:r w:rsidRPr="00070BBE">
              <w:t>4 core units plus</w:t>
            </w:r>
          </w:p>
          <w:p w14:paraId="43BB5F46" w14:textId="3EF24C5F" w:rsidR="00070BBE" w:rsidRPr="00070BBE" w:rsidRDefault="00AE6B47" w:rsidP="00070BBE">
            <w:pPr>
              <w:pStyle w:val="SIBulletList2"/>
            </w:pPr>
            <w:r>
              <w:t>2</w:t>
            </w:r>
            <w:r w:rsidR="00070BBE" w:rsidRPr="00070BBE">
              <w:t xml:space="preserve"> elective units.</w:t>
            </w:r>
          </w:p>
          <w:p w14:paraId="4C56CD46" w14:textId="77777777" w:rsidR="00070BBE" w:rsidRDefault="00070BBE" w:rsidP="00070BBE">
            <w:pPr>
              <w:pStyle w:val="SIText"/>
            </w:pPr>
          </w:p>
          <w:p w14:paraId="730419BF" w14:textId="380B87CA" w:rsidR="009259EF" w:rsidRDefault="00070BBE" w:rsidP="00070BBE">
            <w:pPr>
              <w:pStyle w:val="SIText"/>
            </w:pPr>
            <w:r w:rsidRPr="00070BBE">
              <w:t xml:space="preserve">Elective units must ensure the integrity of the qualification’s Australian Qualification Framework (AQF) alignment and contribute to a valid, industry-supported vocational outcome. </w:t>
            </w:r>
            <w:r w:rsidR="00552FBA" w:rsidRPr="009259EF">
              <w:t>The electives are to be chosen as follows:</w:t>
            </w:r>
          </w:p>
          <w:p w14:paraId="4DDD21FC" w14:textId="1BAED0DE" w:rsidR="009259EF" w:rsidRDefault="009259EF" w:rsidP="009259EF">
            <w:pPr>
              <w:pStyle w:val="SIText"/>
            </w:pPr>
          </w:p>
          <w:p w14:paraId="04D3C21A" w14:textId="77777777" w:rsidR="009259EF" w:rsidRPr="009259EF" w:rsidRDefault="009259EF" w:rsidP="009259EF">
            <w:pPr>
              <w:pStyle w:val="SIText"/>
            </w:pPr>
          </w:p>
          <w:p w14:paraId="4F23B8F5" w14:textId="60850938" w:rsidR="00070BBE" w:rsidRPr="00070BBE" w:rsidRDefault="00C048D7" w:rsidP="00070BBE">
            <w:pPr>
              <w:pStyle w:val="SIBulletList1"/>
            </w:pPr>
            <w:r>
              <w:t xml:space="preserve">1 </w:t>
            </w:r>
            <w:r w:rsidR="00070BBE" w:rsidRPr="00070BBE">
              <w:t xml:space="preserve">unit </w:t>
            </w:r>
            <w:r>
              <w:t xml:space="preserve">must be selected </w:t>
            </w:r>
            <w:r w:rsidR="00070BBE" w:rsidRPr="00070BBE">
              <w:t>from the elective</w:t>
            </w:r>
            <w:r w:rsidR="00C26DD8">
              <w:t>s</w:t>
            </w:r>
            <w:r w:rsidR="00070BBE" w:rsidRPr="00070BBE">
              <w:t xml:space="preserve"> list</w:t>
            </w:r>
            <w:r w:rsidR="00C26DD8">
              <w:t>ed below</w:t>
            </w:r>
          </w:p>
          <w:p w14:paraId="287B798E" w14:textId="4FA11507" w:rsidR="00070BBE" w:rsidRPr="00070BBE" w:rsidRDefault="00C048D7" w:rsidP="00070BBE">
            <w:pPr>
              <w:pStyle w:val="SIBulletList1"/>
            </w:pPr>
            <w:r>
              <w:t xml:space="preserve">remaining </w:t>
            </w:r>
            <w:r w:rsidR="00070BBE" w:rsidRPr="00070BBE">
              <w:t xml:space="preserve">1 unit may be selected from the elective list or any other </w:t>
            </w:r>
            <w:r w:rsidR="009259EF">
              <w:t xml:space="preserve">currently </w:t>
            </w:r>
            <w:r w:rsidR="00070BBE" w:rsidRPr="00070BBE">
              <w:t xml:space="preserve">endorsed Training Package or </w:t>
            </w:r>
            <w:r w:rsidR="009259EF">
              <w:t>a</w:t>
            </w:r>
            <w:r w:rsidR="00070BBE" w:rsidRPr="00070BBE">
              <w:t xml:space="preserve">ccredited </w:t>
            </w:r>
            <w:r w:rsidR="009259EF">
              <w:t>c</w:t>
            </w:r>
            <w:r w:rsidR="00070BBE" w:rsidRPr="00070BBE">
              <w:t>ourse.</w:t>
            </w:r>
          </w:p>
          <w:p w14:paraId="6171BEF2" w14:textId="77777777" w:rsidR="00070BBE" w:rsidRDefault="00070BBE" w:rsidP="00070BBE">
            <w:pPr>
              <w:pStyle w:val="SIText"/>
            </w:pPr>
          </w:p>
          <w:p w14:paraId="0BD5E2E3" w14:textId="276DE460" w:rsidR="00070BBE" w:rsidRDefault="00070BBE" w:rsidP="00205F8D">
            <w:pPr>
              <w:pStyle w:val="SIText"/>
            </w:pPr>
          </w:p>
          <w:p w14:paraId="5D9CC789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70BBE" w:rsidRPr="005C7EA8" w14:paraId="6FC31B39" w14:textId="77777777" w:rsidTr="00EA116F">
              <w:tc>
                <w:tcPr>
                  <w:tcW w:w="1718" w:type="dxa"/>
                </w:tcPr>
                <w:p w14:paraId="629FBE84" w14:textId="1C8F9FBB" w:rsidR="00070BBE" w:rsidRPr="00070BBE" w:rsidRDefault="00070BBE" w:rsidP="00070BBE">
                  <w:pPr>
                    <w:pStyle w:val="SIText"/>
                  </w:pPr>
                  <w:r w:rsidRPr="00070BBE">
                    <w:t>AHCPER10</w:t>
                  </w:r>
                  <w:r w:rsidR="006D0157">
                    <w:t>6</w:t>
                  </w:r>
                </w:p>
              </w:tc>
              <w:tc>
                <w:tcPr>
                  <w:tcW w:w="5670" w:type="dxa"/>
                </w:tcPr>
                <w:p w14:paraId="255CAF70" w14:textId="3ED052F7" w:rsidR="00070BBE" w:rsidRPr="00070BBE" w:rsidRDefault="00070BBE" w:rsidP="00070BBE">
                  <w:pPr>
                    <w:pStyle w:val="SIText"/>
                  </w:pPr>
                  <w:r w:rsidRPr="00070BBE">
                    <w:t>Observe permaculture principles and work practices</w:t>
                  </w:r>
                </w:p>
              </w:tc>
            </w:tr>
            <w:tr w:rsidR="00070BBE" w:rsidRPr="005C7EA8" w14:paraId="7374A7EF" w14:textId="77777777" w:rsidTr="00EA116F">
              <w:tc>
                <w:tcPr>
                  <w:tcW w:w="1718" w:type="dxa"/>
                </w:tcPr>
                <w:p w14:paraId="2AF85B1C" w14:textId="4CEF7C8F" w:rsidR="00070BBE" w:rsidRPr="00070BBE" w:rsidRDefault="00070BBE" w:rsidP="00070BBE">
                  <w:pPr>
                    <w:pStyle w:val="SIText"/>
                  </w:pPr>
                  <w:r w:rsidRPr="00070BBE">
                    <w:t>AHCPER10</w:t>
                  </w:r>
                  <w:r w:rsidR="006D0157">
                    <w:t>7</w:t>
                  </w:r>
                </w:p>
              </w:tc>
              <w:tc>
                <w:tcPr>
                  <w:tcW w:w="5670" w:type="dxa"/>
                </w:tcPr>
                <w:p w14:paraId="14CC0F53" w14:textId="743ABECB" w:rsidR="00070BBE" w:rsidRPr="00070BBE" w:rsidRDefault="00070BBE" w:rsidP="00070BBE">
                  <w:pPr>
                    <w:pStyle w:val="SIText"/>
                  </w:pPr>
                  <w:r w:rsidRPr="00070BBE">
                    <w:t>Support resource conservation practices</w:t>
                  </w:r>
                </w:p>
              </w:tc>
            </w:tr>
            <w:tr w:rsidR="00070BBE" w:rsidRPr="005C7EA8" w14:paraId="59B43374" w14:textId="77777777" w:rsidTr="00EA116F">
              <w:tc>
                <w:tcPr>
                  <w:tcW w:w="1718" w:type="dxa"/>
                </w:tcPr>
                <w:p w14:paraId="5D5B7249" w14:textId="1A8A598F" w:rsidR="00070BBE" w:rsidRPr="00070BBE" w:rsidRDefault="00070BBE" w:rsidP="00070BBE">
                  <w:pPr>
                    <w:pStyle w:val="SIText"/>
                  </w:pPr>
                  <w:r w:rsidRPr="00070BBE">
                    <w:t>AHCPER10</w:t>
                  </w:r>
                  <w:r w:rsidR="006D0157">
                    <w:t>8</w:t>
                  </w:r>
                </w:p>
              </w:tc>
              <w:tc>
                <w:tcPr>
                  <w:tcW w:w="5670" w:type="dxa"/>
                </w:tcPr>
                <w:p w14:paraId="183C3B1B" w14:textId="603F3F59" w:rsidR="00070BBE" w:rsidRPr="00070BBE" w:rsidRDefault="00070BBE" w:rsidP="00070BBE">
                  <w:pPr>
                    <w:pStyle w:val="SIText"/>
                  </w:pPr>
                  <w:r w:rsidRPr="00070BBE">
                    <w:t>Support plant care in a permaculture system</w:t>
                  </w:r>
                </w:p>
              </w:tc>
            </w:tr>
            <w:tr w:rsidR="00070BBE" w:rsidRPr="005C7EA8" w14:paraId="13596793" w14:textId="77777777" w:rsidTr="00EA116F">
              <w:tc>
                <w:tcPr>
                  <w:tcW w:w="1718" w:type="dxa"/>
                </w:tcPr>
                <w:p w14:paraId="285EB852" w14:textId="3AEE304B" w:rsidR="00070BBE" w:rsidRPr="00C50DFA" w:rsidRDefault="00070BBE" w:rsidP="00C50DF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50DFA">
                    <w:rPr>
                      <w:rStyle w:val="SITemporarytext-blue"/>
                      <w:color w:val="auto"/>
                      <w:sz w:val="20"/>
                    </w:rPr>
                    <w:t>AHCWHS1</w:t>
                  </w:r>
                  <w:r w:rsidR="00C50DFA" w:rsidRPr="00C50DFA">
                    <w:rPr>
                      <w:rStyle w:val="SITemporarytext-blue"/>
                      <w:color w:val="auto"/>
                      <w:sz w:val="20"/>
                    </w:rPr>
                    <w:t>02</w:t>
                  </w:r>
                </w:p>
              </w:tc>
              <w:tc>
                <w:tcPr>
                  <w:tcW w:w="5670" w:type="dxa"/>
                </w:tcPr>
                <w:p w14:paraId="54D1E560" w14:textId="1AB73E10" w:rsidR="00070BBE" w:rsidRPr="00070BBE" w:rsidRDefault="00070BBE" w:rsidP="00070BBE">
                  <w:pPr>
                    <w:pStyle w:val="SIText"/>
                  </w:pPr>
                  <w:r w:rsidRPr="00070BBE">
                    <w:t>Work safely</w:t>
                  </w:r>
                </w:p>
              </w:tc>
            </w:tr>
          </w:tbl>
          <w:p w14:paraId="7126CF44" w14:textId="77777777" w:rsidR="004270D2" w:rsidRDefault="004270D2" w:rsidP="00205F8D">
            <w:pPr>
              <w:pStyle w:val="SITextHeading2"/>
            </w:pPr>
          </w:p>
          <w:p w14:paraId="78EA53A5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070BBE" w:rsidRPr="005C7EA8" w14:paraId="71481B07" w14:textId="77777777" w:rsidTr="00EA116F">
              <w:tc>
                <w:tcPr>
                  <w:tcW w:w="1718" w:type="dxa"/>
                </w:tcPr>
                <w:p w14:paraId="19E626C9" w14:textId="0CB75E70" w:rsidR="00070BBE" w:rsidRPr="00070BBE" w:rsidRDefault="00070BBE" w:rsidP="00070BBE">
                  <w:pPr>
                    <w:pStyle w:val="SIText"/>
                  </w:pPr>
                  <w:r w:rsidRPr="00070BBE">
                    <w:t>AHCECR101</w:t>
                  </w:r>
                </w:p>
              </w:tc>
              <w:tc>
                <w:tcPr>
                  <w:tcW w:w="5670" w:type="dxa"/>
                </w:tcPr>
                <w:p w14:paraId="2D6AB254" w14:textId="5276439A" w:rsidR="00070BBE" w:rsidRPr="00070BBE" w:rsidRDefault="00070BBE" w:rsidP="00070BBE">
                  <w:pPr>
                    <w:pStyle w:val="SIText"/>
                  </w:pPr>
                  <w:r w:rsidRPr="00070BBE">
                    <w:t>Support ecological restoration</w:t>
                  </w:r>
                </w:p>
              </w:tc>
            </w:tr>
            <w:tr w:rsidR="00070BBE" w:rsidRPr="005C7EA8" w14:paraId="643C33D5" w14:textId="77777777" w:rsidTr="00EA116F">
              <w:tc>
                <w:tcPr>
                  <w:tcW w:w="1718" w:type="dxa"/>
                </w:tcPr>
                <w:p w14:paraId="499D4C13" w14:textId="489A9419" w:rsidR="00070BBE" w:rsidRPr="00070BBE" w:rsidRDefault="00070BBE" w:rsidP="00070BBE">
                  <w:pPr>
                    <w:pStyle w:val="SIText"/>
                  </w:pPr>
                  <w:r w:rsidRPr="00070BBE">
                    <w:t>AHCORG10</w:t>
                  </w:r>
                  <w:r w:rsidR="006D0157">
                    <w:t>2</w:t>
                  </w:r>
                </w:p>
              </w:tc>
              <w:tc>
                <w:tcPr>
                  <w:tcW w:w="5670" w:type="dxa"/>
                </w:tcPr>
                <w:p w14:paraId="327C43A7" w14:textId="17D62C99" w:rsidR="00070BBE" w:rsidRPr="00070BBE" w:rsidRDefault="00070BBE" w:rsidP="00070BBE">
                  <w:pPr>
                    <w:pStyle w:val="SIText"/>
                  </w:pPr>
                  <w:r w:rsidRPr="00070BBE">
                    <w:t>Support organic production</w:t>
                  </w:r>
                </w:p>
              </w:tc>
            </w:tr>
            <w:tr w:rsidR="00E93561" w:rsidRPr="00070BBE" w14:paraId="38F229E9" w14:textId="77777777" w:rsidTr="00CA7AFF">
              <w:tc>
                <w:tcPr>
                  <w:tcW w:w="1718" w:type="dxa"/>
                </w:tcPr>
                <w:p w14:paraId="2AD7DB85" w14:textId="77777777" w:rsidR="00E93561" w:rsidRPr="00E93561" w:rsidRDefault="00E93561" w:rsidP="00E93561">
                  <w:pPr>
                    <w:pStyle w:val="SIText"/>
                  </w:pPr>
                  <w:r w:rsidRPr="00070BBE">
                    <w:t>AHCPER2</w:t>
                  </w:r>
                  <w:r w:rsidRPr="00E93561">
                    <w:t>22</w:t>
                  </w:r>
                </w:p>
              </w:tc>
              <w:tc>
                <w:tcPr>
                  <w:tcW w:w="5670" w:type="dxa"/>
                </w:tcPr>
                <w:p w14:paraId="360D57E8" w14:textId="77777777" w:rsidR="00E93561" w:rsidRPr="00E93561" w:rsidRDefault="00E93561" w:rsidP="00E93561">
                  <w:pPr>
                    <w:pStyle w:val="SIText"/>
                  </w:pPr>
                  <w:r w:rsidRPr="00735B04">
                    <w:t>Use and maintain basic hand tools and equipment for garden and farm</w:t>
                  </w:r>
                </w:p>
              </w:tc>
            </w:tr>
            <w:tr w:rsidR="00070BBE" w:rsidRPr="005C7EA8" w14:paraId="425F4C5F" w14:textId="77777777" w:rsidTr="00EA116F">
              <w:tc>
                <w:tcPr>
                  <w:tcW w:w="1718" w:type="dxa"/>
                </w:tcPr>
                <w:p w14:paraId="4C49B4C0" w14:textId="27E05566" w:rsidR="00070BBE" w:rsidRPr="00C50DFA" w:rsidRDefault="00070BBE" w:rsidP="00C50DF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50DFA">
                    <w:rPr>
                      <w:rStyle w:val="SITemporarytext-blue"/>
                      <w:color w:val="auto"/>
                      <w:sz w:val="20"/>
                    </w:rPr>
                    <w:t>AHCWRK1</w:t>
                  </w:r>
                  <w:r w:rsidR="00C50DFA" w:rsidRPr="00C50DFA">
                    <w:rPr>
                      <w:rStyle w:val="SITemporarytext-blue"/>
                      <w:color w:val="auto"/>
                      <w:sz w:val="20"/>
                    </w:rPr>
                    <w:t>02</w:t>
                  </w:r>
                </w:p>
              </w:tc>
              <w:tc>
                <w:tcPr>
                  <w:tcW w:w="5670" w:type="dxa"/>
                </w:tcPr>
                <w:p w14:paraId="42A801F1" w14:textId="2A4EFB29" w:rsidR="00070BBE" w:rsidRPr="00070BBE" w:rsidRDefault="00070BBE" w:rsidP="00070BBE">
                  <w:pPr>
                    <w:pStyle w:val="SIText"/>
                  </w:pPr>
                  <w:r w:rsidRPr="00070BBE">
                    <w:t>Maintain the workplace</w:t>
                  </w:r>
                </w:p>
              </w:tc>
            </w:tr>
          </w:tbl>
          <w:p w14:paraId="0D3FAED7" w14:textId="77777777" w:rsidR="004270D2" w:rsidRPr="00205F8D" w:rsidRDefault="004270D2" w:rsidP="00205F8D"/>
          <w:p w14:paraId="782F9FE0" w14:textId="77777777" w:rsidR="004270D2" w:rsidRDefault="004270D2" w:rsidP="00205F8D"/>
        </w:tc>
      </w:tr>
    </w:tbl>
    <w:p w14:paraId="0CB373FF" w14:textId="77777777" w:rsidR="000D7BE6" w:rsidRDefault="000D7BE6"/>
    <w:p w14:paraId="5B75BBD3" w14:textId="77777777" w:rsidR="000D7BE6" w:rsidRPr="00205F8D" w:rsidRDefault="000D7BE6" w:rsidP="00205F8D">
      <w:r>
        <w:br w:type="page"/>
      </w:r>
    </w:p>
    <w:p w14:paraId="4EB384B6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03333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7F72C02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4060262A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278FCC0" w14:textId="77777777" w:rsidTr="00EA116F">
              <w:tc>
                <w:tcPr>
                  <w:tcW w:w="1028" w:type="pct"/>
                </w:tcPr>
                <w:p w14:paraId="43A4E024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2737987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 version</w:t>
                  </w:r>
                </w:p>
              </w:tc>
              <w:tc>
                <w:tcPr>
                  <w:tcW w:w="1398" w:type="pct"/>
                </w:tcPr>
                <w:p w14:paraId="1AE13A2B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D813FCA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70BBE" w:rsidRPr="00BC49BB" w14:paraId="55BDA1A9" w14:textId="77777777" w:rsidTr="00EA116F">
              <w:tc>
                <w:tcPr>
                  <w:tcW w:w="1028" w:type="pct"/>
                </w:tcPr>
                <w:p w14:paraId="26853FD2" w14:textId="4383303C" w:rsidR="00070BBE" w:rsidRPr="00070BBE" w:rsidRDefault="00AE4624">
                  <w:pPr>
                    <w:pStyle w:val="SIText"/>
                  </w:pPr>
                  <w:r w:rsidRPr="00AE4624">
                    <w:t>AHC10</w:t>
                  </w:r>
                  <w:r w:rsidR="00C261E9">
                    <w:t>422</w:t>
                  </w:r>
                  <w:r>
                    <w:t xml:space="preserve"> </w:t>
                  </w:r>
                  <w:r w:rsidRPr="00AE4624">
                    <w:t xml:space="preserve">Certificate I in Permaculture </w:t>
                  </w:r>
                </w:p>
              </w:tc>
              <w:tc>
                <w:tcPr>
                  <w:tcW w:w="1105" w:type="pct"/>
                </w:tcPr>
                <w:p w14:paraId="60EE2EAF" w14:textId="597DEBC5" w:rsidR="00070BBE" w:rsidRPr="00070BBE" w:rsidRDefault="00070BBE" w:rsidP="00070BBE">
                  <w:pPr>
                    <w:pStyle w:val="SIText"/>
                  </w:pPr>
                  <w:r w:rsidRPr="00070BBE">
                    <w:t>AHC10416 Certificate I in Permaculture</w:t>
                  </w:r>
                </w:p>
              </w:tc>
              <w:tc>
                <w:tcPr>
                  <w:tcW w:w="1398" w:type="pct"/>
                </w:tcPr>
                <w:p w14:paraId="2BC3E1AE" w14:textId="0DEC10CB" w:rsidR="00C261E9" w:rsidRDefault="00C261E9" w:rsidP="00070BBE">
                  <w:pPr>
                    <w:pStyle w:val="SIText"/>
                  </w:pPr>
                  <w:r>
                    <w:t>Reduced total number of units for the qualification from 7 to 6</w:t>
                  </w:r>
                </w:p>
                <w:p w14:paraId="11604BEA" w14:textId="3AFFF6FD" w:rsidR="00D95C13" w:rsidRDefault="00D95C13" w:rsidP="00070BBE">
                  <w:pPr>
                    <w:pStyle w:val="SIText"/>
                  </w:pPr>
                  <w:r>
                    <w:t>Retained 4 core units and reduced electives to 2</w:t>
                  </w:r>
                </w:p>
                <w:p w14:paraId="604E2CFA" w14:textId="6D30520E" w:rsidR="00070BBE" w:rsidRPr="00070BBE" w:rsidRDefault="00070BBE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14:paraId="1A73562C" w14:textId="7D80B877" w:rsidR="00070BBE" w:rsidRPr="00070BBE" w:rsidRDefault="00AE4624" w:rsidP="00070BBE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66EFBBC4" w14:textId="77777777" w:rsidR="000C13F1" w:rsidRPr="00205F8D" w:rsidRDefault="000C13F1" w:rsidP="00205F8D"/>
        </w:tc>
      </w:tr>
      <w:tr w:rsidR="005C7EA8" w:rsidRPr="00963A46" w14:paraId="4881C6A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13D04C67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2C014A07" w14:textId="5EE7F5F7" w:rsidR="000C13F1" w:rsidRPr="00070BBE" w:rsidRDefault="00140954" w:rsidP="00070BBE">
            <w:pPr>
              <w:pStyle w:val="SIText"/>
            </w:pPr>
            <w:r w:rsidRPr="00070BBE">
              <w:t xml:space="preserve">Companion Volumes, including Implementation Guides, are available at </w:t>
            </w:r>
            <w:proofErr w:type="spellStart"/>
            <w:r w:rsidRPr="00070BBE">
              <w:t>VETNet</w:t>
            </w:r>
            <w:proofErr w:type="spellEnd"/>
            <w:r w:rsidRPr="00070BBE">
              <w:t xml:space="preserve">: </w:t>
            </w:r>
            <w:r w:rsidR="00070BBE" w:rsidRPr="00070BBE">
              <w:t>https://vetnet.gov.au/Pages/TrainingDocs.aspx?q=c6399549-9c62-4a5e-bf1a-524b2322cf72</w:t>
            </w:r>
          </w:p>
        </w:tc>
      </w:tr>
    </w:tbl>
    <w:p w14:paraId="35AF0C40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50D4" w14:textId="77777777" w:rsidR="00244BC7" w:rsidRDefault="00244BC7" w:rsidP="00BF3F0A">
      <w:r>
        <w:separator/>
      </w:r>
    </w:p>
    <w:p w14:paraId="742D9740" w14:textId="77777777" w:rsidR="00244BC7" w:rsidRDefault="00244BC7"/>
  </w:endnote>
  <w:endnote w:type="continuationSeparator" w:id="0">
    <w:p w14:paraId="538B3A57" w14:textId="77777777" w:rsidR="00244BC7" w:rsidRDefault="00244BC7" w:rsidP="00BF3F0A">
      <w:r>
        <w:continuationSeparator/>
      </w:r>
    </w:p>
    <w:p w14:paraId="1F49EDE1" w14:textId="77777777" w:rsidR="00244BC7" w:rsidRDefault="00244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094252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C048D7">
          <w:rPr>
            <w:noProof/>
          </w:rPr>
          <w:t>3</w:t>
        </w:r>
        <w:r w:rsidRPr="00205F8D">
          <w:fldChar w:fldCharType="end"/>
        </w:r>
      </w:p>
      <w:p w14:paraId="1A4214F0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742A0A2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43111" w14:textId="77777777" w:rsidR="00244BC7" w:rsidRDefault="00244BC7" w:rsidP="00BF3F0A">
      <w:r>
        <w:separator/>
      </w:r>
    </w:p>
    <w:p w14:paraId="46FB3C88" w14:textId="77777777" w:rsidR="00244BC7" w:rsidRDefault="00244BC7"/>
  </w:footnote>
  <w:footnote w:type="continuationSeparator" w:id="0">
    <w:p w14:paraId="5EA41721" w14:textId="77777777" w:rsidR="00244BC7" w:rsidRDefault="00244BC7" w:rsidP="00BF3F0A">
      <w:r>
        <w:continuationSeparator/>
      </w:r>
    </w:p>
    <w:p w14:paraId="5818246E" w14:textId="77777777" w:rsidR="00244BC7" w:rsidRDefault="00244B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E2E0" w14:textId="419A3A70" w:rsidR="009C2650" w:rsidRDefault="00070BBE" w:rsidP="00F07C48">
    <w:pPr>
      <w:pStyle w:val="SIText"/>
    </w:pPr>
    <w:r w:rsidRPr="00070BBE">
      <w:t>AHC104</w:t>
    </w:r>
    <w:r w:rsidR="00C261E9">
      <w:t>22</w:t>
    </w:r>
    <w:r w:rsidRPr="00070BBE">
      <w:t xml:space="preserve"> Certificate I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DA37945"/>
    <w:multiLevelType w:val="multilevel"/>
    <w:tmpl w:val="488A58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4E29FC"/>
    <w:multiLevelType w:val="multilevel"/>
    <w:tmpl w:val="C7627D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4710FD"/>
    <w:multiLevelType w:val="multilevel"/>
    <w:tmpl w:val="D81653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5213026">
    <w:abstractNumId w:val="7"/>
  </w:num>
  <w:num w:numId="2" w16cid:durableId="518466729">
    <w:abstractNumId w:val="4"/>
  </w:num>
  <w:num w:numId="3" w16cid:durableId="1644116437">
    <w:abstractNumId w:val="3"/>
  </w:num>
  <w:num w:numId="4" w16cid:durableId="352803648">
    <w:abstractNumId w:val="13"/>
  </w:num>
  <w:num w:numId="5" w16cid:durableId="249585602">
    <w:abstractNumId w:val="1"/>
  </w:num>
  <w:num w:numId="6" w16cid:durableId="1785423519">
    <w:abstractNumId w:val="6"/>
  </w:num>
  <w:num w:numId="7" w16cid:durableId="2061052033">
    <w:abstractNumId w:val="2"/>
  </w:num>
  <w:num w:numId="8" w16cid:durableId="232667717">
    <w:abstractNumId w:val="0"/>
  </w:num>
  <w:num w:numId="9" w16cid:durableId="1666057749">
    <w:abstractNumId w:val="12"/>
  </w:num>
  <w:num w:numId="10" w16cid:durableId="1209605426">
    <w:abstractNumId w:val="9"/>
  </w:num>
  <w:num w:numId="11" w16cid:durableId="1920207380">
    <w:abstractNumId w:val="11"/>
  </w:num>
  <w:num w:numId="12" w16cid:durableId="408312836">
    <w:abstractNumId w:val="10"/>
  </w:num>
  <w:num w:numId="13" w16cid:durableId="553932453">
    <w:abstractNumId w:val="14"/>
  </w:num>
  <w:num w:numId="14" w16cid:durableId="525558144">
    <w:abstractNumId w:val="8"/>
  </w:num>
  <w:num w:numId="15" w16cid:durableId="876308194">
    <w:abstractNumId w:val="5"/>
  </w:num>
  <w:num w:numId="16" w16cid:durableId="1765106523">
    <w:abstractNumId w:val="15"/>
  </w:num>
  <w:num w:numId="17" w16cid:durableId="15381582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BBE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472F7"/>
    <w:rsid w:val="000648DA"/>
    <w:rsid w:val="00064B2D"/>
    <w:rsid w:val="00064BFE"/>
    <w:rsid w:val="00070B3E"/>
    <w:rsid w:val="00070BB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7CA6"/>
    <w:rsid w:val="00125729"/>
    <w:rsid w:val="00133957"/>
    <w:rsid w:val="001372F6"/>
    <w:rsid w:val="00140954"/>
    <w:rsid w:val="00144385"/>
    <w:rsid w:val="00147166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BC7"/>
    <w:rsid w:val="00244EA7"/>
    <w:rsid w:val="00251AE1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D5EBE"/>
    <w:rsid w:val="002D68E1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258C"/>
    <w:rsid w:val="00434366"/>
    <w:rsid w:val="00440FAA"/>
    <w:rsid w:val="0044391F"/>
    <w:rsid w:val="00444423"/>
    <w:rsid w:val="00452F3E"/>
    <w:rsid w:val="004545D5"/>
    <w:rsid w:val="004640AE"/>
    <w:rsid w:val="00475172"/>
    <w:rsid w:val="004758B0"/>
    <w:rsid w:val="00477A5F"/>
    <w:rsid w:val="00481859"/>
    <w:rsid w:val="004832D2"/>
    <w:rsid w:val="004832E7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6D10"/>
    <w:rsid w:val="004F78DA"/>
    <w:rsid w:val="00502C52"/>
    <w:rsid w:val="00506E73"/>
    <w:rsid w:val="005248C1"/>
    <w:rsid w:val="00526134"/>
    <w:rsid w:val="00527F90"/>
    <w:rsid w:val="005427C8"/>
    <w:rsid w:val="005446D1"/>
    <w:rsid w:val="00547704"/>
    <w:rsid w:val="00552FBA"/>
    <w:rsid w:val="00556C4C"/>
    <w:rsid w:val="00557369"/>
    <w:rsid w:val="00561F08"/>
    <w:rsid w:val="005708EB"/>
    <w:rsid w:val="00575BC6"/>
    <w:rsid w:val="00583902"/>
    <w:rsid w:val="005874F7"/>
    <w:rsid w:val="005A3AA5"/>
    <w:rsid w:val="005A6C9C"/>
    <w:rsid w:val="005A74DC"/>
    <w:rsid w:val="005B119D"/>
    <w:rsid w:val="005B5146"/>
    <w:rsid w:val="005C6637"/>
    <w:rsid w:val="005C7EA8"/>
    <w:rsid w:val="005D0916"/>
    <w:rsid w:val="005E0619"/>
    <w:rsid w:val="005E32EC"/>
    <w:rsid w:val="005E5CFC"/>
    <w:rsid w:val="005F33CC"/>
    <w:rsid w:val="006121D4"/>
    <w:rsid w:val="00613B49"/>
    <w:rsid w:val="00620E8E"/>
    <w:rsid w:val="0062515A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97391"/>
    <w:rsid w:val="006A2B68"/>
    <w:rsid w:val="006B19B1"/>
    <w:rsid w:val="006C2F32"/>
    <w:rsid w:val="006D0157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B04"/>
    <w:rsid w:val="00735CCA"/>
    <w:rsid w:val="007404E9"/>
    <w:rsid w:val="00740F80"/>
    <w:rsid w:val="007444CF"/>
    <w:rsid w:val="00757E05"/>
    <w:rsid w:val="0076523B"/>
    <w:rsid w:val="00770C15"/>
    <w:rsid w:val="00771B60"/>
    <w:rsid w:val="00781D77"/>
    <w:rsid w:val="007860B7"/>
    <w:rsid w:val="00786DC8"/>
    <w:rsid w:val="007A1149"/>
    <w:rsid w:val="007B5FD7"/>
    <w:rsid w:val="007C1416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1EE4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4BC0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9EF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216A8"/>
    <w:rsid w:val="00A223A6"/>
    <w:rsid w:val="00A354FC"/>
    <w:rsid w:val="00A467A4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E4624"/>
    <w:rsid w:val="00AE6B47"/>
    <w:rsid w:val="00AF098A"/>
    <w:rsid w:val="00AF2F35"/>
    <w:rsid w:val="00AF3957"/>
    <w:rsid w:val="00B12013"/>
    <w:rsid w:val="00B22C67"/>
    <w:rsid w:val="00B245EA"/>
    <w:rsid w:val="00B313CA"/>
    <w:rsid w:val="00B3508F"/>
    <w:rsid w:val="00B443EE"/>
    <w:rsid w:val="00B560C8"/>
    <w:rsid w:val="00B61150"/>
    <w:rsid w:val="00B65BC7"/>
    <w:rsid w:val="00B717CF"/>
    <w:rsid w:val="00B746B9"/>
    <w:rsid w:val="00B778DC"/>
    <w:rsid w:val="00B81A4E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BF4C89"/>
    <w:rsid w:val="00C048D7"/>
    <w:rsid w:val="00C143C3"/>
    <w:rsid w:val="00C1739B"/>
    <w:rsid w:val="00C26067"/>
    <w:rsid w:val="00C261E9"/>
    <w:rsid w:val="00C26DD8"/>
    <w:rsid w:val="00C30A29"/>
    <w:rsid w:val="00C317DC"/>
    <w:rsid w:val="00C42AC1"/>
    <w:rsid w:val="00C50DFA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0B97"/>
    <w:rsid w:val="00D92C83"/>
    <w:rsid w:val="00D95C13"/>
    <w:rsid w:val="00DA0A81"/>
    <w:rsid w:val="00DA3C10"/>
    <w:rsid w:val="00DA53B5"/>
    <w:rsid w:val="00DC1D69"/>
    <w:rsid w:val="00DC5A3A"/>
    <w:rsid w:val="00E048B1"/>
    <w:rsid w:val="00E238E6"/>
    <w:rsid w:val="00E246B1"/>
    <w:rsid w:val="00E257B8"/>
    <w:rsid w:val="00E35064"/>
    <w:rsid w:val="00E36614"/>
    <w:rsid w:val="00E438C3"/>
    <w:rsid w:val="00E501F0"/>
    <w:rsid w:val="00E91BFF"/>
    <w:rsid w:val="00E92933"/>
    <w:rsid w:val="00E93561"/>
    <w:rsid w:val="00EA116F"/>
    <w:rsid w:val="00EA3B97"/>
    <w:rsid w:val="00EA5CCA"/>
    <w:rsid w:val="00EB0AA4"/>
    <w:rsid w:val="00EB58C7"/>
    <w:rsid w:val="00EB5C88"/>
    <w:rsid w:val="00EC0469"/>
    <w:rsid w:val="00EC2F24"/>
    <w:rsid w:val="00EC61D8"/>
    <w:rsid w:val="00EF01F8"/>
    <w:rsid w:val="00EF40EF"/>
    <w:rsid w:val="00EF73A1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A3C8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49D16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C50DFA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934BF92628224FA71459D97ECB7463" ma:contentTypeVersion="" ma:contentTypeDescription="Create a new document." ma:contentTypeScope="" ma:versionID="2e48d753e0ac95bd22431824b8b609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68db279-accf-469d-a8b1-c202acae647d" targetNamespace="http://schemas.microsoft.com/office/2006/metadata/properties" ma:root="true" ma:fieldsID="f38d3ca0e678c35f97e4f6098446d367" ns1:_="" ns2:_="" ns3:_="">
    <xsd:import namespace="http://schemas.microsoft.com/sharepoint/v3"/>
    <xsd:import namespace="d50bbff7-d6dd-47d2-864a-cfdc2c3db0f4"/>
    <xsd:import namespace="868db279-accf-469d-a8b1-c202acae647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db279-accf-469d-a8b1-c202acae64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60CAD9-B28C-48F8-B34C-C52C68853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68db279-accf-469d-a8b1-c202acae64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868db279-accf-469d-a8b1-c202acae647d"/>
    <ds:schemaRef ds:uri="http://purl.org/dc/dcmitype/"/>
    <ds:schemaRef ds:uri="d50bbff7-d6dd-47d2-864a-cfdc2c3db0f4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82C6785-796B-4762-B515-5C523DA0E9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103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Ruth Geldard</cp:lastModifiedBy>
  <cp:revision>29</cp:revision>
  <cp:lastPrinted>2016-05-27T05:21:00Z</cp:lastPrinted>
  <dcterms:created xsi:type="dcterms:W3CDTF">2021-12-14T22:23:00Z</dcterms:created>
  <dcterms:modified xsi:type="dcterms:W3CDTF">2022-10-26T23:23:00Z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0x01010092934BF92628224FA71459D97ECB7463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