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4429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105B6" w:rsidRPr="00963A46" w14:paraId="2B7B53D0" w14:textId="77777777" w:rsidTr="00F279E6">
        <w:tc>
          <w:tcPr>
            <w:tcW w:w="1396" w:type="pct"/>
            <w:shd w:val="clear" w:color="auto" w:fill="auto"/>
          </w:tcPr>
          <w:p w14:paraId="0D0A966A" w14:textId="123E4FA6" w:rsidR="00C105B6" w:rsidRPr="00C105B6" w:rsidRDefault="00C76EA3" w:rsidP="00C105B6">
            <w:pPr>
              <w:pStyle w:val="SISSCODE"/>
            </w:pPr>
            <w:bookmarkStart w:id="0" w:name="_Hlk86925181"/>
            <w:r w:rsidRPr="00C76EA3">
              <w:t>FBPSS00058</w:t>
            </w:r>
            <w:bookmarkEnd w:id="0"/>
          </w:p>
        </w:tc>
        <w:tc>
          <w:tcPr>
            <w:tcW w:w="3604" w:type="pct"/>
            <w:shd w:val="clear" w:color="auto" w:fill="auto"/>
          </w:tcPr>
          <w:p w14:paraId="6A3918DA" w14:textId="31D20E53" w:rsidR="00C105B6" w:rsidRPr="00C105B6" w:rsidRDefault="007301DD" w:rsidP="00C105B6">
            <w:pPr>
              <w:pStyle w:val="SISStitle"/>
            </w:pPr>
            <w:r w:rsidRPr="007301DD">
              <w:t xml:space="preserve">Prepare </w:t>
            </w:r>
            <w:bookmarkStart w:id="1" w:name="_Hlk100133595"/>
            <w:r w:rsidR="0054068A">
              <w:t>Australian Bush and Native Foods</w:t>
            </w:r>
            <w:r w:rsidRPr="007301DD">
              <w:t xml:space="preserve"> </w:t>
            </w:r>
            <w:bookmarkEnd w:id="1"/>
            <w:r w:rsidR="00240487">
              <w:t>Products</w:t>
            </w:r>
            <w:r w:rsidRPr="007301DD">
              <w:t xml:space="preserve"> for Sale Skill Set</w:t>
            </w:r>
          </w:p>
        </w:tc>
      </w:tr>
    </w:tbl>
    <w:p w14:paraId="354B2CA1" w14:textId="77777777" w:rsidR="00A301E0" w:rsidRPr="00536741" w:rsidRDefault="00A301E0" w:rsidP="00A301E0"/>
    <w:p w14:paraId="1FFBDCB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C4EB26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6C47D15" w14:textId="77777777" w:rsidTr="002A1BEA">
        <w:tc>
          <w:tcPr>
            <w:tcW w:w="1396" w:type="pct"/>
            <w:shd w:val="clear" w:color="auto" w:fill="auto"/>
          </w:tcPr>
          <w:p w14:paraId="121F8239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DD385E5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1A0FAF8" w14:textId="77777777" w:rsidTr="002A1BEA">
        <w:tc>
          <w:tcPr>
            <w:tcW w:w="1396" w:type="pct"/>
            <w:shd w:val="clear" w:color="auto" w:fill="auto"/>
          </w:tcPr>
          <w:p w14:paraId="0AFF4EC5" w14:textId="399E7612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6670908B" w14:textId="642F8F5A" w:rsidR="00536741" w:rsidRPr="00752A41" w:rsidRDefault="006B182F" w:rsidP="004D17A4">
            <w:pPr>
              <w:pStyle w:val="SIText"/>
            </w:pPr>
            <w:r w:rsidRPr="00CC451E">
              <w:t xml:space="preserve">This version released with </w:t>
            </w:r>
            <w:r w:rsidRPr="006B182F">
              <w:t xml:space="preserve">FBP Food, Beverage and Pharmaceutical Training Package Version </w:t>
            </w:r>
            <w:r w:rsidR="00604E5C">
              <w:t>8</w:t>
            </w:r>
            <w:r w:rsidR="00FD20CB" w:rsidRPr="004D17A4">
              <w:rPr>
                <w:rStyle w:val="SITemporaryText-blue"/>
                <w:color w:val="auto"/>
                <w:sz w:val="20"/>
                <w:szCs w:val="22"/>
              </w:rPr>
              <w:t>.0</w:t>
            </w:r>
          </w:p>
          <w:p w14:paraId="076610D9" w14:textId="77777777" w:rsidR="00536741" w:rsidRDefault="00536741" w:rsidP="00752A41">
            <w:pPr>
              <w:pStyle w:val="SIText"/>
            </w:pPr>
          </w:p>
        </w:tc>
      </w:tr>
    </w:tbl>
    <w:p w14:paraId="47C8E764" w14:textId="77777777" w:rsidR="00536741" w:rsidRPr="00752A41" w:rsidRDefault="00536741" w:rsidP="00536741"/>
    <w:p w14:paraId="0161C55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174F530" w14:textId="77777777" w:rsidTr="000D7BE6">
        <w:tc>
          <w:tcPr>
            <w:tcW w:w="5000" w:type="pct"/>
            <w:shd w:val="clear" w:color="auto" w:fill="auto"/>
          </w:tcPr>
          <w:p w14:paraId="1EDD590E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4093DE2" w14:textId="627C53DA" w:rsidR="008B1302" w:rsidRPr="008B1302" w:rsidRDefault="008B1302" w:rsidP="008B1302">
            <w:pPr>
              <w:pStyle w:val="SIText"/>
            </w:pPr>
            <w:r w:rsidRPr="007961A9">
              <w:t xml:space="preserve">This </w:t>
            </w:r>
            <w:r w:rsidRPr="008B1302">
              <w:t xml:space="preserve">skill set is designed to </w:t>
            </w:r>
            <w:r w:rsidR="00235D5D">
              <w:t>provide</w:t>
            </w:r>
            <w:r w:rsidR="00235D5D" w:rsidRPr="008B1302">
              <w:t xml:space="preserve"> </w:t>
            </w:r>
            <w:r w:rsidR="00604E5C" w:rsidRPr="008B1302">
              <w:t xml:space="preserve">the knowledge and skills </w:t>
            </w:r>
            <w:r w:rsidR="004A5509">
              <w:t xml:space="preserve">for workers </w:t>
            </w:r>
            <w:r w:rsidR="00604E5C">
              <w:t>who are</w:t>
            </w:r>
            <w:r w:rsidR="004A5509">
              <w:t xml:space="preserve"> </w:t>
            </w:r>
            <w:r w:rsidRPr="008B1302">
              <w:t>required to</w:t>
            </w:r>
            <w:r w:rsidR="006A040F">
              <w:t xml:space="preserve"> prepare products </w:t>
            </w:r>
            <w:r w:rsidR="00E409B2">
              <w:t>for sale in an Aboriginal and/or Torres Strait Islander</w:t>
            </w:r>
            <w:r w:rsidR="00F279B8">
              <w:t xml:space="preserve"> </w:t>
            </w:r>
            <w:r w:rsidR="0054068A">
              <w:t>Australian Bush and Native Foods</w:t>
            </w:r>
            <w:r w:rsidR="0054068A" w:rsidRPr="0054068A">
              <w:t xml:space="preserve"> </w:t>
            </w:r>
            <w:r w:rsidR="001D5FA9">
              <w:t>business</w:t>
            </w:r>
            <w:r w:rsidRPr="008B1302">
              <w:t xml:space="preserve">. </w:t>
            </w:r>
          </w:p>
          <w:p w14:paraId="1A887ECB" w14:textId="77777777" w:rsidR="00A772D9" w:rsidRPr="00536741" w:rsidRDefault="00A772D9" w:rsidP="00752A41">
            <w:pPr>
              <w:pStyle w:val="SIText"/>
            </w:pPr>
          </w:p>
        </w:tc>
      </w:tr>
      <w:tr w:rsidR="00A301E0" w:rsidRPr="00963A46" w14:paraId="605407F0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EEED1D4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41B0B4A8" w14:textId="55EB10BA" w:rsidR="001A74E0" w:rsidRPr="001A74E0" w:rsidRDefault="001A74E0" w:rsidP="001A74E0">
            <w:pPr>
              <w:pStyle w:val="SIText"/>
            </w:pPr>
            <w:r w:rsidRPr="00AF1BBA">
              <w:t xml:space="preserve">These units of competency provide credit towards qualifications in the </w:t>
            </w:r>
            <w:r w:rsidRPr="001A74E0">
              <w:rPr>
                <w:rStyle w:val="SIText-Italic"/>
              </w:rPr>
              <w:t>FBP Food, Beverage and Pharmaceutical Training Package</w:t>
            </w:r>
            <w:r w:rsidR="00972522">
              <w:rPr>
                <w:rStyle w:val="SIText-Italic"/>
              </w:rPr>
              <w:t xml:space="preserve"> </w:t>
            </w:r>
            <w:r w:rsidRPr="001A74E0">
              <w:t>including:</w:t>
            </w:r>
          </w:p>
          <w:p w14:paraId="4CCB04D8" w14:textId="16DEDFA4" w:rsidR="00F32D7A" w:rsidRPr="00F32D7A" w:rsidRDefault="001A1728" w:rsidP="001A74E0">
            <w:pPr>
              <w:pStyle w:val="SIBulletList1"/>
              <w:rPr>
                <w:color w:val="FF0000"/>
                <w:sz w:val="22"/>
              </w:rPr>
            </w:pPr>
            <w:r w:rsidRPr="00F32D7A">
              <w:t>FBP20</w:t>
            </w:r>
            <w:r>
              <w:t>1</w:t>
            </w:r>
            <w:r w:rsidRPr="00F32D7A">
              <w:t>2</w:t>
            </w:r>
            <w:r>
              <w:t>1</w:t>
            </w:r>
            <w:r w:rsidRPr="00F32D7A">
              <w:t xml:space="preserve"> </w:t>
            </w:r>
            <w:r w:rsidR="00F32D7A" w:rsidRPr="00F32D7A">
              <w:t>Certificate II in Food Processing</w:t>
            </w:r>
          </w:p>
          <w:p w14:paraId="0FCA560E" w14:textId="303410F3" w:rsidR="00CF1FCC" w:rsidRPr="00752A41" w:rsidRDefault="00CF4940" w:rsidP="005A35D1">
            <w:pPr>
              <w:pStyle w:val="SIBulletList1"/>
              <w:rPr>
                <w:rStyle w:val="SITemporarytext-red"/>
              </w:rPr>
            </w:pPr>
            <w:r w:rsidRPr="00CF4940">
              <w:t>FBP30121 Certificate III in Food Processing</w:t>
            </w:r>
          </w:p>
        </w:tc>
      </w:tr>
      <w:tr w:rsidR="00A301E0" w:rsidRPr="00963A46" w14:paraId="4596CAE7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2C16C84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6A2ECF31" w14:textId="77777777" w:rsidR="00105629" w:rsidRPr="00105629" w:rsidRDefault="00105629" w:rsidP="00105629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105629">
              <w:rPr>
                <w:rFonts w:eastAsiaTheme="minorHAnsi"/>
              </w:rPr>
              <w:t xml:space="preserve">and are enforced through state/territory jurisdictions. </w:t>
            </w:r>
            <w:r w:rsidRPr="00105629">
              <w:t>Users must check with the relevant regulatory authority before delivery.</w:t>
            </w:r>
          </w:p>
          <w:p w14:paraId="1AD05698" w14:textId="77777777" w:rsidR="00A301E0" w:rsidRPr="00A301E0" w:rsidRDefault="00A301E0" w:rsidP="00752A41">
            <w:pPr>
              <w:pStyle w:val="SIText"/>
            </w:pPr>
          </w:p>
        </w:tc>
      </w:tr>
      <w:tr w:rsidR="00A772D9" w:rsidRPr="00963A46" w14:paraId="0EC8173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4F2D6E9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198B401" w14:textId="0391462C" w:rsidR="00C610AB" w:rsidRPr="00807C52" w:rsidRDefault="00C610AB" w:rsidP="0021079C">
            <w:pPr>
              <w:pStyle w:val="SIBulletList1"/>
            </w:pPr>
            <w:r w:rsidRPr="00807C52">
              <w:t>AHCILM3X05 Work with an Aboriginal and/or Torres Strait Islander Community or organisation</w:t>
            </w:r>
            <w:r w:rsidRPr="00807C52" w:rsidDel="00C610AB">
              <w:t xml:space="preserve"> </w:t>
            </w:r>
          </w:p>
          <w:p w14:paraId="4464D8EA" w14:textId="0BBB7589" w:rsidR="00B76AA1" w:rsidRPr="00807C52" w:rsidRDefault="00B76AA1" w:rsidP="0021079C">
            <w:pPr>
              <w:pStyle w:val="SIBulletList1"/>
            </w:pPr>
            <w:r w:rsidRPr="00807C52">
              <w:t>AMPX219 Follow electronic labelling and traceability systems in a food processing establishment</w:t>
            </w:r>
          </w:p>
          <w:p w14:paraId="276E43A5" w14:textId="25B45181" w:rsidR="00534D81" w:rsidRPr="00807C52" w:rsidRDefault="00534D81" w:rsidP="0021079C">
            <w:pPr>
              <w:pStyle w:val="SIBulletList1"/>
            </w:pPr>
            <w:r w:rsidRPr="00807C52">
              <w:t>FBPOPR2075 Work effectively in the food processing industry</w:t>
            </w:r>
          </w:p>
          <w:p w14:paraId="6D952C0E" w14:textId="4FB28015" w:rsidR="00154731" w:rsidRPr="00BA59F3" w:rsidRDefault="00BE024A" w:rsidP="0021079C">
            <w:pPr>
              <w:pStyle w:val="SIBulletList1"/>
              <w:rPr>
                <w:rStyle w:val="SIStrikethroughtext"/>
              </w:rPr>
            </w:pPr>
            <w:r w:rsidRPr="00807C52">
              <w:t>SIRXPDK001 Advise on products and services</w:t>
            </w:r>
          </w:p>
        </w:tc>
      </w:tr>
      <w:tr w:rsidR="005C7EA8" w:rsidRPr="00963A46" w14:paraId="689812A1" w14:textId="77777777" w:rsidTr="00E2140B">
        <w:trPr>
          <w:trHeight w:val="885"/>
        </w:trPr>
        <w:tc>
          <w:tcPr>
            <w:tcW w:w="5000" w:type="pct"/>
            <w:shd w:val="clear" w:color="auto" w:fill="auto"/>
          </w:tcPr>
          <w:p w14:paraId="2D304645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E9D0364" w14:textId="56A9B9E5" w:rsidR="0016138C" w:rsidRPr="00536741" w:rsidRDefault="00D46DBD" w:rsidP="00752A41">
            <w:pPr>
              <w:pStyle w:val="SIText"/>
            </w:pPr>
            <w:r w:rsidRPr="00D530DB">
              <w:t xml:space="preserve">This skill set is </w:t>
            </w:r>
            <w:r w:rsidR="00B7582F">
              <w:t>particularly aimed at Aboriginal and</w:t>
            </w:r>
            <w:r w:rsidR="006D6BB2">
              <w:t>/or</w:t>
            </w:r>
            <w:r w:rsidR="00B7582F">
              <w:t xml:space="preserve"> Torres Strait Islander people</w:t>
            </w:r>
            <w:r w:rsidR="00324C2D">
              <w:t xml:space="preserve"> who require the skills and knowledge to</w:t>
            </w:r>
            <w:r w:rsidR="004D17A4">
              <w:t xml:space="preserve"> work in </w:t>
            </w:r>
            <w:r w:rsidR="00E758C5">
              <w:t>an Australian Bush and Native Foods</w:t>
            </w:r>
            <w:r w:rsidR="004D17A4">
              <w:t xml:space="preserve"> </w:t>
            </w:r>
            <w:r w:rsidR="00C34EC4">
              <w:t>sales</w:t>
            </w:r>
            <w:r w:rsidR="00240765">
              <w:t xml:space="preserve"> </w:t>
            </w:r>
            <w:r w:rsidR="004D17A4">
              <w:t>environment</w:t>
            </w:r>
            <w:r w:rsidR="00324C2D">
              <w:t>.</w:t>
            </w:r>
          </w:p>
        </w:tc>
      </w:tr>
      <w:tr w:rsidR="00DB557A" w:rsidRPr="00963A46" w14:paraId="3AE2CE0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D0F9BB5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6F26B461" w14:textId="7B74015B" w:rsidR="00DB557A" w:rsidRPr="00536741" w:rsidRDefault="00352417" w:rsidP="00F33912">
            <w:pPr>
              <w:pStyle w:val="SIText"/>
            </w:pPr>
            <w:r w:rsidRPr="00D26449">
              <w:t>These competencies from the</w:t>
            </w:r>
            <w:r w:rsidRPr="00352417">
              <w:rPr>
                <w:rStyle w:val="SIText-Italic"/>
              </w:rPr>
              <w:t xml:space="preserve"> AHC</w:t>
            </w:r>
            <w:r w:rsidRPr="00352417">
              <w:t xml:space="preserve"> </w:t>
            </w:r>
            <w:r w:rsidRPr="00352417">
              <w:rPr>
                <w:rStyle w:val="SIText-Italic"/>
              </w:rPr>
              <w:t>Agriculture, Horticulture and Conservation and Land Management Training Package</w:t>
            </w:r>
            <w:r w:rsidR="00C34EC4">
              <w:rPr>
                <w:rStyle w:val="SIText-Italic"/>
              </w:rPr>
              <w:t>, AMP Australian Meat Processing Training Package</w:t>
            </w:r>
            <w:r w:rsidR="003F040A">
              <w:rPr>
                <w:rStyle w:val="SIText-Italic"/>
              </w:rPr>
              <w:t>,</w:t>
            </w:r>
            <w:r w:rsidRPr="00352417">
              <w:rPr>
                <w:rStyle w:val="SIText-Italic"/>
              </w:rPr>
              <w:t xml:space="preserve"> </w:t>
            </w:r>
            <w:r w:rsidR="00EF39F2" w:rsidRPr="00352417">
              <w:rPr>
                <w:rStyle w:val="SIText-Italic"/>
              </w:rPr>
              <w:t>FBP Food, Beverage and Pharmaceutical Training Package</w:t>
            </w:r>
            <w:r w:rsidR="00EF39F2" w:rsidRPr="00EF39F2">
              <w:rPr>
                <w:rStyle w:val="SIText-Italic"/>
              </w:rPr>
              <w:t xml:space="preserve"> </w:t>
            </w:r>
            <w:r w:rsidRPr="00352417">
              <w:rPr>
                <w:rStyle w:val="SIText-Italic"/>
              </w:rPr>
              <w:t xml:space="preserve">and the </w:t>
            </w:r>
            <w:r w:rsidR="00534D81">
              <w:rPr>
                <w:rStyle w:val="SIText-Italic"/>
              </w:rPr>
              <w:t>SIR</w:t>
            </w:r>
            <w:r w:rsidRPr="00352417">
              <w:rPr>
                <w:rStyle w:val="SIText-Italic"/>
              </w:rPr>
              <w:t xml:space="preserve"> </w:t>
            </w:r>
            <w:r w:rsidR="002D5080" w:rsidRPr="002D5080">
              <w:rPr>
                <w:rStyle w:val="SIText-Italic"/>
              </w:rPr>
              <w:t>Retail Services Training</w:t>
            </w:r>
            <w:r w:rsidRPr="00352417">
              <w:rPr>
                <w:rStyle w:val="SIText-Italic"/>
              </w:rPr>
              <w:t xml:space="preserve"> Package</w:t>
            </w:r>
            <w:r w:rsidRPr="00352417">
              <w:t xml:space="preserve"> meet the requirements for those preparing </w:t>
            </w:r>
            <w:r w:rsidR="00E758C5" w:rsidRPr="00E758C5">
              <w:t xml:space="preserve">Australian Bush and Native Foods </w:t>
            </w:r>
            <w:r w:rsidR="00434E23">
              <w:t>products for sale.</w:t>
            </w:r>
          </w:p>
        </w:tc>
      </w:tr>
    </w:tbl>
    <w:p w14:paraId="2A076FE9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F1C78" w14:textId="77777777" w:rsidR="000B3C67" w:rsidRDefault="000B3C67" w:rsidP="00BF3F0A">
      <w:r>
        <w:separator/>
      </w:r>
    </w:p>
    <w:p w14:paraId="27A3F0F3" w14:textId="77777777" w:rsidR="000B3C67" w:rsidRDefault="000B3C67"/>
  </w:endnote>
  <w:endnote w:type="continuationSeparator" w:id="0">
    <w:p w14:paraId="02F6A016" w14:textId="77777777" w:rsidR="000B3C67" w:rsidRDefault="000B3C67" w:rsidP="00BF3F0A">
      <w:r>
        <w:continuationSeparator/>
      </w:r>
    </w:p>
    <w:p w14:paraId="4A680E29" w14:textId="77777777" w:rsidR="000B3C67" w:rsidRDefault="000B3C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9ED9CC4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BA3B53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26CBB2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1AE20" w14:textId="77777777" w:rsidR="000B3C67" w:rsidRDefault="000B3C67" w:rsidP="00BF3F0A">
      <w:r>
        <w:separator/>
      </w:r>
    </w:p>
    <w:p w14:paraId="11A1FE16" w14:textId="77777777" w:rsidR="000B3C67" w:rsidRDefault="000B3C67"/>
  </w:footnote>
  <w:footnote w:type="continuationSeparator" w:id="0">
    <w:p w14:paraId="40CFB1AA" w14:textId="77777777" w:rsidR="000B3C67" w:rsidRDefault="000B3C67" w:rsidP="00BF3F0A">
      <w:r>
        <w:continuationSeparator/>
      </w:r>
    </w:p>
    <w:p w14:paraId="7ADFA47D" w14:textId="77777777" w:rsidR="000B3C67" w:rsidRDefault="000B3C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6EB51" w14:textId="12DC2CE5" w:rsidR="008973F2" w:rsidRDefault="008973F2" w:rsidP="008973F2">
    <w:pPr>
      <w:pStyle w:val="SIText"/>
    </w:pPr>
    <w:r w:rsidRPr="00D530DB">
      <w:t xml:space="preserve"> </w:t>
    </w:r>
    <w:r w:rsidR="00C76EA3" w:rsidRPr="00C76EA3">
      <w:t>FBPSS00058</w:t>
    </w:r>
    <w:r w:rsidR="00C76EA3">
      <w:t xml:space="preserve"> </w:t>
    </w:r>
    <w:r w:rsidR="007301DD">
      <w:t xml:space="preserve">Prepare </w:t>
    </w:r>
    <w:r w:rsidR="00E758C5" w:rsidRPr="00E758C5">
      <w:t xml:space="preserve">Australian Bush and Native Foods </w:t>
    </w:r>
    <w:r w:rsidR="00240487">
      <w:t>Products</w:t>
    </w:r>
    <w:r w:rsidR="007301DD">
      <w:t xml:space="preserve"> for Sale</w:t>
    </w:r>
    <w:r w:rsidR="00E476B7" w:rsidRPr="00E476B7">
      <w:t xml:space="preserve"> Skill Set</w:t>
    </w:r>
  </w:p>
  <w:p w14:paraId="33D8E2EB" w14:textId="3EEEC46B" w:rsidR="009C2650" w:rsidRPr="008973F2" w:rsidRDefault="009C2650" w:rsidP="008973F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D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3134"/>
    <w:rsid w:val="00064BFE"/>
    <w:rsid w:val="00070B3E"/>
    <w:rsid w:val="00071F95"/>
    <w:rsid w:val="000737BB"/>
    <w:rsid w:val="00074E47"/>
    <w:rsid w:val="00080E7C"/>
    <w:rsid w:val="000A5441"/>
    <w:rsid w:val="000B3C67"/>
    <w:rsid w:val="000C13F1"/>
    <w:rsid w:val="000C5F80"/>
    <w:rsid w:val="000D7BE6"/>
    <w:rsid w:val="000E2C86"/>
    <w:rsid w:val="000F29F2"/>
    <w:rsid w:val="00101659"/>
    <w:rsid w:val="00105629"/>
    <w:rsid w:val="001078BF"/>
    <w:rsid w:val="00122CF8"/>
    <w:rsid w:val="00133957"/>
    <w:rsid w:val="001372F6"/>
    <w:rsid w:val="001417F2"/>
    <w:rsid w:val="00144385"/>
    <w:rsid w:val="00147C32"/>
    <w:rsid w:val="0015199A"/>
    <w:rsid w:val="00151D93"/>
    <w:rsid w:val="00152CDE"/>
    <w:rsid w:val="00153CBE"/>
    <w:rsid w:val="00154731"/>
    <w:rsid w:val="00156EF3"/>
    <w:rsid w:val="0016138C"/>
    <w:rsid w:val="00161DF3"/>
    <w:rsid w:val="00176A67"/>
    <w:rsid w:val="00176E4F"/>
    <w:rsid w:val="0018546B"/>
    <w:rsid w:val="001A1728"/>
    <w:rsid w:val="001A6A3E"/>
    <w:rsid w:val="001A74E0"/>
    <w:rsid w:val="001A7B6D"/>
    <w:rsid w:val="001B2A58"/>
    <w:rsid w:val="001B34D5"/>
    <w:rsid w:val="001B4975"/>
    <w:rsid w:val="001B513A"/>
    <w:rsid w:val="001C0A75"/>
    <w:rsid w:val="001C36BD"/>
    <w:rsid w:val="001D2756"/>
    <w:rsid w:val="001D5FA9"/>
    <w:rsid w:val="001E16BC"/>
    <w:rsid w:val="001F28F9"/>
    <w:rsid w:val="001F2BA5"/>
    <w:rsid w:val="001F308D"/>
    <w:rsid w:val="00201A7C"/>
    <w:rsid w:val="0021079C"/>
    <w:rsid w:val="0021414D"/>
    <w:rsid w:val="00223124"/>
    <w:rsid w:val="00234444"/>
    <w:rsid w:val="002349E5"/>
    <w:rsid w:val="00235D5D"/>
    <w:rsid w:val="00240487"/>
    <w:rsid w:val="00240765"/>
    <w:rsid w:val="00242293"/>
    <w:rsid w:val="00244EA7"/>
    <w:rsid w:val="0025355B"/>
    <w:rsid w:val="00262FC3"/>
    <w:rsid w:val="00263ECA"/>
    <w:rsid w:val="00276DB8"/>
    <w:rsid w:val="00280734"/>
    <w:rsid w:val="00282664"/>
    <w:rsid w:val="00285FB8"/>
    <w:rsid w:val="002931C2"/>
    <w:rsid w:val="002A4CD3"/>
    <w:rsid w:val="002C55E9"/>
    <w:rsid w:val="002C7A8B"/>
    <w:rsid w:val="002D0C8B"/>
    <w:rsid w:val="002D2F46"/>
    <w:rsid w:val="002D5080"/>
    <w:rsid w:val="002E193E"/>
    <w:rsid w:val="002F4FFE"/>
    <w:rsid w:val="00310771"/>
    <w:rsid w:val="00324C2D"/>
    <w:rsid w:val="003315E1"/>
    <w:rsid w:val="00337E82"/>
    <w:rsid w:val="00350BB1"/>
    <w:rsid w:val="00352417"/>
    <w:rsid w:val="00352C83"/>
    <w:rsid w:val="0037067D"/>
    <w:rsid w:val="0038735B"/>
    <w:rsid w:val="003916D1"/>
    <w:rsid w:val="0039774F"/>
    <w:rsid w:val="003A1A95"/>
    <w:rsid w:val="003A21F0"/>
    <w:rsid w:val="003A58BA"/>
    <w:rsid w:val="003A5AE7"/>
    <w:rsid w:val="003A7221"/>
    <w:rsid w:val="003C13AE"/>
    <w:rsid w:val="003C16B1"/>
    <w:rsid w:val="003D2E73"/>
    <w:rsid w:val="003E7BBE"/>
    <w:rsid w:val="003F040A"/>
    <w:rsid w:val="004127E3"/>
    <w:rsid w:val="0043212E"/>
    <w:rsid w:val="00434366"/>
    <w:rsid w:val="00434E23"/>
    <w:rsid w:val="00444423"/>
    <w:rsid w:val="004463CA"/>
    <w:rsid w:val="00452F3E"/>
    <w:rsid w:val="00453E79"/>
    <w:rsid w:val="004640AE"/>
    <w:rsid w:val="00475172"/>
    <w:rsid w:val="004758B0"/>
    <w:rsid w:val="00482E78"/>
    <w:rsid w:val="004832D2"/>
    <w:rsid w:val="00485559"/>
    <w:rsid w:val="004A142B"/>
    <w:rsid w:val="004A44E8"/>
    <w:rsid w:val="004A5509"/>
    <w:rsid w:val="004B29B7"/>
    <w:rsid w:val="004B5314"/>
    <w:rsid w:val="004C2244"/>
    <w:rsid w:val="004C79A1"/>
    <w:rsid w:val="004D0D5F"/>
    <w:rsid w:val="004D1569"/>
    <w:rsid w:val="004D17A4"/>
    <w:rsid w:val="004D2710"/>
    <w:rsid w:val="004D44B1"/>
    <w:rsid w:val="004E0460"/>
    <w:rsid w:val="004E1579"/>
    <w:rsid w:val="004E5FAE"/>
    <w:rsid w:val="004E7094"/>
    <w:rsid w:val="004F5DC7"/>
    <w:rsid w:val="004F78DA"/>
    <w:rsid w:val="005048DF"/>
    <w:rsid w:val="00517A8C"/>
    <w:rsid w:val="005248C1"/>
    <w:rsid w:val="00526134"/>
    <w:rsid w:val="005301B7"/>
    <w:rsid w:val="00534D81"/>
    <w:rsid w:val="00536741"/>
    <w:rsid w:val="0054068A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6824"/>
    <w:rsid w:val="005A35D1"/>
    <w:rsid w:val="005A3AA5"/>
    <w:rsid w:val="005A6C9C"/>
    <w:rsid w:val="005A74DC"/>
    <w:rsid w:val="005B5146"/>
    <w:rsid w:val="005C231B"/>
    <w:rsid w:val="005C7EA8"/>
    <w:rsid w:val="005E1529"/>
    <w:rsid w:val="005F33CC"/>
    <w:rsid w:val="005F3875"/>
    <w:rsid w:val="005F3AC6"/>
    <w:rsid w:val="00604E5C"/>
    <w:rsid w:val="006121D4"/>
    <w:rsid w:val="00613B49"/>
    <w:rsid w:val="00615036"/>
    <w:rsid w:val="00620E8E"/>
    <w:rsid w:val="00633CFE"/>
    <w:rsid w:val="00634FCA"/>
    <w:rsid w:val="006404B5"/>
    <w:rsid w:val="006452B8"/>
    <w:rsid w:val="00652E62"/>
    <w:rsid w:val="00671697"/>
    <w:rsid w:val="00687B62"/>
    <w:rsid w:val="00690C44"/>
    <w:rsid w:val="00693285"/>
    <w:rsid w:val="00695891"/>
    <w:rsid w:val="006969D9"/>
    <w:rsid w:val="006A040F"/>
    <w:rsid w:val="006A0520"/>
    <w:rsid w:val="006A09A1"/>
    <w:rsid w:val="006A1D6C"/>
    <w:rsid w:val="006A2B68"/>
    <w:rsid w:val="006B182F"/>
    <w:rsid w:val="006C159E"/>
    <w:rsid w:val="006C2F32"/>
    <w:rsid w:val="006C4E12"/>
    <w:rsid w:val="006D4448"/>
    <w:rsid w:val="006D6BB2"/>
    <w:rsid w:val="006E2C4D"/>
    <w:rsid w:val="00705EEC"/>
    <w:rsid w:val="00707741"/>
    <w:rsid w:val="00722769"/>
    <w:rsid w:val="00727901"/>
    <w:rsid w:val="007301DD"/>
    <w:rsid w:val="0073075B"/>
    <w:rsid w:val="007341FF"/>
    <w:rsid w:val="00736D69"/>
    <w:rsid w:val="007404E9"/>
    <w:rsid w:val="007444CF"/>
    <w:rsid w:val="00752A41"/>
    <w:rsid w:val="0076523B"/>
    <w:rsid w:val="007668BC"/>
    <w:rsid w:val="00771B60"/>
    <w:rsid w:val="007748BE"/>
    <w:rsid w:val="00776805"/>
    <w:rsid w:val="00781D77"/>
    <w:rsid w:val="007860B7"/>
    <w:rsid w:val="00786DC8"/>
    <w:rsid w:val="007932A8"/>
    <w:rsid w:val="00795F71"/>
    <w:rsid w:val="007B0BFA"/>
    <w:rsid w:val="007D5A78"/>
    <w:rsid w:val="007E3BD1"/>
    <w:rsid w:val="007E51A8"/>
    <w:rsid w:val="007F0832"/>
    <w:rsid w:val="007F119F"/>
    <w:rsid w:val="007F1563"/>
    <w:rsid w:val="007F44DB"/>
    <w:rsid w:val="007F5A8B"/>
    <w:rsid w:val="007F7554"/>
    <w:rsid w:val="008044AE"/>
    <w:rsid w:val="00807C52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570A2"/>
    <w:rsid w:val="00860E60"/>
    <w:rsid w:val="00865011"/>
    <w:rsid w:val="00883C6C"/>
    <w:rsid w:val="00886790"/>
    <w:rsid w:val="00890663"/>
    <w:rsid w:val="008908DE"/>
    <w:rsid w:val="00894FBB"/>
    <w:rsid w:val="00896AB1"/>
    <w:rsid w:val="008973F2"/>
    <w:rsid w:val="008A12ED"/>
    <w:rsid w:val="008A72B4"/>
    <w:rsid w:val="008B1302"/>
    <w:rsid w:val="008B2072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3E1D"/>
    <w:rsid w:val="00943B50"/>
    <w:rsid w:val="009527CB"/>
    <w:rsid w:val="00953835"/>
    <w:rsid w:val="00960F6C"/>
    <w:rsid w:val="00970747"/>
    <w:rsid w:val="00972522"/>
    <w:rsid w:val="0098725E"/>
    <w:rsid w:val="009A5900"/>
    <w:rsid w:val="009B19CD"/>
    <w:rsid w:val="009B2233"/>
    <w:rsid w:val="009C2650"/>
    <w:rsid w:val="009D15E2"/>
    <w:rsid w:val="009D15FE"/>
    <w:rsid w:val="009D5D2C"/>
    <w:rsid w:val="009E246E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05E8"/>
    <w:rsid w:val="00A92DD1"/>
    <w:rsid w:val="00AA1FC7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2358"/>
    <w:rsid w:val="00B560C8"/>
    <w:rsid w:val="00B61150"/>
    <w:rsid w:val="00B65BC7"/>
    <w:rsid w:val="00B6726E"/>
    <w:rsid w:val="00B71FEE"/>
    <w:rsid w:val="00B746B9"/>
    <w:rsid w:val="00B7582F"/>
    <w:rsid w:val="00B76AA1"/>
    <w:rsid w:val="00B848D4"/>
    <w:rsid w:val="00B865B7"/>
    <w:rsid w:val="00BA1CB1"/>
    <w:rsid w:val="00BA482D"/>
    <w:rsid w:val="00BA59F3"/>
    <w:rsid w:val="00BA7B66"/>
    <w:rsid w:val="00BB23F4"/>
    <w:rsid w:val="00BC5075"/>
    <w:rsid w:val="00BD3B0F"/>
    <w:rsid w:val="00BE024A"/>
    <w:rsid w:val="00BF1D4C"/>
    <w:rsid w:val="00BF3F0A"/>
    <w:rsid w:val="00C01B36"/>
    <w:rsid w:val="00C105B6"/>
    <w:rsid w:val="00C10BA4"/>
    <w:rsid w:val="00C143C3"/>
    <w:rsid w:val="00C1739B"/>
    <w:rsid w:val="00C26067"/>
    <w:rsid w:val="00C30A29"/>
    <w:rsid w:val="00C317DC"/>
    <w:rsid w:val="00C33233"/>
    <w:rsid w:val="00C34EC4"/>
    <w:rsid w:val="00C51452"/>
    <w:rsid w:val="00C54EF8"/>
    <w:rsid w:val="00C578E9"/>
    <w:rsid w:val="00C610AB"/>
    <w:rsid w:val="00C70626"/>
    <w:rsid w:val="00C72860"/>
    <w:rsid w:val="00C73B90"/>
    <w:rsid w:val="00C76EA3"/>
    <w:rsid w:val="00C96AF3"/>
    <w:rsid w:val="00C97CCC"/>
    <w:rsid w:val="00CA0274"/>
    <w:rsid w:val="00CA5EB0"/>
    <w:rsid w:val="00CB746F"/>
    <w:rsid w:val="00CC1B62"/>
    <w:rsid w:val="00CC451E"/>
    <w:rsid w:val="00CD3438"/>
    <w:rsid w:val="00CD4E9D"/>
    <w:rsid w:val="00CD4F4D"/>
    <w:rsid w:val="00CE7D19"/>
    <w:rsid w:val="00CF0CF5"/>
    <w:rsid w:val="00CF1FCC"/>
    <w:rsid w:val="00CF2B3E"/>
    <w:rsid w:val="00CF4940"/>
    <w:rsid w:val="00D0201F"/>
    <w:rsid w:val="00D03685"/>
    <w:rsid w:val="00D07D4E"/>
    <w:rsid w:val="00D115AA"/>
    <w:rsid w:val="00D145BE"/>
    <w:rsid w:val="00D20C57"/>
    <w:rsid w:val="00D25D16"/>
    <w:rsid w:val="00D2706B"/>
    <w:rsid w:val="00D30BC5"/>
    <w:rsid w:val="00D32124"/>
    <w:rsid w:val="00D46DBD"/>
    <w:rsid w:val="00D476DD"/>
    <w:rsid w:val="00D54C76"/>
    <w:rsid w:val="00D65221"/>
    <w:rsid w:val="00D727F3"/>
    <w:rsid w:val="00D73695"/>
    <w:rsid w:val="00D810DE"/>
    <w:rsid w:val="00D82A51"/>
    <w:rsid w:val="00D87D32"/>
    <w:rsid w:val="00D92C83"/>
    <w:rsid w:val="00DA0A81"/>
    <w:rsid w:val="00DA3C10"/>
    <w:rsid w:val="00DA53B5"/>
    <w:rsid w:val="00DB557A"/>
    <w:rsid w:val="00DC1D69"/>
    <w:rsid w:val="00DC5A3A"/>
    <w:rsid w:val="00DD343A"/>
    <w:rsid w:val="00DE799A"/>
    <w:rsid w:val="00E06C60"/>
    <w:rsid w:val="00E2140B"/>
    <w:rsid w:val="00E238E6"/>
    <w:rsid w:val="00E35064"/>
    <w:rsid w:val="00E409B2"/>
    <w:rsid w:val="00E438C3"/>
    <w:rsid w:val="00E476B7"/>
    <w:rsid w:val="00E501F0"/>
    <w:rsid w:val="00E528F7"/>
    <w:rsid w:val="00E758C5"/>
    <w:rsid w:val="00E91BFF"/>
    <w:rsid w:val="00E92933"/>
    <w:rsid w:val="00E96EEA"/>
    <w:rsid w:val="00EA3B97"/>
    <w:rsid w:val="00EB0AA4"/>
    <w:rsid w:val="00EB5C88"/>
    <w:rsid w:val="00EB7EB1"/>
    <w:rsid w:val="00EC0469"/>
    <w:rsid w:val="00EF01F8"/>
    <w:rsid w:val="00EF39F2"/>
    <w:rsid w:val="00EF4016"/>
    <w:rsid w:val="00EF40EF"/>
    <w:rsid w:val="00F13884"/>
    <w:rsid w:val="00F1480E"/>
    <w:rsid w:val="00F1497D"/>
    <w:rsid w:val="00F16AAC"/>
    <w:rsid w:val="00F279B8"/>
    <w:rsid w:val="00F32D7A"/>
    <w:rsid w:val="00F33912"/>
    <w:rsid w:val="00F4044F"/>
    <w:rsid w:val="00F438FC"/>
    <w:rsid w:val="00F55AB3"/>
    <w:rsid w:val="00F5616F"/>
    <w:rsid w:val="00F56827"/>
    <w:rsid w:val="00F65ED5"/>
    <w:rsid w:val="00F65EF0"/>
    <w:rsid w:val="00F71651"/>
    <w:rsid w:val="00F76CC6"/>
    <w:rsid w:val="00FC0300"/>
    <w:rsid w:val="00FD20CB"/>
    <w:rsid w:val="00FE0282"/>
    <w:rsid w:val="00FE107C"/>
    <w:rsid w:val="00FE124D"/>
    <w:rsid w:val="00FE14B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62AF36"/>
  <w15:docId w15:val="{1C3D3E42-D456-43FF-A34C-BB960420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235D5D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Downloads\TEM.SkillsImpact.SkillSet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8B049BC3F61F46AE7888E1D99173E6" ma:contentTypeVersion="" ma:contentTypeDescription="Create a new document." ma:contentTypeScope="" ma:versionID="47944803d17d37d24d7cf5148f37e6e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1adb14a-6732-4927-a526-16123d864cf4" targetNamespace="http://schemas.microsoft.com/office/2006/metadata/properties" ma:root="true" ma:fieldsID="a58ed1c209c335a10684c97f2279f4e2" ns1:_="" ns2:_="" ns3:_="">
    <xsd:import namespace="http://schemas.microsoft.com/sharepoint/v3"/>
    <xsd:import namespace="d50bbff7-d6dd-47d2-864a-cfdc2c3db0f4"/>
    <xsd:import namespace="81adb14a-6732-4927-a526-16123d864c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db14a-6732-4927-a526-16123d864c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dcmitype/"/>
    <ds:schemaRef ds:uri="http://schemas.microsoft.com/office/infopath/2007/PartnerControls"/>
    <ds:schemaRef ds:uri="81adb14a-6732-4927-a526-16123d864cf4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4B40F3-DBF1-4698-B29C-F2C45E6E9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1adb14a-6732-4927-a526-16123d86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(1)</Template>
  <TotalTime>169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Cathy Beven</dc:creator>
  <cp:lastModifiedBy>Cathy Beven</cp:lastModifiedBy>
  <cp:revision>62</cp:revision>
  <cp:lastPrinted>2016-05-27T05:21:00Z</cp:lastPrinted>
  <dcterms:created xsi:type="dcterms:W3CDTF">2022-01-11T00:49:00Z</dcterms:created>
  <dcterms:modified xsi:type="dcterms:W3CDTF">2022-04-27T01:10:00Z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0x0101008F8B049BC3F61F46AE7888E1D99173E6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