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E6F9D" w14:paraId="382CA9AA" w14:textId="77777777" w:rsidTr="00146EEC">
        <w:tc>
          <w:tcPr>
            <w:tcW w:w="2689" w:type="dxa"/>
          </w:tcPr>
          <w:p w14:paraId="6F50302A" w14:textId="7C2EE72D" w:rsidR="00AE6F9D" w:rsidRPr="00AE6F9D" w:rsidRDefault="00AE6F9D" w:rsidP="00AE6F9D">
            <w:pPr>
              <w:pStyle w:val="SIText"/>
            </w:pPr>
            <w:r w:rsidRPr="00AE6F9D">
              <w:t>Release 1</w:t>
            </w:r>
          </w:p>
        </w:tc>
        <w:tc>
          <w:tcPr>
            <w:tcW w:w="6939" w:type="dxa"/>
          </w:tcPr>
          <w:p w14:paraId="7254BEE7" w14:textId="4ED9386E" w:rsidR="00AE6F9D" w:rsidRPr="00AE6F9D" w:rsidRDefault="00AE6F9D" w:rsidP="00AE6F9D">
            <w:pPr>
              <w:pStyle w:val="SIText"/>
            </w:pPr>
            <w:r w:rsidRPr="00AE6F9D">
              <w:t xml:space="preserve">This version released with FBP Food, Beverage and Pharmaceutical Training Package Version </w:t>
            </w:r>
            <w:r w:rsidR="006B163A">
              <w:t>7</w:t>
            </w:r>
            <w:r w:rsidRPr="00AE6F9D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68A6D39C" w:rsidR="00AE6F9D" w:rsidRPr="00923720" w:rsidRDefault="00AE6F9D" w:rsidP="005404CB">
            <w:pPr>
              <w:pStyle w:val="SIUNITCODE"/>
            </w:pPr>
            <w:r>
              <w:t>FBPPHM3</w:t>
            </w:r>
            <w:r w:rsidR="00013A4A">
              <w:t>020</w:t>
            </w:r>
          </w:p>
        </w:tc>
        <w:tc>
          <w:tcPr>
            <w:tcW w:w="3604" w:type="pct"/>
            <w:shd w:val="clear" w:color="auto" w:fill="auto"/>
          </w:tcPr>
          <w:p w14:paraId="728DD6DD" w14:textId="489E9AAF" w:rsidR="00AE6F9D" w:rsidRPr="00923720" w:rsidRDefault="00AE6F9D" w:rsidP="005404CB">
            <w:pPr>
              <w:pStyle w:val="SIUnittitle"/>
            </w:pPr>
            <w:r w:rsidRPr="00AE6F9D">
              <w:t>Apply Good Manufacturing Practice requirements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C94149" w14:textId="77777777" w:rsidR="00C46BBF" w:rsidRPr="00C46BBF" w:rsidRDefault="00C46BBF" w:rsidP="00C46BBF">
            <w:pPr>
              <w:pStyle w:val="SIText"/>
            </w:pPr>
            <w:r w:rsidRPr="00C46BBF">
              <w:t>This unit of competency describes the skills and knowledge required to comply with relevant Good Manufacturing Practice (GMP) requirements and workplace quality standards in a pharmaceutical manufacturing facility.</w:t>
            </w:r>
          </w:p>
          <w:p w14:paraId="07D32A83" w14:textId="77777777" w:rsidR="00C46BBF" w:rsidRDefault="00C46BBF" w:rsidP="00C46BBF">
            <w:pPr>
              <w:pStyle w:val="SIText"/>
            </w:pPr>
          </w:p>
          <w:p w14:paraId="1CDA68EF" w14:textId="52EA768F" w:rsidR="00C46BBF" w:rsidRPr="00C46BBF" w:rsidRDefault="00C46BBF" w:rsidP="00C46BBF">
            <w:pPr>
              <w:pStyle w:val="SIText"/>
            </w:pPr>
            <w:r w:rsidRPr="00C46BBF">
              <w:t>The unit applies to individuals who apply GMP requirements to undertake pharmaceutical manufacture work. Individuals work under broad direction and take responsibility for their own work.</w:t>
            </w:r>
          </w:p>
          <w:p w14:paraId="248D6997" w14:textId="77777777" w:rsidR="00C46BBF" w:rsidRDefault="00C46BBF" w:rsidP="00C46BBF">
            <w:pPr>
              <w:pStyle w:val="SIText"/>
            </w:pPr>
          </w:p>
          <w:p w14:paraId="01F86362" w14:textId="28F636B3" w:rsidR="00C46BBF" w:rsidRPr="00C46BBF" w:rsidRDefault="00C46BBF" w:rsidP="00C46BBF">
            <w:pPr>
              <w:pStyle w:val="SIText"/>
            </w:pPr>
            <w:r w:rsidRPr="00C46BBF">
              <w:t>No licensing, legislative or certification requirements apply to this unit at the time of publication.</w:t>
            </w:r>
          </w:p>
          <w:p w14:paraId="78ECB5F4" w14:textId="77777777" w:rsidR="00D077F8" w:rsidRPr="005404CB" w:rsidRDefault="00D077F8" w:rsidP="005404CB">
            <w:pPr>
              <w:pStyle w:val="SIText"/>
            </w:pPr>
          </w:p>
          <w:p w14:paraId="25064DF5" w14:textId="77777777" w:rsidR="00373436" w:rsidRPr="000754EC" w:rsidRDefault="00373436" w:rsidP="005404CB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7AAF7012" w:rsidR="00C46BBF" w:rsidRPr="00D077F8" w:rsidRDefault="00C46BBF" w:rsidP="005404CB">
            <w:pPr>
              <w:pStyle w:val="SIText"/>
              <w:rPr>
                <w:rStyle w:val="SITemporaryText-blue"/>
              </w:rPr>
            </w:pPr>
            <w:r w:rsidRPr="00C46BBF">
              <w:t>Pharmaceutical (PHM)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154740A5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D0D74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7E56B54A" w:rsidR="00CD0D74" w:rsidRPr="00CD0D74" w:rsidRDefault="00A238B4" w:rsidP="00CD0D74">
            <w:pPr>
              <w:pStyle w:val="SIText"/>
            </w:pPr>
            <w:r>
              <w:t>1</w:t>
            </w:r>
            <w:r w:rsidR="00CD0D74" w:rsidRPr="00CD0D74">
              <w:t>. Identify requirements of GMP related to own work</w:t>
            </w:r>
          </w:p>
        </w:tc>
        <w:tc>
          <w:tcPr>
            <w:tcW w:w="3604" w:type="pct"/>
            <w:shd w:val="clear" w:color="auto" w:fill="auto"/>
          </w:tcPr>
          <w:p w14:paraId="30B1F143" w14:textId="46A7B90C" w:rsidR="00CD0D74" w:rsidRPr="00CD0D74" w:rsidRDefault="00A238B4" w:rsidP="00CD0D74">
            <w:pPr>
              <w:pStyle w:val="SIText"/>
            </w:pPr>
            <w:r>
              <w:t>1</w:t>
            </w:r>
            <w:r w:rsidR="00CD0D74" w:rsidRPr="00CD0D74">
              <w:t xml:space="preserve">.1 Locate sources of information on GMP requirements </w:t>
            </w:r>
            <w:r w:rsidR="005C63B0">
              <w:t xml:space="preserve">and regulatory obligations </w:t>
            </w:r>
            <w:r w:rsidR="005C5233">
              <w:t xml:space="preserve">of employees </w:t>
            </w:r>
            <w:r w:rsidR="005C5233" w:rsidRPr="00CD0D74">
              <w:t>relevant to work role from current Australian and other applicable regulatory frameworks for manufacturing pharmaceuticals</w:t>
            </w:r>
          </w:p>
          <w:p w14:paraId="358172FA" w14:textId="2B72DCA0" w:rsidR="00CD0D74" w:rsidRPr="00CD0D74" w:rsidRDefault="00A238B4" w:rsidP="00CD0D74">
            <w:pPr>
              <w:pStyle w:val="SIText"/>
            </w:pPr>
            <w:r>
              <w:t>1</w:t>
            </w:r>
            <w:r w:rsidR="00CD0D74" w:rsidRPr="00CD0D74">
              <w:t>.2 Identify GMP requirements for pharmaceutical manufacture tasks</w:t>
            </w:r>
          </w:p>
          <w:p w14:paraId="4224C047" w14:textId="7086A2BD" w:rsidR="00CD0D74" w:rsidRPr="00CD0D74" w:rsidRDefault="00A238B4" w:rsidP="00CD0D74">
            <w:pPr>
              <w:pStyle w:val="SIText"/>
            </w:pPr>
            <w:r>
              <w:t>1</w:t>
            </w:r>
            <w:r w:rsidR="00CD0D74" w:rsidRPr="00CD0D74">
              <w:t>.3 Confirm specific GMP requirements for own work</w:t>
            </w:r>
          </w:p>
          <w:p w14:paraId="16F14D5F" w14:textId="781E2AD6" w:rsidR="00CD0D74" w:rsidRPr="00CD0D74" w:rsidRDefault="00A238B4" w:rsidP="00CD0D74">
            <w:pPr>
              <w:pStyle w:val="SIText"/>
            </w:pPr>
            <w:r>
              <w:t>1</w:t>
            </w:r>
            <w:r w:rsidR="00CD0D74" w:rsidRPr="00CD0D74">
              <w:t>.4 Identify GMP non-compliant situations and risks to product quality</w:t>
            </w:r>
          </w:p>
          <w:p w14:paraId="21EB3E01" w14:textId="385E4F73" w:rsidR="00CD0D74" w:rsidRPr="00CD0D74" w:rsidRDefault="00A238B4" w:rsidP="00CD0D74">
            <w:pPr>
              <w:pStyle w:val="SIText"/>
            </w:pPr>
            <w:r>
              <w:t>1</w:t>
            </w:r>
            <w:r w:rsidR="00CD0D74" w:rsidRPr="00CD0D74">
              <w:t>.5 Alert relevant personnel and take appropriate action according to GMP requirements and workplace procedures</w:t>
            </w:r>
          </w:p>
        </w:tc>
      </w:tr>
      <w:tr w:rsidR="00CD0D74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151AC46C" w:rsidR="00CD0D74" w:rsidRPr="00CD0D74" w:rsidRDefault="00A238B4" w:rsidP="00CD0D74">
            <w:pPr>
              <w:pStyle w:val="SIText"/>
            </w:pPr>
            <w:r>
              <w:t>2</w:t>
            </w:r>
            <w:r w:rsidR="00CD0D74" w:rsidRPr="00CD0D74">
              <w:t>. Complete workplace documentation to support GMP</w:t>
            </w:r>
          </w:p>
        </w:tc>
        <w:tc>
          <w:tcPr>
            <w:tcW w:w="3604" w:type="pct"/>
            <w:shd w:val="clear" w:color="auto" w:fill="auto"/>
          </w:tcPr>
          <w:p w14:paraId="5A29CA58" w14:textId="3EEE2E50" w:rsidR="00CD0D74" w:rsidRPr="00CD0D74" w:rsidRDefault="00A238B4" w:rsidP="00CD0D74">
            <w:pPr>
              <w:pStyle w:val="SIText"/>
            </w:pPr>
            <w:r>
              <w:t>2</w:t>
            </w:r>
            <w:r w:rsidR="00CD0D74" w:rsidRPr="00CD0D74">
              <w:t>.1 Use workplace procedures to identify GMP requirements for documentation</w:t>
            </w:r>
          </w:p>
          <w:p w14:paraId="10447973" w14:textId="35F70B55" w:rsidR="00CD0D74" w:rsidRPr="00CD0D74" w:rsidRDefault="00A238B4" w:rsidP="00CD0D74">
            <w:pPr>
              <w:pStyle w:val="SIText"/>
            </w:pPr>
            <w:r>
              <w:t>2</w:t>
            </w:r>
            <w:r w:rsidR="00CD0D74" w:rsidRPr="00CD0D74">
              <w:t xml:space="preserve">.2 Record </w:t>
            </w:r>
            <w:r w:rsidR="0057778F">
              <w:t xml:space="preserve">required </w:t>
            </w:r>
            <w:r w:rsidR="00CD0D74" w:rsidRPr="00CD0D74">
              <w:t xml:space="preserve">information, </w:t>
            </w:r>
            <w:proofErr w:type="gramStart"/>
            <w:r w:rsidR="00CD0D74" w:rsidRPr="00CD0D74">
              <w:t>calculations</w:t>
            </w:r>
            <w:proofErr w:type="gramEnd"/>
            <w:r w:rsidR="00CD0D74" w:rsidRPr="00CD0D74">
              <w:t xml:space="preserve"> and test results according to workplace reporting procedures and GMP requirements</w:t>
            </w:r>
          </w:p>
          <w:p w14:paraId="1C3D1460" w14:textId="35811485" w:rsidR="00CD0D74" w:rsidRPr="00CD0D74" w:rsidRDefault="00A238B4" w:rsidP="00CD0D74">
            <w:pPr>
              <w:pStyle w:val="SIText"/>
            </w:pPr>
            <w:r>
              <w:t>2</w:t>
            </w:r>
            <w:r w:rsidR="00CD0D74" w:rsidRPr="00CD0D74">
              <w:t>.3 Certify records</w:t>
            </w:r>
            <w:r w:rsidR="006C03A6">
              <w:t xml:space="preserve"> </w:t>
            </w:r>
            <w:r w:rsidR="00CD0D74" w:rsidRPr="00CD0D74">
              <w:t>according to GMP requirements</w:t>
            </w:r>
          </w:p>
        </w:tc>
      </w:tr>
      <w:tr w:rsidR="00CD0D74" w:rsidRPr="00963A46" w14:paraId="53145F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1E2C65" w14:textId="33FCF707" w:rsidR="00CD0D74" w:rsidRPr="00CD0D74" w:rsidRDefault="00A238B4" w:rsidP="00CD0D74">
            <w:pPr>
              <w:pStyle w:val="SIText"/>
            </w:pPr>
            <w:r>
              <w:t>3</w:t>
            </w:r>
            <w:r w:rsidR="00CD0D74" w:rsidRPr="00CD0D74">
              <w:t>. Identify and follow biosecurity requirements</w:t>
            </w:r>
          </w:p>
        </w:tc>
        <w:tc>
          <w:tcPr>
            <w:tcW w:w="3604" w:type="pct"/>
            <w:shd w:val="clear" w:color="auto" w:fill="auto"/>
          </w:tcPr>
          <w:p w14:paraId="039B138D" w14:textId="0A9D90AD" w:rsidR="00CD0D74" w:rsidRPr="00CD0D74" w:rsidRDefault="00A238B4" w:rsidP="00CD0D74">
            <w:pPr>
              <w:pStyle w:val="SIText"/>
            </w:pPr>
            <w:r>
              <w:t>3</w:t>
            </w:r>
            <w:r w:rsidR="00CD0D74" w:rsidRPr="00CD0D74">
              <w:t>.1 Identify information appropriate to work role relating to biosecurity requirements</w:t>
            </w:r>
          </w:p>
          <w:p w14:paraId="5399EC8B" w14:textId="59C3FB1D" w:rsidR="00CD0D74" w:rsidRPr="00CD0D74" w:rsidRDefault="00A238B4" w:rsidP="00CD0D74">
            <w:pPr>
              <w:pStyle w:val="SIText"/>
            </w:pPr>
            <w:r>
              <w:t>3</w:t>
            </w:r>
            <w:r w:rsidR="00CD0D74" w:rsidRPr="00CD0D74">
              <w:t>.2 Follow workplace biosecurity requirements and responsibilities related to work role</w:t>
            </w:r>
          </w:p>
        </w:tc>
      </w:tr>
      <w:tr w:rsidR="00CD0D74" w:rsidRPr="00963A46" w14:paraId="448052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FAAE926" w14:textId="4E855F33" w:rsidR="00CD0D74" w:rsidRPr="00CD0D74" w:rsidRDefault="00A238B4" w:rsidP="00CD0D74">
            <w:pPr>
              <w:pStyle w:val="SIText"/>
            </w:pPr>
            <w:r>
              <w:t>4</w:t>
            </w:r>
            <w:r w:rsidR="00CD0D74" w:rsidRPr="00CD0D74">
              <w:t>. Apply GMP requirements when carrying out work activities</w:t>
            </w:r>
          </w:p>
        </w:tc>
        <w:tc>
          <w:tcPr>
            <w:tcW w:w="3604" w:type="pct"/>
            <w:shd w:val="clear" w:color="auto" w:fill="auto"/>
          </w:tcPr>
          <w:p w14:paraId="2DF22F81" w14:textId="6DA2154B" w:rsidR="00CD0D74" w:rsidRPr="00CD0D74" w:rsidRDefault="00A238B4" w:rsidP="00CD0D74">
            <w:pPr>
              <w:pStyle w:val="SIText"/>
            </w:pPr>
            <w:r>
              <w:t>4</w:t>
            </w:r>
            <w:r w:rsidR="00CD0D74" w:rsidRPr="00CD0D74">
              <w:t>.1 Identify common forms of contamination</w:t>
            </w:r>
            <w:r w:rsidR="009E07F7">
              <w:t xml:space="preserve"> relevant to own work activities</w:t>
            </w:r>
          </w:p>
          <w:p w14:paraId="3F15369D" w14:textId="7E17E26B" w:rsidR="00CD0D74" w:rsidRPr="00CD0D74" w:rsidRDefault="00A238B4" w:rsidP="00CD0D74">
            <w:pPr>
              <w:pStyle w:val="SIText"/>
            </w:pPr>
            <w:r>
              <w:t>4</w:t>
            </w:r>
            <w:r w:rsidR="00CD0D74" w:rsidRPr="00CD0D74">
              <w:t>.2 Conduct work according to workplace environmental procedures</w:t>
            </w:r>
          </w:p>
          <w:p w14:paraId="2BDCFB34" w14:textId="75560C98" w:rsidR="00CD0D74" w:rsidRPr="00CD0D74" w:rsidRDefault="00A238B4" w:rsidP="00CD0D74">
            <w:pPr>
              <w:pStyle w:val="SIText"/>
            </w:pPr>
            <w:r>
              <w:t>4</w:t>
            </w:r>
            <w:r w:rsidR="00CD0D74" w:rsidRPr="00CD0D74">
              <w:t>.3 Maintain workplace cleanliness and tidiness to meet GMP requirements</w:t>
            </w:r>
          </w:p>
          <w:p w14:paraId="579DCF62" w14:textId="49C70FE7" w:rsidR="00CD0D74" w:rsidRPr="00CD0D74" w:rsidRDefault="00A238B4" w:rsidP="00CD0D74">
            <w:pPr>
              <w:pStyle w:val="SIText"/>
            </w:pPr>
            <w:r>
              <w:t>4</w:t>
            </w:r>
            <w:r w:rsidR="00CD0D74" w:rsidRPr="00CD0D74">
              <w:t>.4 Identify and report signs of unacceptable plant</w:t>
            </w:r>
            <w:r w:rsidR="00A94244">
              <w:t xml:space="preserve">, </w:t>
            </w:r>
            <w:r w:rsidR="00CD0D74" w:rsidRPr="00CD0D74">
              <w:t>equipment condition</w:t>
            </w:r>
            <w:r w:rsidR="00A94244">
              <w:t xml:space="preserve"> or </w:t>
            </w:r>
            <w:r w:rsidR="00CD0D74" w:rsidRPr="00CD0D74">
              <w:t>calibration status</w:t>
            </w:r>
          </w:p>
          <w:p w14:paraId="5C29C61B" w14:textId="74B9F911" w:rsidR="00CD0D74" w:rsidRPr="00CD0D74" w:rsidRDefault="00A238B4" w:rsidP="00CD0D74">
            <w:pPr>
              <w:pStyle w:val="SIText"/>
            </w:pPr>
            <w:r>
              <w:t>4</w:t>
            </w:r>
            <w:r w:rsidR="00CD0D74" w:rsidRPr="00CD0D74">
              <w:t xml:space="preserve">.5 Identify GMP requirements for routinely monitoring work area, materials, </w:t>
            </w:r>
            <w:proofErr w:type="gramStart"/>
            <w:r w:rsidR="00CD0D74" w:rsidRPr="00CD0D74">
              <w:t>equipment</w:t>
            </w:r>
            <w:proofErr w:type="gramEnd"/>
            <w:r w:rsidR="00CD0D74" w:rsidRPr="00CD0D74">
              <w:t xml:space="preserve"> and product</w:t>
            </w:r>
          </w:p>
          <w:p w14:paraId="6ABF35D0" w14:textId="1D94ED73" w:rsidR="00CD0D74" w:rsidRPr="00CD0D74" w:rsidRDefault="00A238B4" w:rsidP="00CD0D74">
            <w:pPr>
              <w:pStyle w:val="SIText"/>
            </w:pPr>
            <w:r>
              <w:t>4</w:t>
            </w:r>
            <w:r w:rsidR="00CD0D74" w:rsidRPr="00CD0D74">
              <w:t>.6 Complete documentation according to workplace procedures</w:t>
            </w:r>
          </w:p>
        </w:tc>
      </w:tr>
      <w:tr w:rsidR="00CD0D74" w:rsidRPr="00963A46" w14:paraId="5B7774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F119E2" w14:textId="089D3BA9" w:rsidR="00CD0D74" w:rsidRPr="00CD0D74" w:rsidRDefault="00223591" w:rsidP="00CD0D74">
            <w:pPr>
              <w:pStyle w:val="SIText"/>
            </w:pPr>
            <w:r>
              <w:t>5</w:t>
            </w:r>
            <w:r w:rsidR="00CD0D74" w:rsidRPr="00CD0D74">
              <w:t xml:space="preserve">. </w:t>
            </w:r>
            <w:r w:rsidR="00A238B4">
              <w:t>Apply hygiene and entry and exit procedures</w:t>
            </w:r>
            <w:r w:rsidR="00A238B4" w:rsidRPr="00A238B4">
              <w:t xml:space="preserve"> to meet GMP requirements</w:t>
            </w:r>
          </w:p>
        </w:tc>
        <w:tc>
          <w:tcPr>
            <w:tcW w:w="3604" w:type="pct"/>
            <w:shd w:val="clear" w:color="auto" w:fill="auto"/>
          </w:tcPr>
          <w:p w14:paraId="04CD9BF8" w14:textId="13067294" w:rsidR="00CD0D74" w:rsidRPr="00CD0D74" w:rsidRDefault="00223591" w:rsidP="00CD0D74">
            <w:pPr>
              <w:pStyle w:val="SIText"/>
            </w:pPr>
            <w:r>
              <w:t>5</w:t>
            </w:r>
            <w:r w:rsidR="00CD0D74" w:rsidRPr="00CD0D74">
              <w:t>.1 Maintain personal hygiene to meet GMP requirements</w:t>
            </w:r>
          </w:p>
          <w:p w14:paraId="5EE5248D" w14:textId="7966435F" w:rsidR="00CD0D74" w:rsidRPr="00CD0D74" w:rsidRDefault="00223591" w:rsidP="00CD0D74">
            <w:pPr>
              <w:pStyle w:val="SIText"/>
            </w:pPr>
            <w:r>
              <w:t>5</w:t>
            </w:r>
            <w:r w:rsidR="00CD0D74" w:rsidRPr="00CD0D74">
              <w:t>.2 Carry out hand washing according to best practice hygiene standards</w:t>
            </w:r>
          </w:p>
          <w:p w14:paraId="17B81C8D" w14:textId="633388C6" w:rsidR="00CD0D74" w:rsidRPr="00CD0D74" w:rsidRDefault="00223591" w:rsidP="00CD0D74">
            <w:pPr>
              <w:pStyle w:val="SIText"/>
            </w:pPr>
            <w:r>
              <w:t>5</w:t>
            </w:r>
            <w:r w:rsidR="00CD0D74" w:rsidRPr="00CD0D74">
              <w:t>.3 Prepare, use, store and dispose of personal protective equipment and contamination prevention clothing according to GMP requirements and workplace procedures</w:t>
            </w:r>
          </w:p>
          <w:p w14:paraId="017AB4D1" w14:textId="4B12F81C" w:rsidR="00CD0D74" w:rsidRPr="00CD0D74" w:rsidRDefault="00223591" w:rsidP="00CD0D74">
            <w:pPr>
              <w:pStyle w:val="SIText"/>
            </w:pPr>
            <w:r>
              <w:t>5</w:t>
            </w:r>
            <w:r w:rsidR="00CD0D74" w:rsidRPr="00CD0D74">
              <w:t>.4 Comply with area entry and exit procedures when moving around the workplace</w:t>
            </w:r>
          </w:p>
        </w:tc>
      </w:tr>
      <w:tr w:rsidR="00CD0D74" w:rsidRPr="00963A46" w14:paraId="18137D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CB324F" w14:textId="31C51E64" w:rsidR="00CD0D74" w:rsidRPr="00CD0D74" w:rsidRDefault="00223591" w:rsidP="00CD0D74">
            <w:pPr>
              <w:pStyle w:val="SIText"/>
            </w:pPr>
            <w:r>
              <w:lastRenderedPageBreak/>
              <w:t>6</w:t>
            </w:r>
            <w:r w:rsidR="00CD0D74" w:rsidRPr="00CD0D74">
              <w:t>. Participate in improving GMP</w:t>
            </w:r>
          </w:p>
        </w:tc>
        <w:tc>
          <w:tcPr>
            <w:tcW w:w="3604" w:type="pct"/>
            <w:shd w:val="clear" w:color="auto" w:fill="auto"/>
          </w:tcPr>
          <w:p w14:paraId="14626B6A" w14:textId="722BC275" w:rsidR="00CD0D74" w:rsidRPr="00CD0D74" w:rsidRDefault="00223591" w:rsidP="00CD0D74">
            <w:pPr>
              <w:pStyle w:val="SIText"/>
            </w:pPr>
            <w:r>
              <w:t>6</w:t>
            </w:r>
            <w:r w:rsidR="00CD0D74" w:rsidRPr="00CD0D74">
              <w:t>.1 Identify processes, practices or conditions which are inconsistent with GMP requirements and report according to workplace procedures</w:t>
            </w:r>
          </w:p>
          <w:p w14:paraId="1EBF792F" w14:textId="13D0046F" w:rsidR="00CD0D74" w:rsidRPr="00CD0D74" w:rsidRDefault="00223591" w:rsidP="00CD0D74">
            <w:pPr>
              <w:pStyle w:val="SIText"/>
            </w:pPr>
            <w:r>
              <w:t>6</w:t>
            </w:r>
            <w:r w:rsidR="00CD0D74" w:rsidRPr="00CD0D74">
              <w:t>.2 Identify elements of GMP that help improve products and processes</w:t>
            </w:r>
          </w:p>
          <w:p w14:paraId="5E55AE7B" w14:textId="2E46C89A" w:rsidR="00CD0D74" w:rsidRPr="00CD0D74" w:rsidRDefault="00223591" w:rsidP="00CD0D74">
            <w:pPr>
              <w:pStyle w:val="SIText"/>
            </w:pPr>
            <w:r>
              <w:t>6</w:t>
            </w:r>
            <w:r w:rsidR="00CD0D74" w:rsidRPr="00CD0D74">
              <w:t>.3 Implement corrective action within level of responsibility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CD0D74" w:rsidRPr="00336FCA" w:rsidDel="00423CB2" w14:paraId="669AE9F0" w14:textId="77777777" w:rsidTr="00CA2922">
        <w:tc>
          <w:tcPr>
            <w:tcW w:w="1396" w:type="pct"/>
          </w:tcPr>
          <w:p w14:paraId="77C859A4" w14:textId="2CB95198" w:rsidR="00CD0D74" w:rsidRPr="00CD0D74" w:rsidRDefault="00CD0D74" w:rsidP="00CD0D74">
            <w:pPr>
              <w:pStyle w:val="SIText"/>
            </w:pPr>
            <w:r w:rsidRPr="00CD0D74">
              <w:t>Reading</w:t>
            </w:r>
          </w:p>
        </w:tc>
        <w:tc>
          <w:tcPr>
            <w:tcW w:w="3604" w:type="pct"/>
          </w:tcPr>
          <w:p w14:paraId="5C23DB24" w14:textId="5C7BF3FB" w:rsidR="00CD0D74" w:rsidRPr="00CD0D74" w:rsidRDefault="00CD0D74" w:rsidP="00CD0D74">
            <w:pPr>
              <w:pStyle w:val="SIBulletList1"/>
              <w:rPr>
                <w:rFonts w:eastAsia="Calibri"/>
              </w:rPr>
            </w:pPr>
            <w:r w:rsidRPr="00CD0D74">
              <w:t>Interpret information about GMP compliance requirements in workplace documentation</w:t>
            </w:r>
          </w:p>
        </w:tc>
      </w:tr>
      <w:tr w:rsidR="00CD0D74" w:rsidRPr="00336FCA" w:rsidDel="00423CB2" w14:paraId="287C8CD8" w14:textId="77777777" w:rsidTr="00CA2922">
        <w:tc>
          <w:tcPr>
            <w:tcW w:w="1396" w:type="pct"/>
          </w:tcPr>
          <w:p w14:paraId="6B0442C4" w14:textId="1A4BD421" w:rsidR="00CD0D74" w:rsidRPr="00CD0D74" w:rsidRDefault="00CD0D74" w:rsidP="00CD0D74">
            <w:pPr>
              <w:pStyle w:val="SIText"/>
            </w:pPr>
            <w:r w:rsidRPr="00CD0D74">
              <w:t>Writing</w:t>
            </w:r>
          </w:p>
        </w:tc>
        <w:tc>
          <w:tcPr>
            <w:tcW w:w="3604" w:type="pct"/>
          </w:tcPr>
          <w:p w14:paraId="1D823D76" w14:textId="6A15B7B3" w:rsidR="00CD0D74" w:rsidRPr="00CD0D74" w:rsidRDefault="00CD0D74" w:rsidP="00CD0D74">
            <w:pPr>
              <w:pStyle w:val="SIBulletList1"/>
              <w:rPr>
                <w:rFonts w:eastAsia="Calibri"/>
              </w:rPr>
            </w:pPr>
            <w:r w:rsidRPr="00CD0D74">
              <w:t>Record workplace information using appropriate language and in required format</w:t>
            </w:r>
          </w:p>
        </w:tc>
      </w:tr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D0D74" w14:paraId="03901309" w14:textId="77777777" w:rsidTr="00F33FF2">
        <w:tc>
          <w:tcPr>
            <w:tcW w:w="1028" w:type="pct"/>
          </w:tcPr>
          <w:p w14:paraId="1B3226A6" w14:textId="3998896A" w:rsidR="00CD0D74" w:rsidRPr="00CD0D74" w:rsidRDefault="00CD0D74" w:rsidP="00CD0D74">
            <w:pPr>
              <w:pStyle w:val="SIText"/>
            </w:pPr>
            <w:r w:rsidRPr="00CD0D74">
              <w:t>FBPPHM</w:t>
            </w:r>
            <w:r w:rsidR="00D005C1">
              <w:t>3</w:t>
            </w:r>
            <w:r w:rsidR="00013A4A">
              <w:t>020</w:t>
            </w:r>
            <w:r w:rsidRPr="00CD0D74">
              <w:t xml:space="preserve"> Apply Good Manufacturing Practice requirements</w:t>
            </w:r>
            <w:r w:rsidR="00D005C1">
              <w:t xml:space="preserve"> </w:t>
            </w:r>
          </w:p>
        </w:tc>
        <w:tc>
          <w:tcPr>
            <w:tcW w:w="1105" w:type="pct"/>
          </w:tcPr>
          <w:p w14:paraId="6E0178EE" w14:textId="7AD48F7B" w:rsidR="00CD0D74" w:rsidRPr="00CD0D74" w:rsidRDefault="00D005C1" w:rsidP="00CD0D74">
            <w:pPr>
              <w:pStyle w:val="SIText"/>
            </w:pPr>
            <w:r w:rsidRPr="00CD0D74">
              <w:t>FBPPHM3001 Apply Good Manufacturing Practice requirements</w:t>
            </w:r>
            <w:r>
              <w:t xml:space="preserve"> </w:t>
            </w:r>
          </w:p>
        </w:tc>
        <w:tc>
          <w:tcPr>
            <w:tcW w:w="1251" w:type="pct"/>
          </w:tcPr>
          <w:p w14:paraId="49893F5E" w14:textId="3326E639" w:rsidR="00CD0D74" w:rsidRPr="00CD0D74" w:rsidRDefault="00A94244" w:rsidP="007075A7">
            <w:pPr>
              <w:pStyle w:val="SIText"/>
            </w:pPr>
            <w:r>
              <w:t>Element removed. Changes to Element</w:t>
            </w:r>
            <w:r w:rsidR="004C280C">
              <w:t xml:space="preserve">, </w:t>
            </w:r>
            <w:r w:rsidR="00D005C1">
              <w:t>Performance Criteria</w:t>
            </w:r>
            <w:r w:rsidR="00C137BA">
              <w:t xml:space="preserve">, </w:t>
            </w:r>
            <w:r w:rsidR="00D005C1">
              <w:t>Foundation Skills</w:t>
            </w:r>
            <w:r w:rsidR="00C137BA">
              <w:t xml:space="preserve">, </w:t>
            </w:r>
            <w:r w:rsidR="00D005C1">
              <w:t>Performance Evidence</w:t>
            </w:r>
            <w:r w:rsidR="007075A7">
              <w:t>,</w:t>
            </w:r>
            <w:r w:rsidR="00D005C1">
              <w:br/>
              <w:t>Knowledge Evidence</w:t>
            </w:r>
            <w:r w:rsidR="007075A7">
              <w:t xml:space="preserve"> and</w:t>
            </w:r>
            <w:r w:rsidR="00D005C1">
              <w:t xml:space="preserve"> Assessment Conditions</w:t>
            </w:r>
            <w:r w:rsidR="00D005C1">
              <w:br/>
            </w:r>
          </w:p>
        </w:tc>
        <w:tc>
          <w:tcPr>
            <w:tcW w:w="1616" w:type="pct"/>
          </w:tcPr>
          <w:p w14:paraId="3150CB32" w14:textId="523F969E" w:rsidR="00CD0D74" w:rsidRPr="00CD0D74" w:rsidRDefault="00D005C1" w:rsidP="00CD0D74">
            <w:pPr>
              <w:pStyle w:val="SIText"/>
            </w:pPr>
            <w:r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B8BE6F6" w14:textId="1C720CA4" w:rsidR="00D077F8" w:rsidRDefault="00520E9A" w:rsidP="005404CB">
            <w:pPr>
              <w:pStyle w:val="SIText"/>
              <w:rPr>
                <w:rStyle w:val="SITemporaryText-red"/>
              </w:rPr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26EECDB0" w14:textId="238C1536" w:rsidR="00D077F8" w:rsidRPr="005404CB" w:rsidRDefault="00727409" w:rsidP="005404CB">
            <w:pPr>
              <w:pStyle w:val="SIText"/>
            </w:pPr>
            <w:hyperlink r:id="rId11" w:history="1">
              <w:r w:rsidR="00224A10" w:rsidRPr="009C4D88">
                <w:t>https://vetnet.gov.au/Pages/TrainingDocs.aspx?q=78b15323-cd38-483e-aad7-1159b570a5c4</w:t>
              </w:r>
            </w:hyperlink>
            <w:r w:rsidR="00224A10">
              <w:t xml:space="preserve"> </w:t>
            </w: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761F4A4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077F8" w:rsidRPr="00D077F8">
              <w:t>FBPPHM</w:t>
            </w:r>
            <w:r w:rsidR="00DA3DCD">
              <w:t>3</w:t>
            </w:r>
            <w:r w:rsidR="00013A4A">
              <w:t>020</w:t>
            </w:r>
            <w:r w:rsidR="00D077F8" w:rsidRPr="00D077F8">
              <w:t xml:space="preserve"> Apply Good Manufacturing Practice requirements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840E556" w14:textId="77777777" w:rsidR="00224A10" w:rsidRPr="00224A10" w:rsidRDefault="00224A10" w:rsidP="00224A10">
            <w:pPr>
              <w:pStyle w:val="SIText"/>
            </w:pPr>
            <w:r w:rsidRPr="00224A10">
              <w:t xml:space="preserve">An individual demonstrating competency must satisfy </w:t>
            </w:r>
            <w:proofErr w:type="gramStart"/>
            <w:r w:rsidRPr="00224A10">
              <w:t>all of</w:t>
            </w:r>
            <w:proofErr w:type="gramEnd"/>
            <w:r w:rsidRPr="00224A10">
              <w:t xml:space="preserve"> the elements and performance criteria in this unit.</w:t>
            </w:r>
          </w:p>
          <w:p w14:paraId="3E528212" w14:textId="77777777" w:rsidR="00224A10" w:rsidRDefault="00224A10" w:rsidP="00224A10">
            <w:pPr>
              <w:pStyle w:val="SIText"/>
            </w:pPr>
          </w:p>
          <w:p w14:paraId="1CAB144C" w14:textId="42F1A1C0" w:rsidR="00224A10" w:rsidRPr="00F35779" w:rsidRDefault="00224A10" w:rsidP="00F35779">
            <w:pPr>
              <w:pStyle w:val="SIText"/>
            </w:pPr>
            <w:r w:rsidRPr="00224A10">
              <w:t xml:space="preserve">There must be evidence that the individual has applied Good Manufacturing Practice (GMP) requirements, and demonstrated each of the following points </w:t>
            </w:r>
            <w:r w:rsidR="00D005C1" w:rsidRPr="00F35779">
              <w:rPr>
                <w:rStyle w:val="SITemporaryText-blue"/>
                <w:color w:val="auto"/>
                <w:sz w:val="20"/>
              </w:rPr>
              <w:t>on one or more occasions</w:t>
            </w:r>
            <w:r w:rsidRPr="00F35779">
              <w:t>:</w:t>
            </w:r>
          </w:p>
          <w:p w14:paraId="6A366B58" w14:textId="77777777" w:rsidR="00224A10" w:rsidRPr="00224A10" w:rsidRDefault="00224A10" w:rsidP="00224A10">
            <w:pPr>
              <w:pStyle w:val="SIBulletList1"/>
            </w:pPr>
            <w:r w:rsidRPr="00224A10">
              <w:t>read and interpreted relevant instructions and labels applicable to GMP operations, including pictorial and written signs and instructions</w:t>
            </w:r>
          </w:p>
          <w:p w14:paraId="44C0F09A" w14:textId="77777777" w:rsidR="00224A10" w:rsidRPr="00224A10" w:rsidRDefault="00224A10" w:rsidP="00224A10">
            <w:pPr>
              <w:pStyle w:val="SIBulletList1"/>
            </w:pPr>
            <w:r w:rsidRPr="00224A10">
              <w:t>followed workplace information relating to GMP responsibilities</w:t>
            </w:r>
          </w:p>
          <w:p w14:paraId="38DB116C" w14:textId="77777777" w:rsidR="00224A10" w:rsidRPr="00224A10" w:rsidRDefault="00224A10" w:rsidP="00224A10">
            <w:pPr>
              <w:pStyle w:val="SIBulletList1"/>
            </w:pPr>
            <w:r w:rsidRPr="00224A10">
              <w:t>completed forms and reports according to GMP requirements and workplace procedures</w:t>
            </w:r>
          </w:p>
          <w:p w14:paraId="47382F08" w14:textId="77777777" w:rsidR="00224A10" w:rsidRPr="00224A10" w:rsidRDefault="00224A10" w:rsidP="00224A10">
            <w:pPr>
              <w:pStyle w:val="SIBulletList1"/>
            </w:pPr>
            <w:r w:rsidRPr="00224A10">
              <w:t>recorded calculations and test results</w:t>
            </w:r>
          </w:p>
          <w:p w14:paraId="517114BB" w14:textId="77777777" w:rsidR="00224A10" w:rsidRPr="00224A10" w:rsidRDefault="00224A10" w:rsidP="00224A10">
            <w:pPr>
              <w:pStyle w:val="SIBulletList1"/>
            </w:pPr>
            <w:r w:rsidRPr="00224A10">
              <w:t>identified and responded to:</w:t>
            </w:r>
          </w:p>
          <w:p w14:paraId="7A352711" w14:textId="77777777" w:rsidR="00224A10" w:rsidRPr="00224A10" w:rsidRDefault="00224A10" w:rsidP="00224A10">
            <w:pPr>
              <w:pStyle w:val="SIBulletList2"/>
            </w:pPr>
            <w:r w:rsidRPr="00224A10">
              <w:t>out-of-calibration equipment</w:t>
            </w:r>
          </w:p>
          <w:p w14:paraId="6428AEE9" w14:textId="77777777" w:rsidR="00224A10" w:rsidRPr="00224A10" w:rsidRDefault="00224A10" w:rsidP="00224A10">
            <w:pPr>
              <w:pStyle w:val="SIBulletList2"/>
            </w:pPr>
            <w:r w:rsidRPr="00224A10">
              <w:t>out-of-specification or unacceptable raw materials, packaging components, final or part processed product</w:t>
            </w:r>
          </w:p>
          <w:p w14:paraId="07CB04AD" w14:textId="77777777" w:rsidR="00224A10" w:rsidRPr="00224A10" w:rsidRDefault="00224A10" w:rsidP="00224A10">
            <w:pPr>
              <w:pStyle w:val="SIBulletList1"/>
            </w:pPr>
            <w:r w:rsidRPr="00224A10">
              <w:t>maintained workplace cleanliness and tidiness to meet GMP requirements</w:t>
            </w:r>
          </w:p>
          <w:p w14:paraId="127F2722" w14:textId="77777777" w:rsidR="00224A10" w:rsidRPr="00224A10" w:rsidRDefault="00224A10" w:rsidP="00224A10">
            <w:pPr>
              <w:pStyle w:val="SIBulletList1"/>
            </w:pPr>
            <w:r w:rsidRPr="00224A10">
              <w:t>maintained personal hygiene consistent with GMP requirements, including:</w:t>
            </w:r>
          </w:p>
          <w:p w14:paraId="330D055D" w14:textId="77777777" w:rsidR="00224A10" w:rsidRPr="00224A10" w:rsidRDefault="00224A10" w:rsidP="00224A10">
            <w:pPr>
              <w:pStyle w:val="SIBulletList2"/>
            </w:pPr>
            <w:r w:rsidRPr="00224A10">
              <w:t>making team leader or supervisor aware of reportable illness</w:t>
            </w:r>
          </w:p>
          <w:p w14:paraId="15939B9A" w14:textId="77777777" w:rsidR="00224A10" w:rsidRPr="00224A10" w:rsidRDefault="00224A10" w:rsidP="00224A10">
            <w:pPr>
              <w:pStyle w:val="SIBulletList2"/>
            </w:pPr>
            <w:r w:rsidRPr="00224A10">
              <w:t>removal of jewellery</w:t>
            </w:r>
          </w:p>
          <w:p w14:paraId="5AC51C1D" w14:textId="77777777" w:rsidR="00224A10" w:rsidRPr="00224A10" w:rsidRDefault="00224A10" w:rsidP="00224A10">
            <w:pPr>
              <w:pStyle w:val="SIBulletList2"/>
            </w:pPr>
            <w:r w:rsidRPr="00224A10">
              <w:t>removal of makeup</w:t>
            </w:r>
          </w:p>
          <w:p w14:paraId="56D47514" w14:textId="77777777" w:rsidR="00224A10" w:rsidRPr="00224A10" w:rsidRDefault="00224A10" w:rsidP="00224A10">
            <w:pPr>
              <w:pStyle w:val="SIBulletList1"/>
            </w:pPr>
            <w:r w:rsidRPr="00224A10">
              <w:t>cleaned and sanitised hands using recognised procedures for:</w:t>
            </w:r>
          </w:p>
          <w:p w14:paraId="2F9C535D" w14:textId="77777777" w:rsidR="00224A10" w:rsidRPr="00224A10" w:rsidRDefault="00224A10" w:rsidP="00224A10">
            <w:pPr>
              <w:pStyle w:val="SIBulletList2"/>
            </w:pPr>
            <w:r w:rsidRPr="00224A10">
              <w:t>washing with soap and water</w:t>
            </w:r>
          </w:p>
          <w:p w14:paraId="1B36DB1F" w14:textId="77777777" w:rsidR="00224A10" w:rsidRPr="00224A10" w:rsidRDefault="00224A10" w:rsidP="00224A10">
            <w:pPr>
              <w:pStyle w:val="SIBulletList2"/>
            </w:pPr>
            <w:r w:rsidRPr="00224A10">
              <w:t>rubbing with an alcohol-based formulation</w:t>
            </w:r>
          </w:p>
          <w:p w14:paraId="228100EA" w14:textId="77777777" w:rsidR="00224A10" w:rsidRPr="00224A10" w:rsidRDefault="00224A10" w:rsidP="00224A10">
            <w:pPr>
              <w:pStyle w:val="SIBulletList1"/>
            </w:pPr>
            <w:r w:rsidRPr="00224A10">
              <w:t>used personal protective clothing and equipment and contamination prevention clothing according to GMP requirements</w:t>
            </w:r>
          </w:p>
          <w:p w14:paraId="4A0CE3E1" w14:textId="77777777" w:rsidR="00224A10" w:rsidRPr="00224A10" w:rsidRDefault="00224A10" w:rsidP="00224A10">
            <w:pPr>
              <w:pStyle w:val="SIBulletList1"/>
            </w:pPr>
            <w:r w:rsidRPr="00224A10">
              <w:t>provided accurate verbal and written descriptions of incidents or situations that did or could have:</w:t>
            </w:r>
          </w:p>
          <w:p w14:paraId="6B8F0487" w14:textId="77777777" w:rsidR="00224A10" w:rsidRPr="00224A10" w:rsidRDefault="00224A10" w:rsidP="00224A10">
            <w:pPr>
              <w:pStyle w:val="SIBulletList2"/>
            </w:pPr>
            <w:r w:rsidRPr="00224A10">
              <w:t>compromised GMP compliance or product quality</w:t>
            </w:r>
          </w:p>
          <w:p w14:paraId="68ADAE6B" w14:textId="77777777" w:rsidR="00224A10" w:rsidRPr="00224A10" w:rsidRDefault="00224A10" w:rsidP="00224A10">
            <w:pPr>
              <w:pStyle w:val="SIBulletList2"/>
            </w:pPr>
            <w:r w:rsidRPr="00224A10">
              <w:t>provided the potential for product contamination.</w:t>
            </w:r>
          </w:p>
          <w:p w14:paraId="45FF2DED" w14:textId="036BD2F9" w:rsidR="00D077F8" w:rsidRPr="00D077F8" w:rsidRDefault="00D077F8" w:rsidP="00D077F8"/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60338C9A" w14:textId="77777777" w:rsidR="00786232" w:rsidRPr="00786232" w:rsidRDefault="00786232" w:rsidP="00786232">
            <w:pPr>
              <w:pStyle w:val="SIText"/>
            </w:pPr>
            <w:r w:rsidRPr="00786232">
              <w:t>An individual must be able to demonstrate the knowledge required to perform the tasks outlined in the elements and performance criteria of this unit. This includes knowledge of:</w:t>
            </w:r>
          </w:p>
          <w:p w14:paraId="34A5D71F" w14:textId="77777777" w:rsidR="00786232" w:rsidRPr="00786232" w:rsidRDefault="00786232" w:rsidP="00786232">
            <w:pPr>
              <w:pStyle w:val="SIBulletList1"/>
            </w:pPr>
            <w:r w:rsidRPr="00786232">
              <w:t>GMP as a regulatory concept, including regulatory obligations of employees, and the potential implications of non-compliance</w:t>
            </w:r>
          </w:p>
          <w:p w14:paraId="593A9EAC" w14:textId="6025D4E4" w:rsidR="00786232" w:rsidRPr="006129D5" w:rsidRDefault="00C137BA" w:rsidP="00E82E0C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 w:rsidRPr="00E82E0C">
              <w:rPr>
                <w:rStyle w:val="SIStrikethroughtext"/>
                <w:strike w:val="0"/>
                <w:color w:val="auto"/>
              </w:rPr>
              <w:t>a</w:t>
            </w:r>
            <w:r w:rsidR="006129D5" w:rsidRPr="006129D5">
              <w:rPr>
                <w:rStyle w:val="SIStrikethroughtext"/>
                <w:strike w:val="0"/>
                <w:color w:val="auto"/>
              </w:rPr>
              <w:t xml:space="preserve">pplicable </w:t>
            </w:r>
            <w:r w:rsidR="00786232" w:rsidRPr="006129D5">
              <w:rPr>
                <w:rStyle w:val="SIStrikethroughtext"/>
                <w:strike w:val="0"/>
                <w:color w:val="auto"/>
              </w:rPr>
              <w:t>sections of Australian and other applicable regulatory frameworks relevant to pharmaceutical manufacturing:</w:t>
            </w:r>
          </w:p>
          <w:p w14:paraId="6AC9F89E" w14:textId="77777777" w:rsidR="00786232" w:rsidRPr="00F35779" w:rsidRDefault="00786232" w:rsidP="00F35779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r w:rsidRPr="00F35779">
              <w:rPr>
                <w:rStyle w:val="SIStrikethroughtext"/>
                <w:strike w:val="0"/>
                <w:color w:val="auto"/>
              </w:rPr>
              <w:t>Therapeutic Goods Act (TGA)</w:t>
            </w:r>
          </w:p>
          <w:p w14:paraId="61BFE582" w14:textId="77777777" w:rsidR="00786232" w:rsidRPr="00F35779" w:rsidRDefault="00786232" w:rsidP="00F35779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r w:rsidRPr="00F35779">
              <w:rPr>
                <w:rStyle w:val="SIStrikethroughtext"/>
                <w:strike w:val="0"/>
                <w:color w:val="auto"/>
              </w:rPr>
              <w:t>Manufacturing Principles</w:t>
            </w:r>
          </w:p>
          <w:p w14:paraId="1BCF4606" w14:textId="26CCE286" w:rsidR="006129D5" w:rsidRPr="006129D5" w:rsidRDefault="009C50DA" w:rsidP="009C50DA">
            <w:pPr>
              <w:pStyle w:val="SIBulletList2"/>
              <w:rPr>
                <w:rStyle w:val="SIStrikethroughtext"/>
                <w:strike w:val="0"/>
                <w:color w:val="auto"/>
              </w:rPr>
            </w:pPr>
            <w:r w:rsidRPr="009C50DA">
              <w:rPr>
                <w:rStyle w:val="SIStrikethroughtext"/>
                <w:strike w:val="0"/>
                <w:color w:val="auto"/>
              </w:rPr>
              <w:t xml:space="preserve">Guide to </w:t>
            </w:r>
            <w:r w:rsidR="00786232" w:rsidRPr="00F35779">
              <w:rPr>
                <w:rStyle w:val="SIStrikethroughtext"/>
                <w:strike w:val="0"/>
                <w:color w:val="auto"/>
              </w:rPr>
              <w:t>GMP</w:t>
            </w:r>
          </w:p>
          <w:p w14:paraId="6C0498B0" w14:textId="77777777" w:rsidR="00786232" w:rsidRPr="00786232" w:rsidRDefault="00786232" w:rsidP="00786232">
            <w:pPr>
              <w:pStyle w:val="SIBulletList1"/>
            </w:pPr>
            <w:r w:rsidRPr="00786232">
              <w:t>the relationship between GMP and the quality system, including:</w:t>
            </w:r>
          </w:p>
          <w:p w14:paraId="07628842" w14:textId="77777777" w:rsidR="00786232" w:rsidRPr="00786232" w:rsidRDefault="00786232" w:rsidP="00E82E0C">
            <w:pPr>
              <w:pStyle w:val="SIBulletList2"/>
            </w:pPr>
            <w:r w:rsidRPr="00786232">
              <w:t>personnel responsible for designing and managing GMP</w:t>
            </w:r>
          </w:p>
          <w:p w14:paraId="6A120A3D" w14:textId="77777777" w:rsidR="00786232" w:rsidRPr="00786232" w:rsidRDefault="00786232" w:rsidP="00AB1BEC">
            <w:pPr>
              <w:pStyle w:val="SIBulletList2"/>
            </w:pPr>
            <w:r w:rsidRPr="00786232">
              <w:t>personal role to maintain GMP</w:t>
            </w:r>
          </w:p>
          <w:p w14:paraId="511FC430" w14:textId="77777777" w:rsidR="00786232" w:rsidRPr="00786232" w:rsidRDefault="00786232" w:rsidP="00AB1BEC">
            <w:pPr>
              <w:pStyle w:val="SIBulletList2"/>
            </w:pPr>
            <w:r w:rsidRPr="00786232">
              <w:t>the role of internal and external auditors</w:t>
            </w:r>
          </w:p>
          <w:p w14:paraId="4AB65335" w14:textId="77777777" w:rsidR="00786232" w:rsidRPr="00786232" w:rsidRDefault="00786232" w:rsidP="00AB1BEC">
            <w:pPr>
              <w:pStyle w:val="SIBulletList2"/>
            </w:pPr>
            <w:r w:rsidRPr="00786232">
              <w:t>quality procedures</w:t>
            </w:r>
          </w:p>
          <w:p w14:paraId="4FA2F610" w14:textId="77777777" w:rsidR="00786232" w:rsidRPr="00786232" w:rsidRDefault="00786232" w:rsidP="00AB1BEC">
            <w:pPr>
              <w:pStyle w:val="SIBulletList2"/>
            </w:pPr>
            <w:r w:rsidRPr="00786232">
              <w:t>quality assurance</w:t>
            </w:r>
          </w:p>
          <w:p w14:paraId="39C6AD89" w14:textId="77777777" w:rsidR="00786232" w:rsidRPr="00786232" w:rsidRDefault="00786232" w:rsidP="00AB1BEC">
            <w:pPr>
              <w:pStyle w:val="SIBulletList2"/>
            </w:pPr>
            <w:r w:rsidRPr="00786232">
              <w:t>quality control</w:t>
            </w:r>
          </w:p>
          <w:p w14:paraId="15FC45ED" w14:textId="77777777" w:rsidR="00786232" w:rsidRPr="00786232" w:rsidRDefault="00786232" w:rsidP="00AB1BEC">
            <w:pPr>
              <w:pStyle w:val="SIBulletList2"/>
            </w:pPr>
            <w:r w:rsidRPr="00786232">
              <w:t>risk management procedures</w:t>
            </w:r>
          </w:p>
          <w:p w14:paraId="0A1350D2" w14:textId="77777777" w:rsidR="00786232" w:rsidRPr="00786232" w:rsidRDefault="00786232" w:rsidP="00786232">
            <w:pPr>
              <w:pStyle w:val="SIBulletList1"/>
            </w:pPr>
            <w:r w:rsidRPr="00786232">
              <w:t>personal clothing use, storage and disposal requirements and hygiene requirements, including:</w:t>
            </w:r>
          </w:p>
          <w:p w14:paraId="221032DA" w14:textId="77777777" w:rsidR="00786232" w:rsidRPr="00786232" w:rsidRDefault="00786232" w:rsidP="00AB1BEC">
            <w:pPr>
              <w:pStyle w:val="SIBulletList2"/>
            </w:pPr>
            <w:r w:rsidRPr="00786232">
              <w:t>informing team leader or supervisor of reportable illness</w:t>
            </w:r>
          </w:p>
          <w:p w14:paraId="627B8F43" w14:textId="77777777" w:rsidR="00786232" w:rsidRPr="00786232" w:rsidRDefault="00786232" w:rsidP="00AB1BEC">
            <w:pPr>
              <w:pStyle w:val="SIBulletList2"/>
            </w:pPr>
            <w:r w:rsidRPr="00786232">
              <w:t>removal of jewellery</w:t>
            </w:r>
          </w:p>
          <w:p w14:paraId="3933F4C7" w14:textId="77777777" w:rsidR="00786232" w:rsidRPr="00786232" w:rsidRDefault="00786232" w:rsidP="00AB1BEC">
            <w:pPr>
              <w:pStyle w:val="SIBulletList2"/>
            </w:pPr>
            <w:r w:rsidRPr="00786232">
              <w:t>removal of makeup</w:t>
            </w:r>
          </w:p>
          <w:p w14:paraId="19423E4D" w14:textId="77777777" w:rsidR="00786232" w:rsidRPr="00786232" w:rsidRDefault="00786232" w:rsidP="00786232">
            <w:pPr>
              <w:pStyle w:val="SIBulletList1"/>
            </w:pPr>
            <w:r w:rsidRPr="00786232">
              <w:t>personal clothing and footwear requirements for working in and moving between work areas</w:t>
            </w:r>
          </w:p>
          <w:p w14:paraId="1D5CD8CE" w14:textId="77777777" w:rsidR="00786232" w:rsidRPr="00786232" w:rsidRDefault="00786232" w:rsidP="00786232">
            <w:pPr>
              <w:pStyle w:val="SIBulletList1"/>
            </w:pPr>
            <w:r w:rsidRPr="00786232">
              <w:t>workplace cleaning standards and responsibilities relating to own work, including:</w:t>
            </w:r>
          </w:p>
          <w:p w14:paraId="0DF61F98" w14:textId="77777777" w:rsidR="00786232" w:rsidRPr="00786232" w:rsidRDefault="00786232" w:rsidP="006F42C3">
            <w:pPr>
              <w:pStyle w:val="SIBulletList2"/>
            </w:pPr>
            <w:r w:rsidRPr="00786232">
              <w:lastRenderedPageBreak/>
              <w:t>waste collection</w:t>
            </w:r>
          </w:p>
          <w:p w14:paraId="3626CC02" w14:textId="77777777" w:rsidR="00786232" w:rsidRPr="00786232" w:rsidRDefault="00786232" w:rsidP="006F42C3">
            <w:pPr>
              <w:pStyle w:val="SIBulletList2"/>
            </w:pPr>
            <w:r w:rsidRPr="00786232">
              <w:t>recycling, safe handling and disposal for different types of waste</w:t>
            </w:r>
          </w:p>
          <w:p w14:paraId="096D2EA3" w14:textId="77777777" w:rsidR="00786232" w:rsidRPr="00786232" w:rsidRDefault="00786232" w:rsidP="006F42C3">
            <w:pPr>
              <w:pStyle w:val="SIBulletList2"/>
            </w:pPr>
            <w:r w:rsidRPr="00786232">
              <w:t>safe handling and disposal of hazardous waste</w:t>
            </w:r>
          </w:p>
          <w:p w14:paraId="6ECE3364" w14:textId="77777777" w:rsidR="00786232" w:rsidRPr="00786232" w:rsidRDefault="00786232" w:rsidP="00786232">
            <w:pPr>
              <w:pStyle w:val="SIBulletList1"/>
            </w:pPr>
            <w:r w:rsidRPr="00786232">
              <w:t>awareness of common contaminants relevant to the work process, including:</w:t>
            </w:r>
          </w:p>
          <w:p w14:paraId="77967704" w14:textId="77777777" w:rsidR="00786232" w:rsidRPr="00786232" w:rsidRDefault="00786232" w:rsidP="006F42C3">
            <w:pPr>
              <w:pStyle w:val="SIBulletList2"/>
            </w:pPr>
            <w:r w:rsidRPr="00786232">
              <w:t xml:space="preserve">microbiological, from materials, equipment, </w:t>
            </w:r>
            <w:proofErr w:type="gramStart"/>
            <w:r w:rsidRPr="00786232">
              <w:t>environment</w:t>
            </w:r>
            <w:proofErr w:type="gramEnd"/>
            <w:r w:rsidRPr="00786232">
              <w:t xml:space="preserve"> and personnel</w:t>
            </w:r>
          </w:p>
          <w:p w14:paraId="6260BFAC" w14:textId="77777777" w:rsidR="00786232" w:rsidRPr="00786232" w:rsidRDefault="00786232" w:rsidP="006F42C3">
            <w:pPr>
              <w:pStyle w:val="SIBulletList2"/>
            </w:pPr>
            <w:r w:rsidRPr="00786232">
              <w:t xml:space="preserve">physical, from equipment, </w:t>
            </w:r>
            <w:proofErr w:type="gramStart"/>
            <w:r w:rsidRPr="00786232">
              <w:t>environment</w:t>
            </w:r>
            <w:proofErr w:type="gramEnd"/>
            <w:r w:rsidRPr="00786232">
              <w:t xml:space="preserve"> and personnel</w:t>
            </w:r>
          </w:p>
          <w:p w14:paraId="34A626FE" w14:textId="77777777" w:rsidR="00786232" w:rsidRPr="00786232" w:rsidRDefault="00786232" w:rsidP="006F42C3">
            <w:pPr>
              <w:pStyle w:val="SIBulletList2"/>
            </w:pPr>
            <w:r w:rsidRPr="00786232">
              <w:t>chemical, from other products or materials, including cleaning agents</w:t>
            </w:r>
          </w:p>
          <w:p w14:paraId="65329B43" w14:textId="77777777" w:rsidR="00786232" w:rsidRPr="00786232" w:rsidRDefault="00786232" w:rsidP="00786232">
            <w:pPr>
              <w:pStyle w:val="SIBulletList1"/>
            </w:pPr>
            <w:r w:rsidRPr="00786232">
              <w:t>quality control methods and procedures, including the purpose of control and the consequence if not controlled</w:t>
            </w:r>
          </w:p>
          <w:p w14:paraId="617B53FF" w14:textId="77777777" w:rsidR="00786232" w:rsidRPr="00786232" w:rsidRDefault="00786232" w:rsidP="00786232">
            <w:pPr>
              <w:pStyle w:val="SIBulletList1"/>
            </w:pPr>
            <w:r w:rsidRPr="00786232">
              <w:t>properties, handling and storage requirements of raw materials, packaging components and final product</w:t>
            </w:r>
          </w:p>
          <w:p w14:paraId="535244BD" w14:textId="77777777" w:rsidR="00786232" w:rsidRPr="00786232" w:rsidRDefault="00786232" w:rsidP="00786232">
            <w:pPr>
              <w:pStyle w:val="SIBulletList1"/>
            </w:pPr>
            <w:r w:rsidRPr="00786232">
              <w:t>GMP requirements for maintaining plant and process equipment</w:t>
            </w:r>
          </w:p>
          <w:p w14:paraId="1623DE1B" w14:textId="77777777" w:rsidR="00786232" w:rsidRPr="00786232" w:rsidRDefault="00786232" w:rsidP="00786232">
            <w:pPr>
              <w:pStyle w:val="SIBulletList1"/>
            </w:pPr>
            <w:r w:rsidRPr="00786232">
              <w:t>GMP requirements for transferring of equipment and material between areas</w:t>
            </w:r>
          </w:p>
          <w:p w14:paraId="790C644F" w14:textId="77777777" w:rsidR="00786232" w:rsidRPr="00786232" w:rsidRDefault="00786232" w:rsidP="00786232">
            <w:pPr>
              <w:pStyle w:val="SIBulletList1"/>
            </w:pPr>
            <w:r w:rsidRPr="00786232">
              <w:t>GMP requirements for equipment status labelling</w:t>
            </w:r>
          </w:p>
          <w:p w14:paraId="6B7114DF" w14:textId="77777777" w:rsidR="00786232" w:rsidRPr="00786232" w:rsidRDefault="00786232" w:rsidP="00786232">
            <w:pPr>
              <w:pStyle w:val="SIBulletList1"/>
            </w:pPr>
            <w:r w:rsidRPr="00786232">
              <w:t>documentation systems and procedures, including:</w:t>
            </w:r>
          </w:p>
          <w:p w14:paraId="6C3A97AF" w14:textId="77777777" w:rsidR="00786232" w:rsidRPr="00786232" w:rsidRDefault="00786232" w:rsidP="006F42C3">
            <w:pPr>
              <w:pStyle w:val="SIBulletList2"/>
            </w:pPr>
            <w:r w:rsidRPr="00786232">
              <w:t>recordkeeping to meet both workplace and legal requirements</w:t>
            </w:r>
          </w:p>
          <w:p w14:paraId="1EDA0B57" w14:textId="77777777" w:rsidR="00786232" w:rsidRPr="00786232" w:rsidRDefault="00786232" w:rsidP="006F42C3">
            <w:pPr>
              <w:pStyle w:val="SIBulletList2"/>
            </w:pPr>
            <w:r w:rsidRPr="00786232">
              <w:t>responsibilities for reporting and recording information</w:t>
            </w:r>
          </w:p>
          <w:p w14:paraId="2DF1B856" w14:textId="77777777" w:rsidR="00786232" w:rsidRPr="00786232" w:rsidRDefault="00786232" w:rsidP="006F42C3">
            <w:pPr>
              <w:pStyle w:val="SIBulletList2"/>
            </w:pPr>
            <w:r w:rsidRPr="00786232">
              <w:t>batch documentation</w:t>
            </w:r>
          </w:p>
          <w:p w14:paraId="2D3989C5" w14:textId="77777777" w:rsidR="00786232" w:rsidRPr="00786232" w:rsidRDefault="00786232" w:rsidP="006F42C3">
            <w:pPr>
              <w:pStyle w:val="SIBulletList2"/>
            </w:pPr>
            <w:r w:rsidRPr="00786232">
              <w:t>cleaning records</w:t>
            </w:r>
          </w:p>
          <w:p w14:paraId="13670BD5" w14:textId="77777777" w:rsidR="00786232" w:rsidRPr="00786232" w:rsidRDefault="00786232" w:rsidP="006F42C3">
            <w:pPr>
              <w:pStyle w:val="SIBulletList2"/>
            </w:pPr>
            <w:r w:rsidRPr="00786232">
              <w:t>training records</w:t>
            </w:r>
          </w:p>
          <w:p w14:paraId="733DA5DF" w14:textId="77777777" w:rsidR="00786232" w:rsidRPr="00786232" w:rsidRDefault="00786232" w:rsidP="006F42C3">
            <w:pPr>
              <w:pStyle w:val="SIBulletList2"/>
            </w:pPr>
            <w:r w:rsidRPr="00786232">
              <w:t>product and materials traceability procedures</w:t>
            </w:r>
          </w:p>
          <w:p w14:paraId="1F113E65" w14:textId="77777777" w:rsidR="00786232" w:rsidRPr="00786232" w:rsidRDefault="00786232" w:rsidP="006F42C3">
            <w:pPr>
              <w:pStyle w:val="SIBulletList2"/>
            </w:pPr>
            <w:r w:rsidRPr="00786232">
              <w:t>controls and methods for ensuring electronic data integrity and paper data integrity</w:t>
            </w:r>
          </w:p>
          <w:p w14:paraId="73936F32" w14:textId="77777777" w:rsidR="00786232" w:rsidRPr="00786232" w:rsidRDefault="00786232" w:rsidP="006F42C3">
            <w:pPr>
              <w:pStyle w:val="SIBulletList2"/>
            </w:pPr>
            <w:r w:rsidRPr="00786232">
              <w:t>significance of certifying and verifying GMP records</w:t>
            </w:r>
          </w:p>
          <w:p w14:paraId="7A1DCE71" w14:textId="77777777" w:rsidR="00786232" w:rsidRPr="00786232" w:rsidRDefault="00786232" w:rsidP="00786232">
            <w:pPr>
              <w:pStyle w:val="SIBulletList1"/>
            </w:pPr>
            <w:r w:rsidRPr="00786232">
              <w:t>procedures for responding to out-of-specification or unacceptable process performance or outcomes</w:t>
            </w:r>
          </w:p>
          <w:p w14:paraId="6485B9DD" w14:textId="77777777" w:rsidR="00786232" w:rsidRPr="00786232" w:rsidRDefault="00786232" w:rsidP="00786232">
            <w:pPr>
              <w:pStyle w:val="SIBulletList1"/>
            </w:pPr>
            <w:r w:rsidRPr="00786232">
              <w:t>awareness of controls to protect personnel and the environment from contamination by products and materials.</w:t>
            </w:r>
          </w:p>
          <w:p w14:paraId="76B3A9E7" w14:textId="4873BFC3" w:rsidR="00D077F8" w:rsidRPr="00D077F8" w:rsidRDefault="00D077F8" w:rsidP="00D077F8"/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1E74CD6E" w14:textId="77777777" w:rsidR="0071409D" w:rsidRPr="0071409D" w:rsidRDefault="0071409D" w:rsidP="0071409D">
            <w:pPr>
              <w:pStyle w:val="SIText"/>
            </w:pPr>
            <w:r w:rsidRPr="0071409D">
              <w:t>Assessment of skills must take place under the following conditions:</w:t>
            </w:r>
          </w:p>
          <w:p w14:paraId="01F9A568" w14:textId="77777777" w:rsidR="0071409D" w:rsidRPr="0071409D" w:rsidRDefault="0071409D" w:rsidP="0071409D">
            <w:pPr>
              <w:pStyle w:val="SIBulletList1"/>
            </w:pPr>
            <w:r w:rsidRPr="0071409D">
              <w:t>physical conditions:</w:t>
            </w:r>
          </w:p>
          <w:p w14:paraId="614B3798" w14:textId="77777777" w:rsidR="0071409D" w:rsidRPr="0071409D" w:rsidRDefault="0071409D" w:rsidP="0071409D">
            <w:pPr>
              <w:pStyle w:val="SIBulletList2"/>
            </w:pPr>
            <w:r w:rsidRPr="0071409D">
              <w:t>a pharmaceutical manufacturing workplace or an environment that accurately represents workplace conditions</w:t>
            </w:r>
          </w:p>
          <w:p w14:paraId="1DA0BC3F" w14:textId="77777777" w:rsidR="0071409D" w:rsidRPr="0071409D" w:rsidRDefault="0071409D" w:rsidP="0071409D">
            <w:pPr>
              <w:pStyle w:val="SIBulletList1"/>
            </w:pPr>
            <w:r w:rsidRPr="0071409D">
              <w:t xml:space="preserve">resources, </w:t>
            </w:r>
            <w:proofErr w:type="gramStart"/>
            <w:r w:rsidRPr="0071409D">
              <w:t>equipment</w:t>
            </w:r>
            <w:proofErr w:type="gramEnd"/>
            <w:r w:rsidRPr="0071409D">
              <w:t xml:space="preserve"> and materials:</w:t>
            </w:r>
          </w:p>
          <w:p w14:paraId="3A626C8B" w14:textId="77777777" w:rsidR="0071409D" w:rsidRPr="0071409D" w:rsidRDefault="0071409D" w:rsidP="0071409D">
            <w:pPr>
              <w:pStyle w:val="SIBulletList2"/>
            </w:pPr>
            <w:r w:rsidRPr="0071409D">
              <w:t>personal protective equipment and contamination prevention clothing</w:t>
            </w:r>
          </w:p>
          <w:p w14:paraId="6CEAD80D" w14:textId="77777777" w:rsidR="0071409D" w:rsidRPr="0071409D" w:rsidRDefault="0071409D" w:rsidP="0071409D">
            <w:pPr>
              <w:pStyle w:val="SIBulletList2"/>
            </w:pPr>
            <w:r w:rsidRPr="0071409D">
              <w:t>alcohol based hand cleanser</w:t>
            </w:r>
          </w:p>
          <w:p w14:paraId="086F5679" w14:textId="77777777" w:rsidR="0071409D" w:rsidRPr="0071409D" w:rsidRDefault="0071409D" w:rsidP="0071409D">
            <w:pPr>
              <w:pStyle w:val="SIBulletList2"/>
            </w:pPr>
            <w:r w:rsidRPr="0071409D">
              <w:t>soap and water</w:t>
            </w:r>
          </w:p>
          <w:p w14:paraId="32551B3A" w14:textId="599D5677" w:rsidR="0071409D" w:rsidRPr="0071409D" w:rsidRDefault="0071409D" w:rsidP="0071409D">
            <w:pPr>
              <w:pStyle w:val="SIBulletList2"/>
            </w:pPr>
            <w:r w:rsidRPr="0071409D">
              <w:t>pharmaceutical production and packaging equipment</w:t>
            </w:r>
          </w:p>
          <w:p w14:paraId="06024D8D" w14:textId="77777777" w:rsidR="0071409D" w:rsidRPr="0071409D" w:rsidRDefault="0071409D" w:rsidP="0071409D">
            <w:pPr>
              <w:pStyle w:val="SIBulletList1"/>
            </w:pPr>
            <w:r w:rsidRPr="0071409D">
              <w:t>specifications:</w:t>
            </w:r>
          </w:p>
          <w:p w14:paraId="2165C6A8" w14:textId="77777777" w:rsidR="0071409D" w:rsidRPr="0071409D" w:rsidRDefault="0071409D" w:rsidP="0071409D">
            <w:pPr>
              <w:pStyle w:val="SIBulletList2"/>
            </w:pPr>
            <w:r w:rsidRPr="0071409D">
              <w:t>GMP requirements</w:t>
            </w:r>
          </w:p>
          <w:p w14:paraId="5882E9DB" w14:textId="77777777" w:rsidR="0071409D" w:rsidRPr="0071409D" w:rsidRDefault="0071409D" w:rsidP="0071409D">
            <w:pPr>
              <w:pStyle w:val="SIBulletList2"/>
            </w:pPr>
            <w:r w:rsidRPr="0071409D">
              <w:t>workplace reporting procedures</w:t>
            </w:r>
          </w:p>
          <w:p w14:paraId="315253B2" w14:textId="77777777" w:rsidR="0071409D" w:rsidRPr="0071409D" w:rsidRDefault="0071409D" w:rsidP="0071409D">
            <w:pPr>
              <w:pStyle w:val="SIBulletList2"/>
            </w:pPr>
            <w:r w:rsidRPr="0071409D">
              <w:t>workplace procedures related to GMP</w:t>
            </w:r>
          </w:p>
          <w:p w14:paraId="3E61A509" w14:textId="77777777" w:rsidR="0071409D" w:rsidRPr="0071409D" w:rsidRDefault="0071409D" w:rsidP="0071409D">
            <w:pPr>
              <w:pStyle w:val="SIBulletList2"/>
            </w:pPr>
            <w:r w:rsidRPr="0071409D">
              <w:t>workplace biosecurity requirements</w:t>
            </w:r>
          </w:p>
          <w:p w14:paraId="43052E26" w14:textId="77777777" w:rsidR="0071409D" w:rsidRPr="0071409D" w:rsidRDefault="0071409D" w:rsidP="0071409D">
            <w:pPr>
              <w:pStyle w:val="SIBulletList2"/>
            </w:pPr>
            <w:r w:rsidRPr="0071409D">
              <w:t>workplace environmental procedures.</w:t>
            </w:r>
          </w:p>
          <w:p w14:paraId="75786433" w14:textId="77777777" w:rsidR="0071409D" w:rsidRDefault="0071409D" w:rsidP="0071409D">
            <w:pPr>
              <w:pStyle w:val="SIText"/>
            </w:pPr>
          </w:p>
          <w:p w14:paraId="38C84684" w14:textId="1006F1D6" w:rsidR="0071409D" w:rsidRPr="0071409D" w:rsidRDefault="0071409D" w:rsidP="0071409D">
            <w:pPr>
              <w:pStyle w:val="SIText"/>
            </w:pPr>
            <w:r w:rsidRPr="0071409D">
              <w:t>Assessors of this unit must satisfy the requirements for assessors in applicable vocational education and training legislation, frameworks and/or standards.</w:t>
            </w:r>
          </w:p>
          <w:p w14:paraId="3B1AAAC4" w14:textId="77777777" w:rsidR="00D077F8" w:rsidRPr="00D077F8" w:rsidRDefault="00D077F8" w:rsidP="00D077F8">
            <w:pPr>
              <w:rPr>
                <w:rFonts w:eastAsia="Calibri"/>
              </w:rPr>
            </w:pPr>
          </w:p>
          <w:p w14:paraId="216B74B3" w14:textId="540E13CE" w:rsidR="00D077F8" w:rsidRPr="005404CB" w:rsidRDefault="00D077F8" w:rsidP="00D077F8">
            <w:pPr>
              <w:pStyle w:val="SIBulletList2"/>
              <w:numPr>
                <w:ilvl w:val="0"/>
                <w:numId w:val="0"/>
              </w:numPr>
              <w:ind w:left="714" w:hanging="357"/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D6ADBF3" w14:textId="3E648DBF" w:rsidR="00D077F8" w:rsidRPr="005404CB" w:rsidRDefault="00224A10" w:rsidP="005404CB">
            <w:pPr>
              <w:pStyle w:val="SIText"/>
            </w:pPr>
            <w:r w:rsidRPr="00224A10">
              <w:t>https://vetnet.gov.au/Pages/TrainingDocs.aspx?q=78b15323-cd38-483e-aad7-1159b570a5c4</w:t>
            </w: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D08F7" w14:textId="77777777" w:rsidR="00727409" w:rsidRDefault="00727409" w:rsidP="00BF3F0A">
      <w:r>
        <w:separator/>
      </w:r>
    </w:p>
    <w:p w14:paraId="6E4D9E74" w14:textId="77777777" w:rsidR="00727409" w:rsidRDefault="00727409"/>
  </w:endnote>
  <w:endnote w:type="continuationSeparator" w:id="0">
    <w:p w14:paraId="421B8B95" w14:textId="77777777" w:rsidR="00727409" w:rsidRDefault="00727409" w:rsidP="00BF3F0A">
      <w:r>
        <w:continuationSeparator/>
      </w:r>
    </w:p>
    <w:p w14:paraId="35C69D9C" w14:textId="77777777" w:rsidR="00727409" w:rsidRDefault="007274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7AC01" w14:textId="77777777" w:rsidR="00727409" w:rsidRDefault="00727409" w:rsidP="00BF3F0A">
      <w:r>
        <w:separator/>
      </w:r>
    </w:p>
    <w:p w14:paraId="534E95FA" w14:textId="77777777" w:rsidR="00727409" w:rsidRDefault="00727409"/>
  </w:footnote>
  <w:footnote w:type="continuationSeparator" w:id="0">
    <w:p w14:paraId="0D90C018" w14:textId="77777777" w:rsidR="00727409" w:rsidRDefault="00727409" w:rsidP="00BF3F0A">
      <w:r>
        <w:continuationSeparator/>
      </w:r>
    </w:p>
    <w:p w14:paraId="05260E5F" w14:textId="77777777" w:rsidR="00727409" w:rsidRDefault="007274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34B6E2C4" w:rsidR="009C2650" w:rsidRPr="000754EC" w:rsidRDefault="00727409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E6F9D" w:rsidRPr="00AE6F9D">
      <w:t xml:space="preserve"> FBPPHM3</w:t>
    </w:r>
    <w:r w:rsidR="00013A4A">
      <w:t>020</w:t>
    </w:r>
    <w:r w:rsidR="00AE6F9D" w:rsidRPr="00AE6F9D">
      <w:t xml:space="preserve"> Apply Good Manufacturing Practice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4477F2"/>
    <w:multiLevelType w:val="multilevel"/>
    <w:tmpl w:val="89E8FB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27CAA"/>
    <w:multiLevelType w:val="multilevel"/>
    <w:tmpl w:val="D52A28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D507C0"/>
    <w:multiLevelType w:val="multilevel"/>
    <w:tmpl w:val="270EA4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C2889"/>
    <w:multiLevelType w:val="multilevel"/>
    <w:tmpl w:val="A1466C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F82946"/>
    <w:multiLevelType w:val="multilevel"/>
    <w:tmpl w:val="24C61B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37122"/>
    <w:multiLevelType w:val="multilevel"/>
    <w:tmpl w:val="05C490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6265DF5"/>
    <w:multiLevelType w:val="multilevel"/>
    <w:tmpl w:val="7922A2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831345"/>
    <w:multiLevelType w:val="multilevel"/>
    <w:tmpl w:val="F8406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137701"/>
    <w:multiLevelType w:val="multilevel"/>
    <w:tmpl w:val="41E2FF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DE1583"/>
    <w:multiLevelType w:val="multilevel"/>
    <w:tmpl w:val="C9184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2A6511"/>
    <w:multiLevelType w:val="multilevel"/>
    <w:tmpl w:val="23AC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7C7D0F"/>
    <w:multiLevelType w:val="multilevel"/>
    <w:tmpl w:val="FF9479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2923F1B"/>
    <w:multiLevelType w:val="multilevel"/>
    <w:tmpl w:val="705E5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C60128"/>
    <w:multiLevelType w:val="multilevel"/>
    <w:tmpl w:val="F3545E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1C3E1B"/>
    <w:multiLevelType w:val="multilevel"/>
    <w:tmpl w:val="9DB499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200ABD"/>
    <w:multiLevelType w:val="multilevel"/>
    <w:tmpl w:val="4E3CC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212591"/>
    <w:multiLevelType w:val="multilevel"/>
    <w:tmpl w:val="E5A0BE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B003B1"/>
    <w:multiLevelType w:val="multilevel"/>
    <w:tmpl w:val="7C126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78798B"/>
    <w:multiLevelType w:val="multilevel"/>
    <w:tmpl w:val="15863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943F27"/>
    <w:multiLevelType w:val="multilevel"/>
    <w:tmpl w:val="FFE240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D44253"/>
    <w:multiLevelType w:val="multilevel"/>
    <w:tmpl w:val="45FAF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2D3A75"/>
    <w:multiLevelType w:val="multilevel"/>
    <w:tmpl w:val="A44C8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470176C"/>
    <w:multiLevelType w:val="multilevel"/>
    <w:tmpl w:val="805A83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4C5481A"/>
    <w:multiLevelType w:val="multilevel"/>
    <w:tmpl w:val="C506E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7701F71"/>
    <w:multiLevelType w:val="multilevel"/>
    <w:tmpl w:val="D38AE4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CD6905"/>
    <w:multiLevelType w:val="multilevel"/>
    <w:tmpl w:val="78143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F0335"/>
    <w:multiLevelType w:val="multilevel"/>
    <w:tmpl w:val="4B16E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6612751"/>
    <w:multiLevelType w:val="multilevel"/>
    <w:tmpl w:val="09AE91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DD5DB7"/>
    <w:multiLevelType w:val="multilevel"/>
    <w:tmpl w:val="DF16CE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974312"/>
    <w:multiLevelType w:val="multilevel"/>
    <w:tmpl w:val="B8D8E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B413786"/>
    <w:multiLevelType w:val="multilevel"/>
    <w:tmpl w:val="B9987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D283629"/>
    <w:multiLevelType w:val="multilevel"/>
    <w:tmpl w:val="F9B8AB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2"/>
  </w:num>
  <w:num w:numId="3">
    <w:abstractNumId w:val="6"/>
  </w:num>
  <w:num w:numId="4">
    <w:abstractNumId w:val="40"/>
  </w:num>
  <w:num w:numId="5">
    <w:abstractNumId w:val="3"/>
  </w:num>
  <w:num w:numId="6">
    <w:abstractNumId w:val="19"/>
  </w:num>
  <w:num w:numId="7">
    <w:abstractNumId w:val="4"/>
  </w:num>
  <w:num w:numId="8">
    <w:abstractNumId w:val="0"/>
  </w:num>
  <w:num w:numId="9">
    <w:abstractNumId w:val="39"/>
  </w:num>
  <w:num w:numId="10">
    <w:abstractNumId w:val="24"/>
  </w:num>
  <w:num w:numId="11">
    <w:abstractNumId w:val="37"/>
  </w:num>
  <w:num w:numId="12">
    <w:abstractNumId w:val="32"/>
  </w:num>
  <w:num w:numId="13">
    <w:abstractNumId w:val="41"/>
  </w:num>
  <w:num w:numId="14">
    <w:abstractNumId w:val="8"/>
  </w:num>
  <w:num w:numId="15">
    <w:abstractNumId w:val="10"/>
  </w:num>
  <w:num w:numId="16">
    <w:abstractNumId w:val="42"/>
  </w:num>
  <w:num w:numId="17">
    <w:abstractNumId w:val="2"/>
  </w:num>
  <w:num w:numId="18">
    <w:abstractNumId w:val="9"/>
  </w:num>
  <w:num w:numId="19">
    <w:abstractNumId w:val="45"/>
  </w:num>
  <w:num w:numId="20">
    <w:abstractNumId w:val="34"/>
  </w:num>
  <w:num w:numId="21">
    <w:abstractNumId w:val="21"/>
  </w:num>
  <w:num w:numId="22">
    <w:abstractNumId w:val="46"/>
  </w:num>
  <w:num w:numId="23">
    <w:abstractNumId w:val="36"/>
  </w:num>
  <w:num w:numId="24">
    <w:abstractNumId w:val="33"/>
  </w:num>
  <w:num w:numId="25">
    <w:abstractNumId w:val="30"/>
  </w:num>
  <w:num w:numId="26">
    <w:abstractNumId w:val="29"/>
  </w:num>
  <w:num w:numId="27">
    <w:abstractNumId w:val="16"/>
  </w:num>
  <w:num w:numId="28">
    <w:abstractNumId w:val="38"/>
  </w:num>
  <w:num w:numId="29">
    <w:abstractNumId w:val="18"/>
  </w:num>
  <w:num w:numId="30">
    <w:abstractNumId w:val="1"/>
  </w:num>
  <w:num w:numId="31">
    <w:abstractNumId w:val="26"/>
  </w:num>
  <w:num w:numId="32">
    <w:abstractNumId w:val="43"/>
  </w:num>
  <w:num w:numId="33">
    <w:abstractNumId w:val="35"/>
  </w:num>
  <w:num w:numId="34">
    <w:abstractNumId w:val="13"/>
  </w:num>
  <w:num w:numId="35">
    <w:abstractNumId w:val="28"/>
  </w:num>
  <w:num w:numId="36">
    <w:abstractNumId w:val="47"/>
  </w:num>
  <w:num w:numId="37">
    <w:abstractNumId w:val="31"/>
  </w:num>
  <w:num w:numId="38">
    <w:abstractNumId w:val="5"/>
  </w:num>
  <w:num w:numId="39">
    <w:abstractNumId w:val="14"/>
  </w:num>
  <w:num w:numId="40">
    <w:abstractNumId w:val="22"/>
  </w:num>
  <w:num w:numId="41">
    <w:abstractNumId w:val="15"/>
  </w:num>
  <w:num w:numId="42">
    <w:abstractNumId w:val="27"/>
  </w:num>
  <w:num w:numId="43">
    <w:abstractNumId w:val="7"/>
  </w:num>
  <w:num w:numId="44">
    <w:abstractNumId w:val="44"/>
  </w:num>
  <w:num w:numId="45">
    <w:abstractNumId w:val="17"/>
  </w:num>
  <w:num w:numId="46">
    <w:abstractNumId w:val="25"/>
  </w:num>
  <w:num w:numId="47">
    <w:abstractNumId w:val="23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3A4A"/>
    <w:rsid w:val="00016803"/>
    <w:rsid w:val="00023992"/>
    <w:rsid w:val="000275AE"/>
    <w:rsid w:val="00041E59"/>
    <w:rsid w:val="0005354F"/>
    <w:rsid w:val="00064BFE"/>
    <w:rsid w:val="00070B3E"/>
    <w:rsid w:val="00071F95"/>
    <w:rsid w:val="000737BB"/>
    <w:rsid w:val="00074E47"/>
    <w:rsid w:val="000754EC"/>
    <w:rsid w:val="00084143"/>
    <w:rsid w:val="0008789A"/>
    <w:rsid w:val="0009093B"/>
    <w:rsid w:val="000A5441"/>
    <w:rsid w:val="000B2022"/>
    <w:rsid w:val="000C149A"/>
    <w:rsid w:val="000C224E"/>
    <w:rsid w:val="000C3139"/>
    <w:rsid w:val="000E25E6"/>
    <w:rsid w:val="000E2C86"/>
    <w:rsid w:val="000F29F2"/>
    <w:rsid w:val="00101659"/>
    <w:rsid w:val="00105AEA"/>
    <w:rsid w:val="001078BF"/>
    <w:rsid w:val="00127ED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591"/>
    <w:rsid w:val="00224A10"/>
    <w:rsid w:val="00233143"/>
    <w:rsid w:val="00234444"/>
    <w:rsid w:val="00242293"/>
    <w:rsid w:val="002425C9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39DE"/>
    <w:rsid w:val="002C55E9"/>
    <w:rsid w:val="002D0C8B"/>
    <w:rsid w:val="002D330A"/>
    <w:rsid w:val="002E170C"/>
    <w:rsid w:val="002E193E"/>
    <w:rsid w:val="00305EFF"/>
    <w:rsid w:val="00310A6A"/>
    <w:rsid w:val="003144E6"/>
    <w:rsid w:val="0033579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D53"/>
    <w:rsid w:val="003C13AE"/>
    <w:rsid w:val="003C7152"/>
    <w:rsid w:val="003D2E73"/>
    <w:rsid w:val="003D7507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80C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778F"/>
    <w:rsid w:val="00583902"/>
    <w:rsid w:val="005A1D70"/>
    <w:rsid w:val="005A3AA5"/>
    <w:rsid w:val="005A6C9C"/>
    <w:rsid w:val="005A74DC"/>
    <w:rsid w:val="005B4C7D"/>
    <w:rsid w:val="005B5146"/>
    <w:rsid w:val="005C5233"/>
    <w:rsid w:val="005C63B0"/>
    <w:rsid w:val="005D1AFD"/>
    <w:rsid w:val="005E51E6"/>
    <w:rsid w:val="005F027A"/>
    <w:rsid w:val="005F33CC"/>
    <w:rsid w:val="005F771F"/>
    <w:rsid w:val="006121D4"/>
    <w:rsid w:val="006129D5"/>
    <w:rsid w:val="00613B49"/>
    <w:rsid w:val="00616845"/>
    <w:rsid w:val="00620E8E"/>
    <w:rsid w:val="00633CFE"/>
    <w:rsid w:val="00634FCA"/>
    <w:rsid w:val="00643D1B"/>
    <w:rsid w:val="006452B8"/>
    <w:rsid w:val="00652E62"/>
    <w:rsid w:val="00685FB4"/>
    <w:rsid w:val="00686A49"/>
    <w:rsid w:val="00687B62"/>
    <w:rsid w:val="00690C44"/>
    <w:rsid w:val="00692D3B"/>
    <w:rsid w:val="00695C89"/>
    <w:rsid w:val="006969D9"/>
    <w:rsid w:val="00696E31"/>
    <w:rsid w:val="006A2B68"/>
    <w:rsid w:val="006B163A"/>
    <w:rsid w:val="006B439A"/>
    <w:rsid w:val="006C03A6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705EEC"/>
    <w:rsid w:val="007075A7"/>
    <w:rsid w:val="00707741"/>
    <w:rsid w:val="007134FE"/>
    <w:rsid w:val="0071409D"/>
    <w:rsid w:val="00715794"/>
    <w:rsid w:val="00717385"/>
    <w:rsid w:val="0072253B"/>
    <w:rsid w:val="00722769"/>
    <w:rsid w:val="00725801"/>
    <w:rsid w:val="0072740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232"/>
    <w:rsid w:val="00786DC8"/>
    <w:rsid w:val="007A300D"/>
    <w:rsid w:val="007D5A78"/>
    <w:rsid w:val="007E3BD1"/>
    <w:rsid w:val="007F1563"/>
    <w:rsid w:val="007F1EB2"/>
    <w:rsid w:val="007F237F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06D9"/>
    <w:rsid w:val="008E260C"/>
    <w:rsid w:val="008E39BE"/>
    <w:rsid w:val="008E62EC"/>
    <w:rsid w:val="008F32F6"/>
    <w:rsid w:val="008F61D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50DA"/>
    <w:rsid w:val="009D15E2"/>
    <w:rsid w:val="009D15FE"/>
    <w:rsid w:val="009D5D2C"/>
    <w:rsid w:val="009E07F7"/>
    <w:rsid w:val="009E6A07"/>
    <w:rsid w:val="009F0DCC"/>
    <w:rsid w:val="009F11CA"/>
    <w:rsid w:val="00A0695B"/>
    <w:rsid w:val="00A07F67"/>
    <w:rsid w:val="00A13052"/>
    <w:rsid w:val="00A216A8"/>
    <w:rsid w:val="00A223A6"/>
    <w:rsid w:val="00A238B4"/>
    <w:rsid w:val="00A3639E"/>
    <w:rsid w:val="00A5092E"/>
    <w:rsid w:val="00A554D6"/>
    <w:rsid w:val="00A56E14"/>
    <w:rsid w:val="00A6476B"/>
    <w:rsid w:val="00A76C6C"/>
    <w:rsid w:val="00A87356"/>
    <w:rsid w:val="00A905D9"/>
    <w:rsid w:val="00A90E6D"/>
    <w:rsid w:val="00A92DD1"/>
    <w:rsid w:val="00A94244"/>
    <w:rsid w:val="00AA5338"/>
    <w:rsid w:val="00AA5D02"/>
    <w:rsid w:val="00AB1B8E"/>
    <w:rsid w:val="00AB1BEC"/>
    <w:rsid w:val="00AB3EC1"/>
    <w:rsid w:val="00AB46DE"/>
    <w:rsid w:val="00AC0696"/>
    <w:rsid w:val="00AC2838"/>
    <w:rsid w:val="00AC4C98"/>
    <w:rsid w:val="00AC5F6B"/>
    <w:rsid w:val="00AD3896"/>
    <w:rsid w:val="00AD5B47"/>
    <w:rsid w:val="00AE1ED9"/>
    <w:rsid w:val="00AE32CB"/>
    <w:rsid w:val="00AE6F9D"/>
    <w:rsid w:val="00AF3957"/>
    <w:rsid w:val="00B0712C"/>
    <w:rsid w:val="00B12013"/>
    <w:rsid w:val="00B122DE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37BA"/>
    <w:rsid w:val="00C143C3"/>
    <w:rsid w:val="00C1739B"/>
    <w:rsid w:val="00C21ADE"/>
    <w:rsid w:val="00C23D97"/>
    <w:rsid w:val="00C26067"/>
    <w:rsid w:val="00C30A29"/>
    <w:rsid w:val="00C317DC"/>
    <w:rsid w:val="00C46BBF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0D74"/>
    <w:rsid w:val="00CD4E9D"/>
    <w:rsid w:val="00CD4F4D"/>
    <w:rsid w:val="00CE7D19"/>
    <w:rsid w:val="00CF0CF5"/>
    <w:rsid w:val="00CF2B3E"/>
    <w:rsid w:val="00D005C1"/>
    <w:rsid w:val="00D0201F"/>
    <w:rsid w:val="00D03685"/>
    <w:rsid w:val="00D058EA"/>
    <w:rsid w:val="00D077F8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3DCD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82E0C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5779"/>
    <w:rsid w:val="00F4181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278"/>
    <w:rsid w:val="00FB232E"/>
    <w:rsid w:val="00FB751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B163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54F6FE9299B4CB09264280BA327D1" ma:contentTypeVersion="" ma:contentTypeDescription="Create a new document." ma:contentTypeScope="" ma:versionID="6bd25346d7d81ffe8bd4fc94573dbcd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f507365-a8c1-4c5c-b604-ba2aeb385f29" targetNamespace="http://schemas.microsoft.com/office/2006/metadata/properties" ma:root="true" ma:fieldsID="d23a5b1eee9bcffdf9f4431864cfe43d" ns1:_="" ns2:_="" ns3:_="">
    <xsd:import namespace="http://schemas.microsoft.com/sharepoint/v3"/>
    <xsd:import namespace="d50bbff7-d6dd-47d2-864a-cfdc2c3db0f4"/>
    <xsd:import namespace="2f507365-a8c1-4c5c-b604-ba2aeb385f2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507365-a8c1-4c5c-b604-ba2aeb38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547FE4-0E2A-4D00-B2EE-C62ACA676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f507365-a8c1-4c5c-b604-ba2aeb38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166</TotalTime>
  <Pages>5</Pages>
  <Words>1413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Eleftheria Barzouca-Evans</cp:lastModifiedBy>
  <cp:revision>17</cp:revision>
  <cp:lastPrinted>2016-05-27T05:21:00Z</cp:lastPrinted>
  <dcterms:created xsi:type="dcterms:W3CDTF">2021-10-28T03:25:00Z</dcterms:created>
  <dcterms:modified xsi:type="dcterms:W3CDTF">2021-12-17T00:57:00Z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0x0101006F654F6FE9299B4CB09264280BA327D1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