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06103C2" w:rsidR="008A012F" w:rsidRPr="004F68DB" w:rsidRDefault="008A012F" w:rsidP="004F68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8DB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0AFD476" w:rsidR="008A012F" w:rsidRPr="004F68DB" w:rsidRDefault="008A012F" w:rsidP="004F68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8D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F68DB" w:rsidRPr="004F68DB">
              <w:t>AHC Agriculture, Horticulture and Conservation and Land Management</w:t>
            </w:r>
            <w:r w:rsidR="002B65F4" w:rsidRPr="004F68DB">
              <w:rPr>
                <w:rStyle w:val="SITemporaryText-blue"/>
                <w:color w:val="auto"/>
                <w:sz w:val="20"/>
              </w:rPr>
              <w:t xml:space="preserve"> </w:t>
            </w:r>
            <w:r w:rsidRPr="004F68DB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C834BE" w:rsidRPr="00C834BE">
              <w:t>9</w:t>
            </w:r>
            <w:r w:rsidRPr="004F68D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D35524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C834BE">
              <w:t>20</w:t>
            </w:r>
          </w:p>
        </w:tc>
        <w:tc>
          <w:tcPr>
            <w:tcW w:w="3604" w:type="pct"/>
            <w:shd w:val="clear" w:color="auto" w:fill="auto"/>
          </w:tcPr>
          <w:p w14:paraId="5DC38CF2" w14:textId="24E7CD1D" w:rsidR="00F1480E" w:rsidRPr="001244E8" w:rsidRDefault="00B36AC8">
            <w:pPr>
              <w:pStyle w:val="SIUnittitle"/>
            </w:pPr>
            <w:r w:rsidRPr="001244E8">
              <w:t xml:space="preserve">Develop workplace policy and procedures for </w:t>
            </w:r>
            <w:r w:rsidR="001244E8" w:rsidRPr="00C72CB8">
              <w:rPr>
                <w:rStyle w:val="SITemporaryText-blue"/>
                <w:color w:val="auto"/>
              </w:rPr>
              <w:t xml:space="preserve">environment and </w:t>
            </w:r>
            <w:r w:rsidRPr="001244E8">
              <w:t>sustainability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AC401" w14:textId="1F45FE83" w:rsidR="00F70747" w:rsidRPr="00F70747" w:rsidRDefault="00F70747" w:rsidP="00F70747">
            <w:r w:rsidRPr="00F70747">
              <w:t xml:space="preserve">This unit of competency describes the skills and knowledge required to develop workplace policy and procedures for </w:t>
            </w:r>
            <w:r w:rsidR="00BB694A">
              <w:t xml:space="preserve">environment and </w:t>
            </w:r>
            <w:r w:rsidRPr="00F70747">
              <w:t>sustainability.</w:t>
            </w:r>
          </w:p>
          <w:p w14:paraId="07EE4870" w14:textId="77777777" w:rsidR="00F70747" w:rsidRPr="00F70747" w:rsidRDefault="00F70747" w:rsidP="00F70747"/>
          <w:p w14:paraId="5B5D9DA5" w14:textId="43E9F260" w:rsidR="00F70747" w:rsidRPr="00F70747" w:rsidRDefault="00F70747" w:rsidP="00F70747">
            <w:r w:rsidRPr="00F70747">
              <w:t>Th</w:t>
            </w:r>
            <w:r w:rsidR="004F68DB">
              <w:t>e</w:t>
            </w:r>
            <w:r w:rsidRPr="00F70747">
              <w:t xml:space="preserve"> unit applies to individuals who </w:t>
            </w:r>
            <w:r w:rsidR="004F68DB">
              <w:t>apply specialised skills and knowledge to</w:t>
            </w:r>
            <w:r w:rsidR="004F68DB" w:rsidRPr="004F68DB">
              <w:t xml:space="preserve"> </w:t>
            </w:r>
            <w:r w:rsidR="004F68DB">
              <w:t xml:space="preserve">develop workplace policy and procedures for </w:t>
            </w:r>
            <w:r w:rsidR="00BB694A">
              <w:t xml:space="preserve">environment and </w:t>
            </w:r>
            <w:r w:rsidR="004F68DB">
              <w:t xml:space="preserve">sustainability, </w:t>
            </w:r>
            <w:r w:rsidRPr="00F70747">
              <w:t>take personal responsibility and exercise autonomy in undertaking complex work. They analyse</w:t>
            </w:r>
            <w:r w:rsidR="004F68DB">
              <w:t xml:space="preserve"> and synthesis</w:t>
            </w:r>
            <w:r w:rsidR="009E620B">
              <w:t>e</w:t>
            </w:r>
            <w:r w:rsidR="004F68DB">
              <w:t xml:space="preserve"> information and analyse</w:t>
            </w:r>
            <w:r w:rsidRPr="00F70747">
              <w:t>, design and communicate solutions to sometimes complex problems.</w:t>
            </w:r>
          </w:p>
          <w:p w14:paraId="31759C2F" w14:textId="77777777" w:rsidR="00F70747" w:rsidRPr="00F70747" w:rsidRDefault="00F70747" w:rsidP="00F70747"/>
          <w:p w14:paraId="3202A0B8" w14:textId="1078FB8F" w:rsidR="00CC1B21" w:rsidRPr="000754EC" w:rsidRDefault="00F70747" w:rsidP="00F70747">
            <w:r w:rsidRPr="00F7074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85B85D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074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5CCDE52" w:rsidR="00F70747" w:rsidRPr="00F70747" w:rsidRDefault="00F70747" w:rsidP="00F70747">
            <w:pPr>
              <w:pStyle w:val="SIText"/>
            </w:pPr>
            <w:r w:rsidRPr="00F70747">
              <w:t xml:space="preserve">1. Develop workplace </w:t>
            </w:r>
            <w:r w:rsidR="00BB694A">
              <w:t xml:space="preserve">environment and </w:t>
            </w:r>
            <w:r w:rsidRPr="00F70747">
              <w:t>sustainability policy</w:t>
            </w:r>
          </w:p>
        </w:tc>
        <w:tc>
          <w:tcPr>
            <w:tcW w:w="3604" w:type="pct"/>
            <w:shd w:val="clear" w:color="auto" w:fill="auto"/>
          </w:tcPr>
          <w:p w14:paraId="3C978378" w14:textId="6BFD2DF7" w:rsidR="00B1419D" w:rsidRDefault="00B1419D" w:rsidP="00F70747">
            <w:r w:rsidRPr="00F70747">
              <w:t>1.</w:t>
            </w:r>
            <w:r>
              <w:t>1</w:t>
            </w:r>
            <w:r w:rsidRPr="00F70747">
              <w:t xml:space="preserve"> Identify legislative, regulatory and industry requirements relating to environmental sustainability</w:t>
            </w:r>
          </w:p>
          <w:p w14:paraId="7FECDBFB" w14:textId="398A3CB7" w:rsidR="00F70747" w:rsidRPr="00F70747" w:rsidRDefault="00F70747" w:rsidP="00F70747">
            <w:r w:rsidRPr="00F70747">
              <w:t>1.</w:t>
            </w:r>
            <w:r w:rsidR="00B1419D">
              <w:t>2</w:t>
            </w:r>
            <w:r w:rsidRPr="00F70747">
              <w:t xml:space="preserve"> Define scope of </w:t>
            </w:r>
            <w:r w:rsidR="00BB694A">
              <w:t xml:space="preserve">environment and </w:t>
            </w:r>
            <w:r w:rsidRPr="00F70747">
              <w:t>sustainability policy</w:t>
            </w:r>
          </w:p>
          <w:p w14:paraId="3CC02DE3" w14:textId="0CDCC933" w:rsidR="00F70747" w:rsidRPr="00F70747" w:rsidRDefault="00F70747" w:rsidP="00F70747">
            <w:r w:rsidRPr="00F70747">
              <w:t>1.</w:t>
            </w:r>
            <w:r w:rsidR="00B1419D">
              <w:t>3</w:t>
            </w:r>
            <w:r w:rsidRPr="00F70747">
              <w:t xml:space="preserve"> Gather information from a range of sources to plan and develop policy</w:t>
            </w:r>
          </w:p>
          <w:p w14:paraId="33AD2120" w14:textId="0D1F5F1B" w:rsidR="00F70747" w:rsidRPr="00F70747" w:rsidRDefault="00F70747" w:rsidP="00F70747">
            <w:r w:rsidRPr="00F70747">
              <w:t>1.</w:t>
            </w:r>
            <w:r w:rsidR="00B1419D">
              <w:t>4</w:t>
            </w:r>
            <w:r w:rsidRPr="00F70747">
              <w:t xml:space="preserve"> Identify and consult </w:t>
            </w:r>
            <w:r w:rsidR="004F68DB">
              <w:t xml:space="preserve">with </w:t>
            </w:r>
            <w:r w:rsidRPr="00F70747">
              <w:t>stakeholders as a key component of the policy development process</w:t>
            </w:r>
          </w:p>
          <w:p w14:paraId="0AAB9A43" w14:textId="07903D6B" w:rsidR="00DF0CD0" w:rsidRDefault="00F70747" w:rsidP="00F70747">
            <w:r w:rsidRPr="00F70747">
              <w:t>1.</w:t>
            </w:r>
            <w:r w:rsidR="00B1419D">
              <w:t>5</w:t>
            </w:r>
            <w:r w:rsidRPr="00F70747">
              <w:t xml:space="preserve"> Include appropriate strategies in policy at all stages of work for minimising resource use</w:t>
            </w:r>
            <w:r w:rsidR="00D23B79">
              <w:t xml:space="preserve"> and </w:t>
            </w:r>
            <w:r w:rsidR="00D23B79" w:rsidRPr="00F70747">
              <w:t>employing life cycle management approaches</w:t>
            </w:r>
          </w:p>
          <w:p w14:paraId="13DCA34B" w14:textId="4390E499" w:rsidR="00F70747" w:rsidRPr="00F70747" w:rsidRDefault="00DF0CD0" w:rsidP="00F70747">
            <w:r>
              <w:t>1.</w:t>
            </w:r>
            <w:r w:rsidR="00B1419D">
              <w:t>6</w:t>
            </w:r>
            <w:r>
              <w:t xml:space="preserve"> </w:t>
            </w:r>
            <w:r w:rsidR="00D23B79">
              <w:t>Identify and incorporate strategies to</w:t>
            </w:r>
            <w:r w:rsidR="00F70747" w:rsidRPr="00F70747">
              <w:t xml:space="preserve"> reduc</w:t>
            </w:r>
            <w:r w:rsidR="00D23B79">
              <w:t xml:space="preserve">e </w:t>
            </w:r>
            <w:r w:rsidR="002E0330">
              <w:t>hazardous</w:t>
            </w:r>
            <w:r w:rsidR="00D23B79">
              <w:t xml:space="preserve"> m</w:t>
            </w:r>
            <w:r w:rsidR="00F70747" w:rsidRPr="00F70747">
              <w:t>aterial use</w:t>
            </w:r>
            <w:r w:rsidR="00D23B79">
              <w:t xml:space="preserve"> where applicable</w:t>
            </w:r>
          </w:p>
          <w:p w14:paraId="12711F7C" w14:textId="289E9A4D" w:rsidR="00F70747" w:rsidRPr="00F70747" w:rsidRDefault="00F70747" w:rsidP="00F70747">
            <w:r w:rsidRPr="00F70747">
              <w:t>1.</w:t>
            </w:r>
            <w:r w:rsidR="00B1419D">
              <w:t>7</w:t>
            </w:r>
            <w:r w:rsidRPr="00F70747">
              <w:t xml:space="preserve"> Make recommendations for policy options based on likely effectiveness, timeframes and cost</w:t>
            </w:r>
          </w:p>
          <w:p w14:paraId="18D1841C" w14:textId="590DEB8C" w:rsidR="00F70747" w:rsidRPr="00F70747" w:rsidRDefault="00F70747" w:rsidP="00F70747">
            <w:r w:rsidRPr="00F70747">
              <w:t>1.</w:t>
            </w:r>
            <w:r w:rsidR="00B1419D">
              <w:t>8</w:t>
            </w:r>
            <w:r w:rsidRPr="00F70747">
              <w:t xml:space="preserve"> Develop policy that reflects the organisation</w:t>
            </w:r>
            <w:r w:rsidR="00105323">
              <w:t>'</w:t>
            </w:r>
            <w:r w:rsidRPr="00F70747">
              <w:t xml:space="preserve">s commitment to </w:t>
            </w:r>
            <w:r w:rsidR="00BB694A">
              <w:t>environment</w:t>
            </w:r>
            <w:r w:rsidR="006E5247">
              <w:t xml:space="preserve"> and</w:t>
            </w:r>
            <w:r w:rsidR="00BB694A">
              <w:t xml:space="preserve"> </w:t>
            </w:r>
            <w:r w:rsidRPr="00F70747">
              <w:t>sustainability</w:t>
            </w:r>
            <w:r w:rsidR="006E5247">
              <w:t xml:space="preserve"> work practices</w:t>
            </w:r>
          </w:p>
          <w:p w14:paraId="36FFA5C5" w14:textId="11A21C7A" w:rsidR="00F70747" w:rsidRPr="00F70747" w:rsidRDefault="00F70747" w:rsidP="00F028EF">
            <w:r w:rsidRPr="00F70747">
              <w:t>1.</w:t>
            </w:r>
            <w:r w:rsidR="00B1419D">
              <w:t>9</w:t>
            </w:r>
            <w:r w:rsidRPr="00F70747">
              <w:t xml:space="preserve"> </w:t>
            </w:r>
            <w:r w:rsidR="00D23B79">
              <w:t>Select</w:t>
            </w:r>
            <w:r w:rsidRPr="00F70747">
              <w:t xml:space="preserve"> appropriate methods of implementation</w:t>
            </w:r>
          </w:p>
        </w:tc>
      </w:tr>
      <w:tr w:rsidR="00F7074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16E7079" w:rsidR="00F70747" w:rsidRPr="00F70747" w:rsidRDefault="00F70747" w:rsidP="00F70747">
            <w:pPr>
              <w:pStyle w:val="SIText"/>
            </w:pPr>
            <w:r w:rsidRPr="00F70747">
              <w:t xml:space="preserve">2. Communicate workplace </w:t>
            </w:r>
            <w:r w:rsidR="00BB694A">
              <w:t xml:space="preserve">environment and </w:t>
            </w:r>
            <w:r w:rsidRPr="00F70747">
              <w:t>sustainability policy</w:t>
            </w:r>
          </w:p>
        </w:tc>
        <w:tc>
          <w:tcPr>
            <w:tcW w:w="3604" w:type="pct"/>
            <w:shd w:val="clear" w:color="auto" w:fill="auto"/>
          </w:tcPr>
          <w:p w14:paraId="053E390B" w14:textId="11C23992" w:rsidR="00F70747" w:rsidRPr="00F70747" w:rsidRDefault="00F70747" w:rsidP="00F70747">
            <w:r w:rsidRPr="00F70747">
              <w:t xml:space="preserve">2.1 Promote workplace </w:t>
            </w:r>
            <w:r w:rsidR="00BB694A">
              <w:t xml:space="preserve">environment and </w:t>
            </w:r>
            <w:r w:rsidRPr="00F70747">
              <w:t xml:space="preserve">sustainability policy to key </w:t>
            </w:r>
            <w:r w:rsidR="00B1419D">
              <w:t xml:space="preserve">personnel and </w:t>
            </w:r>
            <w:r w:rsidRPr="00F70747">
              <w:t>stakeholders</w:t>
            </w:r>
          </w:p>
          <w:p w14:paraId="215A6E64" w14:textId="1F4B559A" w:rsidR="00D23B79" w:rsidRPr="00F70747" w:rsidRDefault="00F70747">
            <w:pPr>
              <w:pStyle w:val="SIText"/>
            </w:pPr>
            <w:r w:rsidRPr="00F70747">
              <w:t xml:space="preserve">2.2 Inform </w:t>
            </w:r>
            <w:r w:rsidR="00D23B79">
              <w:t>work team of policy changes and impact on their responsibilities</w:t>
            </w:r>
          </w:p>
        </w:tc>
      </w:tr>
      <w:tr w:rsidR="00F70747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142C0309" w:rsidR="00F70747" w:rsidRPr="00F70747" w:rsidRDefault="00F70747" w:rsidP="00F70747">
            <w:pPr>
              <w:pStyle w:val="SIText"/>
            </w:pPr>
            <w:r w:rsidRPr="00F70747">
              <w:t xml:space="preserve">3. Implement workplace </w:t>
            </w:r>
            <w:r w:rsidR="00BB694A">
              <w:t xml:space="preserve">environment and </w:t>
            </w:r>
            <w:r w:rsidRPr="00F70747">
              <w:t xml:space="preserve">sustainability </w:t>
            </w:r>
            <w:r w:rsidR="00D23B79">
              <w:t>procedur</w:t>
            </w:r>
            <w:r w:rsidR="00956B63">
              <w:t>e</w:t>
            </w:r>
            <w:r w:rsidR="00D23B79">
              <w:t>s</w:t>
            </w:r>
          </w:p>
        </w:tc>
        <w:tc>
          <w:tcPr>
            <w:tcW w:w="3604" w:type="pct"/>
            <w:shd w:val="clear" w:color="auto" w:fill="auto"/>
          </w:tcPr>
          <w:p w14:paraId="78FD3961" w14:textId="0492A0D4" w:rsidR="00956B63" w:rsidRDefault="00F70747" w:rsidP="00F70747">
            <w:r w:rsidRPr="00F70747">
              <w:t>3.</w:t>
            </w:r>
            <w:r w:rsidR="00956B63">
              <w:t>1</w:t>
            </w:r>
            <w:r w:rsidRPr="00F70747">
              <w:t xml:space="preserve"> </w:t>
            </w:r>
            <w:r w:rsidR="00956B63">
              <w:t>Develop and c</w:t>
            </w:r>
            <w:r w:rsidR="00956B63" w:rsidRPr="00956B63">
              <w:t xml:space="preserve">ommunicate workplace </w:t>
            </w:r>
            <w:r w:rsidR="00BB694A">
              <w:t xml:space="preserve">environment and </w:t>
            </w:r>
            <w:r w:rsidR="00956B63" w:rsidRPr="00956B63">
              <w:t>sustainability procedures</w:t>
            </w:r>
          </w:p>
          <w:p w14:paraId="713C3513" w14:textId="34B26897" w:rsidR="00956B63" w:rsidRDefault="00956B63" w:rsidP="00956B63">
            <w:r>
              <w:t xml:space="preserve">3.2 </w:t>
            </w:r>
            <w:r w:rsidR="00F70747" w:rsidRPr="00F70747">
              <w:t>Establish record</w:t>
            </w:r>
            <w:r>
              <w:t>keep</w:t>
            </w:r>
            <w:r w:rsidR="00F70747" w:rsidRPr="00F70747">
              <w:t xml:space="preserve">ing systems for tracking </w:t>
            </w:r>
            <w:r w:rsidR="006E5247">
              <w:t xml:space="preserve">environment and </w:t>
            </w:r>
            <w:r w:rsidR="00F70747" w:rsidRPr="00F70747">
              <w:t xml:space="preserve">sustainability </w:t>
            </w:r>
            <w:r w:rsidR="006E5247">
              <w:t xml:space="preserve">work </w:t>
            </w:r>
            <w:r>
              <w:t>practices</w:t>
            </w:r>
          </w:p>
          <w:p w14:paraId="29F43CC7" w14:textId="7A91240B" w:rsidR="00956B63" w:rsidRPr="00F70747" w:rsidRDefault="00956B63">
            <w:r>
              <w:t>3.3 Assign responsibility for maintaining recordkeeping system</w:t>
            </w:r>
          </w:p>
        </w:tc>
      </w:tr>
      <w:tr w:rsidR="00F70747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4FF86F69" w:rsidR="00F70747" w:rsidRPr="00F70747" w:rsidRDefault="00F70747" w:rsidP="00F70747">
            <w:pPr>
              <w:pStyle w:val="SIText"/>
            </w:pPr>
            <w:r w:rsidRPr="00F70747">
              <w:t xml:space="preserve">4. Review workplace </w:t>
            </w:r>
            <w:r w:rsidR="006E5247">
              <w:t xml:space="preserve">environment and </w:t>
            </w:r>
            <w:r w:rsidRPr="00F70747">
              <w:t>sustainability policy implementation</w:t>
            </w:r>
          </w:p>
        </w:tc>
        <w:tc>
          <w:tcPr>
            <w:tcW w:w="3604" w:type="pct"/>
            <w:shd w:val="clear" w:color="auto" w:fill="auto"/>
          </w:tcPr>
          <w:p w14:paraId="1F8EC0C7" w14:textId="78E89660" w:rsidR="00F70747" w:rsidRPr="00F70747" w:rsidRDefault="00F70747" w:rsidP="00F70747">
            <w:r w:rsidRPr="00F70747">
              <w:t xml:space="preserve">4.1 Investigate </w:t>
            </w:r>
            <w:r w:rsidR="00956B63">
              <w:t>outcomes</w:t>
            </w:r>
            <w:r w:rsidRPr="00F70747">
              <w:t xml:space="preserve"> of policy</w:t>
            </w:r>
          </w:p>
          <w:p w14:paraId="42864399" w14:textId="23E0D91C" w:rsidR="00F70747" w:rsidRPr="00F70747" w:rsidRDefault="00F70747" w:rsidP="00F70747">
            <w:r w:rsidRPr="00F70747">
              <w:t>4.</w:t>
            </w:r>
            <w:r w:rsidR="00956B63">
              <w:t>2</w:t>
            </w:r>
            <w:r w:rsidRPr="00F70747">
              <w:t xml:space="preserve"> Monitor records to identify trends that may require remedial action</w:t>
            </w:r>
            <w:r w:rsidR="00201D49">
              <w:t>,</w:t>
            </w:r>
            <w:r w:rsidRPr="00F70747">
              <w:t xml:space="preserve"> and use to promote continuous improvement of performance</w:t>
            </w:r>
          </w:p>
          <w:p w14:paraId="380E17EF" w14:textId="1436C229" w:rsidR="00F70747" w:rsidRDefault="00F70747" w:rsidP="00F70747">
            <w:r w:rsidRPr="00F70747">
              <w:t>4.</w:t>
            </w:r>
            <w:r w:rsidR="00956B63">
              <w:t>3</w:t>
            </w:r>
            <w:r w:rsidRPr="00F70747">
              <w:t xml:space="preserve"> Modify policy and procedures to </w:t>
            </w:r>
            <w:r w:rsidR="004F68DB">
              <w:t>incorporate</w:t>
            </w:r>
            <w:r w:rsidRPr="00F70747">
              <w:t xml:space="preserve"> improvements</w:t>
            </w:r>
          </w:p>
          <w:p w14:paraId="435DCD75" w14:textId="31A6DBB6" w:rsidR="00956B63" w:rsidRPr="00F70747" w:rsidRDefault="00956B63">
            <w:r>
              <w:t xml:space="preserve">4.4 </w:t>
            </w:r>
            <w:r w:rsidRPr="00F70747">
              <w:t xml:space="preserve">Document outcomes and provide feedback to key </w:t>
            </w:r>
            <w:r w:rsidRPr="00956B63">
              <w:t>personnel and stakeholders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A1F08E7" w:rsidR="00F1480E" w:rsidRPr="00467362" w:rsidRDefault="004F68DB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050CEEDF" w:rsidR="00F1480E" w:rsidRPr="004A1739" w:rsidRDefault="008261A7" w:rsidP="004A1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A1739">
              <w:rPr>
                <w:rStyle w:val="SITemporaryText-blue"/>
                <w:color w:val="auto"/>
                <w:sz w:val="20"/>
              </w:rPr>
              <w:t>A</w:t>
            </w:r>
            <w:r w:rsidR="004E5998" w:rsidRPr="004A1739">
              <w:rPr>
                <w:rStyle w:val="SITemporaryText-blue"/>
                <w:color w:val="auto"/>
                <w:sz w:val="20"/>
              </w:rPr>
              <w:t xml:space="preserve">nalyse </w:t>
            </w:r>
            <w:r w:rsidR="004F68DB" w:rsidRPr="004A1739">
              <w:rPr>
                <w:rStyle w:val="SITemporaryText-blue"/>
                <w:color w:val="auto"/>
                <w:sz w:val="20"/>
              </w:rPr>
              <w:t xml:space="preserve">and </w:t>
            </w:r>
            <w:r w:rsidR="004E5998" w:rsidRPr="004A1739">
              <w:rPr>
                <w:rStyle w:val="SITemporaryText-blue"/>
                <w:color w:val="auto"/>
                <w:sz w:val="20"/>
              </w:rPr>
              <w:t>evaluate complex textual</w:t>
            </w:r>
            <w:r w:rsidR="00467362" w:rsidRPr="004A1739">
              <w:rPr>
                <w:rStyle w:val="SITemporaryText-blue"/>
                <w:color w:val="auto"/>
                <w:sz w:val="20"/>
              </w:rPr>
              <w:t xml:space="preserve"> information </w:t>
            </w:r>
            <w:r w:rsidR="004E5998" w:rsidRPr="004A1739">
              <w:rPr>
                <w:rStyle w:val="SITemporaryText-blue"/>
                <w:color w:val="auto"/>
                <w:sz w:val="20"/>
              </w:rPr>
              <w:t>to determine</w:t>
            </w:r>
            <w:r w:rsidR="00467362" w:rsidRPr="004A1739">
              <w:rPr>
                <w:rStyle w:val="SITemporaryText-blue"/>
                <w:color w:val="auto"/>
                <w:sz w:val="20"/>
              </w:rPr>
              <w:t xml:space="preserve"> </w:t>
            </w:r>
            <w:r w:rsidR="00467362" w:rsidRPr="004A1739">
              <w:t>legislative, regulatory and industry requirements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480AAE21" w:rsidR="00F1480E" w:rsidRPr="00467362" w:rsidRDefault="00467362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7ADF8FA" w:rsidR="00F1480E" w:rsidRPr="006E5247" w:rsidRDefault="004A1739" w:rsidP="006E524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>P</w:t>
            </w:r>
            <w:r w:rsidR="004E5998" w:rsidRPr="006E5247">
              <w:rPr>
                <w:rStyle w:val="SITemporaryText-blue"/>
                <w:rFonts w:eastAsia="Calibri"/>
                <w:color w:val="auto"/>
                <w:sz w:val="20"/>
              </w:rPr>
              <w:t>repare</w:t>
            </w: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 workplace </w:t>
            </w:r>
            <w:r w:rsidR="006E5247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environment and </w:t>
            </w: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>sustainability policies and procedures</w:t>
            </w:r>
            <w:r w:rsidR="00C77ED1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 u</w:t>
            </w:r>
            <w:r w:rsidR="00467362" w:rsidRPr="006E5247">
              <w:rPr>
                <w:rStyle w:val="SITemporaryText-blue"/>
                <w:rFonts w:eastAsia="Calibri"/>
                <w:color w:val="auto"/>
                <w:sz w:val="20"/>
              </w:rPr>
              <w:t>s</w:t>
            </w: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>ing</w:t>
            </w:r>
            <w:r w:rsidR="00467362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 clear language</w:t>
            </w:r>
            <w:r w:rsidR="00201D49" w:rsidRPr="006E5247">
              <w:t>,</w:t>
            </w:r>
            <w:r w:rsidR="00467362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 accurate industry terminology and logical structure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9C27FBE" w:rsidR="00F1480E" w:rsidRPr="00467362" w:rsidRDefault="00467362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427EC20D" w:rsidR="00F1480E" w:rsidRPr="006E5247" w:rsidRDefault="00467362" w:rsidP="006E524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>Initiate discussions with stakeholders, using clear language</w:t>
            </w:r>
            <w:r w:rsidR="00C77ED1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 and questioning techniques</w:t>
            </w:r>
            <w:r w:rsidR="006438AB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to discuss, develop and implement workplace </w:t>
            </w:r>
            <w:r w:rsidR="006E5247" w:rsidRPr="006E5247">
              <w:rPr>
                <w:rStyle w:val="SITemporaryText-blue"/>
                <w:rFonts w:eastAsia="Calibri"/>
                <w:color w:val="auto"/>
                <w:sz w:val="20"/>
              </w:rPr>
              <w:t xml:space="preserve">environment and </w:t>
            </w:r>
            <w:r w:rsidRPr="006E5247">
              <w:rPr>
                <w:rStyle w:val="SITemporaryText-blue"/>
                <w:rFonts w:eastAsia="Calibri"/>
                <w:color w:val="auto"/>
                <w:sz w:val="20"/>
              </w:rPr>
              <w:t>sustainability policy and procedures</w:t>
            </w:r>
          </w:p>
        </w:tc>
      </w:tr>
      <w:tr w:rsidR="004E5998" w:rsidRPr="00336FCA" w:rsidDel="00423CB2" w14:paraId="1B31BBFA" w14:textId="77777777" w:rsidTr="00CA2922">
        <w:tc>
          <w:tcPr>
            <w:tcW w:w="1396" w:type="pct"/>
          </w:tcPr>
          <w:p w14:paraId="2154B6EB" w14:textId="4212F9B7" w:rsidR="004E5998" w:rsidRPr="004E5998" w:rsidRDefault="004E5998" w:rsidP="004E59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5998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0E1DAF0" w14:textId="5B405E37" w:rsidR="004E5998" w:rsidRPr="00C77ED1" w:rsidRDefault="004E5998" w:rsidP="00C77E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77ED1">
              <w:rPr>
                <w:rStyle w:val="SITemporaryText-blue"/>
                <w:color w:val="auto"/>
                <w:sz w:val="20"/>
              </w:rPr>
              <w:t>Estimate and calculate time durations and costs of policy options</w:t>
            </w:r>
          </w:p>
          <w:p w14:paraId="49FA1CDA" w14:textId="4B79726B" w:rsidR="004E5998" w:rsidRPr="00C77ED1" w:rsidRDefault="004E5998" w:rsidP="00C77E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77ED1">
              <w:rPr>
                <w:rStyle w:val="SITemporaryText-blue"/>
                <w:color w:val="auto"/>
                <w:sz w:val="20"/>
              </w:rPr>
              <w:t>Use basic mathematical processes of addition, subtraction, division, multiplication, percentages, decimal points, time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1F594E1A" w:rsidR="00F46BB2" w:rsidRPr="00C72CB8" w:rsidRDefault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4E8">
              <w:rPr>
                <w:rStyle w:val="SITemporaryText-blue"/>
                <w:color w:val="auto"/>
                <w:sz w:val="20"/>
              </w:rPr>
              <w:t>AHCWRK5</w:t>
            </w:r>
            <w:r w:rsidR="00201D49" w:rsidRPr="00201D49">
              <w:t>20</w:t>
            </w:r>
            <w:r w:rsidR="00201D49">
              <w:t xml:space="preserve"> </w:t>
            </w:r>
            <w:r w:rsidRPr="001244E8">
              <w:rPr>
                <w:rStyle w:val="SITemporaryText-blue"/>
                <w:color w:val="auto"/>
                <w:sz w:val="20"/>
              </w:rPr>
              <w:t xml:space="preserve">Develop workplace policy and procedures for </w:t>
            </w:r>
            <w:r w:rsidR="001244E8" w:rsidRPr="00C72CB8">
              <w:rPr>
                <w:rStyle w:val="SITemporaryText-blue"/>
                <w:color w:val="auto"/>
                <w:sz w:val="20"/>
              </w:rPr>
              <w:t xml:space="preserve">environment and </w:t>
            </w:r>
            <w:r w:rsidRPr="001244E8">
              <w:rPr>
                <w:rStyle w:val="SITemporaryText-blue"/>
                <w:color w:val="auto"/>
                <w:sz w:val="20"/>
              </w:rPr>
              <w:t>sustainability</w:t>
            </w:r>
          </w:p>
        </w:tc>
        <w:tc>
          <w:tcPr>
            <w:tcW w:w="1105" w:type="pct"/>
          </w:tcPr>
          <w:p w14:paraId="68CA03F4" w14:textId="13C34E54" w:rsidR="00F46BB2" w:rsidRPr="00467362" w:rsidRDefault="00F70747" w:rsidP="00467362">
            <w:pPr>
              <w:pStyle w:val="SIText"/>
            </w:pPr>
            <w:r w:rsidRPr="00467362">
              <w:t>AHCWRK511 Develop workplace policy and procedures for sustainability</w:t>
            </w:r>
          </w:p>
        </w:tc>
        <w:tc>
          <w:tcPr>
            <w:tcW w:w="1251" w:type="pct"/>
          </w:tcPr>
          <w:p w14:paraId="16E7842D" w14:textId="74808964" w:rsidR="00467362" w:rsidRPr="00467362" w:rsidRDefault="00467362" w:rsidP="00467362">
            <w:pPr>
              <w:pStyle w:val="SIText"/>
            </w:pPr>
            <w:r w:rsidRPr="00467362">
              <w:t xml:space="preserve">Minor changes to </w:t>
            </w:r>
            <w:r w:rsidR="00050728">
              <w:t xml:space="preserve">unit title and </w:t>
            </w:r>
            <w:r w:rsidRPr="00467362">
              <w:t>application</w:t>
            </w:r>
          </w:p>
          <w:p w14:paraId="4AC6667F" w14:textId="1AA8805D" w:rsidR="00467362" w:rsidRPr="00467362" w:rsidRDefault="00467362" w:rsidP="00CF510B">
            <w:pPr>
              <w:pStyle w:val="SIText"/>
            </w:pPr>
            <w:r w:rsidRPr="00467362">
              <w:t>M</w:t>
            </w:r>
            <w:r w:rsidR="00050728">
              <w:t>aj</w:t>
            </w:r>
            <w:r w:rsidRPr="00467362">
              <w:t>or changes to performance criteria</w:t>
            </w:r>
          </w:p>
          <w:p w14:paraId="38570029" w14:textId="77777777" w:rsidR="00467362" w:rsidRPr="00467362" w:rsidRDefault="00467362">
            <w:pPr>
              <w:pStyle w:val="SIText"/>
            </w:pPr>
            <w:r w:rsidRPr="00467362">
              <w:t>Foundation skills added</w:t>
            </w:r>
          </w:p>
          <w:p w14:paraId="29068B99" w14:textId="7CADFF8E" w:rsidR="00F46BB2" w:rsidRPr="00467362" w:rsidRDefault="00467362">
            <w:pPr>
              <w:pStyle w:val="SIText"/>
            </w:pPr>
            <w:r w:rsidRPr="0046736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6A09F2B" w:rsidR="00F46BB2" w:rsidRPr="00467362" w:rsidRDefault="00467362">
            <w:pPr>
              <w:pStyle w:val="SIText"/>
            </w:pPr>
            <w:r w:rsidRPr="00467362">
              <w:t>Not e</w:t>
            </w:r>
            <w:r w:rsidR="0003463A" w:rsidRPr="0046736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5CD6CF1" w:rsidR="00E17A92" w:rsidRPr="005404CB" w:rsidRDefault="00201D49" w:rsidP="004F68DB">
            <w:pPr>
              <w:pStyle w:val="SIText"/>
            </w:pPr>
            <w:r w:rsidRPr="00201D49">
              <w:t xml:space="preserve">Companion Volumes, including Implementation Guides, are available at VETNet: </w:t>
            </w:r>
            <w:hyperlink r:id="rId11" w:history="1">
              <w:r w:rsidRPr="00201D4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AE31D0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36AC8" w:rsidRPr="00B36AC8">
              <w:t>AHCWRK5</w:t>
            </w:r>
            <w:r w:rsidR="00201D49">
              <w:t>20</w:t>
            </w:r>
            <w:r w:rsidR="00B36AC8" w:rsidRPr="00B36AC8">
              <w:t xml:space="preserve"> Develop workplace policy and procedures for </w:t>
            </w:r>
            <w:r w:rsidR="001244E8">
              <w:t xml:space="preserve">environment and </w:t>
            </w:r>
            <w:r w:rsidR="00B36AC8" w:rsidRPr="00B36AC8">
              <w:t>sustainability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75E9298" w14:textId="77777777" w:rsidR="00467362" w:rsidRPr="00467362" w:rsidRDefault="00467362" w:rsidP="00467362">
            <w:r w:rsidRPr="002B75AA">
              <w:t>An individual demonstrating competency must satisfy all of the elements and performance criteria in this unit.</w:t>
            </w:r>
          </w:p>
          <w:p w14:paraId="75E7B572" w14:textId="77777777" w:rsidR="00201D49" w:rsidRDefault="00201D49" w:rsidP="00F03D34"/>
          <w:p w14:paraId="242D65C7" w14:textId="79C10314" w:rsidR="000363A8" w:rsidRPr="000363A8" w:rsidRDefault="00467362" w:rsidP="00686024">
            <w:r w:rsidRPr="002B75AA">
              <w:t>There must be evidence that the individual has</w:t>
            </w:r>
            <w:r>
              <w:t xml:space="preserve"> developed workplace policy and procedures for </w:t>
            </w:r>
            <w:r w:rsidR="00804578">
              <w:t xml:space="preserve">environment and </w:t>
            </w:r>
            <w:r>
              <w:t>sustainability on at least one occasion and has</w:t>
            </w:r>
            <w:r w:rsidR="00F03D34" w:rsidRPr="00F03D34">
              <w:t>:</w:t>
            </w:r>
          </w:p>
          <w:p w14:paraId="7CA6527D" w14:textId="3EB1E65B" w:rsidR="000363A8" w:rsidRPr="000363A8" w:rsidRDefault="000363A8" w:rsidP="000363A8">
            <w:pPr>
              <w:pStyle w:val="SIBulletList1"/>
            </w:pPr>
            <w:r>
              <w:t xml:space="preserve">researched, interpreted and applied legislative, regulatory and industry requirements relevant to the development of workplace policy and procedures for </w:t>
            </w:r>
            <w:r w:rsidR="006E5247">
              <w:t xml:space="preserve">environment and </w:t>
            </w:r>
            <w:r>
              <w:t>sustainability</w:t>
            </w:r>
          </w:p>
          <w:p w14:paraId="3F0C2CBD" w14:textId="441BD03E" w:rsidR="00F03D34" w:rsidRPr="00F03D34" w:rsidRDefault="00F03D34" w:rsidP="00F03D34">
            <w:pPr>
              <w:pStyle w:val="SIBulletList1"/>
            </w:pPr>
            <w:r w:rsidRPr="00F03D34">
              <w:t>plann</w:t>
            </w:r>
            <w:r w:rsidR="00763CCE">
              <w:t>ed</w:t>
            </w:r>
            <w:r w:rsidRPr="00F03D34">
              <w:t>, develop</w:t>
            </w:r>
            <w:r w:rsidR="00763CCE">
              <w:t>ed</w:t>
            </w:r>
            <w:r w:rsidRPr="00F03D34">
              <w:t xml:space="preserve"> and implement</w:t>
            </w:r>
            <w:r w:rsidR="00763CCE">
              <w:t>ed</w:t>
            </w:r>
            <w:r w:rsidRPr="00F03D34">
              <w:t xml:space="preserve"> organisational policy that complies with legislative requirements</w:t>
            </w:r>
          </w:p>
          <w:p w14:paraId="511D16AA" w14:textId="2AB21250" w:rsidR="00F03D34" w:rsidRPr="00F03D34" w:rsidRDefault="00F03D34" w:rsidP="00F03D34">
            <w:pPr>
              <w:pStyle w:val="SIBulletList1"/>
            </w:pPr>
            <w:r w:rsidRPr="00F03D34">
              <w:t>communicate</w:t>
            </w:r>
            <w:r w:rsidR="00467362">
              <w:t>d</w:t>
            </w:r>
            <w:r w:rsidRPr="00F03D34">
              <w:t xml:space="preserve"> with stakeholders to discuss approaches to policy development and implementation </w:t>
            </w:r>
          </w:p>
          <w:p w14:paraId="63FB66F3" w14:textId="0C75543E" w:rsidR="00F03D34" w:rsidRPr="00F03D34" w:rsidRDefault="00F03D34" w:rsidP="00F03D34">
            <w:pPr>
              <w:pStyle w:val="SIBulletList1"/>
            </w:pPr>
            <w:r w:rsidRPr="00F03D34">
              <w:t>develop</w:t>
            </w:r>
            <w:r w:rsidR="00467362">
              <w:t>ed</w:t>
            </w:r>
            <w:r w:rsidRPr="00F03D34">
              <w:t xml:space="preserve"> and monitor</w:t>
            </w:r>
            <w:r w:rsidR="00467362">
              <w:t>ed</w:t>
            </w:r>
            <w:r w:rsidRPr="00F03D34">
              <w:t xml:space="preserve"> p</w:t>
            </w:r>
            <w:r w:rsidR="00763CCE">
              <w:t>rocedures</w:t>
            </w:r>
            <w:r w:rsidRPr="00F03D34">
              <w:t xml:space="preserve"> for analysing data on </w:t>
            </w:r>
            <w:r w:rsidR="00467362">
              <w:t xml:space="preserve">workplace </w:t>
            </w:r>
            <w:r w:rsidRPr="00F03D34">
              <w:t>resource consumption</w:t>
            </w:r>
          </w:p>
          <w:p w14:paraId="3EA96765" w14:textId="2206E029" w:rsidR="00F03D34" w:rsidRPr="00F03D34" w:rsidRDefault="00F03D34" w:rsidP="00F03D34">
            <w:pPr>
              <w:pStyle w:val="SIBulletList1"/>
            </w:pPr>
            <w:r w:rsidRPr="00F03D34">
              <w:t>review</w:t>
            </w:r>
            <w:r w:rsidR="00467362">
              <w:t>ed</w:t>
            </w:r>
            <w:r w:rsidRPr="00F03D34">
              <w:t xml:space="preserve"> policies</w:t>
            </w:r>
            <w:r w:rsidR="00763CCE">
              <w:t xml:space="preserve"> and procedures</w:t>
            </w:r>
            <w:r w:rsidR="009000C0">
              <w:t>,</w:t>
            </w:r>
            <w:r w:rsidRPr="00F03D34">
              <w:t xml:space="preserve"> and identif</w:t>
            </w:r>
            <w:r w:rsidR="00467362">
              <w:t>ied</w:t>
            </w:r>
            <w:r w:rsidRPr="00F03D34">
              <w:t xml:space="preserve"> improvements while benchmarking against industry best practice</w:t>
            </w:r>
          </w:p>
          <w:p w14:paraId="6E81AE9B" w14:textId="1AB501D5" w:rsidR="00E17A92" w:rsidRPr="005404CB" w:rsidRDefault="00F03D34" w:rsidP="000363A8">
            <w:pPr>
              <w:pStyle w:val="SIBulletList1"/>
            </w:pPr>
            <w:r w:rsidRPr="00F03D34">
              <w:t>i</w:t>
            </w:r>
            <w:r w:rsidR="00467362">
              <w:t>ncorporated continuous improvement and modified policy and procedures</w:t>
            </w:r>
            <w:r w:rsidRPr="00F03D34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7A42349C" w14:textId="56B85B7E" w:rsidR="00F03D34" w:rsidRPr="00F03D34" w:rsidRDefault="00467362" w:rsidP="00F03D34">
            <w:r w:rsidRPr="00A535AF">
              <w:t xml:space="preserve">An individual must be able to demonstrate the knowledge required to perform the tasks </w:t>
            </w:r>
            <w:r w:rsidRPr="00467362">
              <w:t xml:space="preserve">outlined in the elements and performance criteria of this unit. This includes </w:t>
            </w:r>
            <w:r w:rsidR="00F03D34" w:rsidRPr="00F03D34">
              <w:t>knowledge of:</w:t>
            </w:r>
          </w:p>
          <w:p w14:paraId="7732FC96" w14:textId="01E82260" w:rsidR="00672FC8" w:rsidRDefault="00672FC8" w:rsidP="00F03D34">
            <w:pPr>
              <w:pStyle w:val="SIBulletList1"/>
            </w:pPr>
            <w:r>
              <w:t xml:space="preserve">workplace </w:t>
            </w:r>
            <w:r w:rsidRPr="00672FC8">
              <w:t xml:space="preserve">environment and </w:t>
            </w:r>
            <w:r w:rsidR="00956B63">
              <w:t>sustainability</w:t>
            </w:r>
            <w:r w:rsidRPr="00672FC8">
              <w:t xml:space="preserve"> legislation, regulations and workplace procedures </w:t>
            </w:r>
            <w:r>
              <w:t>relevant to the development of workpla</w:t>
            </w:r>
            <w:r w:rsidRPr="00672FC8">
              <w:t xml:space="preserve">ce policy and procedures for </w:t>
            </w:r>
            <w:r w:rsidR="006E5247">
              <w:t xml:space="preserve">environment and </w:t>
            </w:r>
            <w:r w:rsidRPr="00672FC8">
              <w:t>sustainability</w:t>
            </w:r>
          </w:p>
          <w:p w14:paraId="57EC489A" w14:textId="503738CF" w:rsidR="00F03D34" w:rsidRPr="00F03D34" w:rsidRDefault="00672FC8" w:rsidP="00FF386E">
            <w:pPr>
              <w:pStyle w:val="SIBulletList1"/>
            </w:pPr>
            <w:r>
              <w:t>legislative</w:t>
            </w:r>
            <w:r w:rsidRPr="00672FC8">
              <w:t xml:space="preserve">, regulatory and industry requirements relevant to the development of workplace policy and procedures for </w:t>
            </w:r>
            <w:r w:rsidR="006E5247">
              <w:t xml:space="preserve">environment and </w:t>
            </w:r>
            <w:r w:rsidRPr="00672FC8">
              <w:t>sustainability</w:t>
            </w:r>
          </w:p>
          <w:p w14:paraId="1EAA16D6" w14:textId="77777777" w:rsidR="00F03D34" w:rsidRPr="00F03D34" w:rsidRDefault="00F03D34" w:rsidP="00F03D34">
            <w:pPr>
              <w:pStyle w:val="SIBulletList1"/>
            </w:pPr>
            <w:r w:rsidRPr="00F03D34">
              <w:t>policy development processes and practices</w:t>
            </w:r>
          </w:p>
          <w:p w14:paraId="0E4FB357" w14:textId="440D12C2" w:rsidR="000363A8" w:rsidRDefault="000363A8" w:rsidP="000363A8">
            <w:pPr>
              <w:pStyle w:val="SIBulletList1"/>
            </w:pPr>
            <w:r w:rsidRPr="00F03D34">
              <w:t>relevant organisational polic</w:t>
            </w:r>
            <w:r>
              <w:t>i</w:t>
            </w:r>
            <w:r w:rsidRPr="00F03D34">
              <w:t>es, procedures</w:t>
            </w:r>
            <w:r>
              <w:t xml:space="preserve"> </w:t>
            </w:r>
            <w:r w:rsidRPr="00F03D34">
              <w:t xml:space="preserve">to </w:t>
            </w:r>
            <w:r>
              <w:t>improve</w:t>
            </w:r>
            <w:r w:rsidRPr="00F03D34">
              <w:t xml:space="preserve"> workplace </w:t>
            </w:r>
            <w:r w:rsidR="006E5247">
              <w:t xml:space="preserve">environment and </w:t>
            </w:r>
            <w:r w:rsidRPr="00F03D34">
              <w:t>sustainability</w:t>
            </w:r>
            <w:r w:rsidR="006E5247">
              <w:t xml:space="preserve"> work practices</w:t>
            </w:r>
          </w:p>
          <w:p w14:paraId="5EB876D7" w14:textId="77777777" w:rsidR="00B1419D" w:rsidRDefault="00F03D34" w:rsidP="00F03D34">
            <w:pPr>
              <w:pStyle w:val="SIBulletList1"/>
            </w:pPr>
            <w:r w:rsidRPr="00F03D34">
              <w:t>principles</w:t>
            </w:r>
            <w:r w:rsidR="00B1419D">
              <w:t xml:space="preserve"> of environmental hazard analysis and risk assessment</w:t>
            </w:r>
          </w:p>
          <w:p w14:paraId="7E3ACFE1" w14:textId="2C05DAEB" w:rsidR="00F03D34" w:rsidRPr="00F03D34" w:rsidRDefault="00B1419D" w:rsidP="00F03D34">
            <w:pPr>
              <w:pStyle w:val="SIBulletList1"/>
            </w:pPr>
            <w:r>
              <w:t>principles</w:t>
            </w:r>
            <w:r w:rsidR="00F03D34" w:rsidRPr="00F03D34">
              <w:t xml:space="preserve">, practices and available tools and techniques of </w:t>
            </w:r>
            <w:r w:rsidR="006E5247">
              <w:t xml:space="preserve">environment and </w:t>
            </w:r>
            <w:r w:rsidR="00F03D34" w:rsidRPr="00F03D34">
              <w:t>sustainability management relevant to the particular industry context</w:t>
            </w:r>
          </w:p>
          <w:p w14:paraId="3145D729" w14:textId="77777777" w:rsidR="00F03D34" w:rsidRPr="00F03D34" w:rsidRDefault="00F03D34" w:rsidP="00F03D34">
            <w:pPr>
              <w:pStyle w:val="SIBulletList1"/>
            </w:pPr>
            <w:r w:rsidRPr="00F03D34">
              <w:t>quality assurance systems relevant to own organisation</w:t>
            </w:r>
          </w:p>
          <w:p w14:paraId="411BDF05" w14:textId="0F0B62B6" w:rsidR="003D33FD" w:rsidRPr="005404CB" w:rsidRDefault="000363A8" w:rsidP="000363A8">
            <w:pPr>
              <w:pStyle w:val="SIBulletList1"/>
            </w:pPr>
            <w:r w:rsidRPr="00F03D34">
              <w:t>best practice approaches relevant to own work area</w:t>
            </w:r>
            <w:r w:rsidR="00F03D34" w:rsidRPr="00F03D3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0C7203" w14:textId="02814938" w:rsidR="00672FC8" w:rsidRPr="00672FC8" w:rsidRDefault="00672FC8" w:rsidP="00672FC8">
            <w:r w:rsidRPr="00A535AF">
              <w:t xml:space="preserve">Assessment of </w:t>
            </w:r>
            <w:r w:rsidR="00511160">
              <w:t xml:space="preserve">the </w:t>
            </w:r>
            <w:r w:rsidRPr="00A535AF">
              <w:t xml:space="preserve">skills </w:t>
            </w:r>
            <w:r w:rsidR="00511160">
              <w:t xml:space="preserve">in this unit of competency </w:t>
            </w:r>
            <w:r w:rsidRPr="00A535AF">
              <w:t>must take place under the following conditions:</w:t>
            </w:r>
          </w:p>
          <w:p w14:paraId="417EC803" w14:textId="77777777" w:rsidR="00672FC8" w:rsidRPr="00672FC8" w:rsidRDefault="00672FC8" w:rsidP="00672FC8">
            <w:pPr>
              <w:pStyle w:val="SIBulletList1"/>
            </w:pPr>
            <w:r w:rsidRPr="00A535AF">
              <w:t xml:space="preserve">physical </w:t>
            </w:r>
            <w:r w:rsidRPr="00672FC8">
              <w:t>conditions:</w:t>
            </w:r>
          </w:p>
          <w:p w14:paraId="37CBFCA6" w14:textId="2AB8924C" w:rsidR="00672FC8" w:rsidRPr="00672FC8" w:rsidRDefault="00672FC8" w:rsidP="00672FC8">
            <w:pPr>
              <w:pStyle w:val="SIBulletList2"/>
            </w:pPr>
            <w:r w:rsidRPr="00A535AF">
              <w:t>a workplace setting or an environment that accurately represent</w:t>
            </w:r>
            <w:r w:rsidR="00511160">
              <w:t>s</w:t>
            </w:r>
            <w:r w:rsidRPr="00A535AF">
              <w:t xml:space="preserve"> workplace </w:t>
            </w:r>
            <w:r w:rsidRPr="00672FC8">
              <w:t>conditions</w:t>
            </w:r>
          </w:p>
          <w:p w14:paraId="27A832D0" w14:textId="77777777" w:rsidR="00672FC8" w:rsidRPr="00672FC8" w:rsidRDefault="00672FC8" w:rsidP="00672FC8">
            <w:pPr>
              <w:pStyle w:val="SIBulletList1"/>
            </w:pPr>
            <w:r w:rsidRPr="00A535AF">
              <w:t>resources, equipment and materials:</w:t>
            </w:r>
          </w:p>
          <w:p w14:paraId="22812D2B" w14:textId="77777777" w:rsidR="00672FC8" w:rsidRDefault="00672FC8" w:rsidP="00672FC8">
            <w:pPr>
              <w:pStyle w:val="SIBulletList2"/>
            </w:pPr>
            <w:r>
              <w:t>organisational quality assurance systems</w:t>
            </w:r>
          </w:p>
          <w:p w14:paraId="7AB22C7A" w14:textId="3B4376B5" w:rsidR="00672FC8" w:rsidRPr="00672FC8" w:rsidRDefault="00672FC8" w:rsidP="00672FC8">
            <w:pPr>
              <w:pStyle w:val="SIBulletList2"/>
            </w:pPr>
            <w:r>
              <w:t xml:space="preserve">organisational policies, procedures and protocols applicable to the development of workplace policy and procedures for </w:t>
            </w:r>
            <w:r w:rsidR="006E5247">
              <w:t xml:space="preserve">environment and </w:t>
            </w:r>
            <w:r>
              <w:t>sustainability</w:t>
            </w:r>
          </w:p>
          <w:p w14:paraId="20613923" w14:textId="77777777" w:rsidR="00672FC8" w:rsidRPr="00672FC8" w:rsidRDefault="00672FC8" w:rsidP="00672FC8">
            <w:pPr>
              <w:pStyle w:val="SIBulletList2"/>
            </w:pPr>
            <w:r>
              <w:t>computer hardware and software</w:t>
            </w:r>
          </w:p>
          <w:p w14:paraId="09B8EA30" w14:textId="77777777" w:rsidR="00672FC8" w:rsidRDefault="00672FC8" w:rsidP="00672FC8">
            <w:pPr>
              <w:pStyle w:val="SIBulletList1"/>
            </w:pPr>
            <w:r>
              <w:t>specifications:</w:t>
            </w:r>
          </w:p>
          <w:p w14:paraId="4E920C61" w14:textId="54BA4008" w:rsidR="00672FC8" w:rsidRDefault="00672FC8" w:rsidP="00672FC8">
            <w:pPr>
              <w:pStyle w:val="SIBulletList2"/>
            </w:pPr>
            <w:r>
              <w:t xml:space="preserve">workplace </w:t>
            </w:r>
            <w:r w:rsidRPr="00672FC8">
              <w:t xml:space="preserve">environment and </w:t>
            </w:r>
            <w:r w:rsidR="001244E8">
              <w:t>sustainability</w:t>
            </w:r>
            <w:r w:rsidRPr="00672FC8">
              <w:t xml:space="preserve"> legislation, regulations and workplace procedures </w:t>
            </w:r>
            <w:r>
              <w:t>relevant to the development of workpla</w:t>
            </w:r>
            <w:r w:rsidRPr="00672FC8">
              <w:t xml:space="preserve">ce policy and procedures for </w:t>
            </w:r>
            <w:r w:rsidR="006E5247">
              <w:t xml:space="preserve">environment and </w:t>
            </w:r>
            <w:r w:rsidRPr="00672FC8">
              <w:t>sustainability</w:t>
            </w:r>
          </w:p>
          <w:p w14:paraId="2452B83D" w14:textId="6D1D9E82" w:rsidR="00672FC8" w:rsidRDefault="00672FC8" w:rsidP="00672FC8">
            <w:pPr>
              <w:pStyle w:val="SIBulletList2"/>
            </w:pPr>
            <w:r>
              <w:t>legislative</w:t>
            </w:r>
            <w:r w:rsidRPr="00672FC8">
              <w:t xml:space="preserve">, regulatory and industry requirements relevant to the development of workplace policy and procedures for </w:t>
            </w:r>
            <w:r w:rsidR="006E5247">
              <w:t xml:space="preserve">environment and </w:t>
            </w:r>
            <w:r w:rsidRPr="00672FC8">
              <w:t>sustainability</w:t>
            </w:r>
          </w:p>
          <w:p w14:paraId="4CD9AE15" w14:textId="15FCF514" w:rsidR="00672FC8" w:rsidRPr="00672FC8" w:rsidRDefault="00672FC8" w:rsidP="00672FC8">
            <w:pPr>
              <w:pStyle w:val="SIBulletList1"/>
            </w:pPr>
            <w:r w:rsidRPr="00A535AF">
              <w:t>relationships:</w:t>
            </w:r>
          </w:p>
          <w:p w14:paraId="55F84893" w14:textId="129A8B1C" w:rsidR="00672FC8" w:rsidRPr="00672FC8" w:rsidRDefault="001244E8" w:rsidP="00672FC8">
            <w:pPr>
              <w:pStyle w:val="SIBulletList2"/>
            </w:pPr>
            <w:r>
              <w:t xml:space="preserve">work team, key personnel and </w:t>
            </w:r>
            <w:r w:rsidR="00672FC8">
              <w:t>stakeholders</w:t>
            </w:r>
            <w:r w:rsidR="00672FC8" w:rsidRPr="00672FC8">
              <w:t>.</w:t>
            </w:r>
          </w:p>
          <w:p w14:paraId="31050D4A" w14:textId="77777777" w:rsidR="00672FC8" w:rsidRDefault="00672FC8" w:rsidP="00672FC8">
            <w:pPr>
              <w:pStyle w:val="SIText"/>
            </w:pPr>
          </w:p>
          <w:p w14:paraId="29F679B7" w14:textId="02A6DBAB" w:rsidR="00BC7B51" w:rsidRPr="005404CB" w:rsidRDefault="00672FC8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672FC8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72B7C36F" w:rsidR="00E17A92" w:rsidRPr="005404CB" w:rsidRDefault="00511160" w:rsidP="005404CB">
            <w:pPr>
              <w:pStyle w:val="SIText"/>
            </w:pPr>
            <w:r w:rsidRPr="00511160">
              <w:t xml:space="preserve">Companion Volumes, including Implementation Guides, are available at VETNet: </w:t>
            </w:r>
            <w:hyperlink r:id="rId12" w:history="1">
              <w:r w:rsidRPr="0051116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643A" w14:textId="77777777" w:rsidR="009336C5" w:rsidRDefault="009336C5" w:rsidP="00BF3F0A">
      <w:r>
        <w:separator/>
      </w:r>
    </w:p>
    <w:p w14:paraId="61C5E07B" w14:textId="77777777" w:rsidR="009336C5" w:rsidRDefault="009336C5"/>
  </w:endnote>
  <w:endnote w:type="continuationSeparator" w:id="0">
    <w:p w14:paraId="18604686" w14:textId="77777777" w:rsidR="009336C5" w:rsidRDefault="009336C5" w:rsidP="00BF3F0A">
      <w:r>
        <w:continuationSeparator/>
      </w:r>
    </w:p>
    <w:p w14:paraId="407E328F" w14:textId="77777777" w:rsidR="009336C5" w:rsidRDefault="009336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11F8" w14:textId="77777777" w:rsidR="009336C5" w:rsidRDefault="009336C5" w:rsidP="00BF3F0A">
      <w:r>
        <w:separator/>
      </w:r>
    </w:p>
    <w:p w14:paraId="1B693488" w14:textId="77777777" w:rsidR="009336C5" w:rsidRDefault="009336C5"/>
  </w:footnote>
  <w:footnote w:type="continuationSeparator" w:id="0">
    <w:p w14:paraId="66AEE0F5" w14:textId="77777777" w:rsidR="009336C5" w:rsidRDefault="009336C5" w:rsidP="00BF3F0A">
      <w:r>
        <w:continuationSeparator/>
      </w:r>
    </w:p>
    <w:p w14:paraId="5DF902D3" w14:textId="77777777" w:rsidR="009336C5" w:rsidRDefault="009336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04C67B5" w:rsidR="009C2650" w:rsidRPr="00C72CB8" w:rsidRDefault="00B36AC8" w:rsidP="00C72CB8">
    <w:pPr>
      <w:pStyle w:val="SIText"/>
    </w:pPr>
    <w:r w:rsidRPr="00026502">
      <w:t>AHCWRK5</w:t>
    </w:r>
    <w:r w:rsidR="00C834BE">
      <w:t>20</w:t>
    </w:r>
    <w:r w:rsidRPr="00026502">
      <w:t xml:space="preserve"> Develop workplace policy and procedures for </w:t>
    </w:r>
    <w:r w:rsidR="001244E8" w:rsidRPr="00C72CB8">
      <w:rPr>
        <w:rStyle w:val="SITemporaryText-blue"/>
        <w:color w:val="auto"/>
        <w:sz w:val="20"/>
      </w:rPr>
      <w:t xml:space="preserve">environment and </w:t>
    </w:r>
    <w:r w:rsidRPr="00C72CB8">
      <w:t>sustainability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4226149">
    <w:abstractNumId w:val="6"/>
  </w:num>
  <w:num w:numId="2" w16cid:durableId="1302616016">
    <w:abstractNumId w:val="5"/>
  </w:num>
  <w:num w:numId="3" w16cid:durableId="702367330">
    <w:abstractNumId w:val="8"/>
  </w:num>
  <w:num w:numId="4" w16cid:durableId="337855001">
    <w:abstractNumId w:val="7"/>
  </w:num>
  <w:num w:numId="5" w16cid:durableId="1670520208">
    <w:abstractNumId w:val="4"/>
  </w:num>
  <w:num w:numId="6" w16cid:durableId="4860154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502"/>
    <w:rsid w:val="000275AE"/>
    <w:rsid w:val="0003233F"/>
    <w:rsid w:val="0003463A"/>
    <w:rsid w:val="000363A8"/>
    <w:rsid w:val="00041E59"/>
    <w:rsid w:val="00050728"/>
    <w:rsid w:val="00064BFE"/>
    <w:rsid w:val="00070B3E"/>
    <w:rsid w:val="00071F95"/>
    <w:rsid w:val="000737BB"/>
    <w:rsid w:val="00074C9F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323"/>
    <w:rsid w:val="00105AEA"/>
    <w:rsid w:val="001078BF"/>
    <w:rsid w:val="001244E8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0DF4"/>
    <w:rsid w:val="001713AA"/>
    <w:rsid w:val="00176E4F"/>
    <w:rsid w:val="00183138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01D49"/>
    <w:rsid w:val="0020531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B65F4"/>
    <w:rsid w:val="002C55E9"/>
    <w:rsid w:val="002D0C8B"/>
    <w:rsid w:val="002D330A"/>
    <w:rsid w:val="002E0330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52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08E1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D49C5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21F8"/>
    <w:rsid w:val="00444423"/>
    <w:rsid w:val="00447A2A"/>
    <w:rsid w:val="00452F3E"/>
    <w:rsid w:val="0046239A"/>
    <w:rsid w:val="004640AE"/>
    <w:rsid w:val="00466F18"/>
    <w:rsid w:val="00467362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1739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998"/>
    <w:rsid w:val="004E5FAE"/>
    <w:rsid w:val="004E6245"/>
    <w:rsid w:val="004E6741"/>
    <w:rsid w:val="004E7094"/>
    <w:rsid w:val="004F5DC7"/>
    <w:rsid w:val="004F62CA"/>
    <w:rsid w:val="004F68DB"/>
    <w:rsid w:val="004F6986"/>
    <w:rsid w:val="004F78DA"/>
    <w:rsid w:val="0051116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5F7DB4"/>
    <w:rsid w:val="006121D4"/>
    <w:rsid w:val="00613B49"/>
    <w:rsid w:val="006151CB"/>
    <w:rsid w:val="00616845"/>
    <w:rsid w:val="00620E8E"/>
    <w:rsid w:val="00633CFE"/>
    <w:rsid w:val="00634FCA"/>
    <w:rsid w:val="006438AB"/>
    <w:rsid w:val="00643D1B"/>
    <w:rsid w:val="006452B8"/>
    <w:rsid w:val="00652E62"/>
    <w:rsid w:val="00672FC8"/>
    <w:rsid w:val="006821F5"/>
    <w:rsid w:val="00686024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E5247"/>
    <w:rsid w:val="006F0D02"/>
    <w:rsid w:val="006F10FE"/>
    <w:rsid w:val="006F1CA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3CC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04578"/>
    <w:rsid w:val="00817D51"/>
    <w:rsid w:val="008220A8"/>
    <w:rsid w:val="00823530"/>
    <w:rsid w:val="00823FF4"/>
    <w:rsid w:val="008261A7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652E6"/>
    <w:rsid w:val="008734A4"/>
    <w:rsid w:val="00886790"/>
    <w:rsid w:val="008908DE"/>
    <w:rsid w:val="008A012F"/>
    <w:rsid w:val="008A0AF4"/>
    <w:rsid w:val="008A12ED"/>
    <w:rsid w:val="008A39D3"/>
    <w:rsid w:val="008B2C77"/>
    <w:rsid w:val="008B45CF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000C0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336C5"/>
    <w:rsid w:val="00944C09"/>
    <w:rsid w:val="009527CB"/>
    <w:rsid w:val="00952F15"/>
    <w:rsid w:val="00953835"/>
    <w:rsid w:val="00956B63"/>
    <w:rsid w:val="00960F6C"/>
    <w:rsid w:val="00961F90"/>
    <w:rsid w:val="009650DA"/>
    <w:rsid w:val="00970747"/>
    <w:rsid w:val="00974204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E620B"/>
    <w:rsid w:val="009F0DCC"/>
    <w:rsid w:val="009F11CA"/>
    <w:rsid w:val="00A0695B"/>
    <w:rsid w:val="00A13052"/>
    <w:rsid w:val="00A216A8"/>
    <w:rsid w:val="00A223A6"/>
    <w:rsid w:val="00A30D0E"/>
    <w:rsid w:val="00A34CB2"/>
    <w:rsid w:val="00A36348"/>
    <w:rsid w:val="00A3639E"/>
    <w:rsid w:val="00A400B3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4209"/>
    <w:rsid w:val="00AA5338"/>
    <w:rsid w:val="00AA5D02"/>
    <w:rsid w:val="00AB1B8E"/>
    <w:rsid w:val="00AB24E1"/>
    <w:rsid w:val="00AB3EC1"/>
    <w:rsid w:val="00AB46DE"/>
    <w:rsid w:val="00AC0696"/>
    <w:rsid w:val="00AC4C98"/>
    <w:rsid w:val="00AC5F6B"/>
    <w:rsid w:val="00AD3896"/>
    <w:rsid w:val="00AD517C"/>
    <w:rsid w:val="00AD5B47"/>
    <w:rsid w:val="00AD660F"/>
    <w:rsid w:val="00AE1ED9"/>
    <w:rsid w:val="00AE22C1"/>
    <w:rsid w:val="00AE32CB"/>
    <w:rsid w:val="00AF3957"/>
    <w:rsid w:val="00B0712C"/>
    <w:rsid w:val="00B12013"/>
    <w:rsid w:val="00B1419D"/>
    <w:rsid w:val="00B22C67"/>
    <w:rsid w:val="00B261CF"/>
    <w:rsid w:val="00B3508F"/>
    <w:rsid w:val="00B36AC8"/>
    <w:rsid w:val="00B443EE"/>
    <w:rsid w:val="00B560C8"/>
    <w:rsid w:val="00B5647B"/>
    <w:rsid w:val="00B61150"/>
    <w:rsid w:val="00B618F0"/>
    <w:rsid w:val="00B65BC7"/>
    <w:rsid w:val="00B7406B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B694A"/>
    <w:rsid w:val="00BC5075"/>
    <w:rsid w:val="00BC5419"/>
    <w:rsid w:val="00BC7B51"/>
    <w:rsid w:val="00BD20E1"/>
    <w:rsid w:val="00BD3B0F"/>
    <w:rsid w:val="00BE0D26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2CB8"/>
    <w:rsid w:val="00C73582"/>
    <w:rsid w:val="00C73B90"/>
    <w:rsid w:val="00C742EC"/>
    <w:rsid w:val="00C77ED1"/>
    <w:rsid w:val="00C8005F"/>
    <w:rsid w:val="00C834BE"/>
    <w:rsid w:val="00C85324"/>
    <w:rsid w:val="00C856AE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CF510B"/>
    <w:rsid w:val="00D0201F"/>
    <w:rsid w:val="00D03685"/>
    <w:rsid w:val="00D07D4E"/>
    <w:rsid w:val="00D115AA"/>
    <w:rsid w:val="00D145BE"/>
    <w:rsid w:val="00D173FC"/>
    <w:rsid w:val="00D2035A"/>
    <w:rsid w:val="00D20C57"/>
    <w:rsid w:val="00D23B79"/>
    <w:rsid w:val="00D25D16"/>
    <w:rsid w:val="00D32124"/>
    <w:rsid w:val="00D41F30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DF0CD0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A7A4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28EF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2A56"/>
    <w:rsid w:val="00FD557D"/>
    <w:rsid w:val="00FE0282"/>
    <w:rsid w:val="00FE124D"/>
    <w:rsid w:val="00FE792C"/>
    <w:rsid w:val="00FF58F8"/>
    <w:rsid w:val="00FF5CA8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673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51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7F7BC-B71F-4508-B7B0-230A30156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5</cp:revision>
  <cp:lastPrinted>2016-05-27T05:21:00Z</cp:lastPrinted>
  <dcterms:created xsi:type="dcterms:W3CDTF">2022-09-15T22:51:00Z</dcterms:created>
  <dcterms:modified xsi:type="dcterms:W3CDTF">2022-10-27T23:45:00Z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