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556339E5" w:rsidR="00F1480E" w:rsidRPr="00A310AF" w:rsidRDefault="00F1480E" w:rsidP="00A310A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10AF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A310AF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6AE45070" w:rsidR="00F1480E" w:rsidRPr="00A10D7E" w:rsidRDefault="00F1480E" w:rsidP="00A0779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10D7E">
              <w:rPr>
                <w:rStyle w:val="SITemporarytext-blue"/>
                <w:color w:val="auto"/>
                <w:sz w:val="20"/>
              </w:rPr>
              <w:t>This version released with</w:t>
            </w:r>
            <w:r w:rsidR="00337E82" w:rsidRPr="00A10D7E">
              <w:rPr>
                <w:rStyle w:val="SITemporarytext-blue"/>
                <w:color w:val="auto"/>
                <w:sz w:val="20"/>
              </w:rPr>
              <w:t xml:space="preserve"> </w:t>
            </w:r>
            <w:r w:rsidR="00A10D7E" w:rsidRPr="00A10D7E">
              <w:t>AHC Agriculture, Horticulture and Conservation and Land Management</w:t>
            </w:r>
            <w:r w:rsidR="00A10D7E" w:rsidRPr="00A10D7E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A10D7E">
              <w:rPr>
                <w:rStyle w:val="SITemporarytext-blue"/>
                <w:color w:val="auto"/>
                <w:sz w:val="20"/>
              </w:rPr>
              <w:t>Training</w:t>
            </w:r>
            <w:r w:rsidRPr="00A10D7E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A0779A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A0779A" w:rsidRPr="00A0779A">
              <w:rPr>
                <w:rStyle w:val="SITemporarytext-blue"/>
                <w:color w:val="auto"/>
                <w:sz w:val="20"/>
              </w:rPr>
              <w:t>9</w:t>
            </w:r>
            <w:r w:rsidR="00337E82" w:rsidRPr="00A0779A">
              <w:rPr>
                <w:rStyle w:val="SITemporarytext-blue"/>
                <w:color w:val="auto"/>
                <w:sz w:val="20"/>
              </w:rPr>
              <w:t>.0</w:t>
            </w:r>
            <w:r w:rsidRPr="00A0779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00EAD257" w:rsidR="00F1480E" w:rsidRPr="00205F8D" w:rsidRDefault="00D67242" w:rsidP="00205F8D">
            <w:pPr>
              <w:pStyle w:val="SIQUALCODE"/>
            </w:pPr>
            <w:r>
              <w:t>AHC</w:t>
            </w:r>
            <w:r w:rsidR="004E5EF1">
              <w:t>5</w:t>
            </w:r>
            <w:r w:rsidR="00415B43">
              <w:t>04</w:t>
            </w:r>
            <w:r w:rsidR="00627796">
              <w:t>22</w:t>
            </w:r>
          </w:p>
        </w:tc>
        <w:tc>
          <w:tcPr>
            <w:tcW w:w="3604" w:type="pct"/>
            <w:shd w:val="clear" w:color="auto" w:fill="auto"/>
          </w:tcPr>
          <w:p w14:paraId="0F245C56" w14:textId="3DAB84FB" w:rsidR="00F1480E" w:rsidRPr="00205F8D" w:rsidRDefault="004E5EF1" w:rsidP="00205F8D">
            <w:pPr>
              <w:pStyle w:val="SIQUALtitle"/>
            </w:pPr>
            <w:r w:rsidRPr="004E5EF1">
              <w:t>Diploma of Horticulture</w:t>
            </w:r>
            <w:r w:rsidR="00756695">
              <w:t xml:space="preserve"> Management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5CD66855" w14:textId="30E083C5" w:rsidR="00960C6A" w:rsidRPr="00960C6A" w:rsidRDefault="00960C6A" w:rsidP="00A10D7E">
            <w:pPr>
              <w:pStyle w:val="SIText"/>
            </w:pPr>
            <w:r w:rsidRPr="00960C6A">
              <w:t>Th</w:t>
            </w:r>
            <w:r w:rsidR="00A10D7E">
              <w:t>is qualification d</w:t>
            </w:r>
            <w:r w:rsidRPr="00960C6A">
              <w:t>e</w:t>
            </w:r>
            <w:r w:rsidR="00A10D7E">
              <w:t>scribes the skills and knowledge for management job roles in the</w:t>
            </w:r>
            <w:r w:rsidRPr="00960C6A">
              <w:t xml:space="preserve"> </w:t>
            </w:r>
            <w:r w:rsidR="00A10D7E">
              <w:t>h</w:t>
            </w:r>
            <w:r w:rsidRPr="00960C6A">
              <w:t xml:space="preserve">orticulture </w:t>
            </w:r>
            <w:r w:rsidR="00A10D7E">
              <w:t>industry</w:t>
            </w:r>
            <w:r w:rsidRPr="00960C6A">
              <w:t>.</w:t>
            </w:r>
          </w:p>
          <w:p w14:paraId="49222D48" w14:textId="38495E09" w:rsidR="00960C6A" w:rsidRDefault="00960C6A" w:rsidP="00A10D7E">
            <w:pPr>
              <w:pStyle w:val="SIText"/>
            </w:pPr>
          </w:p>
          <w:p w14:paraId="4CAB0521" w14:textId="0563AE16" w:rsidR="00A10D7E" w:rsidRDefault="00A10D7E" w:rsidP="00A10D7E">
            <w:pPr>
              <w:pStyle w:val="SIText"/>
            </w:pPr>
            <w:r w:rsidRPr="00CA6F45">
              <w:t>I</w:t>
            </w:r>
            <w:r w:rsidRPr="00A10D7E">
              <w:t>ndividuals with this qualification take personal responsibility and exercise autonomy in undertaking complex work. They must analyse information and exercise judgement to complete a range of advanced skilled activities.</w:t>
            </w:r>
          </w:p>
          <w:p w14:paraId="703220B6" w14:textId="77777777" w:rsidR="00B12291" w:rsidRDefault="00B12291" w:rsidP="00B12291">
            <w:pPr>
              <w:pStyle w:val="SIText"/>
            </w:pPr>
          </w:p>
          <w:p w14:paraId="18898EA5" w14:textId="5A091BA2" w:rsidR="00B12291" w:rsidRPr="00A10D7E" w:rsidRDefault="00B12291" w:rsidP="00A10D7E">
            <w:pPr>
              <w:pStyle w:val="SIText"/>
            </w:pPr>
            <w:r>
              <w:t xml:space="preserve">Work must comply with health and safety and environmental </w:t>
            </w:r>
            <w:r w:rsidRPr="00B12291">
              <w:t>regulations and legislation that apply to the workplace.</w:t>
            </w:r>
          </w:p>
          <w:p w14:paraId="71A94D1E" w14:textId="77777777" w:rsidR="00A10D7E" w:rsidRDefault="00A10D7E" w:rsidP="00A10D7E">
            <w:pPr>
              <w:pStyle w:val="SIText"/>
            </w:pPr>
          </w:p>
          <w:p w14:paraId="17D9FEF5" w14:textId="5470BCA7" w:rsidR="00D67242" w:rsidRPr="00205F8D" w:rsidRDefault="00960C6A" w:rsidP="00A10D7E">
            <w:pPr>
              <w:pStyle w:val="SIText"/>
            </w:pPr>
            <w:r w:rsidRPr="00960C6A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4B7C1953" w14:textId="486F9427" w:rsidR="001F28F9" w:rsidRDefault="005C5F47" w:rsidP="00A10D7E">
            <w:pPr>
              <w:pStyle w:val="SIText"/>
            </w:pPr>
            <w:r>
              <w:t>Prior t</w:t>
            </w:r>
            <w:r w:rsidR="00756695">
              <w:t>o commenc</w:t>
            </w:r>
            <w:r>
              <w:t>ing</w:t>
            </w:r>
            <w:r w:rsidR="00756695">
              <w:t xml:space="preserve"> this qualification</w:t>
            </w:r>
            <w:r>
              <w:t xml:space="preserve"> an </w:t>
            </w:r>
            <w:r w:rsidR="00756695">
              <w:t>individual must</w:t>
            </w:r>
            <w:r>
              <w:t>:</w:t>
            </w:r>
          </w:p>
          <w:p w14:paraId="343FC59C" w14:textId="67B42426" w:rsidR="005C5F47" w:rsidRDefault="005C5F47" w:rsidP="005C5F47">
            <w:pPr>
              <w:pStyle w:val="SIBulletList1"/>
            </w:pPr>
            <w:r>
              <w:t>have completed the following units of competency (or equivalent):</w:t>
            </w:r>
          </w:p>
          <w:p w14:paraId="04DBA591" w14:textId="6F29EB7C" w:rsidR="005C5F47" w:rsidRDefault="005C5F47" w:rsidP="005C5F47">
            <w:pPr>
              <w:pStyle w:val="SIBulletList2"/>
            </w:pPr>
            <w:r>
              <w:t>AHCCHM304 Transport and store chemicals</w:t>
            </w:r>
          </w:p>
          <w:p w14:paraId="363BDD2C" w14:textId="4C725001" w:rsidR="005C5F47" w:rsidRDefault="005C5F47" w:rsidP="005C5F47">
            <w:pPr>
              <w:pStyle w:val="SIBulletList2"/>
            </w:pPr>
            <w:r>
              <w:t xml:space="preserve">AHCCHM307 Prepare and apply chemicals to control pest, </w:t>
            </w:r>
            <w:proofErr w:type="gramStart"/>
            <w:r>
              <w:t>weeds</w:t>
            </w:r>
            <w:proofErr w:type="gramEnd"/>
            <w:r>
              <w:t xml:space="preserve"> and diseases</w:t>
            </w:r>
          </w:p>
          <w:p w14:paraId="56541D61" w14:textId="03AE839B" w:rsidR="00C1150C" w:rsidRDefault="00C1150C" w:rsidP="005C5F47">
            <w:pPr>
              <w:pStyle w:val="SIBulletList2"/>
            </w:pPr>
            <w:r>
              <w:t>AHCPCM3</w:t>
            </w:r>
            <w:r w:rsidR="00733ADE">
              <w:t>0</w:t>
            </w:r>
            <w:r>
              <w:t>8 Identify and select plants</w:t>
            </w:r>
          </w:p>
          <w:p w14:paraId="03D1098D" w14:textId="77777777" w:rsidR="009A1669" w:rsidRDefault="009A1669" w:rsidP="005C5F47">
            <w:pPr>
              <w:pStyle w:val="SIBulletList2"/>
            </w:pPr>
            <w:r>
              <w:t>AHCPMG301 Control weeds</w:t>
            </w:r>
          </w:p>
          <w:p w14:paraId="587416DF" w14:textId="16CAF977" w:rsidR="005C5F47" w:rsidRDefault="005C5F47" w:rsidP="005C5F47">
            <w:pPr>
              <w:pStyle w:val="SIBulletList2"/>
            </w:pPr>
            <w:r>
              <w:t xml:space="preserve">AHCPMG302 Control plant pests, </w:t>
            </w:r>
            <w:proofErr w:type="gramStart"/>
            <w:r>
              <w:t>diseases</w:t>
            </w:r>
            <w:proofErr w:type="gramEnd"/>
            <w:r>
              <w:t xml:space="preserve"> and disorders</w:t>
            </w:r>
          </w:p>
          <w:p w14:paraId="359B5753" w14:textId="2FC29BB6" w:rsidR="009A1669" w:rsidRDefault="009A1669" w:rsidP="005C5F47">
            <w:pPr>
              <w:pStyle w:val="SIBulletList2"/>
            </w:pPr>
            <w:r>
              <w:t>AHCSOL304 Implement soil improvements for garden and turf areas</w:t>
            </w:r>
          </w:p>
          <w:p w14:paraId="2C6E5F82" w14:textId="4B93F3D3" w:rsidR="005C5F47" w:rsidRDefault="005C5F47" w:rsidP="005C5F47">
            <w:pPr>
              <w:pStyle w:val="SIBulletList2"/>
            </w:pPr>
            <w:r>
              <w:t>AHCWHS3</w:t>
            </w:r>
            <w:r w:rsidR="00087B62">
              <w:t>02</w:t>
            </w:r>
            <w:r>
              <w:t xml:space="preserve"> Contribute to workplace health and safety processes</w:t>
            </w:r>
          </w:p>
          <w:p w14:paraId="2FB5B058" w14:textId="14C62EE5" w:rsidR="005C5F47" w:rsidRDefault="005C5F47" w:rsidP="005C5F47">
            <w:pPr>
              <w:pStyle w:val="SIText"/>
            </w:pPr>
            <w:r>
              <w:t>OR</w:t>
            </w:r>
          </w:p>
          <w:p w14:paraId="3FA2E81D" w14:textId="067C401C" w:rsidR="005C5F47" w:rsidRPr="008908DE" w:rsidRDefault="005C5F47" w:rsidP="005C5F47">
            <w:pPr>
              <w:pStyle w:val="SIBulletList1"/>
            </w:pPr>
            <w:r>
              <w:t>have relevant equivalent skills and knowledge acquired through participation in the horticulture industry.</w:t>
            </w:r>
          </w:p>
        </w:tc>
      </w:tr>
      <w:tr w:rsidR="004270D2" w:rsidRPr="00963A46" w14:paraId="29A707A4" w14:textId="77777777" w:rsidTr="00323203">
        <w:trPr>
          <w:trHeight w:val="6936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2A9F2C14" w14:textId="77777777" w:rsidR="00960C6A" w:rsidRPr="00960C6A" w:rsidRDefault="00960C6A" w:rsidP="00A10D7E">
            <w:pPr>
              <w:pStyle w:val="SIText"/>
            </w:pPr>
            <w:r w:rsidRPr="00960C6A">
              <w:t>To achieve this qualification, competency must be demonstrated in:</w:t>
            </w:r>
          </w:p>
          <w:p w14:paraId="376AD21C" w14:textId="77777777" w:rsidR="00960C6A" w:rsidRPr="00960C6A" w:rsidRDefault="00960C6A" w:rsidP="00960C6A">
            <w:pPr>
              <w:pStyle w:val="SIBulletList1"/>
            </w:pPr>
            <w:r w:rsidRPr="00960C6A">
              <w:t>10 units of competency:</w:t>
            </w:r>
          </w:p>
          <w:p w14:paraId="180B43A8" w14:textId="05FDC38B" w:rsidR="00960C6A" w:rsidRPr="00960C6A" w:rsidRDefault="00EA3522" w:rsidP="00960C6A">
            <w:pPr>
              <w:pStyle w:val="SIBulletList2"/>
            </w:pPr>
            <w:r>
              <w:t>3</w:t>
            </w:r>
            <w:r w:rsidR="00960C6A" w:rsidRPr="00960C6A">
              <w:t xml:space="preserve"> core units plus</w:t>
            </w:r>
          </w:p>
          <w:p w14:paraId="032F4273" w14:textId="73435AEC" w:rsidR="00960C6A" w:rsidRPr="00960C6A" w:rsidRDefault="00EA3522" w:rsidP="00960C6A">
            <w:pPr>
              <w:pStyle w:val="SIBulletList2"/>
            </w:pPr>
            <w:r>
              <w:t>7</w:t>
            </w:r>
            <w:r w:rsidR="00960C6A" w:rsidRPr="00960C6A">
              <w:t xml:space="preserve"> elective units.</w:t>
            </w:r>
          </w:p>
          <w:p w14:paraId="45D2A460" w14:textId="77777777" w:rsidR="00960C6A" w:rsidRDefault="00960C6A" w:rsidP="00A10D7E">
            <w:pPr>
              <w:pStyle w:val="SIText"/>
            </w:pPr>
          </w:p>
          <w:p w14:paraId="4714F504" w14:textId="0736366D" w:rsidR="00960C6A" w:rsidRPr="00960C6A" w:rsidRDefault="00960C6A" w:rsidP="00A10D7E">
            <w:pPr>
              <w:pStyle w:val="SIText"/>
            </w:pPr>
            <w:r w:rsidRPr="00960C6A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0A087FFD" w14:textId="7A040F1C" w:rsidR="00960C6A" w:rsidRPr="00960C6A" w:rsidRDefault="00EA3522" w:rsidP="00960C6A">
            <w:pPr>
              <w:pStyle w:val="SIBulletList1"/>
            </w:pPr>
            <w:r>
              <w:t>2</w:t>
            </w:r>
            <w:r w:rsidR="00960C6A" w:rsidRPr="00960C6A">
              <w:t xml:space="preserve"> units must be from </w:t>
            </w:r>
            <w:r w:rsidR="00C47933">
              <w:t>group A</w:t>
            </w:r>
          </w:p>
          <w:p w14:paraId="3233AE10" w14:textId="17F78036" w:rsidR="00EA3522" w:rsidRDefault="00EA3522" w:rsidP="00834F3D">
            <w:pPr>
              <w:pStyle w:val="SIBulletList1"/>
            </w:pPr>
            <w:r>
              <w:t>3 units not already selected must be from groups A</w:t>
            </w:r>
            <w:r w:rsidR="008410E5">
              <w:t xml:space="preserve"> or</w:t>
            </w:r>
            <w:r>
              <w:t xml:space="preserve"> B</w:t>
            </w:r>
          </w:p>
          <w:p w14:paraId="65A33A00" w14:textId="079D088B" w:rsidR="00960C6A" w:rsidRPr="00960C6A" w:rsidRDefault="00960C6A" w:rsidP="00834F3D">
            <w:pPr>
              <w:pStyle w:val="SIBulletList1"/>
            </w:pPr>
            <w:r w:rsidRPr="00960C6A">
              <w:t xml:space="preserve">the remaining </w:t>
            </w:r>
            <w:r w:rsidR="005A5254">
              <w:t xml:space="preserve">2 </w:t>
            </w:r>
            <w:r w:rsidR="00C47933">
              <w:t>units</w:t>
            </w:r>
            <w:r w:rsidRPr="00960C6A">
              <w:t xml:space="preserve"> </w:t>
            </w:r>
            <w:r w:rsidR="005A5254">
              <w:t xml:space="preserve">must be selected from electives </w:t>
            </w:r>
            <w:r w:rsidRPr="00960C6A">
              <w:t xml:space="preserve">listed </w:t>
            </w:r>
            <w:r w:rsidR="00C47933">
              <w:t>in groups A</w:t>
            </w:r>
            <w:r w:rsidR="00EA3522">
              <w:t>, B</w:t>
            </w:r>
            <w:r w:rsidR="00C47933">
              <w:t xml:space="preserve"> or </w:t>
            </w:r>
            <w:r w:rsidR="00EA3522">
              <w:t>C</w:t>
            </w:r>
            <w:r w:rsidR="00C47933">
              <w:t>,</w:t>
            </w:r>
            <w:r w:rsidRPr="00960C6A">
              <w:t xml:space="preserve"> or any currently endorsed Training Package or </w:t>
            </w:r>
            <w:r w:rsidR="00A10D7E">
              <w:t>a</w:t>
            </w:r>
            <w:r w:rsidRPr="00960C6A">
              <w:t xml:space="preserve">ccredited </w:t>
            </w:r>
            <w:r w:rsidR="00A10D7E">
              <w:t>c</w:t>
            </w:r>
            <w:r w:rsidRPr="00960C6A">
              <w:t>ourse.</w:t>
            </w:r>
          </w:p>
          <w:p w14:paraId="01DDE654" w14:textId="77777777" w:rsidR="00C47933" w:rsidRDefault="00C47933" w:rsidP="00C47933">
            <w:pPr>
              <w:pStyle w:val="SITextHeading2"/>
            </w:pPr>
          </w:p>
          <w:p w14:paraId="38D9D9F1" w14:textId="70D12D1F" w:rsidR="00C47933" w:rsidRPr="00C47933" w:rsidRDefault="00C47933" w:rsidP="00C47933">
            <w:pPr>
              <w:pStyle w:val="SITextHeading2"/>
            </w:pPr>
            <w:r>
              <w:t>Core</w:t>
            </w:r>
            <w:r w:rsidRPr="00894FBB">
              <w:t xml:space="preserve">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5"/>
              <w:gridCol w:w="6508"/>
            </w:tblGrid>
            <w:tr w:rsidR="00C47933" w:rsidRPr="00605949" w14:paraId="4E94B267" w14:textId="77777777" w:rsidTr="00880D45">
              <w:tc>
                <w:tcPr>
                  <w:tcW w:w="1865" w:type="dxa"/>
                </w:tcPr>
                <w:p w14:paraId="73674A6A" w14:textId="4C03687D" w:rsidR="00C47933" w:rsidRPr="00C47933" w:rsidRDefault="00C47933" w:rsidP="00C47933">
                  <w:pPr>
                    <w:pStyle w:val="SIText"/>
                  </w:pPr>
                  <w:r w:rsidRPr="00605949">
                    <w:t>AHCWHS5</w:t>
                  </w:r>
                  <w:r w:rsidR="00087B62">
                    <w:t>03</w:t>
                  </w:r>
                </w:p>
              </w:tc>
              <w:tc>
                <w:tcPr>
                  <w:tcW w:w="6508" w:type="dxa"/>
                </w:tcPr>
                <w:p w14:paraId="5C9EAE61" w14:textId="77777777" w:rsidR="00C47933" w:rsidRPr="00C47933" w:rsidRDefault="00C47933" w:rsidP="00C47933">
                  <w:pPr>
                    <w:pStyle w:val="SIText"/>
                  </w:pPr>
                  <w:r w:rsidRPr="00605949">
                    <w:t>Manage work</w:t>
                  </w:r>
                  <w:r w:rsidRPr="00C47933">
                    <w:t>place health and safety processes</w:t>
                  </w:r>
                </w:p>
              </w:tc>
            </w:tr>
            <w:tr w:rsidR="00C47933" w:rsidRPr="000C31E0" w14:paraId="1967B4C8" w14:textId="77777777" w:rsidTr="00880D45">
              <w:tc>
                <w:tcPr>
                  <w:tcW w:w="1865" w:type="dxa"/>
                </w:tcPr>
                <w:p w14:paraId="6C13DC1A" w14:textId="77777777" w:rsidR="00C47933" w:rsidRPr="00C47933" w:rsidRDefault="00C47933" w:rsidP="00C47933">
                  <w:pPr>
                    <w:pStyle w:val="SIText"/>
                  </w:pPr>
                  <w:r w:rsidRPr="00605949">
                    <w:t>AHCWRK5</w:t>
                  </w:r>
                  <w:r w:rsidRPr="00C47933">
                    <w:t>13</w:t>
                  </w:r>
                </w:p>
              </w:tc>
              <w:tc>
                <w:tcPr>
                  <w:tcW w:w="6508" w:type="dxa"/>
                </w:tcPr>
                <w:p w14:paraId="50EFC50F" w14:textId="77777777" w:rsidR="00C47933" w:rsidRPr="00C47933" w:rsidRDefault="00C47933" w:rsidP="00C47933">
                  <w:pPr>
                    <w:pStyle w:val="SIText"/>
                  </w:pPr>
                  <w:r>
                    <w:t>Write and present</w:t>
                  </w:r>
                  <w:r w:rsidRPr="00C47933">
                    <w:t xml:space="preserve"> reports</w:t>
                  </w:r>
                </w:p>
              </w:tc>
            </w:tr>
            <w:tr w:rsidR="00C47933" w:rsidRPr="00605949" w14:paraId="46DA4642" w14:textId="77777777" w:rsidTr="00880D45">
              <w:tc>
                <w:tcPr>
                  <w:tcW w:w="1865" w:type="dxa"/>
                </w:tcPr>
                <w:p w14:paraId="550001DC" w14:textId="39CC595B" w:rsidR="00C47933" w:rsidRPr="00C47933" w:rsidRDefault="00C47933" w:rsidP="00C47933">
                  <w:pPr>
                    <w:pStyle w:val="SIText"/>
                  </w:pPr>
                  <w:r w:rsidRPr="00605949">
                    <w:t>AHCWRK5</w:t>
                  </w:r>
                  <w:r w:rsidR="00087B62">
                    <w:t>20</w:t>
                  </w:r>
                </w:p>
              </w:tc>
              <w:tc>
                <w:tcPr>
                  <w:tcW w:w="6508" w:type="dxa"/>
                </w:tcPr>
                <w:p w14:paraId="7C543DF8" w14:textId="77777777" w:rsidR="00C47933" w:rsidRPr="00C47933" w:rsidRDefault="00C47933" w:rsidP="00C47933">
                  <w:pPr>
                    <w:pStyle w:val="SIText"/>
                  </w:pPr>
                  <w:r w:rsidRPr="00605949">
                    <w:t xml:space="preserve">Develop workplace policy and procedures for </w:t>
                  </w:r>
                  <w:r w:rsidRPr="00C47933">
                    <w:t>environment and sustainability</w:t>
                  </w:r>
                </w:p>
              </w:tc>
            </w:tr>
          </w:tbl>
          <w:p w14:paraId="2AC0CB27" w14:textId="77777777" w:rsidR="00B75443" w:rsidRDefault="00B75443" w:rsidP="00B75443">
            <w:pPr>
              <w:pStyle w:val="SITextHeading2"/>
            </w:pPr>
          </w:p>
          <w:p w14:paraId="413E70EF" w14:textId="77777777" w:rsidR="00B75443" w:rsidRPr="00B75443" w:rsidRDefault="00B75443" w:rsidP="00B75443">
            <w:pPr>
              <w:pStyle w:val="SITextHeading2"/>
            </w:pPr>
            <w:r w:rsidRPr="00894FBB">
              <w:t>Elective Units</w:t>
            </w:r>
          </w:p>
          <w:p w14:paraId="137F4B88" w14:textId="77777777" w:rsidR="00B75443" w:rsidRPr="00B75443" w:rsidRDefault="00B75443" w:rsidP="00B75443">
            <w:pPr>
              <w:pStyle w:val="SIText-Bold"/>
            </w:pPr>
            <w:r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5"/>
              <w:gridCol w:w="6508"/>
            </w:tblGrid>
            <w:tr w:rsidR="00B75443" w:rsidRPr="00A10D7E" w14:paraId="38BCBC4F" w14:textId="77777777" w:rsidTr="00880D45">
              <w:tc>
                <w:tcPr>
                  <w:tcW w:w="1865" w:type="dxa"/>
                </w:tcPr>
                <w:p w14:paraId="05AFF9EA" w14:textId="77777777" w:rsidR="00B75443" w:rsidRPr="00627796" w:rsidRDefault="00B75443" w:rsidP="0062779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7796">
                    <w:t>AHCBUS511</w:t>
                  </w:r>
                </w:p>
              </w:tc>
              <w:tc>
                <w:tcPr>
                  <w:tcW w:w="6508" w:type="dxa"/>
                </w:tcPr>
                <w:p w14:paraId="4B13269A" w14:textId="77777777" w:rsidR="00B75443" w:rsidRPr="00627796" w:rsidRDefault="00B75443" w:rsidP="0062779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7796">
                    <w:t>Manage enterprise staff requirements</w:t>
                  </w:r>
                </w:p>
              </w:tc>
            </w:tr>
            <w:tr w:rsidR="00B75443" w:rsidRPr="00A10D7E" w14:paraId="4E6587F6" w14:textId="77777777" w:rsidTr="00880D45">
              <w:tc>
                <w:tcPr>
                  <w:tcW w:w="1865" w:type="dxa"/>
                </w:tcPr>
                <w:p w14:paraId="1581578E" w14:textId="77777777" w:rsidR="00B75443" w:rsidRPr="00B75443" w:rsidRDefault="00B75443" w:rsidP="00B75443">
                  <w:pPr>
                    <w:pStyle w:val="SIText"/>
                  </w:pPr>
                  <w:r w:rsidRPr="00A10D7E">
                    <w:t>AHCBUS514</w:t>
                  </w:r>
                </w:p>
              </w:tc>
              <w:tc>
                <w:tcPr>
                  <w:tcW w:w="6508" w:type="dxa"/>
                </w:tcPr>
                <w:p w14:paraId="1E08B070" w14:textId="77777777" w:rsidR="00B75443" w:rsidRPr="00B75443" w:rsidRDefault="00B75443" w:rsidP="00B75443">
                  <w:pPr>
                    <w:pStyle w:val="SIText"/>
                  </w:pPr>
                  <w:r w:rsidRPr="00A10D7E">
                    <w:t>Negotiate and monitor contracts</w:t>
                  </w:r>
                </w:p>
              </w:tc>
            </w:tr>
            <w:tr w:rsidR="00B75443" w:rsidRPr="00A10D7E" w14:paraId="00DF63A7" w14:textId="77777777" w:rsidTr="00880D45">
              <w:tc>
                <w:tcPr>
                  <w:tcW w:w="1865" w:type="dxa"/>
                </w:tcPr>
                <w:p w14:paraId="281DC8F4" w14:textId="77777777" w:rsidR="00B75443" w:rsidRPr="00B75443" w:rsidRDefault="00B75443" w:rsidP="00B75443">
                  <w:pPr>
                    <w:pStyle w:val="SIText"/>
                  </w:pPr>
                  <w:r w:rsidRPr="00A10D7E">
                    <w:t>AHCBUS515</w:t>
                  </w:r>
                </w:p>
              </w:tc>
              <w:tc>
                <w:tcPr>
                  <w:tcW w:w="6508" w:type="dxa"/>
                </w:tcPr>
                <w:p w14:paraId="19B2F14A" w14:textId="77777777" w:rsidR="00B75443" w:rsidRPr="00B75443" w:rsidRDefault="00B75443" w:rsidP="00B75443">
                  <w:pPr>
                    <w:pStyle w:val="SIText"/>
                  </w:pPr>
                  <w:r w:rsidRPr="00A10D7E">
                    <w:t xml:space="preserve">Prepare estimates, </w:t>
                  </w:r>
                  <w:proofErr w:type="gramStart"/>
                  <w:r w:rsidRPr="00A10D7E">
                    <w:t>quotes</w:t>
                  </w:r>
                  <w:proofErr w:type="gramEnd"/>
                  <w:r w:rsidRPr="00A10D7E">
                    <w:t xml:space="preserve"> and tenders</w:t>
                  </w:r>
                </w:p>
              </w:tc>
            </w:tr>
            <w:tr w:rsidR="00B75443" w:rsidRPr="00A10D7E" w14:paraId="0B16ED04" w14:textId="77777777" w:rsidTr="00880D45">
              <w:tc>
                <w:tcPr>
                  <w:tcW w:w="1865" w:type="dxa"/>
                </w:tcPr>
                <w:p w14:paraId="698D104D" w14:textId="77777777" w:rsidR="00B75443" w:rsidRPr="00B75443" w:rsidRDefault="00B75443" w:rsidP="00B75443">
                  <w:pPr>
                    <w:pStyle w:val="SIText"/>
                  </w:pPr>
                  <w:r w:rsidRPr="00A10D7E">
                    <w:t>AHCBUS518</w:t>
                  </w:r>
                </w:p>
              </w:tc>
              <w:tc>
                <w:tcPr>
                  <w:tcW w:w="6508" w:type="dxa"/>
                </w:tcPr>
                <w:p w14:paraId="63B753CE" w14:textId="77777777" w:rsidR="00B75443" w:rsidRPr="00B75443" w:rsidRDefault="00B75443" w:rsidP="00B75443">
                  <w:pPr>
                    <w:pStyle w:val="SIText"/>
                  </w:pPr>
                  <w:r w:rsidRPr="00A10D7E">
                    <w:t>Prepare and monitor budgets and financial reports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74AFB635" w14:textId="790850A1" w:rsidR="00C355F3" w:rsidRPr="00C355F3" w:rsidRDefault="00C355F3" w:rsidP="00C355F3">
            <w:pPr>
              <w:pStyle w:val="SIText-Bold"/>
            </w:pPr>
            <w:r>
              <w:t xml:space="preserve">Group </w:t>
            </w:r>
            <w:r w:rsidR="00B75443"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5"/>
              <w:gridCol w:w="6508"/>
            </w:tblGrid>
            <w:tr w:rsidR="00C355F3" w:rsidRPr="00A10D7E" w14:paraId="3F807306" w14:textId="77777777" w:rsidTr="00880D45">
              <w:tc>
                <w:tcPr>
                  <w:tcW w:w="1865" w:type="dxa"/>
                </w:tcPr>
                <w:p w14:paraId="434654C8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AHCCHM501</w:t>
                  </w:r>
                </w:p>
              </w:tc>
              <w:tc>
                <w:tcPr>
                  <w:tcW w:w="6508" w:type="dxa"/>
                </w:tcPr>
                <w:p w14:paraId="7C2F5944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Develop and manage a chemical use strategy</w:t>
                  </w:r>
                </w:p>
              </w:tc>
            </w:tr>
            <w:tr w:rsidR="00C355F3" w:rsidRPr="00605949" w14:paraId="2DEB0968" w14:textId="77777777" w:rsidTr="00880D45">
              <w:tc>
                <w:tcPr>
                  <w:tcW w:w="1865" w:type="dxa"/>
                </w:tcPr>
                <w:p w14:paraId="54F69F55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AHCIRG508</w:t>
                  </w:r>
                </w:p>
              </w:tc>
              <w:tc>
                <w:tcPr>
                  <w:tcW w:w="6508" w:type="dxa"/>
                </w:tcPr>
                <w:p w14:paraId="144B7598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Design irrigation system maintenance and monitoring programs</w:t>
                  </w:r>
                </w:p>
              </w:tc>
            </w:tr>
            <w:tr w:rsidR="00C355F3" w:rsidRPr="00605949" w14:paraId="77AA8B2E" w14:textId="77777777" w:rsidTr="00880D45">
              <w:tc>
                <w:tcPr>
                  <w:tcW w:w="1865" w:type="dxa"/>
                </w:tcPr>
                <w:p w14:paraId="2CD4B5AC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AHCIRG509</w:t>
                  </w:r>
                </w:p>
              </w:tc>
              <w:tc>
                <w:tcPr>
                  <w:tcW w:w="6508" w:type="dxa"/>
                </w:tcPr>
                <w:p w14:paraId="774A479F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Develop an irrigation and drainage management plan</w:t>
                  </w:r>
                </w:p>
              </w:tc>
            </w:tr>
            <w:tr w:rsidR="00C355F3" w:rsidRPr="00605949" w14:paraId="4D713337" w14:textId="77777777" w:rsidTr="00880D45">
              <w:tc>
                <w:tcPr>
                  <w:tcW w:w="1865" w:type="dxa"/>
                </w:tcPr>
                <w:p w14:paraId="60D4E5DA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AHCLPW50</w:t>
                  </w:r>
                  <w:r w:rsidRPr="00C355F3">
                    <w:t>6</w:t>
                  </w:r>
                </w:p>
              </w:tc>
              <w:tc>
                <w:tcPr>
                  <w:tcW w:w="6508" w:type="dxa"/>
                </w:tcPr>
                <w:p w14:paraId="6282C29F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Develop a </w:t>
                  </w:r>
                  <w:r w:rsidRPr="00C355F3">
                    <w:t>management plan for a designated area</w:t>
                  </w:r>
                </w:p>
              </w:tc>
            </w:tr>
            <w:tr w:rsidR="00C355F3" w:rsidRPr="00605949" w14:paraId="69BB324B" w14:textId="77777777" w:rsidTr="00880D45">
              <w:tc>
                <w:tcPr>
                  <w:tcW w:w="1865" w:type="dxa"/>
                </w:tcPr>
                <w:p w14:paraId="7B97B08F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AHCMOM501</w:t>
                  </w:r>
                </w:p>
              </w:tc>
              <w:tc>
                <w:tcPr>
                  <w:tcW w:w="6508" w:type="dxa"/>
                </w:tcPr>
                <w:p w14:paraId="055D5CBB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Manage machinery and equipment</w:t>
                  </w:r>
                </w:p>
              </w:tc>
            </w:tr>
            <w:tr w:rsidR="00C355F3" w:rsidRPr="00605949" w14:paraId="14DFE188" w14:textId="77777777" w:rsidTr="00880D45">
              <w:tc>
                <w:tcPr>
                  <w:tcW w:w="1865" w:type="dxa"/>
                </w:tcPr>
                <w:p w14:paraId="4D856892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AHCMOM502</w:t>
                  </w:r>
                </w:p>
              </w:tc>
              <w:tc>
                <w:tcPr>
                  <w:tcW w:w="6508" w:type="dxa"/>
                </w:tcPr>
                <w:p w14:paraId="12099683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Implement a machinery </w:t>
                  </w:r>
                  <w:r w:rsidRPr="00C355F3">
                    <w:t>management system</w:t>
                  </w:r>
                </w:p>
              </w:tc>
            </w:tr>
            <w:tr w:rsidR="000D4801" w:rsidRPr="00605949" w14:paraId="1C86BCA5" w14:textId="77777777" w:rsidTr="00880D45">
              <w:tc>
                <w:tcPr>
                  <w:tcW w:w="1865" w:type="dxa"/>
                </w:tcPr>
                <w:p w14:paraId="24B62354" w14:textId="77777777" w:rsidR="000D4801" w:rsidRPr="000D4801" w:rsidRDefault="000D4801" w:rsidP="000D4801">
                  <w:pPr>
                    <w:pStyle w:val="SIText"/>
                  </w:pPr>
                  <w:r w:rsidRPr="00605949">
                    <w:t>AHCPCM50</w:t>
                  </w:r>
                  <w:r w:rsidRPr="000D4801">
                    <w:t>7</w:t>
                  </w:r>
                </w:p>
              </w:tc>
              <w:tc>
                <w:tcPr>
                  <w:tcW w:w="6508" w:type="dxa"/>
                </w:tcPr>
                <w:p w14:paraId="7A76040F" w14:textId="77777777" w:rsidR="000D4801" w:rsidRPr="000D4801" w:rsidRDefault="000D4801" w:rsidP="000D4801">
                  <w:pPr>
                    <w:pStyle w:val="SIText"/>
                  </w:pPr>
                  <w:r w:rsidRPr="00605949">
                    <w:t xml:space="preserve">Diagnose plant </w:t>
                  </w:r>
                  <w:r w:rsidRPr="000D4801">
                    <w:t>health problems</w:t>
                  </w:r>
                </w:p>
              </w:tc>
            </w:tr>
            <w:tr w:rsidR="000D4801" w:rsidRPr="00605949" w14:paraId="01DA383D" w14:textId="77777777" w:rsidTr="00880D45">
              <w:tc>
                <w:tcPr>
                  <w:tcW w:w="1865" w:type="dxa"/>
                </w:tcPr>
                <w:p w14:paraId="77FFCFE4" w14:textId="77777777" w:rsidR="000D4801" w:rsidRPr="000D4801" w:rsidRDefault="000D4801" w:rsidP="000D4801">
                  <w:pPr>
                    <w:pStyle w:val="SIText"/>
                  </w:pPr>
                  <w:r w:rsidRPr="00605949">
                    <w:t>AHCPCM5</w:t>
                  </w:r>
                  <w:r w:rsidRPr="000D4801">
                    <w:t>10</w:t>
                  </w:r>
                </w:p>
              </w:tc>
              <w:tc>
                <w:tcPr>
                  <w:tcW w:w="6508" w:type="dxa"/>
                </w:tcPr>
                <w:p w14:paraId="2BD768BF" w14:textId="77777777" w:rsidR="000D4801" w:rsidRPr="000D4801" w:rsidRDefault="000D4801" w:rsidP="000D4801">
                  <w:pPr>
                    <w:pStyle w:val="SIText"/>
                  </w:pPr>
                  <w:r w:rsidRPr="00605949">
                    <w:t>Collect and classify plants</w:t>
                  </w:r>
                </w:p>
              </w:tc>
            </w:tr>
            <w:tr w:rsidR="00623833" w:rsidRPr="0092397B" w14:paraId="76351527" w14:textId="77777777" w:rsidTr="00880D45">
              <w:tc>
                <w:tcPr>
                  <w:tcW w:w="1865" w:type="dxa"/>
                </w:tcPr>
                <w:p w14:paraId="56A158D7" w14:textId="3181F502" w:rsidR="00623833" w:rsidRPr="00605949" w:rsidRDefault="00623833" w:rsidP="00C355F3">
                  <w:pPr>
                    <w:pStyle w:val="SIText"/>
                  </w:pPr>
                  <w:r>
                    <w:t>AHCPCM511</w:t>
                  </w:r>
                </w:p>
              </w:tc>
              <w:tc>
                <w:tcPr>
                  <w:tcW w:w="6508" w:type="dxa"/>
                </w:tcPr>
                <w:p w14:paraId="06DA0D18" w14:textId="4D13D006" w:rsidR="00623833" w:rsidRPr="00605949" w:rsidRDefault="00623833" w:rsidP="00C355F3">
                  <w:pPr>
                    <w:pStyle w:val="SIText"/>
                  </w:pPr>
                  <w:r>
                    <w:t>Specify plants for landscape</w:t>
                  </w:r>
                  <w:r w:rsidR="00A2007C">
                    <w:t>s</w:t>
                  </w:r>
                </w:p>
              </w:tc>
            </w:tr>
            <w:tr w:rsidR="00C355F3" w:rsidRPr="0092397B" w14:paraId="13A3E008" w14:textId="77777777" w:rsidTr="00880D45">
              <w:tc>
                <w:tcPr>
                  <w:tcW w:w="1865" w:type="dxa"/>
                </w:tcPr>
                <w:p w14:paraId="5F381D6B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AHCPGD50</w:t>
                  </w:r>
                  <w:r w:rsidRPr="00C355F3">
                    <w:t>6</w:t>
                  </w:r>
                </w:p>
              </w:tc>
              <w:tc>
                <w:tcPr>
                  <w:tcW w:w="6508" w:type="dxa"/>
                </w:tcPr>
                <w:p w14:paraId="06CD78E7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Manage parks and </w:t>
                  </w:r>
                  <w:r w:rsidRPr="00C355F3">
                    <w:t>reserves</w:t>
                  </w:r>
                </w:p>
              </w:tc>
            </w:tr>
            <w:tr w:rsidR="00C355F3" w:rsidRPr="00605949" w14:paraId="44B3893A" w14:textId="77777777" w:rsidTr="00880D45">
              <w:tc>
                <w:tcPr>
                  <w:tcW w:w="1865" w:type="dxa"/>
                </w:tcPr>
                <w:p w14:paraId="10D64988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AHCPGD50</w:t>
                  </w:r>
                  <w:r w:rsidRPr="00C355F3">
                    <w:t>7</w:t>
                  </w:r>
                </w:p>
              </w:tc>
              <w:tc>
                <w:tcPr>
                  <w:tcW w:w="6508" w:type="dxa"/>
                </w:tcPr>
                <w:p w14:paraId="07CFA9D8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Manage plant cultural practices</w:t>
                  </w:r>
                </w:p>
              </w:tc>
            </w:tr>
            <w:tr w:rsidR="00C002CA" w:rsidRPr="00605949" w14:paraId="25514815" w14:textId="77777777" w:rsidTr="00880D45">
              <w:tc>
                <w:tcPr>
                  <w:tcW w:w="1865" w:type="dxa"/>
                </w:tcPr>
                <w:p w14:paraId="6916297E" w14:textId="5E5842F9" w:rsidR="00C002CA" w:rsidRPr="00605949" w:rsidRDefault="00C002CA" w:rsidP="00C355F3">
                  <w:pPr>
                    <w:pStyle w:val="SIText"/>
                  </w:pPr>
                  <w:r>
                    <w:t>AHCPHT511</w:t>
                  </w:r>
                </w:p>
              </w:tc>
              <w:tc>
                <w:tcPr>
                  <w:tcW w:w="6508" w:type="dxa"/>
                </w:tcPr>
                <w:p w14:paraId="1242BCCA" w14:textId="282C16A1" w:rsidR="00C002CA" w:rsidRPr="00605949" w:rsidRDefault="00C002CA" w:rsidP="00C355F3">
                  <w:pPr>
                    <w:pStyle w:val="SIText"/>
                  </w:pPr>
                  <w:r>
                    <w:t>Develop a horticultural production plan</w:t>
                  </w:r>
                </w:p>
              </w:tc>
            </w:tr>
            <w:tr w:rsidR="00C355F3" w:rsidRPr="00605949" w14:paraId="2C7A3868" w14:textId="77777777" w:rsidTr="00880D45">
              <w:tc>
                <w:tcPr>
                  <w:tcW w:w="1865" w:type="dxa"/>
                </w:tcPr>
                <w:p w14:paraId="2686F4DB" w14:textId="0AA42FEA" w:rsidR="00C355F3" w:rsidRPr="00C355F3" w:rsidRDefault="00C355F3" w:rsidP="00C355F3">
                  <w:pPr>
                    <w:pStyle w:val="SIText"/>
                  </w:pPr>
                  <w:r w:rsidRPr="00605949">
                    <w:t>AHCWRK5</w:t>
                  </w:r>
                  <w:r w:rsidR="00087B62">
                    <w:t>06</w:t>
                  </w:r>
                </w:p>
              </w:tc>
              <w:tc>
                <w:tcPr>
                  <w:tcW w:w="6508" w:type="dxa"/>
                </w:tcPr>
                <w:p w14:paraId="226C36AC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Collect and manage data</w:t>
                  </w:r>
                </w:p>
              </w:tc>
            </w:tr>
            <w:tr w:rsidR="00C355F3" w:rsidRPr="00605949" w14:paraId="187CB399" w14:textId="77777777" w:rsidTr="00880D45">
              <w:tc>
                <w:tcPr>
                  <w:tcW w:w="1865" w:type="dxa"/>
                </w:tcPr>
                <w:p w14:paraId="66F7102F" w14:textId="57CED4C9" w:rsidR="00C355F3" w:rsidRPr="00C355F3" w:rsidRDefault="00C355F3" w:rsidP="00C355F3">
                  <w:pPr>
                    <w:pStyle w:val="SIText"/>
                  </w:pPr>
                  <w:r w:rsidRPr="00605949">
                    <w:t>AHCWRK5</w:t>
                  </w:r>
                  <w:r w:rsidR="00087B62">
                    <w:t>17</w:t>
                  </w:r>
                </w:p>
              </w:tc>
              <w:tc>
                <w:tcPr>
                  <w:tcW w:w="6508" w:type="dxa"/>
                </w:tcPr>
                <w:p w14:paraId="2F34D283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Interpret legislation</w:t>
                  </w:r>
                </w:p>
              </w:tc>
            </w:tr>
            <w:tr w:rsidR="00C355F3" w:rsidRPr="00605949" w14:paraId="5D502D7A" w14:textId="77777777" w:rsidTr="00880D45">
              <w:tc>
                <w:tcPr>
                  <w:tcW w:w="1865" w:type="dxa"/>
                </w:tcPr>
                <w:p w14:paraId="2791EB55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BSBHRM5</w:t>
                  </w:r>
                  <w:r w:rsidRPr="00C355F3">
                    <w:t>25</w:t>
                  </w:r>
                </w:p>
              </w:tc>
              <w:tc>
                <w:tcPr>
                  <w:tcW w:w="6508" w:type="dxa"/>
                </w:tcPr>
                <w:p w14:paraId="23FDDE91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Manage recruitment </w:t>
                  </w:r>
                  <w:r w:rsidRPr="00C355F3">
                    <w:t>and onboarding</w:t>
                  </w:r>
                </w:p>
              </w:tc>
            </w:tr>
            <w:tr w:rsidR="00C355F3" w:rsidRPr="00605949" w14:paraId="2364250A" w14:textId="77777777" w:rsidTr="00880D45">
              <w:tc>
                <w:tcPr>
                  <w:tcW w:w="1865" w:type="dxa"/>
                </w:tcPr>
                <w:p w14:paraId="7A48D0AA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BSBPMG</w:t>
                  </w:r>
                  <w:r w:rsidRPr="00C355F3">
                    <w:t>430</w:t>
                  </w:r>
                </w:p>
              </w:tc>
              <w:tc>
                <w:tcPr>
                  <w:tcW w:w="6508" w:type="dxa"/>
                </w:tcPr>
                <w:p w14:paraId="567A0D7C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Undertake project work</w:t>
                  </w:r>
                </w:p>
              </w:tc>
            </w:tr>
          </w:tbl>
          <w:p w14:paraId="171273C4" w14:textId="77777777" w:rsidR="00C355F3" w:rsidRDefault="00C355F3" w:rsidP="00C47933">
            <w:pPr>
              <w:pStyle w:val="SIText-Bold"/>
            </w:pPr>
          </w:p>
          <w:p w14:paraId="05B7D742" w14:textId="34C60660" w:rsidR="004270D2" w:rsidRDefault="00C47933" w:rsidP="00C47933">
            <w:pPr>
              <w:pStyle w:val="SIText-Bold"/>
            </w:pPr>
            <w:r>
              <w:t xml:space="preserve">Group </w:t>
            </w:r>
            <w:r w:rsidR="00EA3522">
              <w:t>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5"/>
              <w:gridCol w:w="6508"/>
            </w:tblGrid>
            <w:tr w:rsidR="00CE4FB6" w:rsidRPr="005C7EA8" w14:paraId="48934ED3" w14:textId="77777777" w:rsidTr="009A1F67">
              <w:tc>
                <w:tcPr>
                  <w:tcW w:w="1865" w:type="dxa"/>
                </w:tcPr>
                <w:p w14:paraId="43F7E136" w14:textId="50ABFC95" w:rsidR="00CE4FB6" w:rsidRPr="00A10D7E" w:rsidRDefault="00CE4FB6" w:rsidP="00A10D7E">
                  <w:pPr>
                    <w:pStyle w:val="SIText"/>
                  </w:pPr>
                  <w:r>
                    <w:t>AHCA</w:t>
                  </w:r>
                  <w:r w:rsidR="00155C05">
                    <w:t>GB611</w:t>
                  </w:r>
                </w:p>
              </w:tc>
              <w:tc>
                <w:tcPr>
                  <w:tcW w:w="6508" w:type="dxa"/>
                </w:tcPr>
                <w:p w14:paraId="17879CB3" w14:textId="41A270CE" w:rsidR="00CE4FB6" w:rsidRPr="00A10D7E" w:rsidRDefault="00155C05" w:rsidP="00A10D7E">
                  <w:pPr>
                    <w:pStyle w:val="SIText"/>
                  </w:pPr>
                  <w:r>
                    <w:t>Analyse business performance</w:t>
                  </w:r>
                </w:p>
              </w:tc>
            </w:tr>
            <w:tr w:rsidR="00605949" w:rsidRPr="005C7EA8" w14:paraId="7888A6F4" w14:textId="77777777" w:rsidTr="009A1F67">
              <w:tc>
                <w:tcPr>
                  <w:tcW w:w="1865" w:type="dxa"/>
                </w:tcPr>
                <w:p w14:paraId="5E05DC3B" w14:textId="58560D9E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AHCARB508</w:t>
                  </w:r>
                </w:p>
              </w:tc>
              <w:tc>
                <w:tcPr>
                  <w:tcW w:w="6508" w:type="dxa"/>
                </w:tcPr>
                <w:p w14:paraId="21DEB9BF" w14:textId="785539A4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 xml:space="preserve">Identify, </w:t>
                  </w:r>
                  <w:proofErr w:type="gramStart"/>
                  <w:r w:rsidRPr="00A10D7E">
                    <w:t>select</w:t>
                  </w:r>
                  <w:proofErr w:type="gramEnd"/>
                  <w:r w:rsidRPr="00A10D7E">
                    <w:t xml:space="preserve"> and specify trees</w:t>
                  </w:r>
                </w:p>
              </w:tc>
            </w:tr>
            <w:tr w:rsidR="00605949" w:rsidRPr="005C7EA8" w14:paraId="0ADC6EF0" w14:textId="77777777" w:rsidTr="009A1F67">
              <w:tc>
                <w:tcPr>
                  <w:tcW w:w="1865" w:type="dxa"/>
                </w:tcPr>
                <w:p w14:paraId="2D79E54A" w14:textId="78914136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AHCARB509</w:t>
                  </w:r>
                </w:p>
              </w:tc>
              <w:tc>
                <w:tcPr>
                  <w:tcW w:w="6508" w:type="dxa"/>
                </w:tcPr>
                <w:p w14:paraId="385E0B18" w14:textId="777F9F89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Develop an arboricultural impact assessment report</w:t>
                  </w:r>
                </w:p>
              </w:tc>
            </w:tr>
            <w:tr w:rsidR="00605949" w:rsidRPr="005C7EA8" w14:paraId="44079930" w14:textId="77777777" w:rsidTr="009A1F67">
              <w:tc>
                <w:tcPr>
                  <w:tcW w:w="1865" w:type="dxa"/>
                </w:tcPr>
                <w:p w14:paraId="5E456A19" w14:textId="761852C3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AHCARB510</w:t>
                  </w:r>
                </w:p>
              </w:tc>
              <w:tc>
                <w:tcPr>
                  <w:tcW w:w="6508" w:type="dxa"/>
                </w:tcPr>
                <w:p w14:paraId="2804323A" w14:textId="1E2BF6C2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Specify and audit tree work</w:t>
                  </w:r>
                </w:p>
              </w:tc>
            </w:tr>
            <w:tr w:rsidR="00605949" w:rsidRPr="005C7EA8" w14:paraId="1EA1344C" w14:textId="77777777" w:rsidTr="009A1F67">
              <w:tc>
                <w:tcPr>
                  <w:tcW w:w="1865" w:type="dxa"/>
                </w:tcPr>
                <w:p w14:paraId="4598B126" w14:textId="17A623F5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AHCARB513</w:t>
                  </w:r>
                </w:p>
              </w:tc>
              <w:tc>
                <w:tcPr>
                  <w:tcW w:w="6508" w:type="dxa"/>
                </w:tcPr>
                <w:p w14:paraId="0DD0CEFB" w14:textId="5BBE1950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Examine and assess trees</w:t>
                  </w:r>
                </w:p>
              </w:tc>
            </w:tr>
            <w:tr w:rsidR="00C355F3" w:rsidRPr="005C7EA8" w14:paraId="58D24813" w14:textId="77777777" w:rsidTr="009A1F67">
              <w:tc>
                <w:tcPr>
                  <w:tcW w:w="1865" w:type="dxa"/>
                </w:tcPr>
                <w:p w14:paraId="40C9CB62" w14:textId="2BEF652C" w:rsidR="00C355F3" w:rsidRPr="00A10D7E" w:rsidRDefault="00C355F3" w:rsidP="00A10D7E">
                  <w:pPr>
                    <w:pStyle w:val="SIText"/>
                  </w:pPr>
                  <w:r>
                    <w:t>AHCBUS4</w:t>
                  </w:r>
                  <w:r w:rsidR="001C7F0C">
                    <w:t>10</w:t>
                  </w:r>
                </w:p>
              </w:tc>
              <w:tc>
                <w:tcPr>
                  <w:tcW w:w="6508" w:type="dxa"/>
                </w:tcPr>
                <w:p w14:paraId="188C48D1" w14:textId="2DAB53CC" w:rsidR="00C355F3" w:rsidRPr="00A10D7E" w:rsidRDefault="00C355F3" w:rsidP="00A10D7E">
                  <w:pPr>
                    <w:pStyle w:val="SIText"/>
                  </w:pPr>
                  <w:r>
                    <w:t>Report on a project</w:t>
                  </w:r>
                </w:p>
              </w:tc>
            </w:tr>
            <w:tr w:rsidR="007D1A8B" w:rsidRPr="00605949" w14:paraId="0CF23166" w14:textId="77777777" w:rsidTr="009A1F67">
              <w:tc>
                <w:tcPr>
                  <w:tcW w:w="1865" w:type="dxa"/>
                </w:tcPr>
                <w:p w14:paraId="7066FB76" w14:textId="77777777" w:rsidR="007D1A8B" w:rsidRPr="007D1A8B" w:rsidRDefault="007D1A8B" w:rsidP="007D1A8B">
                  <w:pPr>
                    <w:pStyle w:val="SIText"/>
                  </w:pPr>
                  <w:r w:rsidRPr="00605949">
                    <w:t>AHCDES50</w:t>
                  </w:r>
                  <w:r w:rsidRPr="007D1A8B">
                    <w:t>5</w:t>
                  </w:r>
                </w:p>
              </w:tc>
              <w:tc>
                <w:tcPr>
                  <w:tcW w:w="6508" w:type="dxa"/>
                </w:tcPr>
                <w:p w14:paraId="39C9C75E" w14:textId="77777777" w:rsidR="007D1A8B" w:rsidRPr="007D1A8B" w:rsidRDefault="007D1A8B" w:rsidP="007D1A8B">
                  <w:pPr>
                    <w:pStyle w:val="SIText"/>
                  </w:pPr>
                  <w:r w:rsidRPr="00605949">
                    <w:t>Prepare a landscape design</w:t>
                  </w:r>
                </w:p>
              </w:tc>
            </w:tr>
            <w:tr w:rsidR="00605949" w:rsidRPr="005C7EA8" w14:paraId="7BCF74C0" w14:textId="77777777" w:rsidTr="009A1F67">
              <w:tc>
                <w:tcPr>
                  <w:tcW w:w="1865" w:type="dxa"/>
                </w:tcPr>
                <w:p w14:paraId="04EDBA86" w14:textId="3BD69B18" w:rsidR="00605949" w:rsidRPr="00605949" w:rsidRDefault="00605949" w:rsidP="00605949">
                  <w:pPr>
                    <w:pStyle w:val="SIText"/>
                  </w:pPr>
                  <w:r w:rsidRPr="00605949">
                    <w:t>AHCDES50</w:t>
                  </w:r>
                  <w:r w:rsidR="007D1A8B">
                    <w:t>8</w:t>
                  </w:r>
                </w:p>
              </w:tc>
              <w:tc>
                <w:tcPr>
                  <w:tcW w:w="6508" w:type="dxa"/>
                </w:tcPr>
                <w:p w14:paraId="2F1961F3" w14:textId="59AC9C54" w:rsidR="00605949" w:rsidRPr="00605949" w:rsidRDefault="00605949" w:rsidP="00605949">
                  <w:pPr>
                    <w:pStyle w:val="SIText"/>
                  </w:pPr>
                  <w:r w:rsidRPr="00605949">
                    <w:t>Design sustainable landscapes</w:t>
                  </w:r>
                </w:p>
              </w:tc>
            </w:tr>
            <w:tr w:rsidR="00605949" w:rsidRPr="005C7EA8" w14:paraId="0AD60210" w14:textId="77777777" w:rsidTr="009A1F67">
              <w:tc>
                <w:tcPr>
                  <w:tcW w:w="1865" w:type="dxa"/>
                </w:tcPr>
                <w:p w14:paraId="5D0B6432" w14:textId="42233331" w:rsidR="00605949" w:rsidRPr="00605949" w:rsidRDefault="00605949" w:rsidP="00605949">
                  <w:pPr>
                    <w:pStyle w:val="SIText"/>
                  </w:pPr>
                  <w:r w:rsidRPr="00605949">
                    <w:t>AHCDES50</w:t>
                  </w:r>
                  <w:r w:rsidR="007D1A8B">
                    <w:t>9</w:t>
                  </w:r>
                </w:p>
              </w:tc>
              <w:tc>
                <w:tcPr>
                  <w:tcW w:w="6508" w:type="dxa"/>
                </w:tcPr>
                <w:p w14:paraId="190FB66C" w14:textId="326F3764" w:rsidR="00605949" w:rsidRPr="00605949" w:rsidRDefault="00605949" w:rsidP="00605949">
                  <w:pPr>
                    <w:pStyle w:val="SIText"/>
                  </w:pPr>
                  <w:r w:rsidRPr="00605949">
                    <w:t>Assess landscape sites</w:t>
                  </w:r>
                </w:p>
              </w:tc>
            </w:tr>
            <w:tr w:rsidR="00605949" w:rsidRPr="005C7EA8" w14:paraId="24CF1E1A" w14:textId="77777777" w:rsidTr="009A1F67">
              <w:tc>
                <w:tcPr>
                  <w:tcW w:w="1865" w:type="dxa"/>
                </w:tcPr>
                <w:p w14:paraId="0FD08EF4" w14:textId="0595D4AE" w:rsidR="00605949" w:rsidRPr="00605949" w:rsidRDefault="00605949" w:rsidP="00605949">
                  <w:pPr>
                    <w:pStyle w:val="SIText"/>
                  </w:pPr>
                  <w:r w:rsidRPr="00605949">
                    <w:lastRenderedPageBreak/>
                    <w:t>AHCIRG507</w:t>
                  </w:r>
                </w:p>
              </w:tc>
              <w:tc>
                <w:tcPr>
                  <w:tcW w:w="6508" w:type="dxa"/>
                </w:tcPr>
                <w:p w14:paraId="4F08EF3F" w14:textId="600CBC00" w:rsidR="00605949" w:rsidRPr="00605949" w:rsidRDefault="00605949" w:rsidP="00605949">
                  <w:pPr>
                    <w:pStyle w:val="SIText"/>
                  </w:pPr>
                  <w:r w:rsidRPr="00605949">
                    <w:t>Audit irrigation systems</w:t>
                  </w:r>
                </w:p>
              </w:tc>
            </w:tr>
            <w:tr w:rsidR="00605949" w:rsidRPr="005C7EA8" w14:paraId="6844706E" w14:textId="77777777" w:rsidTr="009A1F67">
              <w:tc>
                <w:tcPr>
                  <w:tcW w:w="1865" w:type="dxa"/>
                </w:tcPr>
                <w:p w14:paraId="7778C4AC" w14:textId="662852FA" w:rsidR="00605949" w:rsidRPr="00605949" w:rsidRDefault="00605949" w:rsidP="00605949">
                  <w:pPr>
                    <w:pStyle w:val="SIText"/>
                  </w:pPr>
                  <w:r w:rsidRPr="00605949">
                    <w:t>AHCLSC50</w:t>
                  </w:r>
                  <w:r w:rsidR="007D1A8B">
                    <w:t>4</w:t>
                  </w:r>
                </w:p>
              </w:tc>
              <w:tc>
                <w:tcPr>
                  <w:tcW w:w="6508" w:type="dxa"/>
                </w:tcPr>
                <w:p w14:paraId="6F1DE0C2" w14:textId="53DD9ABA" w:rsidR="00605949" w:rsidRPr="00605949" w:rsidRDefault="00605949" w:rsidP="00605949">
                  <w:pPr>
                    <w:pStyle w:val="SIText"/>
                  </w:pPr>
                  <w:r w:rsidRPr="00605949">
                    <w:t>Survey and establish site levels</w:t>
                  </w:r>
                </w:p>
              </w:tc>
            </w:tr>
            <w:tr w:rsidR="00605949" w:rsidRPr="005C7EA8" w14:paraId="11DA6CCF" w14:textId="77777777" w:rsidTr="009A1F67">
              <w:tc>
                <w:tcPr>
                  <w:tcW w:w="1865" w:type="dxa"/>
                </w:tcPr>
                <w:p w14:paraId="249A12D7" w14:textId="34041C02" w:rsidR="00605949" w:rsidRPr="00605949" w:rsidRDefault="00605949" w:rsidP="00605949">
                  <w:pPr>
                    <w:pStyle w:val="SIText"/>
                  </w:pPr>
                  <w:r w:rsidRPr="00605949">
                    <w:t>AHCLSC50</w:t>
                  </w:r>
                  <w:r w:rsidR="007D1A8B">
                    <w:t>5</w:t>
                  </w:r>
                </w:p>
              </w:tc>
              <w:tc>
                <w:tcPr>
                  <w:tcW w:w="6508" w:type="dxa"/>
                </w:tcPr>
                <w:p w14:paraId="45D184A4" w14:textId="5E416A7D" w:rsidR="00605949" w:rsidRPr="00605949" w:rsidRDefault="00605949" w:rsidP="00605949">
                  <w:pPr>
                    <w:pStyle w:val="SIText"/>
                  </w:pPr>
                  <w:r w:rsidRPr="00605949">
                    <w:t>Manage landscape projects</w:t>
                  </w:r>
                </w:p>
              </w:tc>
            </w:tr>
            <w:tr w:rsidR="00E2646B" w:rsidRPr="005C7EA8" w14:paraId="6F1E1B2A" w14:textId="77777777" w:rsidTr="009A1F67">
              <w:tc>
                <w:tcPr>
                  <w:tcW w:w="1865" w:type="dxa"/>
                </w:tcPr>
                <w:p w14:paraId="6901FCE5" w14:textId="0095F58F" w:rsidR="00E2646B" w:rsidRPr="00605949" w:rsidRDefault="00E2646B" w:rsidP="00605949">
                  <w:pPr>
                    <w:pStyle w:val="SIText"/>
                  </w:pPr>
                  <w:r>
                    <w:t>AHCPCM</w:t>
                  </w:r>
                  <w:r w:rsidR="002A7D98">
                    <w:t>602</w:t>
                  </w:r>
                </w:p>
              </w:tc>
              <w:tc>
                <w:tcPr>
                  <w:tcW w:w="6508" w:type="dxa"/>
                </w:tcPr>
                <w:p w14:paraId="0C4FDEAC" w14:textId="113D0BBA" w:rsidR="00E2646B" w:rsidRPr="00605949" w:rsidRDefault="002A7D98" w:rsidP="00605949">
                  <w:pPr>
                    <w:pStyle w:val="SIText"/>
                  </w:pPr>
                  <w:r w:rsidRPr="002A7D98">
                    <w:t>Develop and implement a plant health management strategy</w:t>
                  </w:r>
                </w:p>
              </w:tc>
            </w:tr>
            <w:tr w:rsidR="00605949" w:rsidRPr="005C7EA8" w14:paraId="3A0CE3E8" w14:textId="77777777" w:rsidTr="009A1F67">
              <w:tc>
                <w:tcPr>
                  <w:tcW w:w="1865" w:type="dxa"/>
                </w:tcPr>
                <w:p w14:paraId="6D48ED28" w14:textId="43257588" w:rsidR="00605949" w:rsidRPr="00605949" w:rsidRDefault="00605949" w:rsidP="00605949">
                  <w:pPr>
                    <w:pStyle w:val="SIText"/>
                  </w:pPr>
                  <w:r w:rsidRPr="00605949">
                    <w:t>AHCPGD50</w:t>
                  </w:r>
                  <w:r w:rsidR="0092397B">
                    <w:t>8</w:t>
                  </w:r>
                </w:p>
              </w:tc>
              <w:tc>
                <w:tcPr>
                  <w:tcW w:w="6508" w:type="dxa"/>
                </w:tcPr>
                <w:p w14:paraId="21BF1171" w14:textId="2C6FF661" w:rsidR="00605949" w:rsidRPr="00605949" w:rsidRDefault="00605949" w:rsidP="00605949">
                  <w:pPr>
                    <w:pStyle w:val="SIText"/>
                  </w:pPr>
                  <w:r w:rsidRPr="00605949">
                    <w:t>Plan the restoration of parks and gardens</w:t>
                  </w:r>
                </w:p>
              </w:tc>
            </w:tr>
            <w:tr w:rsidR="00605949" w:rsidRPr="005C7EA8" w14:paraId="77FA9115" w14:textId="77777777" w:rsidTr="009A1F67">
              <w:tc>
                <w:tcPr>
                  <w:tcW w:w="1865" w:type="dxa"/>
                </w:tcPr>
                <w:p w14:paraId="292B4633" w14:textId="4F857A8D" w:rsidR="00605949" w:rsidRPr="00605949" w:rsidRDefault="00605949" w:rsidP="00605949">
                  <w:pPr>
                    <w:pStyle w:val="SIText"/>
                  </w:pPr>
                  <w:r w:rsidRPr="00605949">
                    <w:t>AHCPGD50</w:t>
                  </w:r>
                  <w:r w:rsidR="0092397B">
                    <w:t>9</w:t>
                  </w:r>
                </w:p>
              </w:tc>
              <w:tc>
                <w:tcPr>
                  <w:tcW w:w="6508" w:type="dxa"/>
                </w:tcPr>
                <w:p w14:paraId="7C30D223" w14:textId="743E9A6D" w:rsidR="00605949" w:rsidRPr="00605949" w:rsidRDefault="00605949" w:rsidP="00605949">
                  <w:pPr>
                    <w:pStyle w:val="SIText"/>
                  </w:pPr>
                  <w:r w:rsidRPr="00605949">
                    <w:t>Develop and implement a streetscape management plan</w:t>
                  </w:r>
                </w:p>
              </w:tc>
            </w:tr>
            <w:tr w:rsidR="00605949" w:rsidRPr="005C7EA8" w14:paraId="2E3B862A" w14:textId="77777777" w:rsidTr="009A1F67">
              <w:tc>
                <w:tcPr>
                  <w:tcW w:w="1865" w:type="dxa"/>
                </w:tcPr>
                <w:p w14:paraId="629CC2F2" w14:textId="4EBB4A10" w:rsidR="00605949" w:rsidRPr="00605949" w:rsidRDefault="00605949" w:rsidP="00605949">
                  <w:pPr>
                    <w:pStyle w:val="SIText"/>
                  </w:pPr>
                  <w:r w:rsidRPr="00605949">
                    <w:t>AHCPGD5</w:t>
                  </w:r>
                  <w:r w:rsidR="0092397B">
                    <w:t>1</w:t>
                  </w:r>
                  <w:r w:rsidRPr="00605949">
                    <w:t>0</w:t>
                  </w:r>
                </w:p>
              </w:tc>
              <w:tc>
                <w:tcPr>
                  <w:tcW w:w="6508" w:type="dxa"/>
                </w:tcPr>
                <w:p w14:paraId="32EFA28B" w14:textId="2FDD7128" w:rsidR="00605949" w:rsidRPr="00605949" w:rsidRDefault="00605949" w:rsidP="00605949">
                  <w:pPr>
                    <w:pStyle w:val="SIText"/>
                  </w:pPr>
                  <w:r w:rsidRPr="00605949">
                    <w:t>Conduct comprehensive inspection of park facilities</w:t>
                  </w:r>
                </w:p>
              </w:tc>
            </w:tr>
            <w:tr w:rsidR="00605949" w:rsidRPr="005C7EA8" w14:paraId="6803DE0E" w14:textId="77777777" w:rsidTr="009A1F67">
              <w:tc>
                <w:tcPr>
                  <w:tcW w:w="1865" w:type="dxa"/>
                </w:tcPr>
                <w:p w14:paraId="5850D148" w14:textId="02B852D0" w:rsidR="00605949" w:rsidRPr="00605949" w:rsidRDefault="00605949" w:rsidP="00605949">
                  <w:pPr>
                    <w:pStyle w:val="SIText"/>
                  </w:pPr>
                  <w:r w:rsidRPr="00605949">
                    <w:t>AHCPHT5</w:t>
                  </w:r>
                  <w:r w:rsidR="0092397B">
                    <w:t>12</w:t>
                  </w:r>
                </w:p>
              </w:tc>
              <w:tc>
                <w:tcPr>
                  <w:tcW w:w="6508" w:type="dxa"/>
                </w:tcPr>
                <w:p w14:paraId="2F79A035" w14:textId="0A725D5F" w:rsidR="00605949" w:rsidRPr="00605949" w:rsidRDefault="00605949" w:rsidP="00605949">
                  <w:pPr>
                    <w:pStyle w:val="SIText"/>
                  </w:pPr>
                  <w:r w:rsidRPr="00605949">
                    <w:t>Manage a controlled growing environment</w:t>
                  </w:r>
                </w:p>
              </w:tc>
            </w:tr>
            <w:tr w:rsidR="00605949" w:rsidRPr="005C7EA8" w14:paraId="2B5624FB" w14:textId="77777777" w:rsidTr="009A1F67">
              <w:tc>
                <w:tcPr>
                  <w:tcW w:w="1865" w:type="dxa"/>
                </w:tcPr>
                <w:p w14:paraId="7DC82D1F" w14:textId="7E380810" w:rsidR="00605949" w:rsidRPr="00605949" w:rsidRDefault="00605949" w:rsidP="00605949">
                  <w:pPr>
                    <w:pStyle w:val="SIText"/>
                  </w:pPr>
                  <w:r w:rsidRPr="00605949">
                    <w:t>AHCPMG508</w:t>
                  </w:r>
                </w:p>
              </w:tc>
              <w:tc>
                <w:tcPr>
                  <w:tcW w:w="6508" w:type="dxa"/>
                </w:tcPr>
                <w:p w14:paraId="0377F09B" w14:textId="469A5775" w:rsidR="00605949" w:rsidRPr="00605949" w:rsidRDefault="00605949" w:rsidP="00605949">
                  <w:pPr>
                    <w:pStyle w:val="SIText"/>
                  </w:pPr>
                  <w:r w:rsidRPr="00605949">
                    <w:t>Develop a system to monitor and evaluate the pest management plan</w:t>
                  </w:r>
                </w:p>
              </w:tc>
            </w:tr>
            <w:tr w:rsidR="00D208D5" w:rsidRPr="005C7EA8" w14:paraId="2553A871" w14:textId="77777777" w:rsidTr="009A1F67">
              <w:tc>
                <w:tcPr>
                  <w:tcW w:w="1865" w:type="dxa"/>
                </w:tcPr>
                <w:p w14:paraId="76AB5A15" w14:textId="3977DC19" w:rsidR="00D208D5" w:rsidRPr="00605949" w:rsidRDefault="00D208D5" w:rsidP="00605949">
                  <w:pPr>
                    <w:pStyle w:val="SIText"/>
                  </w:pPr>
                  <w:r>
                    <w:t>AHCSOL</w:t>
                  </w:r>
                  <w:r w:rsidR="00033142">
                    <w:t>406</w:t>
                  </w:r>
                </w:p>
              </w:tc>
              <w:tc>
                <w:tcPr>
                  <w:tcW w:w="6508" w:type="dxa"/>
                </w:tcPr>
                <w:p w14:paraId="26ABBBE3" w14:textId="71D870C7" w:rsidR="00D208D5" w:rsidRPr="00605949" w:rsidRDefault="00033142" w:rsidP="00605949">
                  <w:pPr>
                    <w:pStyle w:val="SIText"/>
                  </w:pPr>
                  <w:r>
                    <w:t>Sample soils and interpret results</w:t>
                  </w:r>
                </w:p>
              </w:tc>
            </w:tr>
            <w:tr w:rsidR="00605949" w:rsidRPr="005C7EA8" w14:paraId="2CA44FB4" w14:textId="77777777" w:rsidTr="009A1F67">
              <w:tc>
                <w:tcPr>
                  <w:tcW w:w="1865" w:type="dxa"/>
                </w:tcPr>
                <w:p w14:paraId="198F4239" w14:textId="4F45C51E" w:rsidR="00605949" w:rsidRPr="00605949" w:rsidRDefault="00605949" w:rsidP="00605949">
                  <w:pPr>
                    <w:pStyle w:val="SIText"/>
                  </w:pPr>
                  <w:r w:rsidRPr="00605949">
                    <w:t>AHCSOL505</w:t>
                  </w:r>
                </w:p>
              </w:tc>
              <w:tc>
                <w:tcPr>
                  <w:tcW w:w="6508" w:type="dxa"/>
                </w:tcPr>
                <w:p w14:paraId="27EC3B1B" w14:textId="42A7ECA9" w:rsidR="00605949" w:rsidRPr="00605949" w:rsidRDefault="00605949" w:rsidP="00605949">
                  <w:pPr>
                    <w:pStyle w:val="SIText"/>
                  </w:pPr>
                  <w:r w:rsidRPr="00605949">
                    <w:t>Monitor and manage soils for production</w:t>
                  </w:r>
                </w:p>
              </w:tc>
            </w:tr>
            <w:tr w:rsidR="00605949" w:rsidRPr="005C7EA8" w14:paraId="4AA9E576" w14:textId="77777777" w:rsidTr="009A1F67">
              <w:tc>
                <w:tcPr>
                  <w:tcW w:w="1865" w:type="dxa"/>
                </w:tcPr>
                <w:p w14:paraId="36927E83" w14:textId="3F2EE44A" w:rsidR="00605949" w:rsidRPr="00605949" w:rsidRDefault="00605949" w:rsidP="00605949">
                  <w:pPr>
                    <w:pStyle w:val="SIText"/>
                  </w:pPr>
                  <w:r w:rsidRPr="00605949">
                    <w:t>AHCTRF505</w:t>
                  </w:r>
                </w:p>
              </w:tc>
              <w:tc>
                <w:tcPr>
                  <w:tcW w:w="6508" w:type="dxa"/>
                </w:tcPr>
                <w:p w14:paraId="2D0C446D" w14:textId="04F8BD02" w:rsidR="00605949" w:rsidRPr="00605949" w:rsidRDefault="00605949" w:rsidP="00605949">
                  <w:pPr>
                    <w:pStyle w:val="SIText"/>
                  </w:pPr>
                  <w:r w:rsidRPr="00605949">
                    <w:t>Plan the establishment of sports turf playing surfaces</w:t>
                  </w:r>
                </w:p>
              </w:tc>
            </w:tr>
            <w:tr w:rsidR="0092397B" w:rsidRPr="005C7EA8" w14:paraId="692125A2" w14:textId="77777777" w:rsidTr="009A1F67">
              <w:tc>
                <w:tcPr>
                  <w:tcW w:w="1865" w:type="dxa"/>
                </w:tcPr>
                <w:p w14:paraId="360EF89E" w14:textId="77777777" w:rsidR="0092397B" w:rsidRPr="0092397B" w:rsidRDefault="0092397B" w:rsidP="0092397B">
                  <w:pPr>
                    <w:pStyle w:val="SIText"/>
                  </w:pPr>
                  <w:r w:rsidRPr="00605949">
                    <w:t>AHCWAT503</w:t>
                  </w:r>
                </w:p>
              </w:tc>
              <w:tc>
                <w:tcPr>
                  <w:tcW w:w="6508" w:type="dxa"/>
                </w:tcPr>
                <w:p w14:paraId="776497D1" w14:textId="77777777" w:rsidR="0092397B" w:rsidRPr="0092397B" w:rsidRDefault="0092397B" w:rsidP="0092397B">
                  <w:pPr>
                    <w:pStyle w:val="SIText"/>
                  </w:pPr>
                  <w:r w:rsidRPr="00605949">
                    <w:t>Manage water systems</w:t>
                  </w:r>
                </w:p>
              </w:tc>
            </w:tr>
            <w:tr w:rsidR="0063014C" w:rsidRPr="005C7EA8" w14:paraId="7EC60F93" w14:textId="77777777" w:rsidTr="009A1F67">
              <w:tc>
                <w:tcPr>
                  <w:tcW w:w="1865" w:type="dxa"/>
                </w:tcPr>
                <w:p w14:paraId="309781AE" w14:textId="4CC28C88" w:rsidR="0063014C" w:rsidRPr="00605949" w:rsidRDefault="000B6497" w:rsidP="0092397B">
                  <w:pPr>
                    <w:pStyle w:val="SIText"/>
                  </w:pPr>
                  <w:r>
                    <w:t>AHCWAT505</w:t>
                  </w:r>
                </w:p>
              </w:tc>
              <w:tc>
                <w:tcPr>
                  <w:tcW w:w="6508" w:type="dxa"/>
                </w:tcPr>
                <w:p w14:paraId="3F56C4BB" w14:textId="08784BCB" w:rsidR="0063014C" w:rsidRPr="00605949" w:rsidRDefault="000B6497" w:rsidP="0092397B">
                  <w:pPr>
                    <w:pStyle w:val="SIText"/>
                  </w:pPr>
                  <w:r>
                    <w:t>Purchase and sell temporary water for irrigated agriculture and horticulture</w:t>
                  </w:r>
                </w:p>
              </w:tc>
            </w:tr>
            <w:tr w:rsidR="0063014C" w:rsidRPr="005C7EA8" w14:paraId="4A0DEB59" w14:textId="77777777" w:rsidTr="009A1F67">
              <w:tc>
                <w:tcPr>
                  <w:tcW w:w="1865" w:type="dxa"/>
                </w:tcPr>
                <w:p w14:paraId="6F389FD0" w14:textId="5EE792F7" w:rsidR="0063014C" w:rsidRPr="00605949" w:rsidRDefault="000B6497" w:rsidP="0092397B">
                  <w:pPr>
                    <w:pStyle w:val="SIText"/>
                  </w:pPr>
                  <w:r>
                    <w:t>AHCWAT506</w:t>
                  </w:r>
                </w:p>
              </w:tc>
              <w:tc>
                <w:tcPr>
                  <w:tcW w:w="6508" w:type="dxa"/>
                </w:tcPr>
                <w:p w14:paraId="6A57EC37" w14:textId="6AD0D76C" w:rsidR="0063014C" w:rsidRPr="00605949" w:rsidRDefault="000B6497" w:rsidP="0092397B">
                  <w:pPr>
                    <w:pStyle w:val="SIText"/>
                  </w:pPr>
                  <w:r>
                    <w:t>Identify carryover water or continuous accounting</w:t>
                  </w:r>
                </w:p>
              </w:tc>
            </w:tr>
            <w:tr w:rsidR="000C31E0" w:rsidRPr="005C7EA8" w14:paraId="03987779" w14:textId="77777777" w:rsidTr="009A1F67">
              <w:tc>
                <w:tcPr>
                  <w:tcW w:w="1865" w:type="dxa"/>
                </w:tcPr>
                <w:p w14:paraId="35BED5A4" w14:textId="77777777" w:rsidR="000C31E0" w:rsidRPr="000C31E0" w:rsidRDefault="000C31E0" w:rsidP="000C31E0">
                  <w:pPr>
                    <w:pStyle w:val="SIText"/>
                  </w:pPr>
                  <w:r w:rsidRPr="00605949">
                    <w:t>AHCWRK5</w:t>
                  </w:r>
                  <w:r w:rsidRPr="000C31E0">
                    <w:t>14</w:t>
                  </w:r>
                </w:p>
              </w:tc>
              <w:tc>
                <w:tcPr>
                  <w:tcW w:w="6508" w:type="dxa"/>
                </w:tcPr>
                <w:p w14:paraId="7516B7DC" w14:textId="77777777" w:rsidR="000C31E0" w:rsidRPr="000C31E0" w:rsidRDefault="000C31E0" w:rsidP="000C31E0">
                  <w:pPr>
                    <w:pStyle w:val="SIText"/>
                  </w:pPr>
                  <w:r w:rsidRPr="00605949">
                    <w:t>Manage trial and research material</w:t>
                  </w:r>
                </w:p>
              </w:tc>
            </w:tr>
            <w:tr w:rsidR="00605949" w:rsidRPr="005C7EA8" w14:paraId="50C49351" w14:textId="77777777" w:rsidTr="009A1F67">
              <w:tc>
                <w:tcPr>
                  <w:tcW w:w="1865" w:type="dxa"/>
                </w:tcPr>
                <w:p w14:paraId="416B6D42" w14:textId="67C6D5A5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087B62">
                    <w:t>15</w:t>
                  </w:r>
                </w:p>
              </w:tc>
              <w:tc>
                <w:tcPr>
                  <w:tcW w:w="6508" w:type="dxa"/>
                </w:tcPr>
                <w:p w14:paraId="514B4C8D" w14:textId="39E57E5B" w:rsidR="00605949" w:rsidRPr="00605949" w:rsidRDefault="00605949" w:rsidP="00605949">
                  <w:pPr>
                    <w:pStyle w:val="SIText"/>
                  </w:pPr>
                  <w:r w:rsidRPr="00605949">
                    <w:t>Assess new industry developments</w:t>
                  </w:r>
                </w:p>
              </w:tc>
            </w:tr>
            <w:tr w:rsidR="00605949" w:rsidRPr="005C7EA8" w14:paraId="7B054115" w14:textId="77777777" w:rsidTr="009A1F67">
              <w:tc>
                <w:tcPr>
                  <w:tcW w:w="1865" w:type="dxa"/>
                </w:tcPr>
                <w:p w14:paraId="4831024F" w14:textId="429BCDCB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087B62">
                    <w:t>16</w:t>
                  </w:r>
                </w:p>
              </w:tc>
              <w:tc>
                <w:tcPr>
                  <w:tcW w:w="6508" w:type="dxa"/>
                </w:tcPr>
                <w:p w14:paraId="1B327D7F" w14:textId="1E587A13" w:rsidR="00605949" w:rsidRPr="00605949" w:rsidRDefault="00605949" w:rsidP="00605949">
                  <w:pPr>
                    <w:pStyle w:val="SIText"/>
                  </w:pPr>
                  <w:r w:rsidRPr="00605949">
                    <w:t>Implement professional practice</w:t>
                  </w:r>
                </w:p>
              </w:tc>
            </w:tr>
            <w:tr w:rsidR="00605949" w:rsidRPr="005C7EA8" w14:paraId="3EB31502" w14:textId="77777777" w:rsidTr="009A1F67">
              <w:tc>
                <w:tcPr>
                  <w:tcW w:w="1865" w:type="dxa"/>
                </w:tcPr>
                <w:p w14:paraId="6EAEE1DF" w14:textId="2DFC98B0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087B62">
                    <w:t>18</w:t>
                  </w:r>
                </w:p>
              </w:tc>
              <w:tc>
                <w:tcPr>
                  <w:tcW w:w="6508" w:type="dxa"/>
                </w:tcPr>
                <w:p w14:paraId="461C1735" w14:textId="38754780" w:rsidR="00605949" w:rsidRPr="00605949" w:rsidRDefault="00605949" w:rsidP="00605949">
                  <w:pPr>
                    <w:pStyle w:val="SIText"/>
                  </w:pPr>
                  <w:r w:rsidRPr="00605949">
                    <w:t>Provide specialist advice to clients</w:t>
                  </w:r>
                </w:p>
              </w:tc>
            </w:tr>
            <w:tr w:rsidR="00605949" w:rsidRPr="005C7EA8" w14:paraId="1B404BEA" w14:textId="77777777" w:rsidTr="009A1F67">
              <w:tc>
                <w:tcPr>
                  <w:tcW w:w="1865" w:type="dxa"/>
                </w:tcPr>
                <w:p w14:paraId="7739D5E0" w14:textId="496EBC58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087B62">
                    <w:t>19</w:t>
                  </w:r>
                </w:p>
              </w:tc>
              <w:tc>
                <w:tcPr>
                  <w:tcW w:w="6508" w:type="dxa"/>
                </w:tcPr>
                <w:p w14:paraId="00CEDEA7" w14:textId="160B4935" w:rsidR="00605949" w:rsidRPr="00605949" w:rsidRDefault="00605949" w:rsidP="00605949">
                  <w:pPr>
                    <w:pStyle w:val="SIText"/>
                  </w:pPr>
                  <w:r w:rsidRPr="00605949">
                    <w:t>Audit site operations</w:t>
                  </w:r>
                </w:p>
              </w:tc>
            </w:tr>
            <w:tr w:rsidR="00605949" w:rsidRPr="005C7EA8" w14:paraId="04DEC06E" w14:textId="04E57290" w:rsidTr="009A1F67">
              <w:tc>
                <w:tcPr>
                  <w:tcW w:w="1865" w:type="dxa"/>
                </w:tcPr>
                <w:p w14:paraId="77470874" w14:textId="003E5AA6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087B62">
                    <w:t>21</w:t>
                  </w:r>
                </w:p>
              </w:tc>
              <w:tc>
                <w:tcPr>
                  <w:tcW w:w="6508" w:type="dxa"/>
                </w:tcPr>
                <w:p w14:paraId="7B1C39B5" w14:textId="00CE497A" w:rsidR="00605949" w:rsidRPr="00605949" w:rsidRDefault="00605949" w:rsidP="00605949">
                  <w:pPr>
                    <w:pStyle w:val="SIText"/>
                  </w:pPr>
                  <w:r w:rsidRPr="00605949">
                    <w:t>Plan, implement and review a quality assurance program</w:t>
                  </w:r>
                </w:p>
              </w:tc>
            </w:tr>
            <w:tr w:rsidR="00597F03" w:rsidRPr="00605949" w14:paraId="3FE6374F" w14:textId="77777777" w:rsidTr="009A1F67">
              <w:tc>
                <w:tcPr>
                  <w:tcW w:w="1865" w:type="dxa"/>
                </w:tcPr>
                <w:p w14:paraId="7A76EF48" w14:textId="77777777" w:rsidR="00597F03" w:rsidRPr="00597F03" w:rsidRDefault="00597F03" w:rsidP="00597F03">
                  <w:pPr>
                    <w:pStyle w:val="SIText"/>
                  </w:pPr>
                  <w:r w:rsidRPr="00605949">
                    <w:t>BSB</w:t>
                  </w:r>
                  <w:r w:rsidRPr="00597F03">
                    <w:t>INS401</w:t>
                  </w:r>
                </w:p>
              </w:tc>
              <w:tc>
                <w:tcPr>
                  <w:tcW w:w="6508" w:type="dxa"/>
                </w:tcPr>
                <w:p w14:paraId="3FC69245" w14:textId="77777777" w:rsidR="00597F03" w:rsidRPr="00597F03" w:rsidRDefault="00597F03" w:rsidP="00597F03">
                  <w:pPr>
                    <w:pStyle w:val="SIText"/>
                  </w:pPr>
                  <w:r w:rsidRPr="00605949">
                    <w:t>Analyse and present research information</w:t>
                  </w:r>
                </w:p>
              </w:tc>
            </w:tr>
            <w:tr w:rsidR="00605949" w:rsidRPr="005C7EA8" w14:paraId="55B38276" w14:textId="77777777" w:rsidTr="009A1F67">
              <w:tc>
                <w:tcPr>
                  <w:tcW w:w="1865" w:type="dxa"/>
                </w:tcPr>
                <w:p w14:paraId="13F57AF9" w14:textId="3877C829" w:rsidR="00605949" w:rsidRPr="00605949" w:rsidRDefault="00605949" w:rsidP="00605949">
                  <w:pPr>
                    <w:pStyle w:val="SIText"/>
                  </w:pPr>
                  <w:r w:rsidRPr="00605949">
                    <w:t>TLIL5019</w:t>
                  </w:r>
                </w:p>
              </w:tc>
              <w:tc>
                <w:tcPr>
                  <w:tcW w:w="6508" w:type="dxa"/>
                </w:tcPr>
                <w:p w14:paraId="4B7B5688" w14:textId="66468C82" w:rsidR="00605949" w:rsidRPr="00605949" w:rsidRDefault="00605949" w:rsidP="00605949">
                  <w:pPr>
                    <w:pStyle w:val="SIText"/>
                  </w:pPr>
                  <w:r w:rsidRPr="00605949">
                    <w:t>Implement and monitor transport logistics</w:t>
                  </w:r>
                </w:p>
              </w:tc>
            </w:tr>
            <w:tr w:rsidR="00605949" w:rsidRPr="005C7EA8" w14:paraId="31FF5AC6" w14:textId="77777777" w:rsidTr="009A1F67">
              <w:tc>
                <w:tcPr>
                  <w:tcW w:w="1865" w:type="dxa"/>
                </w:tcPr>
                <w:p w14:paraId="62A0C7A6" w14:textId="3B89393C" w:rsidR="00605949" w:rsidRPr="00605949" w:rsidRDefault="00605949" w:rsidP="00605949">
                  <w:pPr>
                    <w:pStyle w:val="SIText"/>
                  </w:pPr>
                  <w:r w:rsidRPr="00605949">
                    <w:t>TLIR4002</w:t>
                  </w:r>
                </w:p>
              </w:tc>
              <w:tc>
                <w:tcPr>
                  <w:tcW w:w="6508" w:type="dxa"/>
                </w:tcPr>
                <w:p w14:paraId="4D1822E4" w14:textId="1A657CC1" w:rsidR="00605949" w:rsidRPr="00605949" w:rsidRDefault="00605949" w:rsidP="00605949">
                  <w:pPr>
                    <w:pStyle w:val="SIText"/>
                  </w:pPr>
                  <w:r w:rsidRPr="00605949">
                    <w:t>Source goods/services and evaluate contractors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6CE5C76A" w:rsidR="005C7EA8" w:rsidRPr="00205F8D" w:rsidRDefault="000D7BE6" w:rsidP="00205F8D">
            <w:pPr>
              <w:pStyle w:val="SITextHeading2"/>
            </w:pPr>
            <w:r>
              <w:br w:type="page"/>
            </w:r>
            <w:r w:rsidR="000C13F1"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DC973D5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7D1A8B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05949" w:rsidRPr="00BC49BB" w14:paraId="4E8B5AF1" w14:textId="77777777" w:rsidTr="00EA116F">
              <w:tc>
                <w:tcPr>
                  <w:tcW w:w="1028" w:type="pct"/>
                </w:tcPr>
                <w:p w14:paraId="0E999D99" w14:textId="73283AB0" w:rsidR="00605949" w:rsidRPr="00605949" w:rsidRDefault="00605949" w:rsidP="00605949">
                  <w:pPr>
                    <w:pStyle w:val="SIText"/>
                  </w:pPr>
                  <w:r w:rsidRPr="00605949">
                    <w:t>AHC5</w:t>
                  </w:r>
                  <w:r w:rsidR="00750C7F">
                    <w:t>04</w:t>
                  </w:r>
                  <w:r w:rsidR="00627796">
                    <w:t>22</w:t>
                  </w:r>
                  <w:r w:rsidRPr="00605949">
                    <w:t xml:space="preserve"> Diploma of Horticulture</w:t>
                  </w:r>
                  <w:r w:rsidR="00756695">
                    <w:t xml:space="preserve"> Management</w:t>
                  </w:r>
                </w:p>
              </w:tc>
              <w:tc>
                <w:tcPr>
                  <w:tcW w:w="1105" w:type="pct"/>
                </w:tcPr>
                <w:p w14:paraId="363FA603" w14:textId="1734B4C3" w:rsidR="00605949" w:rsidRPr="00605949" w:rsidRDefault="00605949" w:rsidP="00605949">
                  <w:pPr>
                    <w:pStyle w:val="SIText"/>
                  </w:pPr>
                  <w:r w:rsidRPr="00605949">
                    <w:t>AHC50416 Diploma of Horticulture</w:t>
                  </w:r>
                </w:p>
              </w:tc>
              <w:tc>
                <w:tcPr>
                  <w:tcW w:w="1398" w:type="pct"/>
                </w:tcPr>
                <w:p w14:paraId="16A39606" w14:textId="0396601F" w:rsidR="00756695" w:rsidRDefault="00756695" w:rsidP="007D1A8B">
                  <w:pPr>
                    <w:pStyle w:val="SIText"/>
                  </w:pPr>
                  <w:r>
                    <w:t>Qualification title change</w:t>
                  </w:r>
                </w:p>
                <w:p w14:paraId="1B8C7C94" w14:textId="77777777" w:rsidR="00986BAC" w:rsidRDefault="00986BAC" w:rsidP="00986BAC">
                  <w:pPr>
                    <w:pStyle w:val="SIText"/>
                  </w:pPr>
                  <w:r>
                    <w:t>Entry requirements added to qualification</w:t>
                  </w:r>
                </w:p>
                <w:p w14:paraId="7793EBE4" w14:textId="77777777" w:rsidR="00986BAC" w:rsidRPr="00986BAC" w:rsidRDefault="00986BAC" w:rsidP="00986BAC">
                  <w:pPr>
                    <w:pStyle w:val="SIText"/>
                  </w:pPr>
                  <w:r w:rsidRPr="00D702CA">
                    <w:t>Revised packaging rules to better reflect outcomes</w:t>
                  </w:r>
                </w:p>
                <w:p w14:paraId="7808D418" w14:textId="2FD778E2" w:rsidR="00F46FDE" w:rsidRDefault="00986BAC" w:rsidP="007D1A8B">
                  <w:pPr>
                    <w:pStyle w:val="SIText"/>
                  </w:pPr>
                  <w:r>
                    <w:t xml:space="preserve">Added </w:t>
                  </w:r>
                  <w:r w:rsidR="00C17E4A">
                    <w:t xml:space="preserve">and revised </w:t>
                  </w:r>
                  <w:r>
                    <w:t>core units list</w:t>
                  </w:r>
                  <w:r w:rsidR="00C17E4A">
                    <w:t xml:space="preserve">, </w:t>
                  </w:r>
                  <w:r w:rsidRPr="00986BAC">
                    <w:t xml:space="preserve">increased core by </w:t>
                  </w:r>
                  <w:r w:rsidR="00F46FDE">
                    <w:t>3</w:t>
                  </w:r>
                  <w:r w:rsidRPr="00986BAC">
                    <w:t xml:space="preserve"> units</w:t>
                  </w:r>
                </w:p>
                <w:p w14:paraId="14A65C28" w14:textId="77777777" w:rsidR="00F46FDE" w:rsidRDefault="00F46FDE" w:rsidP="007D1A8B">
                  <w:pPr>
                    <w:pStyle w:val="SIText"/>
                  </w:pPr>
                  <w:r>
                    <w:t>E</w:t>
                  </w:r>
                  <w:r w:rsidR="00986BAC">
                    <w:t>lective group</w:t>
                  </w:r>
                  <w:r>
                    <w:t>s</w:t>
                  </w:r>
                  <w:r w:rsidR="00986BAC">
                    <w:t xml:space="preserve"> A</w:t>
                  </w:r>
                  <w:r>
                    <w:t xml:space="preserve">, </w:t>
                  </w:r>
                  <w:r w:rsidR="00986BAC">
                    <w:t>B</w:t>
                  </w:r>
                  <w:r>
                    <w:t xml:space="preserve"> and C added </w:t>
                  </w:r>
                </w:p>
                <w:p w14:paraId="42D09A1B" w14:textId="443A88FE" w:rsidR="00605949" w:rsidRPr="00605949" w:rsidRDefault="00F46FDE" w:rsidP="007D1A8B">
                  <w:pPr>
                    <w:pStyle w:val="SIText"/>
                  </w:pPr>
                  <w:r>
                    <w:t>R</w:t>
                  </w:r>
                  <w:r w:rsidR="00986BAC">
                    <w:t>emoved</w:t>
                  </w:r>
                  <w:r w:rsidR="00986BAC" w:rsidRPr="00986BAC">
                    <w:t xml:space="preserve">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0B7286B0" w:rsidR="00605949" w:rsidRPr="00605949" w:rsidRDefault="00756695" w:rsidP="00605949">
                  <w:pPr>
                    <w:pStyle w:val="SIText"/>
                  </w:pPr>
                  <w:r>
                    <w:t>Not e</w:t>
                  </w:r>
                  <w:r w:rsidR="00605949" w:rsidRPr="00605949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13CA97D6" w:rsidR="0074167B" w:rsidRPr="00A10D7E" w:rsidRDefault="00140954" w:rsidP="00A10D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0D7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A10D7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A10D7E">
              <w:rPr>
                <w:rStyle w:val="SITemporarytext-blue"/>
                <w:color w:val="auto"/>
                <w:sz w:val="20"/>
              </w:rPr>
              <w:t>:</w:t>
            </w:r>
            <w:r w:rsidR="00A10D7E" w:rsidRPr="00A10D7E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A10D7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6D68D" w14:textId="77777777" w:rsidR="00B4753D" w:rsidRDefault="00B4753D" w:rsidP="00BF3F0A">
      <w:r>
        <w:separator/>
      </w:r>
    </w:p>
    <w:p w14:paraId="4071A0EF" w14:textId="77777777" w:rsidR="00B4753D" w:rsidRDefault="00B4753D"/>
  </w:endnote>
  <w:endnote w:type="continuationSeparator" w:id="0">
    <w:p w14:paraId="131E79A5" w14:textId="77777777" w:rsidR="00B4753D" w:rsidRDefault="00B4753D" w:rsidP="00BF3F0A">
      <w:r>
        <w:continuationSeparator/>
      </w:r>
    </w:p>
    <w:p w14:paraId="132D77A0" w14:textId="77777777" w:rsidR="00B4753D" w:rsidRDefault="00B475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89893" w14:textId="77777777" w:rsidR="00B4753D" w:rsidRDefault="00B4753D" w:rsidP="00BF3F0A">
      <w:r>
        <w:separator/>
      </w:r>
    </w:p>
    <w:p w14:paraId="1E621DBD" w14:textId="77777777" w:rsidR="00B4753D" w:rsidRDefault="00B4753D"/>
  </w:footnote>
  <w:footnote w:type="continuationSeparator" w:id="0">
    <w:p w14:paraId="014F97B1" w14:textId="77777777" w:rsidR="00B4753D" w:rsidRDefault="00B4753D" w:rsidP="00BF3F0A">
      <w:r>
        <w:continuationSeparator/>
      </w:r>
    </w:p>
    <w:p w14:paraId="657B0F58" w14:textId="77777777" w:rsidR="00B4753D" w:rsidRDefault="00B475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70135C0C" w:rsidR="009C2650" w:rsidRDefault="004E5EF1" w:rsidP="00F07C48">
    <w:pPr>
      <w:pStyle w:val="SIText"/>
    </w:pPr>
    <w:r w:rsidRPr="004E5EF1">
      <w:t>AHC5</w:t>
    </w:r>
    <w:r w:rsidR="00415B43">
      <w:t>04</w:t>
    </w:r>
    <w:r w:rsidR="00627796">
      <w:t>22</w:t>
    </w:r>
    <w:r w:rsidRPr="004E5EF1">
      <w:t xml:space="preserve"> Diploma of Horticulture</w:t>
    </w:r>
    <w:r w:rsidR="00756695"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E9443B"/>
    <w:multiLevelType w:val="multilevel"/>
    <w:tmpl w:val="7D76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02493D"/>
    <w:multiLevelType w:val="multilevel"/>
    <w:tmpl w:val="CFD6D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576F8E"/>
    <w:multiLevelType w:val="multilevel"/>
    <w:tmpl w:val="AF4A1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AA48D7"/>
    <w:multiLevelType w:val="multilevel"/>
    <w:tmpl w:val="2382A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9932280">
    <w:abstractNumId w:val="16"/>
  </w:num>
  <w:num w:numId="2" w16cid:durableId="1170563742">
    <w:abstractNumId w:val="5"/>
  </w:num>
  <w:num w:numId="3" w16cid:durableId="1058473801">
    <w:abstractNumId w:val="4"/>
  </w:num>
  <w:num w:numId="4" w16cid:durableId="895048829">
    <w:abstractNumId w:val="28"/>
  </w:num>
  <w:num w:numId="5" w16cid:durableId="266042088">
    <w:abstractNumId w:val="2"/>
  </w:num>
  <w:num w:numId="6" w16cid:durableId="1415009364">
    <w:abstractNumId w:val="15"/>
  </w:num>
  <w:num w:numId="7" w16cid:durableId="1549410689">
    <w:abstractNumId w:val="3"/>
  </w:num>
  <w:num w:numId="8" w16cid:durableId="1584336465">
    <w:abstractNumId w:val="0"/>
  </w:num>
  <w:num w:numId="9" w16cid:durableId="342900834">
    <w:abstractNumId w:val="26"/>
  </w:num>
  <w:num w:numId="10" w16cid:durableId="1017922161">
    <w:abstractNumId w:val="18"/>
  </w:num>
  <w:num w:numId="11" w16cid:durableId="463668232">
    <w:abstractNumId w:val="24"/>
  </w:num>
  <w:num w:numId="12" w16cid:durableId="775364728">
    <w:abstractNumId w:val="20"/>
  </w:num>
  <w:num w:numId="13" w16cid:durableId="620310215">
    <w:abstractNumId w:val="30"/>
  </w:num>
  <w:num w:numId="14" w16cid:durableId="700057908">
    <w:abstractNumId w:val="17"/>
  </w:num>
  <w:num w:numId="15" w16cid:durableId="663704849">
    <w:abstractNumId w:val="29"/>
  </w:num>
  <w:num w:numId="16" w16cid:durableId="1700348373">
    <w:abstractNumId w:val="12"/>
  </w:num>
  <w:num w:numId="17" w16cid:durableId="357775965">
    <w:abstractNumId w:val="8"/>
  </w:num>
  <w:num w:numId="18" w16cid:durableId="1356349865">
    <w:abstractNumId w:val="25"/>
  </w:num>
  <w:num w:numId="19" w16cid:durableId="1849756736">
    <w:abstractNumId w:val="1"/>
  </w:num>
  <w:num w:numId="20" w16cid:durableId="1165704450">
    <w:abstractNumId w:val="10"/>
  </w:num>
  <w:num w:numId="21" w16cid:durableId="463816935">
    <w:abstractNumId w:val="22"/>
  </w:num>
  <w:num w:numId="22" w16cid:durableId="1758137349">
    <w:abstractNumId w:val="6"/>
  </w:num>
  <w:num w:numId="23" w16cid:durableId="795411999">
    <w:abstractNumId w:val="7"/>
  </w:num>
  <w:num w:numId="24" w16cid:durableId="1349481860">
    <w:abstractNumId w:val="21"/>
  </w:num>
  <w:num w:numId="25" w16cid:durableId="387845672">
    <w:abstractNumId w:val="19"/>
  </w:num>
  <w:num w:numId="26" w16cid:durableId="1746099703">
    <w:abstractNumId w:val="31"/>
  </w:num>
  <w:num w:numId="27" w16cid:durableId="1308902989">
    <w:abstractNumId w:val="9"/>
  </w:num>
  <w:num w:numId="28" w16cid:durableId="1162351332">
    <w:abstractNumId w:val="27"/>
  </w:num>
  <w:num w:numId="29" w16cid:durableId="456607182">
    <w:abstractNumId w:val="13"/>
  </w:num>
  <w:num w:numId="30" w16cid:durableId="588192887">
    <w:abstractNumId w:val="14"/>
  </w:num>
  <w:num w:numId="31" w16cid:durableId="279385471">
    <w:abstractNumId w:val="11"/>
  </w:num>
  <w:num w:numId="32" w16cid:durableId="114220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38B"/>
    <w:rsid w:val="00022F07"/>
    <w:rsid w:val="00023992"/>
    <w:rsid w:val="00033142"/>
    <w:rsid w:val="00041190"/>
    <w:rsid w:val="00041E59"/>
    <w:rsid w:val="00043DBB"/>
    <w:rsid w:val="000648DA"/>
    <w:rsid w:val="00064B2D"/>
    <w:rsid w:val="00064BFE"/>
    <w:rsid w:val="00070B3E"/>
    <w:rsid w:val="00071F95"/>
    <w:rsid w:val="000737BB"/>
    <w:rsid w:val="00074E47"/>
    <w:rsid w:val="00087B62"/>
    <w:rsid w:val="000A5441"/>
    <w:rsid w:val="000B5441"/>
    <w:rsid w:val="000B6497"/>
    <w:rsid w:val="000C13F1"/>
    <w:rsid w:val="000C31E0"/>
    <w:rsid w:val="000D4801"/>
    <w:rsid w:val="000D73BF"/>
    <w:rsid w:val="000D7BE6"/>
    <w:rsid w:val="000E2C86"/>
    <w:rsid w:val="000F29F2"/>
    <w:rsid w:val="00101659"/>
    <w:rsid w:val="001078BF"/>
    <w:rsid w:val="00123255"/>
    <w:rsid w:val="00125729"/>
    <w:rsid w:val="00133957"/>
    <w:rsid w:val="001372F6"/>
    <w:rsid w:val="00140954"/>
    <w:rsid w:val="00144385"/>
    <w:rsid w:val="00151293"/>
    <w:rsid w:val="00151D93"/>
    <w:rsid w:val="00155C05"/>
    <w:rsid w:val="00156EF3"/>
    <w:rsid w:val="00174384"/>
    <w:rsid w:val="0017647A"/>
    <w:rsid w:val="00176E4F"/>
    <w:rsid w:val="0018546B"/>
    <w:rsid w:val="001A6A3E"/>
    <w:rsid w:val="001A7B6D"/>
    <w:rsid w:val="001B34D5"/>
    <w:rsid w:val="001B513A"/>
    <w:rsid w:val="001C0A75"/>
    <w:rsid w:val="001C7F0C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3487D"/>
    <w:rsid w:val="00242293"/>
    <w:rsid w:val="00244EA7"/>
    <w:rsid w:val="00262FC3"/>
    <w:rsid w:val="00276DB8"/>
    <w:rsid w:val="0028003F"/>
    <w:rsid w:val="00282664"/>
    <w:rsid w:val="0028382E"/>
    <w:rsid w:val="00285FB8"/>
    <w:rsid w:val="002931C2"/>
    <w:rsid w:val="002A0E3C"/>
    <w:rsid w:val="002A4CD3"/>
    <w:rsid w:val="002A6A5A"/>
    <w:rsid w:val="002A7D98"/>
    <w:rsid w:val="002C55E9"/>
    <w:rsid w:val="002D0C8B"/>
    <w:rsid w:val="002E193E"/>
    <w:rsid w:val="002F1BE6"/>
    <w:rsid w:val="00321C7C"/>
    <w:rsid w:val="00323203"/>
    <w:rsid w:val="00337E82"/>
    <w:rsid w:val="00344904"/>
    <w:rsid w:val="00350BB1"/>
    <w:rsid w:val="00352C83"/>
    <w:rsid w:val="0037067D"/>
    <w:rsid w:val="003805BD"/>
    <w:rsid w:val="0038735B"/>
    <w:rsid w:val="003916D1"/>
    <w:rsid w:val="003A21F0"/>
    <w:rsid w:val="003A58BA"/>
    <w:rsid w:val="003A5AE7"/>
    <w:rsid w:val="003A7221"/>
    <w:rsid w:val="003C13AE"/>
    <w:rsid w:val="003C692F"/>
    <w:rsid w:val="003D2E73"/>
    <w:rsid w:val="003D3E14"/>
    <w:rsid w:val="003E7BBE"/>
    <w:rsid w:val="004127E3"/>
    <w:rsid w:val="00415B43"/>
    <w:rsid w:val="00423D30"/>
    <w:rsid w:val="004270D2"/>
    <w:rsid w:val="00431FD4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87A8D"/>
    <w:rsid w:val="004A142B"/>
    <w:rsid w:val="004A44E8"/>
    <w:rsid w:val="004A685A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EF1"/>
    <w:rsid w:val="004E5FAE"/>
    <w:rsid w:val="004E7094"/>
    <w:rsid w:val="004F5537"/>
    <w:rsid w:val="004F5DC7"/>
    <w:rsid w:val="004F78DA"/>
    <w:rsid w:val="00502C52"/>
    <w:rsid w:val="00510C5D"/>
    <w:rsid w:val="005248C1"/>
    <w:rsid w:val="00526134"/>
    <w:rsid w:val="00527DE5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97F03"/>
    <w:rsid w:val="005A33C0"/>
    <w:rsid w:val="005A3AA5"/>
    <w:rsid w:val="005A5254"/>
    <w:rsid w:val="005A6C9C"/>
    <w:rsid w:val="005A74DC"/>
    <w:rsid w:val="005B119D"/>
    <w:rsid w:val="005B5146"/>
    <w:rsid w:val="005C5F47"/>
    <w:rsid w:val="005C7EA8"/>
    <w:rsid w:val="005D0916"/>
    <w:rsid w:val="005E5CFC"/>
    <w:rsid w:val="005F33CC"/>
    <w:rsid w:val="00605949"/>
    <w:rsid w:val="00610D69"/>
    <w:rsid w:val="006121D4"/>
    <w:rsid w:val="00613B49"/>
    <w:rsid w:val="00620E8E"/>
    <w:rsid w:val="00620EF5"/>
    <w:rsid w:val="00623833"/>
    <w:rsid w:val="00627796"/>
    <w:rsid w:val="0063014C"/>
    <w:rsid w:val="00633CFE"/>
    <w:rsid w:val="00634FCA"/>
    <w:rsid w:val="006404B5"/>
    <w:rsid w:val="006452B8"/>
    <w:rsid w:val="00646993"/>
    <w:rsid w:val="00652E62"/>
    <w:rsid w:val="00663612"/>
    <w:rsid w:val="00687B62"/>
    <w:rsid w:val="00690C44"/>
    <w:rsid w:val="00693E76"/>
    <w:rsid w:val="006969D9"/>
    <w:rsid w:val="006A2B68"/>
    <w:rsid w:val="006B19B1"/>
    <w:rsid w:val="006C1261"/>
    <w:rsid w:val="006C2F32"/>
    <w:rsid w:val="006D4448"/>
    <w:rsid w:val="006E2C4D"/>
    <w:rsid w:val="006F07A4"/>
    <w:rsid w:val="006F59F4"/>
    <w:rsid w:val="00705EEC"/>
    <w:rsid w:val="0070663E"/>
    <w:rsid w:val="00707741"/>
    <w:rsid w:val="00722769"/>
    <w:rsid w:val="00726421"/>
    <w:rsid w:val="00727901"/>
    <w:rsid w:val="0073075B"/>
    <w:rsid w:val="00733ADE"/>
    <w:rsid w:val="007341FF"/>
    <w:rsid w:val="00735CCA"/>
    <w:rsid w:val="007404E9"/>
    <w:rsid w:val="0074167B"/>
    <w:rsid w:val="007444CF"/>
    <w:rsid w:val="00750C7F"/>
    <w:rsid w:val="00756695"/>
    <w:rsid w:val="0076523B"/>
    <w:rsid w:val="00770C15"/>
    <w:rsid w:val="00771B60"/>
    <w:rsid w:val="00772EAB"/>
    <w:rsid w:val="00781D77"/>
    <w:rsid w:val="007860B7"/>
    <w:rsid w:val="00786DC8"/>
    <w:rsid w:val="0079358C"/>
    <w:rsid w:val="007A1149"/>
    <w:rsid w:val="007C1416"/>
    <w:rsid w:val="007D1A8B"/>
    <w:rsid w:val="007D5A78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10E5"/>
    <w:rsid w:val="00847B60"/>
    <w:rsid w:val="00850243"/>
    <w:rsid w:val="008545EB"/>
    <w:rsid w:val="00856837"/>
    <w:rsid w:val="00865011"/>
    <w:rsid w:val="00880D45"/>
    <w:rsid w:val="00883C6C"/>
    <w:rsid w:val="00886790"/>
    <w:rsid w:val="008908DE"/>
    <w:rsid w:val="00894FBB"/>
    <w:rsid w:val="008A12ED"/>
    <w:rsid w:val="008B2C77"/>
    <w:rsid w:val="008B4AD2"/>
    <w:rsid w:val="008B713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397B"/>
    <w:rsid w:val="00924FBA"/>
    <w:rsid w:val="0092586D"/>
    <w:rsid w:val="009278C9"/>
    <w:rsid w:val="009303A7"/>
    <w:rsid w:val="009527CB"/>
    <w:rsid w:val="00953835"/>
    <w:rsid w:val="00960C6A"/>
    <w:rsid w:val="00960F6C"/>
    <w:rsid w:val="009644FD"/>
    <w:rsid w:val="00964D87"/>
    <w:rsid w:val="00970747"/>
    <w:rsid w:val="00986BAC"/>
    <w:rsid w:val="0098725E"/>
    <w:rsid w:val="009A1669"/>
    <w:rsid w:val="009A1F67"/>
    <w:rsid w:val="009A5900"/>
    <w:rsid w:val="009B5654"/>
    <w:rsid w:val="009C2650"/>
    <w:rsid w:val="009C7C06"/>
    <w:rsid w:val="009D15E2"/>
    <w:rsid w:val="009D15FE"/>
    <w:rsid w:val="009D5B3F"/>
    <w:rsid w:val="009D5D2C"/>
    <w:rsid w:val="009E568C"/>
    <w:rsid w:val="009F0DCC"/>
    <w:rsid w:val="009F11CA"/>
    <w:rsid w:val="009F2E27"/>
    <w:rsid w:val="00A0695B"/>
    <w:rsid w:val="00A0779A"/>
    <w:rsid w:val="00A10D7E"/>
    <w:rsid w:val="00A13052"/>
    <w:rsid w:val="00A2007C"/>
    <w:rsid w:val="00A216A8"/>
    <w:rsid w:val="00A223A6"/>
    <w:rsid w:val="00A310AF"/>
    <w:rsid w:val="00A354FC"/>
    <w:rsid w:val="00A5092E"/>
    <w:rsid w:val="00A56E14"/>
    <w:rsid w:val="00A637BB"/>
    <w:rsid w:val="00A6476B"/>
    <w:rsid w:val="00A6651B"/>
    <w:rsid w:val="00A76C6C"/>
    <w:rsid w:val="00A772D9"/>
    <w:rsid w:val="00A84441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80E"/>
    <w:rsid w:val="00AF2F35"/>
    <w:rsid w:val="00AF3957"/>
    <w:rsid w:val="00B12013"/>
    <w:rsid w:val="00B12291"/>
    <w:rsid w:val="00B22C67"/>
    <w:rsid w:val="00B3508F"/>
    <w:rsid w:val="00B443EE"/>
    <w:rsid w:val="00B4753D"/>
    <w:rsid w:val="00B560C8"/>
    <w:rsid w:val="00B61150"/>
    <w:rsid w:val="00B63C52"/>
    <w:rsid w:val="00B65BC7"/>
    <w:rsid w:val="00B717CF"/>
    <w:rsid w:val="00B746B9"/>
    <w:rsid w:val="00B75443"/>
    <w:rsid w:val="00B848D4"/>
    <w:rsid w:val="00B865B7"/>
    <w:rsid w:val="00BA1CB1"/>
    <w:rsid w:val="00BA482D"/>
    <w:rsid w:val="00BB23F4"/>
    <w:rsid w:val="00BC5075"/>
    <w:rsid w:val="00BD3B0F"/>
    <w:rsid w:val="00BE6738"/>
    <w:rsid w:val="00BF0463"/>
    <w:rsid w:val="00BF1D4C"/>
    <w:rsid w:val="00BF3F0A"/>
    <w:rsid w:val="00BF4C89"/>
    <w:rsid w:val="00C002CA"/>
    <w:rsid w:val="00C106B1"/>
    <w:rsid w:val="00C1150C"/>
    <w:rsid w:val="00C143C3"/>
    <w:rsid w:val="00C1739B"/>
    <w:rsid w:val="00C17E4A"/>
    <w:rsid w:val="00C26067"/>
    <w:rsid w:val="00C30A29"/>
    <w:rsid w:val="00C317DC"/>
    <w:rsid w:val="00C355F3"/>
    <w:rsid w:val="00C4545B"/>
    <w:rsid w:val="00C47933"/>
    <w:rsid w:val="00C578E9"/>
    <w:rsid w:val="00C702FE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4FB6"/>
    <w:rsid w:val="00CE7D19"/>
    <w:rsid w:val="00CF0CF5"/>
    <w:rsid w:val="00CF2B3E"/>
    <w:rsid w:val="00D0201F"/>
    <w:rsid w:val="00D03685"/>
    <w:rsid w:val="00D06C96"/>
    <w:rsid w:val="00D07D4E"/>
    <w:rsid w:val="00D115AA"/>
    <w:rsid w:val="00D145BE"/>
    <w:rsid w:val="00D208D5"/>
    <w:rsid w:val="00D20C57"/>
    <w:rsid w:val="00D25D16"/>
    <w:rsid w:val="00D30BC5"/>
    <w:rsid w:val="00D32124"/>
    <w:rsid w:val="00D46A3B"/>
    <w:rsid w:val="00D46CE1"/>
    <w:rsid w:val="00D527EF"/>
    <w:rsid w:val="00D54C76"/>
    <w:rsid w:val="00D65221"/>
    <w:rsid w:val="00D67242"/>
    <w:rsid w:val="00D70188"/>
    <w:rsid w:val="00D7062E"/>
    <w:rsid w:val="00D727F3"/>
    <w:rsid w:val="00D73695"/>
    <w:rsid w:val="00D810DE"/>
    <w:rsid w:val="00D87D32"/>
    <w:rsid w:val="00D90862"/>
    <w:rsid w:val="00D92C83"/>
    <w:rsid w:val="00DA0A81"/>
    <w:rsid w:val="00DA3C10"/>
    <w:rsid w:val="00DA53B5"/>
    <w:rsid w:val="00DC1D69"/>
    <w:rsid w:val="00DC5A3A"/>
    <w:rsid w:val="00E048B1"/>
    <w:rsid w:val="00E11B8C"/>
    <w:rsid w:val="00E238E6"/>
    <w:rsid w:val="00E246B1"/>
    <w:rsid w:val="00E2646B"/>
    <w:rsid w:val="00E35064"/>
    <w:rsid w:val="00E438C3"/>
    <w:rsid w:val="00E501F0"/>
    <w:rsid w:val="00E6584E"/>
    <w:rsid w:val="00E9014F"/>
    <w:rsid w:val="00E91BFF"/>
    <w:rsid w:val="00E92933"/>
    <w:rsid w:val="00E94476"/>
    <w:rsid w:val="00EA116F"/>
    <w:rsid w:val="00EA3522"/>
    <w:rsid w:val="00EA3B97"/>
    <w:rsid w:val="00EA645B"/>
    <w:rsid w:val="00EB0AA4"/>
    <w:rsid w:val="00EB58C7"/>
    <w:rsid w:val="00EB5C88"/>
    <w:rsid w:val="00EC0469"/>
    <w:rsid w:val="00EC2F24"/>
    <w:rsid w:val="00ED6B38"/>
    <w:rsid w:val="00EF01F8"/>
    <w:rsid w:val="00EF40EF"/>
    <w:rsid w:val="00EF4432"/>
    <w:rsid w:val="00F07C48"/>
    <w:rsid w:val="00F1480E"/>
    <w:rsid w:val="00F1497D"/>
    <w:rsid w:val="00F16AAC"/>
    <w:rsid w:val="00F35A6A"/>
    <w:rsid w:val="00F438FC"/>
    <w:rsid w:val="00F46FDE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1C19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A310A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597F0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561A39-C43F-48B8-ACEA-7EB583B19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13852056-1d7c-49cd-bf73-8d0acc580e0b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12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11</cp:revision>
  <cp:lastPrinted>2016-05-27T05:21:00Z</cp:lastPrinted>
  <dcterms:created xsi:type="dcterms:W3CDTF">2022-08-16T23:22:00Z</dcterms:created>
  <dcterms:modified xsi:type="dcterms:W3CDTF">2022-10-26T23:02:00Z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