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63AA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93AB71" w14:textId="77777777" w:rsidTr="00146EEC">
        <w:tc>
          <w:tcPr>
            <w:tcW w:w="2689" w:type="dxa"/>
          </w:tcPr>
          <w:p w14:paraId="3BF4A69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A85A0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B71A2" w14:paraId="46419F72" w14:textId="77777777" w:rsidTr="005932C7">
        <w:tc>
          <w:tcPr>
            <w:tcW w:w="2689" w:type="dxa"/>
          </w:tcPr>
          <w:p w14:paraId="67C720F7" w14:textId="22F1BDF1" w:rsidR="005B71A2" w:rsidRPr="005B71A2" w:rsidRDefault="005B71A2" w:rsidP="005B71A2">
            <w:pPr>
              <w:pStyle w:val="SIText"/>
            </w:pPr>
            <w:r w:rsidRPr="00325820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5D48A07C" w14:textId="2D2B4E8D" w:rsidR="005B71A2" w:rsidRPr="005B71A2" w:rsidRDefault="005B71A2" w:rsidP="005B71A2">
            <w:pPr>
              <w:pStyle w:val="SIText"/>
            </w:pPr>
            <w:r w:rsidRPr="00325820">
              <w:t xml:space="preserve">This version released with AHC Agriculture, Horticulture and Conservation and Land Management Training Package Version </w:t>
            </w:r>
            <w:r>
              <w:t>7</w:t>
            </w:r>
            <w:r w:rsidRPr="00325820">
              <w:t>.</w:t>
            </w:r>
            <w:r>
              <w:t>0</w:t>
            </w:r>
            <w:r w:rsidRPr="005B71A2">
              <w:t>.</w:t>
            </w:r>
          </w:p>
        </w:tc>
      </w:tr>
      <w:tr w:rsidR="00325820" w14:paraId="26938A64" w14:textId="77777777" w:rsidTr="00146EEC">
        <w:tc>
          <w:tcPr>
            <w:tcW w:w="2689" w:type="dxa"/>
          </w:tcPr>
          <w:p w14:paraId="4F0DE080" w14:textId="432DED41" w:rsidR="00325820" w:rsidRPr="00325820" w:rsidRDefault="00325820" w:rsidP="00325820">
            <w:pPr>
              <w:pStyle w:val="SIText"/>
            </w:pPr>
            <w:r w:rsidRPr="00325820">
              <w:t xml:space="preserve">Release </w:t>
            </w:r>
            <w:r w:rsidR="005B71A2">
              <w:t>2</w:t>
            </w:r>
          </w:p>
        </w:tc>
        <w:tc>
          <w:tcPr>
            <w:tcW w:w="6939" w:type="dxa"/>
          </w:tcPr>
          <w:p w14:paraId="626A6437" w14:textId="4880FC9F" w:rsidR="00325820" w:rsidRPr="00325820" w:rsidRDefault="00325820" w:rsidP="00325820">
            <w:pPr>
              <w:pStyle w:val="SIText"/>
            </w:pPr>
            <w:r w:rsidRPr="00325820">
              <w:t>This version released with AHC Agriculture, Horticulture and Conservation and Land Management Training Package Version 1.</w:t>
            </w:r>
            <w:r>
              <w:t>1</w:t>
            </w:r>
            <w:r w:rsidRPr="00325820">
              <w:t>.</w:t>
            </w:r>
          </w:p>
        </w:tc>
      </w:tr>
      <w:tr w:rsidR="00325820" w14:paraId="282EDDDF" w14:textId="77777777" w:rsidTr="00146EEC">
        <w:tc>
          <w:tcPr>
            <w:tcW w:w="2689" w:type="dxa"/>
          </w:tcPr>
          <w:p w14:paraId="2824FE85" w14:textId="77777777" w:rsidR="00325820" w:rsidRPr="00325820" w:rsidRDefault="00325820" w:rsidP="00325820">
            <w:pPr>
              <w:pStyle w:val="SIText"/>
            </w:pPr>
            <w:r w:rsidRPr="00325820">
              <w:t>Release 1</w:t>
            </w:r>
          </w:p>
        </w:tc>
        <w:tc>
          <w:tcPr>
            <w:tcW w:w="6939" w:type="dxa"/>
          </w:tcPr>
          <w:p w14:paraId="2E450072" w14:textId="2BE5F35C" w:rsidR="00325820" w:rsidRPr="00325820" w:rsidRDefault="00325820" w:rsidP="00325820">
            <w:pPr>
              <w:pStyle w:val="SIText"/>
            </w:pPr>
            <w:r w:rsidRPr="00325820">
              <w:t>This version released with AHC Agriculture, Horticulture and Conservation and Land Management Training Package Version 1.0.</w:t>
            </w:r>
          </w:p>
        </w:tc>
      </w:tr>
    </w:tbl>
    <w:p w14:paraId="290280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C59C2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006D46" w14:textId="77777777" w:rsidR="00F1480E" w:rsidRPr="000754EC" w:rsidRDefault="003B0D8B" w:rsidP="000754EC">
            <w:pPr>
              <w:pStyle w:val="SIUNITCODE"/>
            </w:pPr>
            <w:r>
              <w:t>ahcpgd</w:t>
            </w:r>
            <w:r w:rsidR="004510EC">
              <w:t>101</w:t>
            </w:r>
          </w:p>
        </w:tc>
        <w:tc>
          <w:tcPr>
            <w:tcW w:w="3604" w:type="pct"/>
            <w:shd w:val="clear" w:color="auto" w:fill="auto"/>
          </w:tcPr>
          <w:p w14:paraId="0B6D00D5" w14:textId="77777777" w:rsidR="00F1480E" w:rsidRPr="000754EC" w:rsidRDefault="004510EC" w:rsidP="000754EC">
            <w:pPr>
              <w:pStyle w:val="SIUnittitle"/>
            </w:pPr>
            <w:r w:rsidRPr="004510EC">
              <w:t>Support gardening work</w:t>
            </w:r>
          </w:p>
        </w:tc>
      </w:tr>
      <w:tr w:rsidR="00F1480E" w:rsidRPr="00963A46" w14:paraId="5DD44615" w14:textId="77777777" w:rsidTr="00CA2922">
        <w:tc>
          <w:tcPr>
            <w:tcW w:w="1396" w:type="pct"/>
            <w:shd w:val="clear" w:color="auto" w:fill="auto"/>
          </w:tcPr>
          <w:p w14:paraId="0B048D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C411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EFE652" w14:textId="45DF2E29" w:rsidR="004510EC" w:rsidRPr="004510EC" w:rsidRDefault="004510EC" w:rsidP="004510EC">
            <w:pPr>
              <w:pStyle w:val="SIText"/>
            </w:pPr>
            <w:r w:rsidRPr="004510EC">
              <w:t xml:space="preserve">This unit of competency describes the skills and knowledge required to </w:t>
            </w:r>
            <w:r w:rsidR="005B71A2">
              <w:t>undertake routine gardening work under direct supervision and to</w:t>
            </w:r>
            <w:r w:rsidRPr="004510EC">
              <w:t xml:space="preserve"> support </w:t>
            </w:r>
            <w:r w:rsidR="005B71A2">
              <w:t>the</w:t>
            </w:r>
            <w:r w:rsidRPr="004510EC">
              <w:t xml:space="preserve"> gardening work</w:t>
            </w:r>
            <w:r w:rsidR="005B71A2">
              <w:t xml:space="preserve"> of others</w:t>
            </w:r>
            <w:r w:rsidRPr="004510EC">
              <w:t>.</w:t>
            </w:r>
          </w:p>
          <w:p w14:paraId="2263A6FE" w14:textId="77777777" w:rsidR="004510EC" w:rsidRPr="004510EC" w:rsidRDefault="004510EC" w:rsidP="004510EC">
            <w:pPr>
              <w:pStyle w:val="SIText"/>
            </w:pPr>
          </w:p>
          <w:p w14:paraId="640A1186" w14:textId="4C82BBE1" w:rsidR="00373436" w:rsidRDefault="004510EC" w:rsidP="004510EC">
            <w:pPr>
              <w:pStyle w:val="SIText"/>
            </w:pPr>
            <w:r w:rsidRPr="004510EC">
              <w:t>Th</w:t>
            </w:r>
            <w:r w:rsidR="005B71A2">
              <w:t>e</w:t>
            </w:r>
            <w:r w:rsidRPr="004510EC">
              <w:t xml:space="preserve"> unit applies to individuals who </w:t>
            </w:r>
            <w:r w:rsidR="005B71A2">
              <w:t xml:space="preserve">support gardening </w:t>
            </w:r>
            <w:r w:rsidRPr="004510EC">
              <w:t xml:space="preserve">work </w:t>
            </w:r>
            <w:r w:rsidR="005B71A2">
              <w:t xml:space="preserve">while working </w:t>
            </w:r>
            <w:r w:rsidRPr="004510EC">
              <w:t>alongside a supervisor</w:t>
            </w:r>
            <w:r w:rsidR="005B71A2">
              <w:t>,</w:t>
            </w:r>
            <w:r w:rsidRPr="004510EC">
              <w:t xml:space="preserve"> exercis</w:t>
            </w:r>
            <w:r w:rsidR="005B71A2">
              <w:t>ing</w:t>
            </w:r>
            <w:r w:rsidRPr="004510EC">
              <w:t xml:space="preserve"> limited autonomy within established and well known parameters. They identify and seek help with simple problems.</w:t>
            </w:r>
          </w:p>
          <w:p w14:paraId="714F24CF" w14:textId="77777777" w:rsidR="004510EC" w:rsidRPr="005B71A2" w:rsidRDefault="004510EC" w:rsidP="005B71A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98A3E4" w14:textId="67511A52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76508A1F" w14:textId="77777777" w:rsidTr="00CA2922">
        <w:tc>
          <w:tcPr>
            <w:tcW w:w="1396" w:type="pct"/>
            <w:shd w:val="clear" w:color="auto" w:fill="auto"/>
          </w:tcPr>
          <w:p w14:paraId="33916ED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5523E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C6C6B2D" w14:textId="77777777" w:rsidTr="00CA2922">
        <w:tc>
          <w:tcPr>
            <w:tcW w:w="1396" w:type="pct"/>
            <w:shd w:val="clear" w:color="auto" w:fill="auto"/>
          </w:tcPr>
          <w:p w14:paraId="0ACFC2A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6BFA41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76587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376BE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AD80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251F8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C829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32C8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38D8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510EC" w:rsidRPr="00963A46" w14:paraId="0B31DF36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CDF9BBA" w14:textId="2D6B9FE5" w:rsidR="004510EC" w:rsidRPr="004510EC" w:rsidRDefault="004510EC" w:rsidP="004510EC">
            <w:r w:rsidRPr="004510EC">
              <w:t>1. Prepare for gardening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9661FA4" w14:textId="3892904E" w:rsidR="004510EC" w:rsidRPr="004510EC" w:rsidRDefault="004510EC" w:rsidP="004510EC">
            <w:r w:rsidRPr="004510EC">
              <w:t xml:space="preserve">1.1 </w:t>
            </w:r>
            <w:r w:rsidR="005B71A2">
              <w:t>Collect</w:t>
            </w:r>
            <w:r w:rsidRPr="004510EC">
              <w:t xml:space="preserve"> required materials, </w:t>
            </w:r>
            <w:proofErr w:type="gramStart"/>
            <w:r w:rsidRPr="004510EC">
              <w:t>tools</w:t>
            </w:r>
            <w:proofErr w:type="gramEnd"/>
            <w:r w:rsidRPr="004510EC">
              <w:t xml:space="preserve"> and equipment according to lists provided and supervisor instructions</w:t>
            </w:r>
          </w:p>
          <w:p w14:paraId="2DD88DBA" w14:textId="27107FB2" w:rsidR="004510EC" w:rsidRPr="004510EC" w:rsidRDefault="004510EC" w:rsidP="004510EC">
            <w:r w:rsidRPr="004510EC">
              <w:t xml:space="preserve">1.2 </w:t>
            </w:r>
            <w:r w:rsidR="005B71A2">
              <w:t>Fit and u</w:t>
            </w:r>
            <w:r w:rsidR="005B71A2" w:rsidRPr="004510EC">
              <w:t xml:space="preserve">se personal protective equipment (PPE) </w:t>
            </w:r>
            <w:r w:rsidR="005B71A2">
              <w:t>applicable to job requirements</w:t>
            </w:r>
          </w:p>
          <w:p w14:paraId="67C1E66B" w14:textId="3EFF853D" w:rsidR="004510EC" w:rsidRPr="004510EC" w:rsidRDefault="004510EC" w:rsidP="004510EC">
            <w:r w:rsidRPr="004510EC">
              <w:t>1.3 Use correct manual handling techniques when loading and unloading materials</w:t>
            </w:r>
          </w:p>
          <w:p w14:paraId="14B18C83" w14:textId="0BD3AD15" w:rsidR="004510EC" w:rsidRPr="004510EC" w:rsidRDefault="004510EC" w:rsidP="004510EC">
            <w:r w:rsidRPr="004510EC">
              <w:t xml:space="preserve">1.4 </w:t>
            </w:r>
            <w:r w:rsidR="005B71A2" w:rsidRPr="004510EC">
              <w:t>Check</w:t>
            </w:r>
            <w:r w:rsidR="005B71A2">
              <w:t xml:space="preserve"> and report faulty or un</w:t>
            </w:r>
            <w:r w:rsidR="005B71A2" w:rsidRPr="004510EC">
              <w:t>s</w:t>
            </w:r>
            <w:r w:rsidR="005B71A2">
              <w:t>afe</w:t>
            </w:r>
            <w:r w:rsidR="005B71A2" w:rsidRPr="004510EC">
              <w:t xml:space="preserve"> tools</w:t>
            </w:r>
            <w:r w:rsidR="005B71A2">
              <w:t>,</w:t>
            </w:r>
            <w:r w:rsidR="005B71A2" w:rsidRPr="004510EC">
              <w:t xml:space="preserve"> </w:t>
            </w:r>
            <w:proofErr w:type="gramStart"/>
            <w:r w:rsidR="005B71A2" w:rsidRPr="004510EC">
              <w:t>equipment</w:t>
            </w:r>
            <w:proofErr w:type="gramEnd"/>
            <w:r w:rsidR="005B71A2" w:rsidRPr="004510EC">
              <w:t xml:space="preserve"> and </w:t>
            </w:r>
            <w:r w:rsidR="005B71A2">
              <w:t>PPE to</w:t>
            </w:r>
            <w:r w:rsidR="005B71A2" w:rsidRPr="004510EC">
              <w:t xml:space="preserve"> supervisor</w:t>
            </w:r>
          </w:p>
          <w:p w14:paraId="7A6837CE" w14:textId="6CCC494A" w:rsidR="004510EC" w:rsidRPr="004510EC" w:rsidRDefault="004510EC" w:rsidP="004510EC">
            <w:r w:rsidRPr="004510EC">
              <w:t xml:space="preserve">1.5 </w:t>
            </w:r>
            <w:r w:rsidR="005B71A2">
              <w:t>Recognise and report workplace hazards to</w:t>
            </w:r>
            <w:r w:rsidRPr="004510EC">
              <w:t xml:space="preserve"> supervisor</w:t>
            </w:r>
          </w:p>
        </w:tc>
      </w:tr>
      <w:tr w:rsidR="004510EC" w:rsidRPr="00963A46" w14:paraId="0189C1ED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4CDA62" w14:textId="77777777" w:rsidR="004510EC" w:rsidRPr="004510EC" w:rsidRDefault="004510EC" w:rsidP="004510EC">
            <w:r w:rsidRPr="004510EC">
              <w:t>2. Undertake gardening work as directed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662AB2F" w14:textId="7424889A" w:rsidR="004510EC" w:rsidRPr="004510EC" w:rsidRDefault="004510EC" w:rsidP="004510EC">
            <w:r w:rsidRPr="004510EC">
              <w:t>2.1 Follow instructions and directions provided by supervisor</w:t>
            </w:r>
            <w:r w:rsidR="005B71A2">
              <w:t>,</w:t>
            </w:r>
            <w:r w:rsidRPr="004510EC">
              <w:t xml:space="preserve"> and </w:t>
            </w:r>
            <w:r w:rsidR="005B71A2">
              <w:t>seek</w:t>
            </w:r>
            <w:r w:rsidRPr="004510EC">
              <w:t xml:space="preserve"> clarification when necessary</w:t>
            </w:r>
          </w:p>
          <w:p w14:paraId="124DEBCA" w14:textId="77BF4D12" w:rsidR="004510EC" w:rsidRPr="004510EC" w:rsidRDefault="004510EC" w:rsidP="004510EC">
            <w:r w:rsidRPr="004510EC">
              <w:t xml:space="preserve">2.2 </w:t>
            </w:r>
            <w:r w:rsidR="005B71A2">
              <w:t>Interact</w:t>
            </w:r>
            <w:r w:rsidR="005B71A2" w:rsidRPr="004510EC">
              <w:t xml:space="preserve"> </w:t>
            </w:r>
            <w:r w:rsidRPr="004510EC">
              <w:t>with staff and c</w:t>
            </w:r>
            <w:r w:rsidR="005B71A2">
              <w:t>ustomers</w:t>
            </w:r>
            <w:r w:rsidRPr="004510EC">
              <w:t xml:space="preserve"> in a professional manner</w:t>
            </w:r>
          </w:p>
          <w:p w14:paraId="525B6352" w14:textId="166F3361" w:rsidR="004510EC" w:rsidRPr="004510EC" w:rsidRDefault="004510EC" w:rsidP="004510EC">
            <w:r w:rsidRPr="004510EC">
              <w:t>2.3 Handle and dispose of materials</w:t>
            </w:r>
            <w:r w:rsidR="00A00EE2">
              <w:t xml:space="preserve"> according to workplace practices and procedures</w:t>
            </w:r>
          </w:p>
          <w:p w14:paraId="16FE30CF" w14:textId="00FC94F8" w:rsidR="004510EC" w:rsidRPr="004510EC" w:rsidRDefault="004510EC" w:rsidP="004510EC">
            <w:r w:rsidRPr="004510EC">
              <w:t xml:space="preserve">2.4 </w:t>
            </w:r>
            <w:r w:rsidR="00A00EE2" w:rsidRPr="004510EC">
              <w:t xml:space="preserve">Maintain a clean and safe work site while undertaking </w:t>
            </w:r>
            <w:r w:rsidR="00DE20BC">
              <w:t>gardenin</w:t>
            </w:r>
            <w:r w:rsidR="00A00EE2" w:rsidRPr="004510EC">
              <w:t>g activities</w:t>
            </w:r>
          </w:p>
          <w:p w14:paraId="30FF489A" w14:textId="77777777" w:rsidR="00A00EE2" w:rsidRDefault="004510EC" w:rsidP="004510EC">
            <w:r w:rsidRPr="004510EC">
              <w:t xml:space="preserve">2.5 </w:t>
            </w:r>
            <w:r w:rsidR="00A00EE2" w:rsidRPr="004510EC">
              <w:t>Undertake gardening work in a safe and environmentally appropriate manner</w:t>
            </w:r>
          </w:p>
          <w:p w14:paraId="30A33DE2" w14:textId="74EB9115" w:rsidR="004510EC" w:rsidRPr="004510EC" w:rsidRDefault="00A00EE2" w:rsidP="004510EC">
            <w:r>
              <w:t xml:space="preserve">2.6 Report </w:t>
            </w:r>
            <w:r w:rsidRPr="004510EC">
              <w:t>problems or difficulties in completing work to required standards or timelines</w:t>
            </w:r>
            <w:r w:rsidRPr="00A00EE2" w:rsidDel="00A00EE2">
              <w:t xml:space="preserve"> </w:t>
            </w:r>
            <w:r>
              <w:t>to supervisor</w:t>
            </w:r>
          </w:p>
        </w:tc>
      </w:tr>
      <w:tr w:rsidR="004510EC" w:rsidRPr="00963A46" w14:paraId="29D87B2F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CE144C4" w14:textId="77777777" w:rsidR="004510EC" w:rsidRPr="004510EC" w:rsidRDefault="004510EC" w:rsidP="004510EC">
            <w:r w:rsidRPr="004510EC">
              <w:t>3. Handle materials and equipment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917D85E" w14:textId="0C29CC2B" w:rsidR="004510EC" w:rsidRPr="004510EC" w:rsidRDefault="004510EC" w:rsidP="004510EC">
            <w:r w:rsidRPr="004510EC">
              <w:t xml:space="preserve">3.1 </w:t>
            </w:r>
            <w:r w:rsidR="00A00EE2" w:rsidRPr="004510EC">
              <w:t xml:space="preserve">Handle and transport materials, </w:t>
            </w:r>
            <w:proofErr w:type="gramStart"/>
            <w:r w:rsidR="00A00EE2">
              <w:t>tools</w:t>
            </w:r>
            <w:proofErr w:type="gramEnd"/>
            <w:r w:rsidR="00D90A44">
              <w:t xml:space="preserve"> and</w:t>
            </w:r>
            <w:r w:rsidR="00A00EE2">
              <w:t xml:space="preserve"> </w:t>
            </w:r>
            <w:r w:rsidR="00A00EE2" w:rsidRPr="004510EC">
              <w:t xml:space="preserve">equipment </w:t>
            </w:r>
            <w:r w:rsidR="00A00EE2">
              <w:t>according to supervisor instructions and workplace procedures</w:t>
            </w:r>
          </w:p>
          <w:p w14:paraId="53A2DBD6" w14:textId="5F2C20E4" w:rsidR="004510EC" w:rsidRPr="004510EC" w:rsidRDefault="004510EC">
            <w:r w:rsidRPr="004510EC">
              <w:t xml:space="preserve">3.2 </w:t>
            </w:r>
            <w:r w:rsidR="00A00EE2" w:rsidRPr="004510EC">
              <w:t>Store</w:t>
            </w:r>
            <w:r w:rsidR="00D90A44">
              <w:t>,</w:t>
            </w:r>
            <w:r w:rsidR="00A00EE2" w:rsidRPr="004510EC">
              <w:t xml:space="preserve"> </w:t>
            </w:r>
            <w:r w:rsidR="00D90A44">
              <w:t xml:space="preserve">recycle </w:t>
            </w:r>
            <w:r w:rsidR="00B10B4E">
              <w:t xml:space="preserve">or dispose of </w:t>
            </w:r>
            <w:r w:rsidR="00A00EE2" w:rsidRPr="004510EC">
              <w:t xml:space="preserve">waste material and debris </w:t>
            </w:r>
            <w:r w:rsidR="00B10B4E">
              <w:t>according to supervisor instructions</w:t>
            </w:r>
          </w:p>
        </w:tc>
      </w:tr>
      <w:tr w:rsidR="004510EC" w:rsidRPr="00963A46" w14:paraId="6CEB623B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0FA76C3" w14:textId="77777777" w:rsidR="004510EC" w:rsidRPr="004510EC" w:rsidRDefault="004510EC" w:rsidP="004510EC">
            <w:r w:rsidRPr="004510EC">
              <w:t>4. Clean up on completion of gardening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AB1BFD" w14:textId="3AF6AD82" w:rsidR="004510EC" w:rsidRPr="004510EC" w:rsidRDefault="004510EC" w:rsidP="004510EC">
            <w:r w:rsidRPr="004510EC">
              <w:t xml:space="preserve">4.1 </w:t>
            </w:r>
            <w:r w:rsidR="00B10B4E" w:rsidRPr="004510EC">
              <w:t>Restore site</w:t>
            </w:r>
            <w:r w:rsidR="00B10B4E" w:rsidRPr="00B10B4E">
              <w:t xml:space="preserve"> </w:t>
            </w:r>
            <w:r w:rsidR="00B10B4E">
              <w:t>according to supervisor instructions</w:t>
            </w:r>
          </w:p>
          <w:p w14:paraId="665D8A35" w14:textId="246B3689" w:rsidR="004510EC" w:rsidRPr="004510EC" w:rsidRDefault="004510EC" w:rsidP="004510EC">
            <w:r w:rsidRPr="004510EC">
              <w:t>4.2 Clean and store</w:t>
            </w:r>
            <w:r w:rsidR="00B10B4E">
              <w:t xml:space="preserve"> materials,</w:t>
            </w:r>
            <w:r w:rsidRPr="004510EC">
              <w:t xml:space="preserve"> </w:t>
            </w:r>
            <w:proofErr w:type="gramStart"/>
            <w:r w:rsidRPr="004510EC">
              <w:t>tools</w:t>
            </w:r>
            <w:proofErr w:type="gramEnd"/>
            <w:r w:rsidRPr="004510EC">
              <w:t xml:space="preserve"> and equipment</w:t>
            </w:r>
            <w:r w:rsidR="00B10B4E">
              <w:t xml:space="preserve"> according to supervisor instructions</w:t>
            </w:r>
          </w:p>
          <w:p w14:paraId="6C895E16" w14:textId="5261A487" w:rsidR="004510EC" w:rsidRPr="004510EC" w:rsidRDefault="004510EC">
            <w:r w:rsidRPr="004510EC">
              <w:t xml:space="preserve">4.3 </w:t>
            </w:r>
            <w:r w:rsidR="00B10B4E">
              <w:t xml:space="preserve">Report work outcomes and faults, </w:t>
            </w:r>
            <w:proofErr w:type="gramStart"/>
            <w:r w:rsidR="00B10B4E">
              <w:t>wear</w:t>
            </w:r>
            <w:proofErr w:type="gramEnd"/>
            <w:r w:rsidR="00B10B4E">
              <w:t xml:space="preserve"> or damage of tools to</w:t>
            </w:r>
            <w:r w:rsidRPr="004510EC">
              <w:t xml:space="preserve"> supervisor</w:t>
            </w:r>
          </w:p>
        </w:tc>
      </w:tr>
    </w:tbl>
    <w:p w14:paraId="1D247589" w14:textId="77777777" w:rsidR="005F771F" w:rsidRDefault="005F771F" w:rsidP="005F771F">
      <w:pPr>
        <w:pStyle w:val="SIText"/>
      </w:pPr>
    </w:p>
    <w:p w14:paraId="1ABDC53D" w14:textId="77777777" w:rsidR="005F771F" w:rsidRPr="000754EC" w:rsidRDefault="005F771F" w:rsidP="000754EC">
      <w:r>
        <w:br w:type="page"/>
      </w:r>
    </w:p>
    <w:p w14:paraId="7D447F0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C02B47" w14:textId="77777777" w:rsidTr="00CA2922">
        <w:trPr>
          <w:tblHeader/>
        </w:trPr>
        <w:tc>
          <w:tcPr>
            <w:tcW w:w="5000" w:type="pct"/>
            <w:gridSpan w:val="2"/>
          </w:tcPr>
          <w:p w14:paraId="47CA80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A5B93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14D597" w14:textId="77777777" w:rsidTr="00CA2922">
        <w:trPr>
          <w:tblHeader/>
        </w:trPr>
        <w:tc>
          <w:tcPr>
            <w:tcW w:w="1396" w:type="pct"/>
          </w:tcPr>
          <w:p w14:paraId="454945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0EFD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10B4E" w:rsidRPr="00336FCA" w:rsidDel="00423CB2" w14:paraId="6E4F8AB4" w14:textId="77777777" w:rsidTr="00CA2922">
        <w:tc>
          <w:tcPr>
            <w:tcW w:w="1396" w:type="pct"/>
          </w:tcPr>
          <w:p w14:paraId="0B52B496" w14:textId="41212B23" w:rsidR="00B10B4E" w:rsidRPr="004A1204" w:rsidRDefault="00B10B4E" w:rsidP="004A1204">
            <w:pPr>
              <w:pStyle w:val="SIText"/>
            </w:pPr>
            <w:r w:rsidRPr="004A120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080A44C" w14:textId="77777777" w:rsidR="00B10B4E" w:rsidRPr="004A1204" w:rsidRDefault="00B10B4E" w:rsidP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>wear</w:t>
            </w:r>
            <w:proofErr w:type="gramEnd"/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 xml:space="preserve"> or damage to tools</w:t>
            </w:r>
          </w:p>
          <w:p w14:paraId="7EE690D7" w14:textId="522BD57E" w:rsidR="00B10B4E" w:rsidRPr="00B10B4E" w:rsidRDefault="00B10B4E" w:rsidP="004A1204">
            <w:pPr>
              <w:pStyle w:val="SIBulletList1"/>
            </w:pPr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6C1834DA" w14:textId="77777777" w:rsidR="00916CD7" w:rsidRDefault="00916CD7" w:rsidP="005F771F">
      <w:pPr>
        <w:pStyle w:val="SIText"/>
      </w:pPr>
    </w:p>
    <w:p w14:paraId="77B08F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466F72" w14:textId="77777777" w:rsidTr="00F33FF2">
        <w:tc>
          <w:tcPr>
            <w:tcW w:w="5000" w:type="pct"/>
            <w:gridSpan w:val="4"/>
          </w:tcPr>
          <w:p w14:paraId="4B82AD7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54A3F0E" w14:textId="77777777" w:rsidTr="00F33FF2">
        <w:tc>
          <w:tcPr>
            <w:tcW w:w="1028" w:type="pct"/>
          </w:tcPr>
          <w:p w14:paraId="7C2E5CD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ACFB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C3A25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CD3A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23A9" w14:paraId="22907046" w14:textId="77777777" w:rsidTr="00F33FF2">
        <w:tc>
          <w:tcPr>
            <w:tcW w:w="1028" w:type="pct"/>
          </w:tcPr>
          <w:p w14:paraId="718A62C2" w14:textId="77777777" w:rsidR="000523A9" w:rsidRPr="001519CB" w:rsidRDefault="000523A9" w:rsidP="000523A9">
            <w:pPr>
              <w:pStyle w:val="SIText"/>
            </w:pPr>
            <w:r w:rsidRPr="000523A9">
              <w:t xml:space="preserve">AHCPGD101 Support gardening work </w:t>
            </w:r>
          </w:p>
          <w:p w14:paraId="6F85F3E0" w14:textId="64FB8F15" w:rsidR="000523A9" w:rsidRPr="001519CB" w:rsidRDefault="000523A9" w:rsidP="001519CB">
            <w:pPr>
              <w:pStyle w:val="SIText"/>
            </w:pPr>
            <w:r w:rsidRPr="001519CB">
              <w:t>Release 3</w:t>
            </w:r>
          </w:p>
        </w:tc>
        <w:tc>
          <w:tcPr>
            <w:tcW w:w="1105" w:type="pct"/>
          </w:tcPr>
          <w:p w14:paraId="21ACF3F8" w14:textId="77777777" w:rsidR="000523A9" w:rsidRPr="000523A9" w:rsidRDefault="000523A9" w:rsidP="001519CB">
            <w:pPr>
              <w:pStyle w:val="SIText"/>
            </w:pPr>
            <w:r w:rsidRPr="000523A9">
              <w:t>AHCPGD101 Support gardening work</w:t>
            </w:r>
          </w:p>
          <w:p w14:paraId="00E9C28D" w14:textId="031834AF" w:rsidR="000523A9" w:rsidRPr="000523A9" w:rsidRDefault="000523A9" w:rsidP="001519CB">
            <w:pPr>
              <w:pStyle w:val="SIText"/>
            </w:pPr>
            <w:r w:rsidRPr="000523A9">
              <w:t>Release 2</w:t>
            </w:r>
          </w:p>
        </w:tc>
        <w:tc>
          <w:tcPr>
            <w:tcW w:w="1251" w:type="pct"/>
          </w:tcPr>
          <w:p w14:paraId="52A9CAE8" w14:textId="77777777" w:rsidR="000523A9" w:rsidRPr="000523A9" w:rsidRDefault="000523A9" w:rsidP="001519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23A9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6D9FC00" w14:textId="77777777" w:rsidR="000523A9" w:rsidRPr="000523A9" w:rsidRDefault="000523A9" w:rsidP="001519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23A9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3A5750E" w14:textId="77777777" w:rsidR="000523A9" w:rsidRPr="000523A9" w:rsidRDefault="000523A9" w:rsidP="001519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23A9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22D95D89" w14:textId="7D884085" w:rsidR="000523A9" w:rsidRPr="000523A9" w:rsidRDefault="000523A9" w:rsidP="001519CB">
            <w:pPr>
              <w:pStyle w:val="SIText"/>
            </w:pPr>
            <w:r w:rsidRPr="000523A9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7E62119" w14:textId="6F20357C" w:rsidR="000523A9" w:rsidRPr="000523A9" w:rsidRDefault="000523A9" w:rsidP="001519CB">
            <w:pPr>
              <w:pStyle w:val="SIText"/>
            </w:pPr>
            <w:r w:rsidRPr="000523A9">
              <w:t>Equivalent</w:t>
            </w:r>
          </w:p>
        </w:tc>
      </w:tr>
      <w:tr w:rsidR="00041E59" w14:paraId="06C75956" w14:textId="77777777" w:rsidTr="00F33FF2">
        <w:tc>
          <w:tcPr>
            <w:tcW w:w="1028" w:type="pct"/>
          </w:tcPr>
          <w:p w14:paraId="40AFDA8A" w14:textId="77777777" w:rsidR="00041E59" w:rsidRDefault="004510EC" w:rsidP="004510EC">
            <w:pPr>
              <w:pStyle w:val="SIText"/>
            </w:pPr>
            <w:r w:rsidRPr="004510EC">
              <w:t xml:space="preserve">AHCPGD101 Support gardening work </w:t>
            </w:r>
          </w:p>
          <w:p w14:paraId="4C61CDFB" w14:textId="4B556F3F" w:rsidR="00325820" w:rsidRPr="000754EC" w:rsidRDefault="00325820" w:rsidP="004510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D233887" w14:textId="77777777" w:rsidR="00041E59" w:rsidRDefault="004510EC" w:rsidP="000754EC">
            <w:pPr>
              <w:pStyle w:val="SIText"/>
            </w:pPr>
            <w:r w:rsidRPr="004510EC">
              <w:t>AHCPGD101 Support gardening work</w:t>
            </w:r>
          </w:p>
          <w:p w14:paraId="5F28047A" w14:textId="27998EBE" w:rsidR="00325820" w:rsidRPr="000754EC" w:rsidRDefault="00325820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D40A48C" w14:textId="75BF7005" w:rsidR="00041E59" w:rsidRPr="004A1204" w:rsidRDefault="00041E59" w:rsidP="004A1204">
            <w:pPr>
              <w:pStyle w:val="SIText"/>
            </w:pPr>
          </w:p>
        </w:tc>
        <w:tc>
          <w:tcPr>
            <w:tcW w:w="1616" w:type="pct"/>
          </w:tcPr>
          <w:p w14:paraId="06CD2314" w14:textId="648586A6" w:rsidR="00916CD7" w:rsidRPr="000754EC" w:rsidRDefault="00916CD7">
            <w:pPr>
              <w:pStyle w:val="SIText"/>
            </w:pPr>
            <w:r w:rsidRPr="000754EC">
              <w:t>Equivalent</w:t>
            </w:r>
          </w:p>
        </w:tc>
      </w:tr>
    </w:tbl>
    <w:p w14:paraId="28BAEC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3492565" w14:textId="77777777" w:rsidTr="00CA2922">
        <w:tc>
          <w:tcPr>
            <w:tcW w:w="1396" w:type="pct"/>
            <w:shd w:val="clear" w:color="auto" w:fill="auto"/>
          </w:tcPr>
          <w:p w14:paraId="25FD430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D4D702" w14:textId="7CB5EEE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82C67C2" w14:textId="77777777" w:rsidR="00F1480E" w:rsidRDefault="00F1480E" w:rsidP="005F771F">
      <w:pPr>
        <w:pStyle w:val="SIText"/>
      </w:pPr>
    </w:p>
    <w:p w14:paraId="0A95760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4AAB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DE1B1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C17FA5" w14:textId="4317DA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C2062" w:rsidRPr="006C2062">
              <w:t>AHCPGD101 Support gardening work</w:t>
            </w:r>
          </w:p>
        </w:tc>
      </w:tr>
      <w:tr w:rsidR="00556C4C" w:rsidRPr="00A55106" w14:paraId="33926EA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9B1C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9F7071" w14:textId="77777777" w:rsidTr="00113678">
        <w:tc>
          <w:tcPr>
            <w:tcW w:w="5000" w:type="pct"/>
            <w:gridSpan w:val="2"/>
            <w:shd w:val="clear" w:color="auto" w:fill="auto"/>
          </w:tcPr>
          <w:p w14:paraId="13AB1E7C" w14:textId="718B6C3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6940F7A" w14:textId="3BDB174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B10B4E">
              <w:t>has supported gardening work on at least two occasions, and has</w:t>
            </w:r>
            <w:r w:rsidRPr="000754EC">
              <w:t>:</w:t>
            </w:r>
          </w:p>
          <w:p w14:paraId="39228A25" w14:textId="5F18A5D4" w:rsidR="004510EC" w:rsidRPr="004510EC" w:rsidRDefault="004510EC" w:rsidP="004510EC">
            <w:pPr>
              <w:pStyle w:val="SIBulletList1"/>
            </w:pPr>
            <w:r w:rsidRPr="004510EC">
              <w:t>prepare</w:t>
            </w:r>
            <w:r w:rsidR="00B10B4E">
              <w:t>d</w:t>
            </w:r>
            <w:r w:rsidRPr="004510EC">
              <w:t xml:space="preserve"> tools and equipment</w:t>
            </w:r>
          </w:p>
          <w:p w14:paraId="7D1A8A93" w14:textId="196CFBEC" w:rsidR="004510EC" w:rsidRPr="004510EC" w:rsidRDefault="004510EC" w:rsidP="004510EC">
            <w:pPr>
              <w:pStyle w:val="SIBulletList1"/>
            </w:pPr>
            <w:r w:rsidRPr="004510EC">
              <w:t>handle</w:t>
            </w:r>
            <w:r w:rsidR="00B10B4E">
              <w:t>d</w:t>
            </w:r>
            <w:r w:rsidRPr="004510EC">
              <w:t xml:space="preserve"> materials and equipment</w:t>
            </w:r>
          </w:p>
          <w:p w14:paraId="7E432122" w14:textId="14A7CC34" w:rsidR="004510EC" w:rsidRPr="004510EC" w:rsidRDefault="00B10B4E" w:rsidP="004510EC">
            <w:pPr>
              <w:pStyle w:val="SIBulletList1"/>
            </w:pPr>
            <w:r>
              <w:t>applied</w:t>
            </w:r>
            <w:r w:rsidRPr="004510EC">
              <w:t xml:space="preserve"> </w:t>
            </w:r>
            <w:r w:rsidR="004510EC" w:rsidRPr="004510EC">
              <w:t xml:space="preserve">safe work practices </w:t>
            </w:r>
            <w:r>
              <w:t>in gardening work</w:t>
            </w:r>
          </w:p>
          <w:p w14:paraId="705B1FBE" w14:textId="346F395D" w:rsidR="004510EC" w:rsidRPr="004510EC" w:rsidRDefault="004510EC" w:rsidP="004510EC">
            <w:pPr>
              <w:pStyle w:val="SIBulletList1"/>
            </w:pPr>
            <w:r w:rsidRPr="004510EC">
              <w:t>undertake</w:t>
            </w:r>
            <w:r w:rsidR="00B10B4E">
              <w:t>n</w:t>
            </w:r>
            <w:r w:rsidRPr="004510EC">
              <w:t xml:space="preserve"> gardening work as directed</w:t>
            </w:r>
          </w:p>
          <w:p w14:paraId="6B73384E" w14:textId="77777777" w:rsidR="00B10B4E" w:rsidRDefault="004510EC" w:rsidP="004510EC">
            <w:pPr>
              <w:pStyle w:val="SIBulletList1"/>
            </w:pPr>
            <w:r w:rsidRPr="004510EC">
              <w:t>clean</w:t>
            </w:r>
            <w:r w:rsidR="00B10B4E">
              <w:t>ed</w:t>
            </w:r>
            <w:r w:rsidRPr="004510EC">
              <w:t xml:space="preserve"> up on completion of gardening work</w:t>
            </w:r>
          </w:p>
          <w:p w14:paraId="72DDA8BE" w14:textId="746C52C9" w:rsidR="00556C4C" w:rsidRPr="000754EC" w:rsidRDefault="00B10B4E" w:rsidP="004A1204">
            <w:pPr>
              <w:pStyle w:val="SIBulletList1"/>
            </w:pPr>
            <w:r w:rsidRPr="004A1204">
              <w:rPr>
                <w:rStyle w:val="SITemporaryText-red"/>
                <w:color w:val="auto"/>
                <w:sz w:val="20"/>
              </w:rPr>
              <w:t>reported wo</w:t>
            </w:r>
            <w:r w:rsidRPr="004A1204">
              <w:t>rk</w:t>
            </w:r>
            <w:r w:rsidRPr="00B10B4E">
              <w:t xml:space="preserve"> outcomes and faulty, worn or damage of tools</w:t>
            </w:r>
            <w:r w:rsidR="004510EC">
              <w:t>.</w:t>
            </w:r>
          </w:p>
        </w:tc>
      </w:tr>
    </w:tbl>
    <w:p w14:paraId="4BA97CC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8E4E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250DC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B460AB" w14:textId="77777777" w:rsidTr="00CA2922">
        <w:tc>
          <w:tcPr>
            <w:tcW w:w="5000" w:type="pct"/>
            <w:shd w:val="clear" w:color="auto" w:fill="auto"/>
          </w:tcPr>
          <w:p w14:paraId="365B029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83E766C" w14:textId="15866173" w:rsidR="004A1204" w:rsidRDefault="004A1204" w:rsidP="004510EC">
            <w:pPr>
              <w:pStyle w:val="SIBulletList1"/>
            </w:pPr>
            <w:r w:rsidRPr="004510EC">
              <w:t>safe work practices</w:t>
            </w:r>
            <w:r>
              <w:t xml:space="preserve"> used in gardening work</w:t>
            </w:r>
          </w:p>
          <w:p w14:paraId="5C7F7C06" w14:textId="23E0F5B2" w:rsidR="004510EC" w:rsidRPr="004510EC" w:rsidRDefault="004510EC" w:rsidP="004510EC">
            <w:pPr>
              <w:pStyle w:val="SIBulletList1"/>
            </w:pPr>
            <w:r w:rsidRPr="004510EC">
              <w:t>principles and practices of gardening work</w:t>
            </w:r>
            <w:r w:rsidR="00B10B4E">
              <w:t>, including</w:t>
            </w:r>
            <w:r>
              <w:t>:</w:t>
            </w:r>
          </w:p>
          <w:p w14:paraId="21C5E738" w14:textId="77777777" w:rsidR="004510EC" w:rsidRPr="004510EC" w:rsidRDefault="004510EC" w:rsidP="004510EC">
            <w:pPr>
              <w:pStyle w:val="SIBulletList2"/>
            </w:pPr>
            <w:r w:rsidRPr="004510EC">
              <w:t>garden tools and equipment</w:t>
            </w:r>
          </w:p>
          <w:p w14:paraId="40441E8B" w14:textId="77777777" w:rsidR="004510EC" w:rsidRPr="004510EC" w:rsidRDefault="004510EC" w:rsidP="004510EC">
            <w:pPr>
              <w:pStyle w:val="SIBulletList2"/>
            </w:pPr>
            <w:r w:rsidRPr="004510EC">
              <w:t>maintenance practices for planted areas</w:t>
            </w:r>
          </w:p>
          <w:p w14:paraId="291744BA" w14:textId="0FA8311F" w:rsidR="00F1480E" w:rsidRPr="000754EC" w:rsidRDefault="004510EC">
            <w:pPr>
              <w:pStyle w:val="SIBulletList2"/>
            </w:pPr>
            <w:r w:rsidRPr="004510EC">
              <w:t>planting techniques</w:t>
            </w:r>
            <w:r>
              <w:t>.</w:t>
            </w:r>
          </w:p>
        </w:tc>
      </w:tr>
    </w:tbl>
    <w:p w14:paraId="2EED7C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0B24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D9A7E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1C6D3E" w14:textId="77777777" w:rsidTr="00CA2922">
        <w:tc>
          <w:tcPr>
            <w:tcW w:w="5000" w:type="pct"/>
            <w:shd w:val="clear" w:color="auto" w:fill="auto"/>
          </w:tcPr>
          <w:p w14:paraId="4E8A3F68" w14:textId="77777777" w:rsidR="004A1204" w:rsidRPr="004A1204" w:rsidRDefault="004A1204" w:rsidP="004A120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8AF649B" w14:textId="77777777" w:rsidR="004A1204" w:rsidRPr="004A1204" w:rsidRDefault="004A1204" w:rsidP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BB35065" w14:textId="77777777" w:rsidR="004A1204" w:rsidRPr="004A1204" w:rsidRDefault="004A1204" w:rsidP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a workplace setting or an environment that accurately represents workplace conditions</w:t>
            </w:r>
          </w:p>
          <w:p w14:paraId="59201479" w14:textId="77777777" w:rsidR="004A1204" w:rsidRPr="004A1204" w:rsidRDefault="004A1204" w:rsidP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A120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A120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EBE4172" w14:textId="1585B5E2" w:rsidR="004A1204" w:rsidRPr="004A1204" w:rsidRDefault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supporting gardening work</w:t>
            </w:r>
          </w:p>
          <w:p w14:paraId="23E183F0" w14:textId="211306EF" w:rsidR="004A1204" w:rsidRPr="008C57D9" w:rsidRDefault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C57D9">
              <w:rPr>
                <w:rStyle w:val="SITemporaryText-red"/>
                <w:color w:val="auto"/>
                <w:sz w:val="20"/>
              </w:rPr>
              <w:t xml:space="preserve">gardening materials, </w:t>
            </w:r>
            <w:proofErr w:type="gramStart"/>
            <w:r w:rsidRPr="008C57D9">
              <w:rPr>
                <w:rStyle w:val="SITemporaryText-red"/>
                <w:color w:val="auto"/>
                <w:sz w:val="20"/>
              </w:rPr>
              <w:t>tools</w:t>
            </w:r>
            <w:proofErr w:type="gramEnd"/>
            <w:r w:rsidR="008C57D9" w:rsidRPr="00D23151">
              <w:rPr>
                <w:rStyle w:val="SITemporaryText-red"/>
                <w:color w:val="auto"/>
                <w:sz w:val="20"/>
              </w:rPr>
              <w:t xml:space="preserve"> and</w:t>
            </w:r>
            <w:r w:rsidRPr="008C57D9">
              <w:rPr>
                <w:rStyle w:val="SITemporaryText-red"/>
                <w:color w:val="auto"/>
                <w:sz w:val="20"/>
              </w:rPr>
              <w:t xml:space="preserve"> equipment</w:t>
            </w:r>
          </w:p>
          <w:p w14:paraId="1D8F59A5" w14:textId="624667E5" w:rsidR="004A1204" w:rsidRPr="004A1204" w:rsidRDefault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personal protective equipment applicable to supporting gardening work</w:t>
            </w:r>
          </w:p>
          <w:p w14:paraId="1F6EBF0C" w14:textId="77777777" w:rsidR="004A1204" w:rsidRPr="004A1204" w:rsidRDefault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76A3FA5C" w14:textId="77777777" w:rsidR="004A1204" w:rsidRPr="004A1204" w:rsidRDefault="004A120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 xml:space="preserve">supervisor, </w:t>
            </w:r>
            <w:proofErr w:type="gramStart"/>
            <w:r w:rsidRPr="004A1204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4A1204">
              <w:rPr>
                <w:rStyle w:val="SITemporaryText-red"/>
                <w:color w:val="auto"/>
                <w:sz w:val="20"/>
              </w:rPr>
              <w:t xml:space="preserve"> and customers</w:t>
            </w:r>
          </w:p>
          <w:p w14:paraId="0BC894CF" w14:textId="77777777" w:rsidR="004A1204" w:rsidRPr="004A1204" w:rsidRDefault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9018691" w14:textId="77777777" w:rsidR="004A1204" w:rsidRPr="004A1204" w:rsidRDefault="004A120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A943973" w14:textId="77777777" w:rsidR="004A1204" w:rsidRPr="004A1204" w:rsidRDefault="004A1204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4333ED1E" w14:textId="6A4564A1" w:rsidR="00F1480E" w:rsidRPr="000523A9" w:rsidRDefault="007134FE" w:rsidP="001519CB">
            <w:pPr>
              <w:pStyle w:val="SIText"/>
              <w:rPr>
                <w:rFonts w:eastAsia="Calibri"/>
              </w:rPr>
            </w:pPr>
            <w:r w:rsidRPr="004A12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F97B9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FCC87B" w14:textId="77777777" w:rsidTr="004679E3">
        <w:tc>
          <w:tcPr>
            <w:tcW w:w="990" w:type="pct"/>
            <w:shd w:val="clear" w:color="auto" w:fill="auto"/>
          </w:tcPr>
          <w:p w14:paraId="2AA491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C09ABB" w14:textId="6A9ADB7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6E255D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52A3FAA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8531F" w14:textId="77777777" w:rsidR="009F1FEC" w:rsidRDefault="009F1FEC" w:rsidP="00BF3F0A">
      <w:r>
        <w:separator/>
      </w:r>
    </w:p>
    <w:p w14:paraId="26C9CDE4" w14:textId="77777777" w:rsidR="009F1FEC" w:rsidRDefault="009F1FEC"/>
  </w:endnote>
  <w:endnote w:type="continuationSeparator" w:id="0">
    <w:p w14:paraId="55428CF8" w14:textId="77777777" w:rsidR="009F1FEC" w:rsidRDefault="009F1FEC" w:rsidP="00BF3F0A">
      <w:r>
        <w:continuationSeparator/>
      </w:r>
    </w:p>
    <w:p w14:paraId="7526F98E" w14:textId="77777777" w:rsidR="009F1FEC" w:rsidRDefault="009F1F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CFB400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DD48D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E44B45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4B6AC" w14:textId="77777777" w:rsidR="009F1FEC" w:rsidRDefault="009F1FEC" w:rsidP="00BF3F0A">
      <w:r>
        <w:separator/>
      </w:r>
    </w:p>
    <w:p w14:paraId="3B60BE19" w14:textId="77777777" w:rsidR="009F1FEC" w:rsidRDefault="009F1FEC"/>
  </w:footnote>
  <w:footnote w:type="continuationSeparator" w:id="0">
    <w:p w14:paraId="3567055F" w14:textId="77777777" w:rsidR="009F1FEC" w:rsidRDefault="009F1FEC" w:rsidP="00BF3F0A">
      <w:r>
        <w:continuationSeparator/>
      </w:r>
    </w:p>
    <w:p w14:paraId="4C45DA9D" w14:textId="77777777" w:rsidR="009F1FEC" w:rsidRDefault="009F1F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7A38B" w14:textId="77777777" w:rsidR="009C2650" w:rsidRPr="000754EC" w:rsidRDefault="003B0D8B" w:rsidP="00146EEC">
    <w:pPr>
      <w:pStyle w:val="SIText"/>
    </w:pPr>
    <w:r>
      <w:t>AHCP</w:t>
    </w:r>
    <w:r w:rsidR="00452333">
      <w:t>GD</w:t>
    </w:r>
    <w:r w:rsidR="004510EC">
      <w:t xml:space="preserve">101 </w:t>
    </w:r>
    <w:r w:rsidR="004510EC" w:rsidRPr="004510EC">
      <w:t>Support gardening work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3A9"/>
    <w:rsid w:val="00064BFE"/>
    <w:rsid w:val="00070B3E"/>
    <w:rsid w:val="00071F95"/>
    <w:rsid w:val="000737BB"/>
    <w:rsid w:val="00074E47"/>
    <w:rsid w:val="000754EC"/>
    <w:rsid w:val="0009093B"/>
    <w:rsid w:val="00092042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9CB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820"/>
    <w:rsid w:val="00337E82"/>
    <w:rsid w:val="00346FDC"/>
    <w:rsid w:val="00350A11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10EC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20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1A2"/>
    <w:rsid w:val="005D052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062"/>
    <w:rsid w:val="006C2F32"/>
    <w:rsid w:val="006D0570"/>
    <w:rsid w:val="006D1AF9"/>
    <w:rsid w:val="006D38C3"/>
    <w:rsid w:val="006D4448"/>
    <w:rsid w:val="006D6DFD"/>
    <w:rsid w:val="006E255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499"/>
    <w:rsid w:val="007D5A78"/>
    <w:rsid w:val="007E3BD1"/>
    <w:rsid w:val="007E41F4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7D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FEC"/>
    <w:rsid w:val="00A00EE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B4E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151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A44"/>
    <w:rsid w:val="00D91188"/>
    <w:rsid w:val="00D92C83"/>
    <w:rsid w:val="00DA0A81"/>
    <w:rsid w:val="00DA3C10"/>
    <w:rsid w:val="00DA53B5"/>
    <w:rsid w:val="00DC1D69"/>
    <w:rsid w:val="00DC5A3A"/>
    <w:rsid w:val="00DD0726"/>
    <w:rsid w:val="00DE20BC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6BF1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65AB8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230-2CFA-4BE2-896A-28FE64BE61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CEC47-9C94-4188-A272-7CBF871EC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0e33e62d-9cbb-447a-b657-ae2dbdf33536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63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Rebecca Ford</cp:lastModifiedBy>
  <cp:revision>14</cp:revision>
  <cp:lastPrinted>2016-05-27T05:21:00Z</cp:lastPrinted>
  <dcterms:created xsi:type="dcterms:W3CDTF">2020-08-04T04:35:00Z</dcterms:created>
  <dcterms:modified xsi:type="dcterms:W3CDTF">2021-05-24T05:39:00Z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