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B24914" w14:paraId="4BC44B2A" w14:textId="77777777" w:rsidTr="00146EEC">
        <w:tc>
          <w:tcPr>
            <w:tcW w:w="2689" w:type="dxa"/>
          </w:tcPr>
          <w:p w14:paraId="0332D0EB" w14:textId="5F025FD2" w:rsidR="00B24914" w:rsidRPr="00B24914" w:rsidRDefault="00B24914" w:rsidP="00B24914">
            <w:pPr>
              <w:pStyle w:val="SIText"/>
            </w:pPr>
            <w:r w:rsidRPr="00B24914">
              <w:t xml:space="preserve">Release </w:t>
            </w:r>
            <w:r w:rsidR="0057333B">
              <w:t>1</w:t>
            </w:r>
          </w:p>
        </w:tc>
        <w:tc>
          <w:tcPr>
            <w:tcW w:w="6939" w:type="dxa"/>
          </w:tcPr>
          <w:p w14:paraId="4F8566C4" w14:textId="423422D9" w:rsidR="00B24914" w:rsidRPr="00B24914" w:rsidRDefault="00B24914" w:rsidP="00B24914">
            <w:pPr>
              <w:pStyle w:val="SIText"/>
            </w:pPr>
            <w:r w:rsidRPr="00B24914">
              <w:t xml:space="preserve">This version released with FWP Forest and Wood Products Training Package Version </w:t>
            </w:r>
            <w:r w:rsidR="009B1C0B">
              <w:t>7</w:t>
            </w:r>
            <w:r w:rsidRPr="00B24914">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7D0FBD2B" w:rsidR="00F1480E" w:rsidRPr="000754EC" w:rsidRDefault="00291C66" w:rsidP="000754EC">
            <w:pPr>
              <w:pStyle w:val="SIUNITCODE"/>
            </w:pPr>
            <w:r w:rsidRPr="008A1333">
              <w:t>FWPHAR3</w:t>
            </w:r>
            <w:r w:rsidRPr="00291C66">
              <w:t>XXX</w:t>
            </w:r>
          </w:p>
        </w:tc>
        <w:tc>
          <w:tcPr>
            <w:tcW w:w="3604" w:type="pct"/>
            <w:shd w:val="clear" w:color="auto" w:fill="auto"/>
          </w:tcPr>
          <w:p w14:paraId="68240ED7" w14:textId="750273C6" w:rsidR="00F1480E" w:rsidRPr="000754EC" w:rsidRDefault="00865C02" w:rsidP="000754EC">
            <w:pPr>
              <w:pStyle w:val="SIUnittitle"/>
            </w:pPr>
            <w:r w:rsidRPr="00865C02">
              <w:t>Conduct mechanical processor operations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6201B6BE" w14:textId="7752450F" w:rsidR="00865C02" w:rsidRPr="00865C02" w:rsidRDefault="00865C02" w:rsidP="00865C02">
            <w:pPr>
              <w:pStyle w:val="SIText"/>
            </w:pPr>
            <w:r w:rsidRPr="00865C02">
              <w:t>This unit of competency describes the skills and knowledge required to operate a wheeled or tracked mechanical processor</w:t>
            </w:r>
            <w:r w:rsidR="00BA18F0">
              <w:t xml:space="preserve"> to </w:t>
            </w:r>
            <w:r w:rsidR="00550D64">
              <w:t>process</w:t>
            </w:r>
            <w:r w:rsidR="0097249A">
              <w:t xml:space="preserve"> trees</w:t>
            </w:r>
            <w:r w:rsidR="00550D64">
              <w:t xml:space="preserve">, </w:t>
            </w:r>
            <w:r w:rsidR="0097249A">
              <w:t xml:space="preserve">and to </w:t>
            </w:r>
            <w:r w:rsidR="00BA18F0">
              <w:t>segregate and</w:t>
            </w:r>
            <w:r w:rsidR="00550D64">
              <w:t xml:space="preserve"> stack logs</w:t>
            </w:r>
            <w:r w:rsidR="00BA18F0">
              <w:t xml:space="preserve"> </w:t>
            </w:r>
            <w:r w:rsidRPr="00865C02">
              <w:t xml:space="preserve">in a commercial forest harvesting environment. </w:t>
            </w:r>
          </w:p>
          <w:p w14:paraId="76CC7CFF" w14:textId="77777777" w:rsidR="00865C02" w:rsidRPr="00865C02" w:rsidRDefault="00865C02" w:rsidP="00865C02">
            <w:pPr>
              <w:pStyle w:val="SIText"/>
            </w:pPr>
          </w:p>
          <w:p w14:paraId="1DE44B02" w14:textId="740E329D" w:rsidR="00865C02" w:rsidRPr="00865C02" w:rsidRDefault="00865C02" w:rsidP="00865C02">
            <w:pPr>
              <w:pStyle w:val="SIText"/>
            </w:pPr>
            <w:r w:rsidRPr="00865C02">
              <w:t>The unit applies to individuals who operate a wheeled or tracked mechanical processor</w:t>
            </w:r>
            <w:r w:rsidR="000C489D">
              <w:t xml:space="preserve"> as part of forestry operations. </w:t>
            </w:r>
          </w:p>
          <w:p w14:paraId="5A1E55AE" w14:textId="77777777" w:rsidR="00865C02" w:rsidRPr="00865C02" w:rsidRDefault="00865C02" w:rsidP="00865C02">
            <w:pPr>
              <w:pStyle w:val="SIText"/>
            </w:pPr>
          </w:p>
          <w:p w14:paraId="034C6C33" w14:textId="37ED91FE" w:rsidR="00EA2FCF" w:rsidRPr="000754EC" w:rsidRDefault="007C6DE7" w:rsidP="005F7AAF">
            <w:r w:rsidRPr="007C6DE7">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7B39FD17"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4A5A163B" w14:textId="1B537271" w:rsidR="00833640" w:rsidRPr="000754EC" w:rsidRDefault="00833640" w:rsidP="006B57FC">
            <w:pPr>
              <w:pStyle w:val="SIText"/>
            </w:pPr>
            <w:r w:rsidRPr="00833640">
              <w:t xml:space="preserve">Harvesting </w:t>
            </w:r>
            <w:r w:rsidR="00865C02">
              <w:t>(HAR)</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9562E" w:rsidRPr="00DA54B5" w14:paraId="3EEC9E12" w14:textId="77777777" w:rsidTr="00CA2922">
        <w:trPr>
          <w:cantSplit/>
        </w:trPr>
        <w:tc>
          <w:tcPr>
            <w:tcW w:w="1396" w:type="pct"/>
            <w:shd w:val="clear" w:color="auto" w:fill="auto"/>
          </w:tcPr>
          <w:p w14:paraId="2C3F2EA5" w14:textId="1889401A" w:rsidR="0029562E" w:rsidRPr="0029562E" w:rsidRDefault="0029562E" w:rsidP="0029562E">
            <w:pPr>
              <w:pStyle w:val="SIText"/>
              <w:rPr>
                <w:rStyle w:val="SITemporaryText-red"/>
              </w:rPr>
            </w:pPr>
            <w:r w:rsidRPr="0029562E">
              <w:t xml:space="preserve">1. Prepare for </w:t>
            </w:r>
            <w:r w:rsidR="005309FD">
              <w:t>mechanical processor</w:t>
            </w:r>
            <w:r w:rsidRPr="0029562E">
              <w:t xml:space="preserve"> operations</w:t>
            </w:r>
          </w:p>
        </w:tc>
        <w:tc>
          <w:tcPr>
            <w:tcW w:w="3604" w:type="pct"/>
            <w:shd w:val="clear" w:color="auto" w:fill="auto"/>
          </w:tcPr>
          <w:p w14:paraId="024FED4C" w14:textId="1FD5DE7F" w:rsidR="0029562E" w:rsidRPr="0029562E" w:rsidRDefault="0029562E" w:rsidP="0029562E">
            <w:r w:rsidRPr="0029562E">
              <w:t xml:space="preserve">1.1 </w:t>
            </w:r>
            <w:r w:rsidR="00297B09" w:rsidRPr="00297B09">
              <w:t xml:space="preserve">Determine job requirements from work order or instruction, and where required, seek clarification from appropriate </w:t>
            </w:r>
            <w:proofErr w:type="gramStart"/>
            <w:r w:rsidR="00297B09" w:rsidRPr="00297B09">
              <w:t>personnel</w:t>
            </w:r>
            <w:proofErr w:type="gramEnd"/>
          </w:p>
          <w:p w14:paraId="4F4F2E5C" w14:textId="77777777" w:rsidR="0029562E" w:rsidRPr="0029562E" w:rsidRDefault="0029562E" w:rsidP="0029562E">
            <w:r w:rsidRPr="0029562E">
              <w:t xml:space="preserve">1.2 Confirm production targets and assess wood flow requirements to ensure efficient machine operation and overall </w:t>
            </w:r>
            <w:proofErr w:type="gramStart"/>
            <w:r w:rsidRPr="0029562E">
              <w:t>productivity</w:t>
            </w:r>
            <w:proofErr w:type="gramEnd"/>
          </w:p>
          <w:p w14:paraId="2BB270A4" w14:textId="345DBD42" w:rsidR="0029562E" w:rsidRPr="0029562E" w:rsidRDefault="0029562E" w:rsidP="0029562E">
            <w:pPr>
              <w:pStyle w:val="SIText"/>
            </w:pPr>
            <w:r w:rsidRPr="0029562E">
              <w:t xml:space="preserve">1.3 </w:t>
            </w:r>
            <w:r w:rsidR="0003457B" w:rsidRPr="0003457B">
              <w:t xml:space="preserve">Confirm safety and environmental requirements for the task according to workplace </w:t>
            </w:r>
            <w:proofErr w:type="gramStart"/>
            <w:r w:rsidR="0003457B" w:rsidRPr="0003457B">
              <w:t>procedures</w:t>
            </w:r>
            <w:proofErr w:type="gramEnd"/>
          </w:p>
          <w:p w14:paraId="77981FA9" w14:textId="77777777" w:rsidR="0029562E" w:rsidRPr="0029562E" w:rsidRDefault="0029562E" w:rsidP="0029562E">
            <w:pPr>
              <w:pStyle w:val="SIText"/>
            </w:pPr>
            <w:r w:rsidRPr="0029562E">
              <w:t xml:space="preserve">1.4 Identify, assess and take actions to mitigate risks and hazards associated with machine </w:t>
            </w:r>
            <w:proofErr w:type="gramStart"/>
            <w:r w:rsidRPr="0029562E">
              <w:t>operations</w:t>
            </w:r>
            <w:proofErr w:type="gramEnd"/>
          </w:p>
          <w:p w14:paraId="00110D9C" w14:textId="60245557" w:rsidR="0029562E" w:rsidRPr="0029562E" w:rsidRDefault="0029562E" w:rsidP="0029562E">
            <w:r w:rsidRPr="0029562E">
              <w:t>1.</w:t>
            </w:r>
            <w:r w:rsidR="0003457B">
              <w:t>5</w:t>
            </w:r>
            <w:r w:rsidRPr="0029562E">
              <w:t xml:space="preserve"> Identify emergency plan procedures to follow in the event of an incident or </w:t>
            </w:r>
            <w:proofErr w:type="gramStart"/>
            <w:r w:rsidRPr="0029562E">
              <w:t>accident</w:t>
            </w:r>
            <w:proofErr w:type="gramEnd"/>
            <w:r w:rsidRPr="0029562E">
              <w:t xml:space="preserve"> </w:t>
            </w:r>
          </w:p>
          <w:p w14:paraId="4DE1BA79" w14:textId="6CEAC411" w:rsidR="00503D09" w:rsidRPr="00503D09" w:rsidRDefault="00503D09" w:rsidP="00503D09">
            <w:r w:rsidRPr="00503D09">
              <w:t>1.</w:t>
            </w:r>
            <w:r w:rsidR="0003457B">
              <w:t>6</w:t>
            </w:r>
            <w:r w:rsidRPr="00503D09">
              <w:t xml:space="preserve"> Select equipment appropriate to work requirements and check for operational </w:t>
            </w:r>
            <w:proofErr w:type="gramStart"/>
            <w:r w:rsidRPr="00503D09">
              <w:t>effectiveness</w:t>
            </w:r>
            <w:proofErr w:type="gramEnd"/>
          </w:p>
          <w:p w14:paraId="2943CCC6" w14:textId="0570BBBD" w:rsidR="0029562E" w:rsidRPr="0029562E" w:rsidRDefault="00503D09" w:rsidP="00503D09">
            <w:r w:rsidRPr="00503D09">
              <w:t>1.</w:t>
            </w:r>
            <w:r w:rsidR="0003457B">
              <w:t>7</w:t>
            </w:r>
            <w:r w:rsidRPr="00503D09">
              <w:t xml:space="preserve"> Identify access to tree or log to be extracted and assess working conditions for </w:t>
            </w:r>
            <w:proofErr w:type="gramStart"/>
            <w:r w:rsidRPr="00503D09">
              <w:t>safety</w:t>
            </w:r>
            <w:proofErr w:type="gramEnd"/>
          </w:p>
          <w:p w14:paraId="29139D20" w14:textId="50DEE301" w:rsidR="0029562E" w:rsidRPr="0029562E" w:rsidRDefault="0029562E" w:rsidP="0029562E">
            <w:r w:rsidRPr="0029562E">
              <w:t>1.</w:t>
            </w:r>
            <w:r w:rsidR="0003457B">
              <w:t>8</w:t>
            </w:r>
            <w:r w:rsidRPr="0029562E">
              <w:t xml:space="preserve"> Consult with appropriate personnel to ensure that work is coordinated effectively with others in the work </w:t>
            </w:r>
            <w:proofErr w:type="gramStart"/>
            <w:r w:rsidRPr="0029562E">
              <w:t>place</w:t>
            </w:r>
            <w:proofErr w:type="gramEnd"/>
          </w:p>
          <w:p w14:paraId="0EED413E" w14:textId="11B770B0" w:rsidR="0029562E" w:rsidRPr="0029562E" w:rsidRDefault="0029562E" w:rsidP="0029562E">
            <w:pPr>
              <w:pStyle w:val="SIText"/>
              <w:rPr>
                <w:rStyle w:val="SITemporaryText-red"/>
              </w:rPr>
            </w:pPr>
            <w:r w:rsidRPr="0029562E">
              <w:t>1.</w:t>
            </w:r>
            <w:r w:rsidR="000064DC">
              <w:t>9</w:t>
            </w:r>
            <w:r w:rsidRPr="0029562E">
              <w:t xml:space="preserve"> </w:t>
            </w:r>
            <w:r w:rsidR="002439D3" w:rsidRPr="002439D3">
              <w:t xml:space="preserve">Plan mechanical processor operations according to workplace procedures, environmental and heritage concerns </w:t>
            </w:r>
          </w:p>
        </w:tc>
      </w:tr>
      <w:tr w:rsidR="00865C02" w:rsidRPr="00963A46" w14:paraId="6D79A7FA" w14:textId="77777777" w:rsidTr="00CA2922">
        <w:trPr>
          <w:cantSplit/>
        </w:trPr>
        <w:tc>
          <w:tcPr>
            <w:tcW w:w="1396" w:type="pct"/>
            <w:shd w:val="clear" w:color="auto" w:fill="auto"/>
          </w:tcPr>
          <w:p w14:paraId="56B4064B" w14:textId="0C86A57F" w:rsidR="00865C02" w:rsidRPr="00865C02" w:rsidRDefault="00865C02" w:rsidP="00865C02">
            <w:pPr>
              <w:pStyle w:val="SIText"/>
            </w:pPr>
            <w:r w:rsidRPr="00865C02">
              <w:t>2. Operate equipment</w:t>
            </w:r>
          </w:p>
        </w:tc>
        <w:tc>
          <w:tcPr>
            <w:tcW w:w="3604" w:type="pct"/>
            <w:shd w:val="clear" w:color="auto" w:fill="auto"/>
          </w:tcPr>
          <w:p w14:paraId="04DBCA5D" w14:textId="2C338627" w:rsidR="00865C02" w:rsidRPr="00865C02" w:rsidRDefault="00865C02" w:rsidP="00865C02">
            <w:r w:rsidRPr="00865C02">
              <w:t xml:space="preserve">2.1 Conduct pre-operational checks on equipment and attachments </w:t>
            </w:r>
            <w:r w:rsidR="00B234F2">
              <w:t>according to</w:t>
            </w:r>
            <w:r w:rsidRPr="00865C02">
              <w:t xml:space="preserve"> manufacturer recommendations and </w:t>
            </w:r>
            <w:r w:rsidR="00B234F2">
              <w:t>workplace</w:t>
            </w:r>
            <w:r w:rsidR="00B234F2" w:rsidRPr="00865C02">
              <w:t xml:space="preserve"> </w:t>
            </w:r>
            <w:r w:rsidRPr="00865C02">
              <w:t>procedures</w:t>
            </w:r>
          </w:p>
          <w:p w14:paraId="7EEF1465" w14:textId="4FAE4089" w:rsidR="00865C02" w:rsidRPr="00865C02" w:rsidRDefault="00865C02" w:rsidP="00865C02">
            <w:r w:rsidRPr="00865C02">
              <w:t xml:space="preserve">2.2 Establish and maintain communication with other personnel to ensure safety </w:t>
            </w:r>
            <w:r w:rsidR="00B234F2">
              <w:t>according to</w:t>
            </w:r>
            <w:r w:rsidRPr="00865C02">
              <w:t xml:space="preserve"> safety </w:t>
            </w:r>
            <w:proofErr w:type="gramStart"/>
            <w:r w:rsidRPr="00865C02">
              <w:t>requirements</w:t>
            </w:r>
            <w:proofErr w:type="gramEnd"/>
          </w:p>
          <w:p w14:paraId="34EE52E4" w14:textId="77777777" w:rsidR="00865C02" w:rsidRPr="00865C02" w:rsidRDefault="00865C02" w:rsidP="00865C02">
            <w:r w:rsidRPr="00865C02">
              <w:t xml:space="preserve">2.3 Detect site hazards associated with processor operations and use safe operating techniques to minimise </w:t>
            </w:r>
            <w:proofErr w:type="gramStart"/>
            <w:r w:rsidRPr="00865C02">
              <w:t>risk</w:t>
            </w:r>
            <w:proofErr w:type="gramEnd"/>
          </w:p>
          <w:p w14:paraId="35EEB365" w14:textId="77777777" w:rsidR="00865C02" w:rsidRPr="00865C02" w:rsidRDefault="00865C02" w:rsidP="00865C02">
            <w:r w:rsidRPr="00865C02">
              <w:t xml:space="preserve">2.4 Operate mechanical processor within equipment capabilities and limitations, and manoeuvre to ensure safe and efficient </w:t>
            </w:r>
            <w:proofErr w:type="gramStart"/>
            <w:r w:rsidRPr="00865C02">
              <w:t>operations</w:t>
            </w:r>
            <w:proofErr w:type="gramEnd"/>
          </w:p>
          <w:p w14:paraId="6BB72E57" w14:textId="2164F6DF" w:rsidR="00865C02" w:rsidRPr="00865C02" w:rsidRDefault="00865C02" w:rsidP="00865C02">
            <w:pPr>
              <w:pStyle w:val="SIText"/>
            </w:pPr>
            <w:r w:rsidRPr="00865C02">
              <w:t>2.5 Adjust operating techniques to meet work requirements and site conditions</w:t>
            </w:r>
          </w:p>
        </w:tc>
      </w:tr>
      <w:tr w:rsidR="00865C02" w:rsidRPr="00963A46" w14:paraId="16A64471" w14:textId="77777777" w:rsidTr="00CA2922">
        <w:trPr>
          <w:cantSplit/>
        </w:trPr>
        <w:tc>
          <w:tcPr>
            <w:tcW w:w="1396" w:type="pct"/>
            <w:shd w:val="clear" w:color="auto" w:fill="auto"/>
          </w:tcPr>
          <w:p w14:paraId="2CE9BD82" w14:textId="1FBBD323" w:rsidR="00865C02" w:rsidRPr="00865C02" w:rsidRDefault="00865C02" w:rsidP="00865C02">
            <w:pPr>
              <w:pStyle w:val="SIText"/>
            </w:pPr>
            <w:r w:rsidRPr="00865C02">
              <w:lastRenderedPageBreak/>
              <w:t>3. Process individual trees</w:t>
            </w:r>
          </w:p>
        </w:tc>
        <w:tc>
          <w:tcPr>
            <w:tcW w:w="3604" w:type="pct"/>
            <w:shd w:val="clear" w:color="auto" w:fill="auto"/>
          </w:tcPr>
          <w:p w14:paraId="1D09BB5F" w14:textId="77777777" w:rsidR="00865C02" w:rsidRPr="00865C02" w:rsidRDefault="00865C02" w:rsidP="00865C02">
            <w:r w:rsidRPr="00865C02">
              <w:t xml:space="preserve">3.1 Monitor movement and whereabouts of other personnel to ensure </w:t>
            </w:r>
            <w:proofErr w:type="gramStart"/>
            <w:r w:rsidRPr="00865C02">
              <w:t>safety</w:t>
            </w:r>
            <w:proofErr w:type="gramEnd"/>
          </w:p>
          <w:p w14:paraId="1965EEBA" w14:textId="77777777" w:rsidR="00865C02" w:rsidRPr="00865C02" w:rsidRDefault="00865C02" w:rsidP="00865C02">
            <w:r w:rsidRPr="00865C02">
              <w:t xml:space="preserve">3.2 Plan processing to ensure minimal tree damage and maximum </w:t>
            </w:r>
            <w:proofErr w:type="gramStart"/>
            <w:r w:rsidRPr="00865C02">
              <w:t>recovery</w:t>
            </w:r>
            <w:proofErr w:type="gramEnd"/>
          </w:p>
          <w:p w14:paraId="7684066C" w14:textId="77777777" w:rsidR="00865C02" w:rsidRPr="00865C02" w:rsidRDefault="00865C02" w:rsidP="00865C02">
            <w:r w:rsidRPr="00865C02">
              <w:t xml:space="preserve">3.3 Position equipment for stable and safe access to felled tree and to ensure loads are placed within rated load/reach </w:t>
            </w:r>
            <w:proofErr w:type="gramStart"/>
            <w:r w:rsidRPr="00865C02">
              <w:t>capacity</w:t>
            </w:r>
            <w:proofErr w:type="gramEnd"/>
          </w:p>
          <w:p w14:paraId="41F7478F" w14:textId="6AEEB4B7" w:rsidR="00865C02" w:rsidRPr="00865C02" w:rsidRDefault="00865C02" w:rsidP="00865C02">
            <w:r w:rsidRPr="00865C02">
              <w:t xml:space="preserve">3.4 Program or modify processing controller to produce standard length and diameter of logs with optimal grade and length combination </w:t>
            </w:r>
            <w:r w:rsidR="003F52F5">
              <w:t>according to</w:t>
            </w:r>
            <w:r w:rsidRPr="00865C02">
              <w:t xml:space="preserve"> work plan </w:t>
            </w:r>
            <w:proofErr w:type="gramStart"/>
            <w:r w:rsidRPr="00865C02">
              <w:t>requirements</w:t>
            </w:r>
            <w:proofErr w:type="gramEnd"/>
          </w:p>
          <w:p w14:paraId="46810933" w14:textId="77777777" w:rsidR="00865C02" w:rsidRPr="00865C02" w:rsidRDefault="00865C02" w:rsidP="00865C02">
            <w:r w:rsidRPr="00865C02">
              <w:t xml:space="preserve">3.5 Adjust processing techniques in response to unexpected characteristics, movement or condition of </w:t>
            </w:r>
            <w:proofErr w:type="gramStart"/>
            <w:r w:rsidRPr="00865C02">
              <w:t>tree</w:t>
            </w:r>
            <w:proofErr w:type="gramEnd"/>
          </w:p>
          <w:p w14:paraId="5F4AB19B" w14:textId="77777777" w:rsidR="00865C02" w:rsidRPr="00865C02" w:rsidRDefault="00865C02" w:rsidP="00865C02">
            <w:r w:rsidRPr="00865C02">
              <w:t xml:space="preserve">3.6 Move timber/stems to pre-bunching site ensuring personnel safety and minimal damage to the timber and surrounding </w:t>
            </w:r>
            <w:proofErr w:type="gramStart"/>
            <w:r w:rsidRPr="00865C02">
              <w:t>environment</w:t>
            </w:r>
            <w:proofErr w:type="gramEnd"/>
          </w:p>
          <w:p w14:paraId="1E17EB30" w14:textId="4F8C7D78" w:rsidR="00865C02" w:rsidRPr="00865C02" w:rsidRDefault="00865C02" w:rsidP="00865C02">
            <w:r w:rsidRPr="00865C02">
              <w:t>3.7 Move equipment over pre-arranged routes with minimal damage to the environment</w:t>
            </w:r>
          </w:p>
        </w:tc>
      </w:tr>
      <w:tr w:rsidR="00865C02" w:rsidRPr="00963A46" w14:paraId="126A1BE6" w14:textId="77777777" w:rsidTr="00CA2922">
        <w:trPr>
          <w:cantSplit/>
        </w:trPr>
        <w:tc>
          <w:tcPr>
            <w:tcW w:w="1396" w:type="pct"/>
            <w:shd w:val="clear" w:color="auto" w:fill="auto"/>
          </w:tcPr>
          <w:p w14:paraId="2634A2F6" w14:textId="5BB64F97" w:rsidR="00865C02" w:rsidRPr="00865C02" w:rsidRDefault="00865C02" w:rsidP="00865C02">
            <w:pPr>
              <w:pStyle w:val="SIText"/>
            </w:pPr>
            <w:r w:rsidRPr="00865C02">
              <w:t>4. Segregate and stack logs</w:t>
            </w:r>
          </w:p>
        </w:tc>
        <w:tc>
          <w:tcPr>
            <w:tcW w:w="3604" w:type="pct"/>
            <w:shd w:val="clear" w:color="auto" w:fill="auto"/>
          </w:tcPr>
          <w:p w14:paraId="7C183C61" w14:textId="6297AE5D" w:rsidR="00865C02" w:rsidRPr="00865C02" w:rsidRDefault="00865C02" w:rsidP="00865C02">
            <w:r w:rsidRPr="00865C02">
              <w:t xml:space="preserve">4.1 Locate stacks to provide appropriate space for the conduct of other landing operations in line with planned layout and </w:t>
            </w:r>
            <w:r w:rsidR="006B6CBA">
              <w:t>workplace</w:t>
            </w:r>
            <w:r w:rsidR="006B6CBA" w:rsidRPr="00865C02">
              <w:t xml:space="preserve"> </w:t>
            </w:r>
            <w:proofErr w:type="gramStart"/>
            <w:r w:rsidRPr="00865C02">
              <w:t>requirements</w:t>
            </w:r>
            <w:proofErr w:type="gramEnd"/>
          </w:p>
          <w:p w14:paraId="48D13DFD" w14:textId="77777777" w:rsidR="00865C02" w:rsidRPr="00865C02" w:rsidRDefault="00865C02" w:rsidP="00865C02">
            <w:r w:rsidRPr="00865C02">
              <w:t xml:space="preserve">4.2 Position and construct log stacks to provide stability and minimise problems from slippage and falling of </w:t>
            </w:r>
            <w:proofErr w:type="gramStart"/>
            <w:r w:rsidRPr="00865C02">
              <w:t>logs</w:t>
            </w:r>
            <w:proofErr w:type="gramEnd"/>
          </w:p>
          <w:p w14:paraId="1E43EA5B" w14:textId="27B3073A" w:rsidR="00865C02" w:rsidRPr="00865C02" w:rsidRDefault="00865C02" w:rsidP="00865C02">
            <w:r w:rsidRPr="00865C02">
              <w:t xml:space="preserve">4.3 Carry out maintenance of log stacks </w:t>
            </w:r>
            <w:r w:rsidR="003F52F5">
              <w:t>according to</w:t>
            </w:r>
            <w:r w:rsidRPr="00865C02">
              <w:t xml:space="preserve"> planned layout and </w:t>
            </w:r>
            <w:r w:rsidR="00DF3962">
              <w:t>workplace</w:t>
            </w:r>
            <w:r w:rsidR="00DF3962" w:rsidRPr="00865C02">
              <w:t xml:space="preserve"> </w:t>
            </w:r>
            <w:proofErr w:type="gramStart"/>
            <w:r w:rsidRPr="00865C02">
              <w:t>requirements</w:t>
            </w:r>
            <w:proofErr w:type="gramEnd"/>
          </w:p>
          <w:p w14:paraId="4C5C77BB" w14:textId="2E825790" w:rsidR="00865C02" w:rsidRPr="00865C02" w:rsidRDefault="00865C02" w:rsidP="00865C02">
            <w:r w:rsidRPr="00865C02">
              <w:t>4.4 Visually assess delivered logs and direct/move to appropriate location for further processing or stacking</w:t>
            </w:r>
          </w:p>
        </w:tc>
      </w:tr>
      <w:tr w:rsidR="00865C02" w:rsidRPr="00963A46" w14:paraId="21D52483" w14:textId="77777777" w:rsidTr="00CA2922">
        <w:trPr>
          <w:cantSplit/>
        </w:trPr>
        <w:tc>
          <w:tcPr>
            <w:tcW w:w="1396" w:type="pct"/>
            <w:shd w:val="clear" w:color="auto" w:fill="auto"/>
          </w:tcPr>
          <w:p w14:paraId="0BBD0DAA" w14:textId="5965F31F" w:rsidR="00865C02" w:rsidRPr="00865C02" w:rsidRDefault="00865C02" w:rsidP="00865C02">
            <w:pPr>
              <w:pStyle w:val="SIText"/>
            </w:pPr>
            <w:r w:rsidRPr="00865C02">
              <w:t>5. Carry out machine operator maintenance</w:t>
            </w:r>
          </w:p>
        </w:tc>
        <w:tc>
          <w:tcPr>
            <w:tcW w:w="3604" w:type="pct"/>
            <w:shd w:val="clear" w:color="auto" w:fill="auto"/>
          </w:tcPr>
          <w:p w14:paraId="372CD4DD" w14:textId="302717C6" w:rsidR="00865C02" w:rsidRPr="00865C02" w:rsidRDefault="00865C02" w:rsidP="00865C02">
            <w:r w:rsidRPr="00865C02">
              <w:t xml:space="preserve">5.1 Follow equipment lock-out procedures </w:t>
            </w:r>
            <w:r w:rsidR="003F52F5">
              <w:t>according to</w:t>
            </w:r>
            <w:r w:rsidRPr="00865C02">
              <w:t xml:space="preserve"> workplace health and safety requirements and </w:t>
            </w:r>
            <w:r w:rsidR="00235378">
              <w:t>workplace</w:t>
            </w:r>
            <w:r w:rsidR="00235378" w:rsidRPr="00865C02">
              <w:t xml:space="preserve"> </w:t>
            </w:r>
            <w:r w:rsidRPr="00865C02">
              <w:t>procedures</w:t>
            </w:r>
          </w:p>
          <w:p w14:paraId="4DEEEBA4" w14:textId="1A661581" w:rsidR="00865C02" w:rsidRPr="00865C02" w:rsidRDefault="00865C02" w:rsidP="00865C02">
            <w:r w:rsidRPr="00865C02">
              <w:t xml:space="preserve">5.2 Conduct visual inspection and </w:t>
            </w:r>
            <w:proofErr w:type="gramStart"/>
            <w:r w:rsidRPr="00865C02">
              <w:t>fault finding</w:t>
            </w:r>
            <w:proofErr w:type="gramEnd"/>
            <w:r w:rsidRPr="00865C02">
              <w:t xml:space="preserve"> procedures </w:t>
            </w:r>
            <w:r w:rsidR="003F52F5">
              <w:t>according to</w:t>
            </w:r>
            <w:r w:rsidRPr="00865C02">
              <w:t xml:space="preserve"> manufacturers' recommendations and </w:t>
            </w:r>
            <w:r w:rsidR="003F52F5">
              <w:t>workplace</w:t>
            </w:r>
            <w:r w:rsidR="003F52F5" w:rsidRPr="00865C02">
              <w:t xml:space="preserve"> </w:t>
            </w:r>
            <w:r w:rsidRPr="00865C02">
              <w:t>procedures</w:t>
            </w:r>
          </w:p>
          <w:p w14:paraId="61D2C5BF" w14:textId="77777777" w:rsidR="00865C02" w:rsidRPr="00865C02" w:rsidRDefault="00865C02" w:rsidP="00865C02">
            <w:r w:rsidRPr="00865C02">
              <w:t xml:space="preserve">5.3 Conduct routine operational servicing to maintain optimum operational performance of </w:t>
            </w:r>
            <w:proofErr w:type="gramStart"/>
            <w:r w:rsidRPr="00865C02">
              <w:t>equipment</w:t>
            </w:r>
            <w:proofErr w:type="gramEnd"/>
          </w:p>
          <w:p w14:paraId="6DF9220D" w14:textId="5953AE22" w:rsidR="00865C02" w:rsidRPr="00865C02" w:rsidRDefault="00865C02" w:rsidP="00865C02">
            <w:r w:rsidRPr="00865C02">
              <w:t xml:space="preserve">5.4 Diagnose faults, malfunctions or problems with equipment and report </w:t>
            </w:r>
            <w:r w:rsidR="003F52F5">
              <w:t>according to workplace</w:t>
            </w:r>
            <w:r w:rsidRPr="00865C02">
              <w:t xml:space="preserve"> </w:t>
            </w:r>
            <w:proofErr w:type="gramStart"/>
            <w:r w:rsidRPr="00865C02">
              <w:t>procedures</w:t>
            </w:r>
            <w:proofErr w:type="gramEnd"/>
          </w:p>
          <w:p w14:paraId="099C3B9F" w14:textId="77777777" w:rsidR="00865C02" w:rsidRPr="00865C02" w:rsidRDefault="00865C02" w:rsidP="00865C02">
            <w:r w:rsidRPr="00865C02">
              <w:t>5.5 Clean and store equipment, attachments and other ancillary equipment</w:t>
            </w:r>
          </w:p>
          <w:p w14:paraId="6EC1F4B1" w14:textId="7A4C37FF" w:rsidR="00865C02" w:rsidRPr="00865C02" w:rsidRDefault="00865C02" w:rsidP="00865C02">
            <w:r w:rsidRPr="00865C02">
              <w:t xml:space="preserve">5.6 Record and report mechanical processor operation results </w:t>
            </w:r>
            <w:r w:rsidR="003F52F5">
              <w:t>according to workplace</w:t>
            </w:r>
            <w:r w:rsidRPr="00865C02">
              <w:t xml:space="preserve"> procedures</w:t>
            </w:r>
          </w:p>
        </w:tc>
      </w:tr>
    </w:tbl>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65C02" w:rsidRPr="00336FCA" w:rsidDel="00423CB2" w14:paraId="0B23B159" w14:textId="77777777" w:rsidTr="00CA2922">
        <w:tc>
          <w:tcPr>
            <w:tcW w:w="1396" w:type="pct"/>
          </w:tcPr>
          <w:p w14:paraId="5E35AF9D" w14:textId="083485D6" w:rsidR="00865C02" w:rsidRPr="00865C02" w:rsidRDefault="00865C02" w:rsidP="00865C02">
            <w:pPr>
              <w:pStyle w:val="SIText"/>
              <w:rPr>
                <w:rStyle w:val="SITemporaryText-red"/>
              </w:rPr>
            </w:pPr>
            <w:r w:rsidRPr="00865C02">
              <w:t>Reading</w:t>
            </w:r>
          </w:p>
        </w:tc>
        <w:tc>
          <w:tcPr>
            <w:tcW w:w="3604" w:type="pct"/>
          </w:tcPr>
          <w:p w14:paraId="12DEAA31" w14:textId="6BFE4AB1" w:rsidR="00865C02" w:rsidRPr="00865C02" w:rsidRDefault="004D73A9" w:rsidP="00865C02">
            <w:pPr>
              <w:pStyle w:val="SIBulletList1"/>
            </w:pPr>
            <w:r>
              <w:t>R</w:t>
            </w:r>
            <w:r w:rsidR="00865C02" w:rsidRPr="00865C02">
              <w:t xml:space="preserve">ead and understand production plans and </w:t>
            </w:r>
            <w:r w:rsidR="00DF3962">
              <w:t>workplace</w:t>
            </w:r>
            <w:r w:rsidR="00DF3962" w:rsidRPr="00865C02">
              <w:t xml:space="preserve"> </w:t>
            </w:r>
            <w:r w:rsidR="00865C02" w:rsidRPr="00865C02">
              <w:t xml:space="preserve">safety and environmental management plans in a forest harvesting </w:t>
            </w:r>
            <w:proofErr w:type="gramStart"/>
            <w:r w:rsidR="00865C02" w:rsidRPr="00865C02">
              <w:t>environment</w:t>
            </w:r>
            <w:proofErr w:type="gramEnd"/>
          </w:p>
          <w:p w14:paraId="4C9F022F" w14:textId="05B7F540" w:rsidR="00865C02" w:rsidRPr="00865C02" w:rsidRDefault="004D73A9" w:rsidP="00865C02">
            <w:pPr>
              <w:pStyle w:val="SIBulletList1"/>
            </w:pPr>
            <w:r>
              <w:t>R</w:t>
            </w:r>
            <w:r w:rsidR="00865C02" w:rsidRPr="00865C02">
              <w:t xml:space="preserve">ead and understand standard operating procedures and/or </w:t>
            </w:r>
            <w:proofErr w:type="spellStart"/>
            <w:r w:rsidR="00865C02" w:rsidRPr="00865C02">
              <w:t>manufacturers</w:t>
            </w:r>
            <w:proofErr w:type="spellEnd"/>
            <w:r w:rsidR="00865C02" w:rsidRPr="00865C02">
              <w:t xml:space="preserve"> instructions for the operation of forest harvesting machinery</w:t>
            </w:r>
          </w:p>
        </w:tc>
      </w:tr>
      <w:tr w:rsidR="00865C02" w:rsidRPr="00336FCA" w:rsidDel="00423CB2" w14:paraId="45BE9950" w14:textId="77777777" w:rsidTr="00CA2922">
        <w:tc>
          <w:tcPr>
            <w:tcW w:w="1396" w:type="pct"/>
          </w:tcPr>
          <w:p w14:paraId="10F64CCD" w14:textId="5E45EA76" w:rsidR="00865C02" w:rsidRPr="00865C02" w:rsidRDefault="00865C02" w:rsidP="00865C02">
            <w:pPr>
              <w:pStyle w:val="SIText"/>
              <w:rPr>
                <w:rStyle w:val="SITemporaryText-red"/>
              </w:rPr>
            </w:pPr>
            <w:r w:rsidRPr="00865C02">
              <w:t>Writing</w:t>
            </w:r>
          </w:p>
        </w:tc>
        <w:tc>
          <w:tcPr>
            <w:tcW w:w="3604" w:type="pct"/>
          </w:tcPr>
          <w:p w14:paraId="53ECFD4F" w14:textId="58DBB842" w:rsidR="00865C02" w:rsidRPr="00865C02" w:rsidRDefault="004D73A9" w:rsidP="00865C02">
            <w:pPr>
              <w:pStyle w:val="SIBulletList1"/>
            </w:pPr>
            <w:r>
              <w:t>R</w:t>
            </w:r>
            <w:r w:rsidR="00865C02" w:rsidRPr="00865C02">
              <w:t>ecord operation, production and machine maintenance on paper based or electronic media</w:t>
            </w:r>
          </w:p>
        </w:tc>
      </w:tr>
      <w:tr w:rsidR="00865C02" w:rsidRPr="00336FCA" w:rsidDel="00423CB2" w14:paraId="5DFEB7B6" w14:textId="77777777" w:rsidTr="00CA2922">
        <w:tc>
          <w:tcPr>
            <w:tcW w:w="1396" w:type="pct"/>
          </w:tcPr>
          <w:p w14:paraId="2CE020F3" w14:textId="36D09A97" w:rsidR="00865C02" w:rsidRPr="00865C02" w:rsidRDefault="00865C02" w:rsidP="00865C02">
            <w:pPr>
              <w:pStyle w:val="SIText"/>
            </w:pPr>
            <w:r w:rsidRPr="00865C02">
              <w:t>Oral Communication</w:t>
            </w:r>
          </w:p>
        </w:tc>
        <w:tc>
          <w:tcPr>
            <w:tcW w:w="3604" w:type="pct"/>
          </w:tcPr>
          <w:p w14:paraId="7BC76486" w14:textId="199299AA" w:rsidR="00865C02" w:rsidRPr="00865C02" w:rsidRDefault="004D73A9" w:rsidP="00865C02">
            <w:pPr>
              <w:pStyle w:val="SIBulletList1"/>
            </w:pPr>
            <w:r>
              <w:t>I</w:t>
            </w:r>
            <w:r w:rsidR="00865C02" w:rsidRPr="00865C02">
              <w:t xml:space="preserve">nteract verbally and non-verbally using agreed systems and processes to communicate with others on site to ensure safe and effective machine </w:t>
            </w:r>
            <w:proofErr w:type="gramStart"/>
            <w:r w:rsidR="00865C02" w:rsidRPr="00865C02">
              <w:t>operations</w:t>
            </w:r>
            <w:proofErr w:type="gramEnd"/>
          </w:p>
          <w:p w14:paraId="2D5CD907" w14:textId="1A8E825F" w:rsidR="00865C02" w:rsidRPr="00865C02" w:rsidRDefault="004D73A9" w:rsidP="00865C02">
            <w:pPr>
              <w:pStyle w:val="SIBulletList1"/>
            </w:pPr>
            <w:r>
              <w:t>U</w:t>
            </w:r>
            <w:r w:rsidR="00865C02" w:rsidRPr="00865C02">
              <w:t>se technical language directly relevant to role</w:t>
            </w:r>
          </w:p>
        </w:tc>
      </w:tr>
      <w:tr w:rsidR="00865C02" w:rsidRPr="00336FCA" w:rsidDel="00423CB2" w14:paraId="16B61A95" w14:textId="77777777" w:rsidTr="00CA2922">
        <w:tc>
          <w:tcPr>
            <w:tcW w:w="1396" w:type="pct"/>
          </w:tcPr>
          <w:p w14:paraId="0FDA969D" w14:textId="5F7B389F" w:rsidR="00865C02" w:rsidRPr="00865C02" w:rsidRDefault="00865C02" w:rsidP="00865C02">
            <w:pPr>
              <w:pStyle w:val="SIText"/>
            </w:pPr>
            <w:r w:rsidRPr="00865C02">
              <w:t>Numeracy</w:t>
            </w:r>
          </w:p>
        </w:tc>
        <w:tc>
          <w:tcPr>
            <w:tcW w:w="3604" w:type="pct"/>
          </w:tcPr>
          <w:p w14:paraId="153824D9" w14:textId="02AF70F0" w:rsidR="00865C02" w:rsidRPr="00865C02" w:rsidRDefault="004D73A9" w:rsidP="00865C02">
            <w:pPr>
              <w:pStyle w:val="SIBulletList1"/>
            </w:pPr>
            <w:r>
              <w:t>I</w:t>
            </w:r>
            <w:r w:rsidR="00865C02" w:rsidRPr="00865C02">
              <w:t xml:space="preserve">nterpret gauges relevant to safe operation of harvesting </w:t>
            </w:r>
            <w:proofErr w:type="gramStart"/>
            <w:r w:rsidR="00865C02" w:rsidRPr="00865C02">
              <w:t>machinery</w:t>
            </w:r>
            <w:proofErr w:type="gramEnd"/>
          </w:p>
          <w:p w14:paraId="25EA60B1" w14:textId="66709E14" w:rsidR="00865C02" w:rsidRPr="00865C02" w:rsidRDefault="004D73A9" w:rsidP="00865C02">
            <w:pPr>
              <w:pStyle w:val="SIBulletList1"/>
            </w:pPr>
            <w:r>
              <w:t>E</w:t>
            </w:r>
            <w:r w:rsidR="002522C7">
              <w:t>stimate dimensions and angles of a</w:t>
            </w:r>
            <w:r w:rsidR="00865C02" w:rsidRPr="00865C02">
              <w:t xml:space="preserve"> stable log </w:t>
            </w:r>
            <w:proofErr w:type="gramStart"/>
            <w:r w:rsidR="00865C02" w:rsidRPr="00865C02">
              <w:t>stack</w:t>
            </w:r>
            <w:proofErr w:type="gramEnd"/>
          </w:p>
          <w:p w14:paraId="4FD0C22D" w14:textId="3FD2B834" w:rsidR="00865C02" w:rsidRPr="00865C02" w:rsidRDefault="004D73A9" w:rsidP="00865C02">
            <w:pPr>
              <w:pStyle w:val="SIBulletList1"/>
            </w:pPr>
            <w:r>
              <w:t>E</w:t>
            </w:r>
            <w:r w:rsidR="00865C02" w:rsidRPr="00865C02">
              <w:t>stimate weight of logs to determine loading requirements and compliance to machine specifications</w:t>
            </w:r>
          </w:p>
        </w:tc>
      </w:tr>
    </w:tbl>
    <w:p w14:paraId="68F4B125" w14:textId="77777777" w:rsidR="00381593" w:rsidRDefault="00381593"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lastRenderedPageBreak/>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8A1333" w14:paraId="7449DA1D" w14:textId="77777777" w:rsidTr="00F33FF2">
        <w:tc>
          <w:tcPr>
            <w:tcW w:w="1028" w:type="pct"/>
          </w:tcPr>
          <w:p w14:paraId="09E49E25" w14:textId="4769E9F9" w:rsidR="008A1333" w:rsidRPr="008A1333" w:rsidRDefault="00D062C4" w:rsidP="008A1333">
            <w:pPr>
              <w:pStyle w:val="SIText"/>
              <w:rPr>
                <w:rStyle w:val="SITemporaryText-red"/>
              </w:rPr>
            </w:pPr>
            <w:r w:rsidRPr="008A1333">
              <w:t>FWPHAR3</w:t>
            </w:r>
            <w:r>
              <w:t>XXX</w:t>
            </w:r>
            <w:r w:rsidRPr="008A1333">
              <w:t xml:space="preserve"> Conduct mechanical processor operations </w:t>
            </w:r>
          </w:p>
        </w:tc>
        <w:tc>
          <w:tcPr>
            <w:tcW w:w="1105" w:type="pct"/>
          </w:tcPr>
          <w:p w14:paraId="2293AA64" w14:textId="4541DA4F" w:rsidR="008A1333" w:rsidRPr="008A1333" w:rsidRDefault="008A1333" w:rsidP="008A1333">
            <w:pPr>
              <w:pStyle w:val="SIText"/>
              <w:rPr>
                <w:rStyle w:val="SITemporaryText-red"/>
              </w:rPr>
            </w:pPr>
            <w:r w:rsidRPr="008A1333">
              <w:t xml:space="preserve">FWPHAR3210 Conduct mechanical processor operations </w:t>
            </w:r>
          </w:p>
        </w:tc>
        <w:tc>
          <w:tcPr>
            <w:tcW w:w="1251" w:type="pct"/>
          </w:tcPr>
          <w:p w14:paraId="06CE0650" w14:textId="77777777" w:rsidR="000401EA" w:rsidRDefault="000401EA" w:rsidP="008A1333">
            <w:pPr>
              <w:pStyle w:val="SIText"/>
            </w:pPr>
            <w:r>
              <w:t>Updated Applications Statement</w:t>
            </w:r>
          </w:p>
          <w:p w14:paraId="6C7354F5" w14:textId="77777777" w:rsidR="000401EA" w:rsidRDefault="000401EA" w:rsidP="008A1333">
            <w:pPr>
              <w:pStyle w:val="SIText"/>
            </w:pPr>
          </w:p>
          <w:p w14:paraId="18FD75E4" w14:textId="371A4D66" w:rsidR="008A1333" w:rsidRPr="008A1333" w:rsidRDefault="0057333B" w:rsidP="008A1333">
            <w:pPr>
              <w:pStyle w:val="SIText"/>
            </w:pPr>
            <w:r>
              <w:t>Minor updates to</w:t>
            </w:r>
            <w:r w:rsidR="008A1333" w:rsidRPr="008A1333">
              <w:t xml:space="preserve"> Performance Criteria</w:t>
            </w:r>
          </w:p>
          <w:p w14:paraId="4EA05FC1" w14:textId="77777777" w:rsidR="008A1333" w:rsidRPr="008A1333" w:rsidRDefault="008A1333" w:rsidP="008A1333">
            <w:pPr>
              <w:pStyle w:val="SIText"/>
            </w:pPr>
          </w:p>
          <w:p w14:paraId="7D3C4B75" w14:textId="6258ED98" w:rsidR="008A1333" w:rsidRPr="008A1333" w:rsidRDefault="008A1333" w:rsidP="008A1333">
            <w:pPr>
              <w:pStyle w:val="SIText"/>
              <w:rPr>
                <w:rStyle w:val="SITemporaryText-red"/>
              </w:rPr>
            </w:pPr>
            <w:r w:rsidRPr="008A1333">
              <w:t xml:space="preserve">Reworded Foundation Skills </w:t>
            </w:r>
            <w:r w:rsidR="0057333B">
              <w:t xml:space="preserve">and </w:t>
            </w:r>
            <w:r w:rsidRPr="008A1333">
              <w:t>Assessment Conditions</w:t>
            </w:r>
          </w:p>
        </w:tc>
        <w:tc>
          <w:tcPr>
            <w:tcW w:w="1616" w:type="pct"/>
          </w:tcPr>
          <w:p w14:paraId="6630AC2B" w14:textId="1F3301A5" w:rsidR="008A1333" w:rsidRPr="00D062C4" w:rsidRDefault="008A1333" w:rsidP="00D062C4">
            <w:pPr>
              <w:pStyle w:val="SIText"/>
              <w:rPr>
                <w:rStyle w:val="SITemporaryText-red"/>
                <w:color w:val="auto"/>
                <w:sz w:val="20"/>
              </w:rPr>
            </w:pPr>
            <w:r w:rsidRPr="00D062C4">
              <w:rPr>
                <w:rStyle w:val="SITemporaryText-red"/>
                <w:color w:val="auto"/>
                <w:sz w:val="20"/>
              </w:rPr>
              <w:t xml:space="preserve">Equivalent </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02D2EC5D" w:rsidR="00556C4C" w:rsidRPr="000754EC" w:rsidRDefault="00556C4C" w:rsidP="000754EC">
            <w:pPr>
              <w:pStyle w:val="SIUnittitle"/>
            </w:pPr>
            <w:r w:rsidRPr="00F56827">
              <w:t xml:space="preserve">Assessment requirements for </w:t>
            </w:r>
            <w:r w:rsidR="00F41B7A">
              <w:t>XXXXXXXX</w:t>
            </w:r>
            <w:r w:rsidR="00F41B7A" w:rsidRPr="00865C02">
              <w:t xml:space="preserve"> </w:t>
            </w:r>
            <w:r w:rsidR="00865C02" w:rsidRPr="00865C02">
              <w:t>Conduct mechanical processor operations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222E8645" w14:textId="48E33837" w:rsidR="00F41B7A" w:rsidRDefault="00F41B7A" w:rsidP="003B5E5B">
            <w:pPr>
              <w:pStyle w:val="SIText"/>
              <w:rPr>
                <w:rStyle w:val="SITemporaryText-red"/>
                <w:color w:val="auto"/>
                <w:sz w:val="20"/>
              </w:rPr>
            </w:pPr>
            <w:r w:rsidRPr="0057333B">
              <w:rPr>
                <w:rStyle w:val="SITemporaryText-red"/>
                <w:color w:val="auto"/>
                <w:sz w:val="20"/>
              </w:rPr>
              <w:t xml:space="preserve">An individual demonstrating competency must satisfy </w:t>
            </w:r>
            <w:proofErr w:type="gramStart"/>
            <w:r w:rsidRPr="0057333B">
              <w:rPr>
                <w:rStyle w:val="SITemporaryText-red"/>
                <w:color w:val="auto"/>
                <w:sz w:val="20"/>
              </w:rPr>
              <w:t>all of</w:t>
            </w:r>
            <w:proofErr w:type="gramEnd"/>
            <w:r w:rsidRPr="0057333B">
              <w:rPr>
                <w:rStyle w:val="SITemporaryText-red"/>
                <w:color w:val="auto"/>
                <w:sz w:val="20"/>
              </w:rPr>
              <w:t xml:space="preserve"> the elements and performance</w:t>
            </w:r>
            <w:r w:rsidR="00D062C4">
              <w:rPr>
                <w:rStyle w:val="SITemporaryText-red"/>
              </w:rPr>
              <w:t xml:space="preserve"> </w:t>
            </w:r>
            <w:r w:rsidRPr="0057333B">
              <w:rPr>
                <w:rStyle w:val="SITemporaryText-red"/>
                <w:color w:val="auto"/>
                <w:sz w:val="20"/>
              </w:rPr>
              <w:t xml:space="preserve">criteria in this unit. </w:t>
            </w:r>
          </w:p>
          <w:p w14:paraId="182F594D" w14:textId="77777777" w:rsidR="00D062C4" w:rsidRPr="0057333B" w:rsidRDefault="00D062C4" w:rsidP="003B5E5B">
            <w:pPr>
              <w:pStyle w:val="SIText"/>
              <w:rPr>
                <w:rStyle w:val="SITemporaryText-red"/>
                <w:color w:val="auto"/>
                <w:sz w:val="20"/>
              </w:rPr>
            </w:pPr>
          </w:p>
          <w:p w14:paraId="6DE1BDDC" w14:textId="0639638D" w:rsidR="00F41B7A" w:rsidRPr="00D062C4" w:rsidRDefault="00F41B7A" w:rsidP="00D062C4">
            <w:pPr>
              <w:pStyle w:val="SIText"/>
              <w:rPr>
                <w:rStyle w:val="SITemporaryText-red"/>
                <w:color w:val="auto"/>
                <w:sz w:val="20"/>
              </w:rPr>
            </w:pPr>
            <w:r w:rsidRPr="00D062C4">
              <w:rPr>
                <w:rStyle w:val="SITemporaryText-red"/>
                <w:color w:val="auto"/>
                <w:sz w:val="20"/>
              </w:rPr>
              <w:t>There must be evidence that</w:t>
            </w:r>
            <w:r w:rsidR="00D062C4" w:rsidRPr="00D062C4">
              <w:rPr>
                <w:rStyle w:val="SITemporaryText-red"/>
                <w:color w:val="auto"/>
                <w:sz w:val="20"/>
              </w:rPr>
              <w:t>,</w:t>
            </w:r>
            <w:r w:rsidRPr="00D062C4">
              <w:rPr>
                <w:rStyle w:val="SITemporaryText-red"/>
                <w:color w:val="auto"/>
                <w:sz w:val="20"/>
              </w:rPr>
              <w:t xml:space="preserve"> </w:t>
            </w:r>
            <w:r w:rsidR="00D062C4" w:rsidRPr="00D062C4">
              <w:rPr>
                <w:rStyle w:val="SITemporaryText-red"/>
                <w:color w:val="auto"/>
                <w:sz w:val="20"/>
              </w:rPr>
              <w:t xml:space="preserve">on one occasion, </w:t>
            </w:r>
            <w:r w:rsidRPr="00D062C4">
              <w:rPr>
                <w:rStyle w:val="SITemporaryText-red"/>
                <w:color w:val="auto"/>
                <w:sz w:val="20"/>
              </w:rPr>
              <w:t>the individual has:</w:t>
            </w:r>
          </w:p>
          <w:p w14:paraId="10B6EC8E" w14:textId="361858BC" w:rsidR="00865C02" w:rsidRPr="00865C02" w:rsidRDefault="00865C02" w:rsidP="00865C02">
            <w:pPr>
              <w:pStyle w:val="SIBulletList1"/>
            </w:pPr>
            <w:r w:rsidRPr="00865C02">
              <w:t xml:space="preserve">planned, prepared and safely and effectively operated a mechanical processor to process trees mechanically </w:t>
            </w:r>
            <w:r w:rsidR="003B5E5B">
              <w:t xml:space="preserve">and </w:t>
            </w:r>
            <w:r w:rsidRPr="00865C02">
              <w:t xml:space="preserve">segregate and stack </w:t>
            </w:r>
            <w:proofErr w:type="gramStart"/>
            <w:r w:rsidRPr="00865C02">
              <w:t>logs</w:t>
            </w:r>
            <w:proofErr w:type="gramEnd"/>
          </w:p>
          <w:p w14:paraId="549DCC1E" w14:textId="77777777" w:rsidR="00865C02" w:rsidRPr="00865C02" w:rsidRDefault="00865C02" w:rsidP="00865C02">
            <w:pPr>
              <w:pStyle w:val="SIBulletList1"/>
            </w:pPr>
            <w:r w:rsidRPr="00865C02">
              <w:t xml:space="preserve">followed work order for conducting mechanical </w:t>
            </w:r>
            <w:proofErr w:type="gramStart"/>
            <w:r w:rsidRPr="00865C02">
              <w:t>processing</w:t>
            </w:r>
            <w:proofErr w:type="gramEnd"/>
          </w:p>
          <w:p w14:paraId="44AC6E25" w14:textId="77777777" w:rsidR="00865C02" w:rsidRPr="00865C02" w:rsidRDefault="00865C02" w:rsidP="00865C02">
            <w:pPr>
              <w:pStyle w:val="SIBulletList1"/>
            </w:pPr>
            <w:r w:rsidRPr="00865C02">
              <w:t xml:space="preserve">operated mechanical processor safely and effectively within equipment capabilities and </w:t>
            </w:r>
            <w:proofErr w:type="gramStart"/>
            <w:r w:rsidRPr="00865C02">
              <w:t>limitations</w:t>
            </w:r>
            <w:proofErr w:type="gramEnd"/>
          </w:p>
          <w:p w14:paraId="260A53B7" w14:textId="77777777" w:rsidR="00865C02" w:rsidRPr="00865C02" w:rsidRDefault="00865C02" w:rsidP="00865C02">
            <w:pPr>
              <w:pStyle w:val="SIBulletList1"/>
            </w:pPr>
            <w:r w:rsidRPr="00865C02">
              <w:t xml:space="preserve">adjusted operating techniques in response to site </w:t>
            </w:r>
            <w:proofErr w:type="gramStart"/>
            <w:r w:rsidRPr="00865C02">
              <w:t>conditions</w:t>
            </w:r>
            <w:proofErr w:type="gramEnd"/>
          </w:p>
          <w:p w14:paraId="753A57E3" w14:textId="77777777" w:rsidR="00865C02" w:rsidRPr="00865C02" w:rsidRDefault="00865C02" w:rsidP="00865C02">
            <w:pPr>
              <w:pStyle w:val="SIBulletList1"/>
            </w:pPr>
            <w:r w:rsidRPr="00865C02">
              <w:t xml:space="preserve">maintained log stacks with consideration given to providing for anticipated stock levels, stock rotation requirements, size, segregation of lengths, species, </w:t>
            </w:r>
            <w:proofErr w:type="gramStart"/>
            <w:r w:rsidRPr="00865C02">
              <w:t>grades</w:t>
            </w:r>
            <w:proofErr w:type="gramEnd"/>
          </w:p>
          <w:p w14:paraId="5A4A9972" w14:textId="77777777" w:rsidR="00865C02" w:rsidRPr="00865C02" w:rsidRDefault="00865C02" w:rsidP="00865C02">
            <w:pPr>
              <w:pStyle w:val="SIBulletList1"/>
            </w:pPr>
            <w:r w:rsidRPr="00865C02">
              <w:t>visually assessed delivered logs for characteristics including species type, diameter, length and grade and direct to additional locations for further processing and stacking</w:t>
            </w:r>
          </w:p>
          <w:p w14:paraId="7AED9F86" w14:textId="77777777" w:rsidR="00865C02" w:rsidRPr="00865C02" w:rsidRDefault="00865C02" w:rsidP="00865C02">
            <w:pPr>
              <w:pStyle w:val="SIBulletList1"/>
            </w:pPr>
            <w:r w:rsidRPr="00865C02">
              <w:t xml:space="preserve">monitored trees for unexpected characteristics that may cause danger and referred to appropriate </w:t>
            </w:r>
            <w:proofErr w:type="gramStart"/>
            <w:r w:rsidRPr="00865C02">
              <w:t>personnel</w:t>
            </w:r>
            <w:proofErr w:type="gramEnd"/>
          </w:p>
          <w:p w14:paraId="090DD437" w14:textId="77777777" w:rsidR="00865C02" w:rsidRPr="00865C02" w:rsidRDefault="00865C02" w:rsidP="00865C02">
            <w:pPr>
              <w:pStyle w:val="SIBulletList1"/>
            </w:pPr>
            <w:r w:rsidRPr="00865C02">
              <w:t xml:space="preserve">established communication with other personnel and monitored their movements to maintain safety on </w:t>
            </w:r>
            <w:proofErr w:type="gramStart"/>
            <w:r w:rsidRPr="00865C02">
              <w:t>site</w:t>
            </w:r>
            <w:proofErr w:type="gramEnd"/>
          </w:p>
          <w:p w14:paraId="3F4E2EAA" w14:textId="4A879DDB" w:rsidR="00556C4C" w:rsidRPr="000754EC" w:rsidRDefault="00865C02" w:rsidP="00865C02">
            <w:pPr>
              <w:pStyle w:val="SIBulletList1"/>
            </w:pPr>
            <w:r w:rsidRPr="00865C02">
              <w:t>conducted pre and post operational checks, routine cleaning and operational servicing of equipment.</w:t>
            </w:r>
          </w:p>
        </w:tc>
      </w:tr>
    </w:tbl>
    <w:p w14:paraId="685511C2" w14:textId="77777777" w:rsidR="00556C4C" w:rsidRDefault="00556C4C" w:rsidP="00CB189D">
      <w:pPr>
        <w:pStyle w:val="SIBulletList1"/>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35D3BCB3" w14:textId="251929BE" w:rsidR="00865C02" w:rsidRPr="00865C02" w:rsidRDefault="00DA54B5" w:rsidP="0057333B">
            <w:pPr>
              <w:pStyle w:val="SIText"/>
            </w:pPr>
            <w:r w:rsidRPr="003B5E5B">
              <w:rPr>
                <w:rStyle w:val="SITemporaryText-red"/>
                <w:color w:val="auto"/>
                <w:sz w:val="20"/>
              </w:rPr>
              <w:t>An individual must be able to demonstrate the knowledge required to perform the tasks outlined in the elements and performance criteria of this unit. This includes knowledge of</w:t>
            </w:r>
            <w:r w:rsidR="00865C02" w:rsidRPr="00865C02">
              <w:t>:</w:t>
            </w:r>
          </w:p>
          <w:p w14:paraId="16FAF0DA" w14:textId="77777777" w:rsidR="00865C02" w:rsidRPr="00865C02" w:rsidRDefault="00865C02" w:rsidP="00865C02">
            <w:pPr>
              <w:pStyle w:val="SIBulletList1"/>
            </w:pPr>
            <w:r w:rsidRPr="00865C02">
              <w:t xml:space="preserve">information and requirements contained in a work order, production plan and site safety and environmental management </w:t>
            </w:r>
            <w:proofErr w:type="gramStart"/>
            <w:r w:rsidRPr="00865C02">
              <w:t>plans</w:t>
            </w:r>
            <w:proofErr w:type="gramEnd"/>
          </w:p>
          <w:p w14:paraId="33F69C29" w14:textId="77777777" w:rsidR="00865C02" w:rsidRPr="00865C02" w:rsidRDefault="00865C02" w:rsidP="00865C02">
            <w:pPr>
              <w:pStyle w:val="SIBulletList1"/>
            </w:pPr>
            <w:r w:rsidRPr="00865C02">
              <w:t xml:space="preserve">health and operational hazards or risks related to mechanical processor operations and factors that can change or introduce new </w:t>
            </w:r>
            <w:proofErr w:type="gramStart"/>
            <w:r w:rsidRPr="00865C02">
              <w:t>hazards</w:t>
            </w:r>
            <w:proofErr w:type="gramEnd"/>
          </w:p>
          <w:p w14:paraId="16D196E1" w14:textId="77777777" w:rsidR="00865C02" w:rsidRPr="00865C02" w:rsidRDefault="00865C02" w:rsidP="00865C02">
            <w:pPr>
              <w:pStyle w:val="SIBulletList1"/>
            </w:pPr>
            <w:r w:rsidRPr="00865C02">
              <w:t xml:space="preserve">industry-accepted work health and safety risk control measures, legal obligations of the current Work Health and Safety Acts or Occupational Health and Safety Acts and regulations, and requirements of industry standards and/or codes of practice for mechanical processor operations as outlined in workplace procedures and production </w:t>
            </w:r>
            <w:proofErr w:type="gramStart"/>
            <w:r w:rsidRPr="00865C02">
              <w:t>plan</w:t>
            </w:r>
            <w:proofErr w:type="gramEnd"/>
          </w:p>
          <w:p w14:paraId="0196023F" w14:textId="6664C2BF" w:rsidR="00865C02" w:rsidRPr="00865C02" w:rsidRDefault="006E48A1" w:rsidP="00865C02">
            <w:pPr>
              <w:pStyle w:val="SIBulletList1"/>
            </w:pPr>
            <w:r w:rsidRPr="006E48A1">
              <w:t xml:space="preserve">the </w:t>
            </w:r>
            <w:r>
              <w:t xml:space="preserve">types and </w:t>
            </w:r>
            <w:r w:rsidRPr="006E48A1">
              <w:t xml:space="preserve">correct positioning </w:t>
            </w:r>
            <w:r>
              <w:t xml:space="preserve">of </w:t>
            </w:r>
            <w:r w:rsidR="00865C02" w:rsidRPr="00865C02">
              <w:t xml:space="preserve">industry-accepted warning signs, vehicle-to-vehicle communication systems and procedures to maintain communication and work safety during mechanical processor </w:t>
            </w:r>
            <w:proofErr w:type="gramStart"/>
            <w:r w:rsidR="00865C02" w:rsidRPr="00865C02">
              <w:t>operations</w:t>
            </w:r>
            <w:proofErr w:type="gramEnd"/>
          </w:p>
          <w:p w14:paraId="72E0C974" w14:textId="77777777" w:rsidR="00865C02" w:rsidRPr="00865C02" w:rsidRDefault="00865C02" w:rsidP="00865C02">
            <w:pPr>
              <w:pStyle w:val="SIBulletList1"/>
            </w:pPr>
            <w:r w:rsidRPr="00865C02">
              <w:t xml:space="preserve">required emergency response procedure including firefighting resources and emergency </w:t>
            </w:r>
            <w:proofErr w:type="gramStart"/>
            <w:r w:rsidRPr="00865C02">
              <w:t>response</w:t>
            </w:r>
            <w:proofErr w:type="gramEnd"/>
          </w:p>
          <w:p w14:paraId="349D6B8B" w14:textId="77777777" w:rsidR="00865C02" w:rsidRPr="00865C02" w:rsidRDefault="00865C02" w:rsidP="00865C02">
            <w:pPr>
              <w:pStyle w:val="SIBulletList1"/>
            </w:pPr>
            <w:r w:rsidRPr="00865C02">
              <w:t xml:space="preserve">potential impacts of mechanical processor operations on onsite and offsite environmental values including cultural heritage, flora, fauna, ground compaction, water contamination and soil </w:t>
            </w:r>
            <w:proofErr w:type="gramStart"/>
            <w:r w:rsidRPr="00865C02">
              <w:t>erosion</w:t>
            </w:r>
            <w:proofErr w:type="gramEnd"/>
          </w:p>
          <w:p w14:paraId="16337104" w14:textId="77777777" w:rsidR="00865C02" w:rsidRPr="00865C02" w:rsidRDefault="00865C02" w:rsidP="00865C02">
            <w:pPr>
              <w:pStyle w:val="SIBulletList1"/>
            </w:pPr>
            <w:r w:rsidRPr="00865C02">
              <w:t xml:space="preserve">industry-accepted environmental control measures, environmental restrictions, legal obligations of the current Environment Protection Acts and regulations and requirements of industry standards and/or codes of practice for mechanical processor operations as outlined in workplace procedures and production </w:t>
            </w:r>
            <w:proofErr w:type="gramStart"/>
            <w:r w:rsidRPr="00865C02">
              <w:t>plan</w:t>
            </w:r>
            <w:proofErr w:type="gramEnd"/>
          </w:p>
          <w:p w14:paraId="4E835ECC" w14:textId="77777777" w:rsidR="00865C02" w:rsidRPr="00865C02" w:rsidRDefault="00865C02" w:rsidP="00865C02">
            <w:pPr>
              <w:pStyle w:val="SIBulletList1"/>
            </w:pPr>
            <w:r w:rsidRPr="00865C02">
              <w:t>tree shapes, species, quality characteristics and log defects particular to the site and production system</w:t>
            </w:r>
          </w:p>
          <w:p w14:paraId="20D8A8BB" w14:textId="77777777" w:rsidR="00865C02" w:rsidRPr="00865C02" w:rsidRDefault="00865C02" w:rsidP="00865C02">
            <w:pPr>
              <w:pStyle w:val="SIBulletList1"/>
            </w:pPr>
            <w:r w:rsidRPr="00865C02">
              <w:t>effects of weather on ground conditions</w:t>
            </w:r>
          </w:p>
          <w:p w14:paraId="32CDC1A3" w14:textId="77777777" w:rsidR="00865C02" w:rsidRPr="00865C02" w:rsidRDefault="00865C02" w:rsidP="00865C02">
            <w:pPr>
              <w:pStyle w:val="SIBulletList1"/>
            </w:pPr>
            <w:r w:rsidRPr="00865C02">
              <w:t>effects of slope and terrain conditions on machine stability and operation</w:t>
            </w:r>
          </w:p>
          <w:p w14:paraId="1A8A4A6E" w14:textId="77777777" w:rsidR="00865C02" w:rsidRPr="00865C02" w:rsidRDefault="00865C02" w:rsidP="00865C02">
            <w:pPr>
              <w:pStyle w:val="SIBulletList1"/>
            </w:pPr>
            <w:r w:rsidRPr="00865C02">
              <w:t xml:space="preserve">operational procedures and checks including start-up and shut-down </w:t>
            </w:r>
            <w:proofErr w:type="gramStart"/>
            <w:r w:rsidRPr="00865C02">
              <w:t>procedures</w:t>
            </w:r>
            <w:proofErr w:type="gramEnd"/>
          </w:p>
          <w:p w14:paraId="46562AFD" w14:textId="428FFDDE" w:rsidR="00865C02" w:rsidRPr="00865C02" w:rsidRDefault="00865C02" w:rsidP="00865C02">
            <w:pPr>
              <w:pStyle w:val="SIBulletList1"/>
            </w:pPr>
            <w:r w:rsidRPr="00865C02">
              <w:t>operating and maintaining machine, attachments and ancillary equipment in line with manufacturer instructions</w:t>
            </w:r>
          </w:p>
          <w:p w14:paraId="594042BC" w14:textId="709DC25F" w:rsidR="00F1480E" w:rsidRPr="000754EC" w:rsidRDefault="00865C02" w:rsidP="00865C02">
            <w:pPr>
              <w:pStyle w:val="SIBulletList1"/>
            </w:pPr>
            <w:r w:rsidRPr="00865C02">
              <w:t>industry-accepted reporting requirements regarding site, incident</w:t>
            </w:r>
            <w:r w:rsidR="009F0640">
              <w:t>s</w:t>
            </w:r>
            <w:r w:rsidRPr="00865C02">
              <w:t xml:space="preserve"> and hazard</w:t>
            </w:r>
            <w:r w:rsidR="009F0640">
              <w:t>s</w:t>
            </w:r>
            <w:r w:rsidRPr="00865C02">
              <w:t>, personal reporting, check-in, production, machine maintenance and block completion.</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09853AC5" w14:textId="77777777" w:rsidR="00263A71" w:rsidRPr="0057333B" w:rsidRDefault="00263A71" w:rsidP="00953516">
            <w:pPr>
              <w:pStyle w:val="SIText"/>
              <w:rPr>
                <w:rStyle w:val="SITemporaryText-red"/>
                <w:color w:val="auto"/>
                <w:sz w:val="20"/>
              </w:rPr>
            </w:pPr>
            <w:r w:rsidRPr="0057333B">
              <w:rPr>
                <w:rStyle w:val="SITemporaryText-red"/>
                <w:color w:val="auto"/>
                <w:sz w:val="20"/>
              </w:rPr>
              <w:t xml:space="preserve">Assessment of the skills in this unit of competency must take place under the following conditions: </w:t>
            </w:r>
          </w:p>
          <w:p w14:paraId="2B72F528" w14:textId="77777777" w:rsidR="00865C02" w:rsidRPr="009B5180" w:rsidRDefault="00865C02" w:rsidP="009B5180">
            <w:pPr>
              <w:pStyle w:val="SIBulletList1"/>
            </w:pPr>
            <w:r w:rsidRPr="009B5180">
              <w:t>physical conditions:</w:t>
            </w:r>
          </w:p>
          <w:p w14:paraId="299F1D40" w14:textId="77777777" w:rsidR="009B5180" w:rsidRPr="00095493" w:rsidRDefault="009B5180" w:rsidP="0057333B">
            <w:pPr>
              <w:pStyle w:val="SIBulletList2"/>
              <w:rPr>
                <w:rStyle w:val="SITemporaryText-red"/>
                <w:color w:val="auto"/>
                <w:sz w:val="20"/>
              </w:rPr>
            </w:pPr>
            <w:r w:rsidRPr="00095493">
              <w:rPr>
                <w:rStyle w:val="SITemporaryText-red"/>
                <w:color w:val="auto"/>
                <w:sz w:val="20"/>
              </w:rPr>
              <w:lastRenderedPageBreak/>
              <w:t xml:space="preserve">skills must be demonstrated in a forest or wood products work environment or an environment that accurately represents workplace </w:t>
            </w:r>
            <w:proofErr w:type="gramStart"/>
            <w:r w:rsidRPr="00095493">
              <w:rPr>
                <w:rStyle w:val="SITemporaryText-red"/>
                <w:color w:val="auto"/>
                <w:sz w:val="20"/>
              </w:rPr>
              <w:t>conditions</w:t>
            </w:r>
            <w:proofErr w:type="gramEnd"/>
          </w:p>
          <w:p w14:paraId="01A02049" w14:textId="77777777" w:rsidR="00865C02" w:rsidRPr="009B5180" w:rsidRDefault="00865C02" w:rsidP="009B5180">
            <w:pPr>
              <w:pStyle w:val="SIBulletList1"/>
            </w:pPr>
            <w:r w:rsidRPr="009B5180">
              <w:t>resources, equipment and materials:</w:t>
            </w:r>
          </w:p>
          <w:p w14:paraId="21A94733" w14:textId="77777777" w:rsidR="009B5180" w:rsidRDefault="009B5180" w:rsidP="0057333B">
            <w:pPr>
              <w:pStyle w:val="SIBulletList2"/>
            </w:pPr>
            <w:r>
              <w:t>log landing site</w:t>
            </w:r>
          </w:p>
          <w:p w14:paraId="77034A23" w14:textId="4B149410" w:rsidR="00865C02" w:rsidRDefault="00865C02" w:rsidP="009B5180">
            <w:pPr>
              <w:pStyle w:val="SIBulletList2"/>
            </w:pPr>
            <w:r w:rsidRPr="00865C02">
              <w:t xml:space="preserve">wheeled or tracked mechanical </w:t>
            </w:r>
            <w:proofErr w:type="gramStart"/>
            <w:r w:rsidRPr="00865C02">
              <w:t>processor</w:t>
            </w:r>
            <w:proofErr w:type="gramEnd"/>
          </w:p>
          <w:p w14:paraId="6F80F530" w14:textId="2EE77149" w:rsidR="008228A7" w:rsidRPr="00865C02" w:rsidRDefault="008228A7" w:rsidP="0057333B">
            <w:pPr>
              <w:pStyle w:val="SIBulletList2"/>
            </w:pPr>
            <w:r w:rsidRPr="008228A7">
              <w:t>log sheets for recording measurement and operation</w:t>
            </w:r>
          </w:p>
          <w:p w14:paraId="544014B4" w14:textId="50E7AAAB" w:rsidR="00865C02" w:rsidRPr="00865C02" w:rsidRDefault="00865C02" w:rsidP="0057333B">
            <w:pPr>
              <w:pStyle w:val="SIBulletList2"/>
            </w:pPr>
            <w:r w:rsidRPr="00865C02">
              <w:t>personal protective equipment</w:t>
            </w:r>
            <w:r w:rsidR="008228A7">
              <w:t xml:space="preserve"> suited for operation of </w:t>
            </w:r>
            <w:r w:rsidR="008228A7" w:rsidRPr="008228A7">
              <w:t xml:space="preserve">a mechanical </w:t>
            </w:r>
            <w:proofErr w:type="gramStart"/>
            <w:r w:rsidR="008228A7" w:rsidRPr="008228A7">
              <w:t>processor</w:t>
            </w:r>
            <w:proofErr w:type="gramEnd"/>
          </w:p>
          <w:p w14:paraId="396729AA" w14:textId="77777777" w:rsidR="00865C02" w:rsidRPr="00865C02" w:rsidRDefault="00865C02" w:rsidP="009B5180">
            <w:pPr>
              <w:pStyle w:val="SIBulletList1"/>
            </w:pPr>
            <w:r w:rsidRPr="00865C02">
              <w:t>specifications:</w:t>
            </w:r>
          </w:p>
          <w:p w14:paraId="45B6244B" w14:textId="3BBB1993" w:rsidR="00865C02" w:rsidRPr="00865C02" w:rsidRDefault="00865C02" w:rsidP="0057333B">
            <w:pPr>
              <w:pStyle w:val="SIBulletList2"/>
            </w:pPr>
            <w:r w:rsidRPr="00865C02">
              <w:t xml:space="preserve">access to workplace </w:t>
            </w:r>
            <w:r w:rsidR="00BF7574">
              <w:t xml:space="preserve">health, safety and environmental </w:t>
            </w:r>
            <w:r w:rsidRPr="00865C02">
              <w:t xml:space="preserve">policies and procedures applicable to </w:t>
            </w:r>
            <w:r w:rsidR="008228A7" w:rsidRPr="008228A7">
              <w:t xml:space="preserve">mechanical processor </w:t>
            </w:r>
            <w:r w:rsidRPr="00865C02">
              <w:t>operations</w:t>
            </w:r>
          </w:p>
          <w:p w14:paraId="144CD9A3" w14:textId="77777777" w:rsidR="00865C02" w:rsidRPr="00865C02" w:rsidRDefault="00865C02" w:rsidP="0057333B">
            <w:pPr>
              <w:pStyle w:val="SIBulletList2"/>
            </w:pPr>
            <w:r w:rsidRPr="00865C02">
              <w:t xml:space="preserve">access to workplace policies and procedures for operating a mechanical </w:t>
            </w:r>
            <w:proofErr w:type="gramStart"/>
            <w:r w:rsidRPr="00865C02">
              <w:t>processor</w:t>
            </w:r>
            <w:proofErr w:type="gramEnd"/>
          </w:p>
          <w:p w14:paraId="7CB5DDC5" w14:textId="3F314A26" w:rsidR="00865C02" w:rsidRDefault="00865C02" w:rsidP="0057333B">
            <w:pPr>
              <w:pStyle w:val="SIBulletList2"/>
            </w:pPr>
            <w:r w:rsidRPr="00865C02">
              <w:t xml:space="preserve">access to </w:t>
            </w:r>
            <w:r w:rsidR="008228A7">
              <w:t>workplace</w:t>
            </w:r>
            <w:r w:rsidR="008228A7" w:rsidRPr="00865C02">
              <w:t xml:space="preserve"> </w:t>
            </w:r>
            <w:r w:rsidRPr="00865C02">
              <w:t>emergency procedure</w:t>
            </w:r>
            <w:r w:rsidR="00BF7574">
              <w:t>.</w:t>
            </w:r>
          </w:p>
          <w:p w14:paraId="60F660C1" w14:textId="77777777" w:rsidR="00BF7574" w:rsidRDefault="00BF7574" w:rsidP="00BF7574">
            <w:pPr>
              <w:pStyle w:val="SIBulletList2"/>
              <w:numPr>
                <w:ilvl w:val="0"/>
                <w:numId w:val="0"/>
              </w:numPr>
              <w:ind w:left="714"/>
            </w:pPr>
          </w:p>
          <w:p w14:paraId="408F0CDB" w14:textId="5C81DADB" w:rsidR="00DA54B5" w:rsidRPr="00DA54B5" w:rsidRDefault="00865C02" w:rsidP="00865C02">
            <w:pPr>
              <w:rPr>
                <w:rStyle w:val="SITemporaryText-red"/>
                <w:rFonts w:eastAsia="Calibri"/>
              </w:rPr>
            </w:pPr>
            <w:r w:rsidRPr="00865C02">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2A46E5">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8A6CD" w14:textId="77777777" w:rsidR="0003692D" w:rsidRDefault="0003692D" w:rsidP="00BF3F0A">
      <w:r>
        <w:separator/>
      </w:r>
    </w:p>
    <w:p w14:paraId="4F53E5EE" w14:textId="77777777" w:rsidR="0003692D" w:rsidRDefault="0003692D"/>
  </w:endnote>
  <w:endnote w:type="continuationSeparator" w:id="0">
    <w:p w14:paraId="459BC17C" w14:textId="77777777" w:rsidR="0003692D" w:rsidRDefault="0003692D" w:rsidP="00BF3F0A">
      <w:r>
        <w:continuationSeparator/>
      </w:r>
    </w:p>
    <w:p w14:paraId="035A9C60" w14:textId="77777777" w:rsidR="0003692D" w:rsidRDefault="0003692D"/>
  </w:endnote>
  <w:endnote w:type="continuationNotice" w:id="1">
    <w:p w14:paraId="6312F90C" w14:textId="77777777" w:rsidR="0003692D" w:rsidRDefault="00036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4C138" w14:textId="77777777" w:rsidR="00291C66" w:rsidRDefault="00291C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BDCA5" w14:textId="77777777" w:rsidR="00291C66" w:rsidRDefault="00291C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5908A" w14:textId="77777777" w:rsidR="0003692D" w:rsidRDefault="0003692D" w:rsidP="00BF3F0A">
      <w:r>
        <w:separator/>
      </w:r>
    </w:p>
    <w:p w14:paraId="7596B427" w14:textId="77777777" w:rsidR="0003692D" w:rsidRDefault="0003692D"/>
  </w:footnote>
  <w:footnote w:type="continuationSeparator" w:id="0">
    <w:p w14:paraId="1F043CA5" w14:textId="77777777" w:rsidR="0003692D" w:rsidRDefault="0003692D" w:rsidP="00BF3F0A">
      <w:r>
        <w:continuationSeparator/>
      </w:r>
    </w:p>
    <w:p w14:paraId="00973A8C" w14:textId="77777777" w:rsidR="0003692D" w:rsidRDefault="0003692D"/>
  </w:footnote>
  <w:footnote w:type="continuationNotice" w:id="1">
    <w:p w14:paraId="55E9D53F" w14:textId="77777777" w:rsidR="0003692D" w:rsidRDefault="000369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A8F85" w14:textId="77777777" w:rsidR="00291C66" w:rsidRDefault="00291C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2F1918C8" w:rsidR="009C2650" w:rsidRPr="00865C02" w:rsidRDefault="00291C66" w:rsidP="00865C02">
    <w:r w:rsidRPr="008A1333">
      <w:t>FWPHAR3</w:t>
    </w:r>
    <w:r>
      <w:t>XXX</w:t>
    </w:r>
    <w:r w:rsidR="00B24914" w:rsidRPr="00865C02">
      <w:t xml:space="preserve"> </w:t>
    </w:r>
    <w:r w:rsidR="00865C02" w:rsidRPr="00865C02">
      <w:t xml:space="preserve">Conduct mechanical processor </w:t>
    </w:r>
    <w:proofErr w:type="gramStart"/>
    <w:r w:rsidR="00865C02" w:rsidRPr="00865C02">
      <w:t>operations</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BE0E" w14:textId="77777777" w:rsidR="00291C66" w:rsidRDefault="00291C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Y0MDA1MjQzMDMzMjFX0lEKTi0uzszPAykwrgUAYiTPSiwAAAA="/>
  </w:docVars>
  <w:rsids>
    <w:rsidRoot w:val="00E933B0"/>
    <w:rsid w:val="000014B9"/>
    <w:rsid w:val="000040E2"/>
    <w:rsid w:val="00005A15"/>
    <w:rsid w:val="000064DC"/>
    <w:rsid w:val="00006AAB"/>
    <w:rsid w:val="00010C40"/>
    <w:rsid w:val="0001108F"/>
    <w:rsid w:val="000115E2"/>
    <w:rsid w:val="000126D0"/>
    <w:rsid w:val="0001296A"/>
    <w:rsid w:val="00016803"/>
    <w:rsid w:val="00023992"/>
    <w:rsid w:val="00027529"/>
    <w:rsid w:val="000275AE"/>
    <w:rsid w:val="0003457B"/>
    <w:rsid w:val="0003692D"/>
    <w:rsid w:val="000401EA"/>
    <w:rsid w:val="00041E59"/>
    <w:rsid w:val="0004396F"/>
    <w:rsid w:val="00064BFE"/>
    <w:rsid w:val="00070B3E"/>
    <w:rsid w:val="00071F95"/>
    <w:rsid w:val="000737BB"/>
    <w:rsid w:val="00074E47"/>
    <w:rsid w:val="000754EC"/>
    <w:rsid w:val="00076E27"/>
    <w:rsid w:val="00080596"/>
    <w:rsid w:val="00081C68"/>
    <w:rsid w:val="0009093B"/>
    <w:rsid w:val="00095493"/>
    <w:rsid w:val="000A5441"/>
    <w:rsid w:val="000B2022"/>
    <w:rsid w:val="000C149A"/>
    <w:rsid w:val="000C165B"/>
    <w:rsid w:val="000C224E"/>
    <w:rsid w:val="000C489D"/>
    <w:rsid w:val="000E25E6"/>
    <w:rsid w:val="000E2C86"/>
    <w:rsid w:val="000F29F2"/>
    <w:rsid w:val="000F2FAD"/>
    <w:rsid w:val="00101659"/>
    <w:rsid w:val="00105AEA"/>
    <w:rsid w:val="001078BF"/>
    <w:rsid w:val="0011517F"/>
    <w:rsid w:val="00132A5A"/>
    <w:rsid w:val="00133957"/>
    <w:rsid w:val="001372F6"/>
    <w:rsid w:val="00144385"/>
    <w:rsid w:val="0014644C"/>
    <w:rsid w:val="00146EEC"/>
    <w:rsid w:val="00151D55"/>
    <w:rsid w:val="00151D93"/>
    <w:rsid w:val="00156EF3"/>
    <w:rsid w:val="00176E4F"/>
    <w:rsid w:val="00183785"/>
    <w:rsid w:val="0018546B"/>
    <w:rsid w:val="001A32D0"/>
    <w:rsid w:val="001A48E9"/>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5378"/>
    <w:rsid w:val="00242293"/>
    <w:rsid w:val="002439D3"/>
    <w:rsid w:val="00244EA7"/>
    <w:rsid w:val="00246A3C"/>
    <w:rsid w:val="002522C7"/>
    <w:rsid w:val="00254744"/>
    <w:rsid w:val="00262FC3"/>
    <w:rsid w:val="0026394F"/>
    <w:rsid w:val="00263A71"/>
    <w:rsid w:val="002660DC"/>
    <w:rsid w:val="00267AF6"/>
    <w:rsid w:val="0027191C"/>
    <w:rsid w:val="00276DB8"/>
    <w:rsid w:val="00280859"/>
    <w:rsid w:val="00282664"/>
    <w:rsid w:val="00285FB8"/>
    <w:rsid w:val="00291C66"/>
    <w:rsid w:val="00293F7D"/>
    <w:rsid w:val="0029562E"/>
    <w:rsid w:val="002970C3"/>
    <w:rsid w:val="00297B09"/>
    <w:rsid w:val="002A46E5"/>
    <w:rsid w:val="002A4CD3"/>
    <w:rsid w:val="002A6CC4"/>
    <w:rsid w:val="002C55E9"/>
    <w:rsid w:val="002D0C8B"/>
    <w:rsid w:val="002D330A"/>
    <w:rsid w:val="002D5D65"/>
    <w:rsid w:val="002D730A"/>
    <w:rsid w:val="002E170C"/>
    <w:rsid w:val="002E193E"/>
    <w:rsid w:val="00305EFF"/>
    <w:rsid w:val="00310A6A"/>
    <w:rsid w:val="003144E6"/>
    <w:rsid w:val="00337E82"/>
    <w:rsid w:val="00346FDC"/>
    <w:rsid w:val="00350BB1"/>
    <w:rsid w:val="00352C83"/>
    <w:rsid w:val="00366805"/>
    <w:rsid w:val="0037067D"/>
    <w:rsid w:val="00373436"/>
    <w:rsid w:val="00381593"/>
    <w:rsid w:val="0038735B"/>
    <w:rsid w:val="003916D1"/>
    <w:rsid w:val="00394C90"/>
    <w:rsid w:val="003A21F0"/>
    <w:rsid w:val="003A277F"/>
    <w:rsid w:val="003A58BA"/>
    <w:rsid w:val="003A5AE7"/>
    <w:rsid w:val="003A7221"/>
    <w:rsid w:val="003B1FB6"/>
    <w:rsid w:val="003B3493"/>
    <w:rsid w:val="003B5E5B"/>
    <w:rsid w:val="003C13AE"/>
    <w:rsid w:val="003C1EA7"/>
    <w:rsid w:val="003C7152"/>
    <w:rsid w:val="003D151A"/>
    <w:rsid w:val="003D2E73"/>
    <w:rsid w:val="003E72B6"/>
    <w:rsid w:val="003E74CA"/>
    <w:rsid w:val="003E7BBE"/>
    <w:rsid w:val="003F52F5"/>
    <w:rsid w:val="00402085"/>
    <w:rsid w:val="004127E3"/>
    <w:rsid w:val="0043212E"/>
    <w:rsid w:val="00434366"/>
    <w:rsid w:val="00434ECE"/>
    <w:rsid w:val="00444423"/>
    <w:rsid w:val="00452F3E"/>
    <w:rsid w:val="0046239A"/>
    <w:rsid w:val="004640AE"/>
    <w:rsid w:val="0046414F"/>
    <w:rsid w:val="004679E3"/>
    <w:rsid w:val="00475172"/>
    <w:rsid w:val="004758B0"/>
    <w:rsid w:val="00480A5A"/>
    <w:rsid w:val="004832D2"/>
    <w:rsid w:val="00485232"/>
    <w:rsid w:val="00485559"/>
    <w:rsid w:val="004A0842"/>
    <w:rsid w:val="004A142B"/>
    <w:rsid w:val="004A3860"/>
    <w:rsid w:val="004A44E8"/>
    <w:rsid w:val="004A581D"/>
    <w:rsid w:val="004A7706"/>
    <w:rsid w:val="004A77E3"/>
    <w:rsid w:val="004B29B7"/>
    <w:rsid w:val="004B7A28"/>
    <w:rsid w:val="004C2244"/>
    <w:rsid w:val="004C79A1"/>
    <w:rsid w:val="004D0D5F"/>
    <w:rsid w:val="004D1569"/>
    <w:rsid w:val="004D44B1"/>
    <w:rsid w:val="004D73A9"/>
    <w:rsid w:val="004E0460"/>
    <w:rsid w:val="004E1579"/>
    <w:rsid w:val="004E5FAE"/>
    <w:rsid w:val="004E6245"/>
    <w:rsid w:val="004E6741"/>
    <w:rsid w:val="004E7094"/>
    <w:rsid w:val="004F5DC7"/>
    <w:rsid w:val="004F78DA"/>
    <w:rsid w:val="00503D09"/>
    <w:rsid w:val="005145AB"/>
    <w:rsid w:val="00515E82"/>
    <w:rsid w:val="00520E9A"/>
    <w:rsid w:val="005248C1"/>
    <w:rsid w:val="00526134"/>
    <w:rsid w:val="00527757"/>
    <w:rsid w:val="005309FD"/>
    <w:rsid w:val="005405B2"/>
    <w:rsid w:val="005427C8"/>
    <w:rsid w:val="005446D1"/>
    <w:rsid w:val="00550D64"/>
    <w:rsid w:val="00556C4C"/>
    <w:rsid w:val="00557369"/>
    <w:rsid w:val="00557D22"/>
    <w:rsid w:val="00562683"/>
    <w:rsid w:val="00562F40"/>
    <w:rsid w:val="00564ADD"/>
    <w:rsid w:val="005708EB"/>
    <w:rsid w:val="0057333B"/>
    <w:rsid w:val="00575BC6"/>
    <w:rsid w:val="00581C55"/>
    <w:rsid w:val="00583902"/>
    <w:rsid w:val="00583B84"/>
    <w:rsid w:val="00595697"/>
    <w:rsid w:val="005A1D70"/>
    <w:rsid w:val="005A3AA5"/>
    <w:rsid w:val="005A6C9C"/>
    <w:rsid w:val="005A74DC"/>
    <w:rsid w:val="005B3FC0"/>
    <w:rsid w:val="005B5146"/>
    <w:rsid w:val="005D1AFD"/>
    <w:rsid w:val="005E51E6"/>
    <w:rsid w:val="005F027A"/>
    <w:rsid w:val="005F33CC"/>
    <w:rsid w:val="005F771F"/>
    <w:rsid w:val="005F7AAF"/>
    <w:rsid w:val="006121D4"/>
    <w:rsid w:val="00613B49"/>
    <w:rsid w:val="00613DCB"/>
    <w:rsid w:val="00616845"/>
    <w:rsid w:val="00620E8E"/>
    <w:rsid w:val="00633CFE"/>
    <w:rsid w:val="00634FCA"/>
    <w:rsid w:val="00643D1B"/>
    <w:rsid w:val="006452B8"/>
    <w:rsid w:val="00652E62"/>
    <w:rsid w:val="00686A49"/>
    <w:rsid w:val="00687B62"/>
    <w:rsid w:val="00690C44"/>
    <w:rsid w:val="006969D9"/>
    <w:rsid w:val="006A0C8E"/>
    <w:rsid w:val="006A2B68"/>
    <w:rsid w:val="006B57FC"/>
    <w:rsid w:val="006B6CBA"/>
    <w:rsid w:val="006B7B07"/>
    <w:rsid w:val="006C2F32"/>
    <w:rsid w:val="006D1AF9"/>
    <w:rsid w:val="006D38C3"/>
    <w:rsid w:val="006D4448"/>
    <w:rsid w:val="006D6DFD"/>
    <w:rsid w:val="006E2C4D"/>
    <w:rsid w:val="006E42FE"/>
    <w:rsid w:val="006E48A1"/>
    <w:rsid w:val="006E6892"/>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7005"/>
    <w:rsid w:val="00761DBE"/>
    <w:rsid w:val="0076523B"/>
    <w:rsid w:val="00771B60"/>
    <w:rsid w:val="00772B54"/>
    <w:rsid w:val="00781D77"/>
    <w:rsid w:val="00783549"/>
    <w:rsid w:val="007860B7"/>
    <w:rsid w:val="00786DC8"/>
    <w:rsid w:val="00797CF2"/>
    <w:rsid w:val="007A300D"/>
    <w:rsid w:val="007C6DE7"/>
    <w:rsid w:val="007D5A78"/>
    <w:rsid w:val="007E3BD1"/>
    <w:rsid w:val="007F1563"/>
    <w:rsid w:val="007F1EB2"/>
    <w:rsid w:val="007F44DB"/>
    <w:rsid w:val="007F5A8B"/>
    <w:rsid w:val="00817D51"/>
    <w:rsid w:val="008228A7"/>
    <w:rsid w:val="00823530"/>
    <w:rsid w:val="00823FF4"/>
    <w:rsid w:val="00830267"/>
    <w:rsid w:val="008306E7"/>
    <w:rsid w:val="008322BE"/>
    <w:rsid w:val="00833640"/>
    <w:rsid w:val="00834BC8"/>
    <w:rsid w:val="00837FD6"/>
    <w:rsid w:val="00847B60"/>
    <w:rsid w:val="00850243"/>
    <w:rsid w:val="00851BE5"/>
    <w:rsid w:val="008545EB"/>
    <w:rsid w:val="00863277"/>
    <w:rsid w:val="00865011"/>
    <w:rsid w:val="00865C02"/>
    <w:rsid w:val="00866039"/>
    <w:rsid w:val="00873E27"/>
    <w:rsid w:val="00877C19"/>
    <w:rsid w:val="00886790"/>
    <w:rsid w:val="008908DE"/>
    <w:rsid w:val="008910BF"/>
    <w:rsid w:val="008A12ED"/>
    <w:rsid w:val="008A1333"/>
    <w:rsid w:val="008A38E5"/>
    <w:rsid w:val="008A39D3"/>
    <w:rsid w:val="008B2C77"/>
    <w:rsid w:val="008B4AD2"/>
    <w:rsid w:val="008B7138"/>
    <w:rsid w:val="008C21B5"/>
    <w:rsid w:val="008D05DC"/>
    <w:rsid w:val="008E260C"/>
    <w:rsid w:val="008E39BE"/>
    <w:rsid w:val="008E62EC"/>
    <w:rsid w:val="008F32F6"/>
    <w:rsid w:val="00916CD7"/>
    <w:rsid w:val="00920927"/>
    <w:rsid w:val="00921B38"/>
    <w:rsid w:val="00922226"/>
    <w:rsid w:val="00923720"/>
    <w:rsid w:val="009278C9"/>
    <w:rsid w:val="00932CD7"/>
    <w:rsid w:val="00944C09"/>
    <w:rsid w:val="009527CB"/>
    <w:rsid w:val="00953516"/>
    <w:rsid w:val="00953835"/>
    <w:rsid w:val="00960F6C"/>
    <w:rsid w:val="00970747"/>
    <w:rsid w:val="0097249A"/>
    <w:rsid w:val="0098448B"/>
    <w:rsid w:val="00997BFC"/>
    <w:rsid w:val="009A5900"/>
    <w:rsid w:val="009A6E6C"/>
    <w:rsid w:val="009A6F3F"/>
    <w:rsid w:val="009A79B4"/>
    <w:rsid w:val="009B1C0B"/>
    <w:rsid w:val="009B331A"/>
    <w:rsid w:val="009B5180"/>
    <w:rsid w:val="009C2650"/>
    <w:rsid w:val="009D15E2"/>
    <w:rsid w:val="009D15FE"/>
    <w:rsid w:val="009D5D2C"/>
    <w:rsid w:val="009F0640"/>
    <w:rsid w:val="009F0DCC"/>
    <w:rsid w:val="009F11CA"/>
    <w:rsid w:val="00A0695B"/>
    <w:rsid w:val="00A13052"/>
    <w:rsid w:val="00A14A67"/>
    <w:rsid w:val="00A216A8"/>
    <w:rsid w:val="00A223A6"/>
    <w:rsid w:val="00A3639E"/>
    <w:rsid w:val="00A5092E"/>
    <w:rsid w:val="00A554D6"/>
    <w:rsid w:val="00A56E14"/>
    <w:rsid w:val="00A6476B"/>
    <w:rsid w:val="00A76C6C"/>
    <w:rsid w:val="00A84B04"/>
    <w:rsid w:val="00A87356"/>
    <w:rsid w:val="00A92DD1"/>
    <w:rsid w:val="00AA4120"/>
    <w:rsid w:val="00AA5338"/>
    <w:rsid w:val="00AB1B8E"/>
    <w:rsid w:val="00AB3EC1"/>
    <w:rsid w:val="00AB46DE"/>
    <w:rsid w:val="00AB51ED"/>
    <w:rsid w:val="00AC0696"/>
    <w:rsid w:val="00AC4C98"/>
    <w:rsid w:val="00AC5F6B"/>
    <w:rsid w:val="00AD3896"/>
    <w:rsid w:val="00AD5B47"/>
    <w:rsid w:val="00AE1ED9"/>
    <w:rsid w:val="00AE32CB"/>
    <w:rsid w:val="00AF3957"/>
    <w:rsid w:val="00B0712C"/>
    <w:rsid w:val="00B1097A"/>
    <w:rsid w:val="00B12013"/>
    <w:rsid w:val="00B20E66"/>
    <w:rsid w:val="00B22C67"/>
    <w:rsid w:val="00B234F2"/>
    <w:rsid w:val="00B24914"/>
    <w:rsid w:val="00B316DC"/>
    <w:rsid w:val="00B3508F"/>
    <w:rsid w:val="00B443EE"/>
    <w:rsid w:val="00B560C8"/>
    <w:rsid w:val="00B61150"/>
    <w:rsid w:val="00B65BC7"/>
    <w:rsid w:val="00B746B9"/>
    <w:rsid w:val="00B848D4"/>
    <w:rsid w:val="00B865B7"/>
    <w:rsid w:val="00B91B97"/>
    <w:rsid w:val="00BA18F0"/>
    <w:rsid w:val="00BA1CB1"/>
    <w:rsid w:val="00BA35AD"/>
    <w:rsid w:val="00BA4178"/>
    <w:rsid w:val="00BA482D"/>
    <w:rsid w:val="00BB1755"/>
    <w:rsid w:val="00BB23F4"/>
    <w:rsid w:val="00BC5075"/>
    <w:rsid w:val="00BC5419"/>
    <w:rsid w:val="00BD3B0F"/>
    <w:rsid w:val="00BE5889"/>
    <w:rsid w:val="00BF1D4C"/>
    <w:rsid w:val="00BF3F0A"/>
    <w:rsid w:val="00BF6175"/>
    <w:rsid w:val="00BF7574"/>
    <w:rsid w:val="00C05281"/>
    <w:rsid w:val="00C13B5B"/>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139A"/>
    <w:rsid w:val="00CB189D"/>
    <w:rsid w:val="00CB680F"/>
    <w:rsid w:val="00CB746F"/>
    <w:rsid w:val="00CC451E"/>
    <w:rsid w:val="00CD4636"/>
    <w:rsid w:val="00CD4E9D"/>
    <w:rsid w:val="00CD4F4D"/>
    <w:rsid w:val="00CE7D19"/>
    <w:rsid w:val="00CF0CF5"/>
    <w:rsid w:val="00CF2B3E"/>
    <w:rsid w:val="00CF3DA3"/>
    <w:rsid w:val="00D0201F"/>
    <w:rsid w:val="00D026A5"/>
    <w:rsid w:val="00D03685"/>
    <w:rsid w:val="00D062C4"/>
    <w:rsid w:val="00D07D4E"/>
    <w:rsid w:val="00D115AA"/>
    <w:rsid w:val="00D145BE"/>
    <w:rsid w:val="00D2035A"/>
    <w:rsid w:val="00D20C57"/>
    <w:rsid w:val="00D25D16"/>
    <w:rsid w:val="00D32124"/>
    <w:rsid w:val="00D32822"/>
    <w:rsid w:val="00D41C3D"/>
    <w:rsid w:val="00D54C76"/>
    <w:rsid w:val="00D632BB"/>
    <w:rsid w:val="00D71E43"/>
    <w:rsid w:val="00D727F3"/>
    <w:rsid w:val="00D73695"/>
    <w:rsid w:val="00D810DE"/>
    <w:rsid w:val="00D815C7"/>
    <w:rsid w:val="00D81B78"/>
    <w:rsid w:val="00D87D32"/>
    <w:rsid w:val="00D91188"/>
    <w:rsid w:val="00D92C83"/>
    <w:rsid w:val="00DA0A81"/>
    <w:rsid w:val="00DA3C10"/>
    <w:rsid w:val="00DA53B5"/>
    <w:rsid w:val="00DA54B5"/>
    <w:rsid w:val="00DC1D69"/>
    <w:rsid w:val="00DC5A3A"/>
    <w:rsid w:val="00DD0726"/>
    <w:rsid w:val="00DF3962"/>
    <w:rsid w:val="00E238E6"/>
    <w:rsid w:val="00E34CD8"/>
    <w:rsid w:val="00E35064"/>
    <w:rsid w:val="00E3681D"/>
    <w:rsid w:val="00E40225"/>
    <w:rsid w:val="00E501F0"/>
    <w:rsid w:val="00E6166D"/>
    <w:rsid w:val="00E91BFF"/>
    <w:rsid w:val="00E92933"/>
    <w:rsid w:val="00E933B0"/>
    <w:rsid w:val="00E94FAD"/>
    <w:rsid w:val="00E95498"/>
    <w:rsid w:val="00EA0FCE"/>
    <w:rsid w:val="00EA2FCF"/>
    <w:rsid w:val="00EB0AA4"/>
    <w:rsid w:val="00EB5C88"/>
    <w:rsid w:val="00EC0469"/>
    <w:rsid w:val="00EC0C3E"/>
    <w:rsid w:val="00EC3C71"/>
    <w:rsid w:val="00EF01F8"/>
    <w:rsid w:val="00EF14C3"/>
    <w:rsid w:val="00EF3268"/>
    <w:rsid w:val="00EF40EF"/>
    <w:rsid w:val="00EF47FE"/>
    <w:rsid w:val="00F069BD"/>
    <w:rsid w:val="00F1480E"/>
    <w:rsid w:val="00F1497D"/>
    <w:rsid w:val="00F16AAC"/>
    <w:rsid w:val="00F30C7D"/>
    <w:rsid w:val="00F33FF2"/>
    <w:rsid w:val="00F40962"/>
    <w:rsid w:val="00F41B7A"/>
    <w:rsid w:val="00F438FC"/>
    <w:rsid w:val="00F46164"/>
    <w:rsid w:val="00F5616F"/>
    <w:rsid w:val="00F56451"/>
    <w:rsid w:val="00F56827"/>
    <w:rsid w:val="00F62866"/>
    <w:rsid w:val="00F65EF0"/>
    <w:rsid w:val="00F71651"/>
    <w:rsid w:val="00F76191"/>
    <w:rsid w:val="00F76CC6"/>
    <w:rsid w:val="00F8149F"/>
    <w:rsid w:val="00F83D7C"/>
    <w:rsid w:val="00FB232E"/>
    <w:rsid w:val="00FD2AC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772B54"/>
    <w:rPr>
      <w:b/>
      <w:bCs/>
    </w:rPr>
  </w:style>
  <w:style w:type="paragraph" w:styleId="Revision">
    <w:name w:val="Revision"/>
    <w:hidden/>
    <w:uiPriority w:val="99"/>
    <w:semiHidden/>
    <w:rsid w:val="002439D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8418">
      <w:bodyDiv w:val="1"/>
      <w:marLeft w:val="0"/>
      <w:marRight w:val="0"/>
      <w:marTop w:val="0"/>
      <w:marBottom w:val="0"/>
      <w:divBdr>
        <w:top w:val="none" w:sz="0" w:space="0" w:color="auto"/>
        <w:left w:val="none" w:sz="0" w:space="0" w:color="auto"/>
        <w:bottom w:val="none" w:sz="0" w:space="0" w:color="auto"/>
        <w:right w:val="none" w:sz="0" w:space="0" w:color="auto"/>
      </w:divBdr>
    </w:div>
    <w:div w:id="6517791">
      <w:bodyDiv w:val="1"/>
      <w:marLeft w:val="0"/>
      <w:marRight w:val="0"/>
      <w:marTop w:val="0"/>
      <w:marBottom w:val="0"/>
      <w:divBdr>
        <w:top w:val="none" w:sz="0" w:space="0" w:color="auto"/>
        <w:left w:val="none" w:sz="0" w:space="0" w:color="auto"/>
        <w:bottom w:val="none" w:sz="0" w:space="0" w:color="auto"/>
        <w:right w:val="none" w:sz="0" w:space="0" w:color="auto"/>
      </w:divBdr>
    </w:div>
    <w:div w:id="12919531">
      <w:bodyDiv w:val="1"/>
      <w:marLeft w:val="0"/>
      <w:marRight w:val="0"/>
      <w:marTop w:val="0"/>
      <w:marBottom w:val="0"/>
      <w:divBdr>
        <w:top w:val="none" w:sz="0" w:space="0" w:color="auto"/>
        <w:left w:val="none" w:sz="0" w:space="0" w:color="auto"/>
        <w:bottom w:val="none" w:sz="0" w:space="0" w:color="auto"/>
        <w:right w:val="none" w:sz="0" w:space="0" w:color="auto"/>
      </w:divBdr>
    </w:div>
    <w:div w:id="37322573">
      <w:bodyDiv w:val="1"/>
      <w:marLeft w:val="0"/>
      <w:marRight w:val="0"/>
      <w:marTop w:val="0"/>
      <w:marBottom w:val="0"/>
      <w:divBdr>
        <w:top w:val="none" w:sz="0" w:space="0" w:color="auto"/>
        <w:left w:val="none" w:sz="0" w:space="0" w:color="auto"/>
        <w:bottom w:val="none" w:sz="0" w:space="0" w:color="auto"/>
        <w:right w:val="none" w:sz="0" w:space="0" w:color="auto"/>
      </w:divBdr>
    </w:div>
    <w:div w:id="45952546">
      <w:bodyDiv w:val="1"/>
      <w:marLeft w:val="0"/>
      <w:marRight w:val="0"/>
      <w:marTop w:val="0"/>
      <w:marBottom w:val="0"/>
      <w:divBdr>
        <w:top w:val="none" w:sz="0" w:space="0" w:color="auto"/>
        <w:left w:val="none" w:sz="0" w:space="0" w:color="auto"/>
        <w:bottom w:val="none" w:sz="0" w:space="0" w:color="auto"/>
        <w:right w:val="none" w:sz="0" w:space="0" w:color="auto"/>
      </w:divBdr>
    </w:div>
    <w:div w:id="65611216">
      <w:bodyDiv w:val="1"/>
      <w:marLeft w:val="0"/>
      <w:marRight w:val="0"/>
      <w:marTop w:val="0"/>
      <w:marBottom w:val="0"/>
      <w:divBdr>
        <w:top w:val="none" w:sz="0" w:space="0" w:color="auto"/>
        <w:left w:val="none" w:sz="0" w:space="0" w:color="auto"/>
        <w:bottom w:val="none" w:sz="0" w:space="0" w:color="auto"/>
        <w:right w:val="none" w:sz="0" w:space="0" w:color="auto"/>
      </w:divBdr>
    </w:div>
    <w:div w:id="75709177">
      <w:bodyDiv w:val="1"/>
      <w:marLeft w:val="0"/>
      <w:marRight w:val="0"/>
      <w:marTop w:val="0"/>
      <w:marBottom w:val="0"/>
      <w:divBdr>
        <w:top w:val="none" w:sz="0" w:space="0" w:color="auto"/>
        <w:left w:val="none" w:sz="0" w:space="0" w:color="auto"/>
        <w:bottom w:val="none" w:sz="0" w:space="0" w:color="auto"/>
        <w:right w:val="none" w:sz="0" w:space="0" w:color="auto"/>
      </w:divBdr>
    </w:div>
    <w:div w:id="80877001">
      <w:bodyDiv w:val="1"/>
      <w:marLeft w:val="0"/>
      <w:marRight w:val="0"/>
      <w:marTop w:val="0"/>
      <w:marBottom w:val="0"/>
      <w:divBdr>
        <w:top w:val="none" w:sz="0" w:space="0" w:color="auto"/>
        <w:left w:val="none" w:sz="0" w:space="0" w:color="auto"/>
        <w:bottom w:val="none" w:sz="0" w:space="0" w:color="auto"/>
        <w:right w:val="none" w:sz="0" w:space="0" w:color="auto"/>
      </w:divBdr>
    </w:div>
    <w:div w:id="93290409">
      <w:bodyDiv w:val="1"/>
      <w:marLeft w:val="0"/>
      <w:marRight w:val="0"/>
      <w:marTop w:val="0"/>
      <w:marBottom w:val="0"/>
      <w:divBdr>
        <w:top w:val="none" w:sz="0" w:space="0" w:color="auto"/>
        <w:left w:val="none" w:sz="0" w:space="0" w:color="auto"/>
        <w:bottom w:val="none" w:sz="0" w:space="0" w:color="auto"/>
        <w:right w:val="none" w:sz="0" w:space="0" w:color="auto"/>
      </w:divBdr>
    </w:div>
    <w:div w:id="184948102">
      <w:bodyDiv w:val="1"/>
      <w:marLeft w:val="0"/>
      <w:marRight w:val="0"/>
      <w:marTop w:val="0"/>
      <w:marBottom w:val="0"/>
      <w:divBdr>
        <w:top w:val="none" w:sz="0" w:space="0" w:color="auto"/>
        <w:left w:val="none" w:sz="0" w:space="0" w:color="auto"/>
        <w:bottom w:val="none" w:sz="0" w:space="0" w:color="auto"/>
        <w:right w:val="none" w:sz="0" w:space="0" w:color="auto"/>
      </w:divBdr>
    </w:div>
    <w:div w:id="213588555">
      <w:bodyDiv w:val="1"/>
      <w:marLeft w:val="0"/>
      <w:marRight w:val="0"/>
      <w:marTop w:val="0"/>
      <w:marBottom w:val="0"/>
      <w:divBdr>
        <w:top w:val="none" w:sz="0" w:space="0" w:color="auto"/>
        <w:left w:val="none" w:sz="0" w:space="0" w:color="auto"/>
        <w:bottom w:val="none" w:sz="0" w:space="0" w:color="auto"/>
        <w:right w:val="none" w:sz="0" w:space="0" w:color="auto"/>
      </w:divBdr>
    </w:div>
    <w:div w:id="25815011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1158562">
      <w:bodyDiv w:val="1"/>
      <w:marLeft w:val="0"/>
      <w:marRight w:val="0"/>
      <w:marTop w:val="0"/>
      <w:marBottom w:val="0"/>
      <w:divBdr>
        <w:top w:val="none" w:sz="0" w:space="0" w:color="auto"/>
        <w:left w:val="none" w:sz="0" w:space="0" w:color="auto"/>
        <w:bottom w:val="none" w:sz="0" w:space="0" w:color="auto"/>
        <w:right w:val="none" w:sz="0" w:space="0" w:color="auto"/>
      </w:divBdr>
    </w:div>
    <w:div w:id="331026482">
      <w:bodyDiv w:val="1"/>
      <w:marLeft w:val="0"/>
      <w:marRight w:val="0"/>
      <w:marTop w:val="0"/>
      <w:marBottom w:val="0"/>
      <w:divBdr>
        <w:top w:val="none" w:sz="0" w:space="0" w:color="auto"/>
        <w:left w:val="none" w:sz="0" w:space="0" w:color="auto"/>
        <w:bottom w:val="none" w:sz="0" w:space="0" w:color="auto"/>
        <w:right w:val="none" w:sz="0" w:space="0" w:color="auto"/>
      </w:divBdr>
    </w:div>
    <w:div w:id="357194975">
      <w:bodyDiv w:val="1"/>
      <w:marLeft w:val="0"/>
      <w:marRight w:val="0"/>
      <w:marTop w:val="0"/>
      <w:marBottom w:val="0"/>
      <w:divBdr>
        <w:top w:val="none" w:sz="0" w:space="0" w:color="auto"/>
        <w:left w:val="none" w:sz="0" w:space="0" w:color="auto"/>
        <w:bottom w:val="none" w:sz="0" w:space="0" w:color="auto"/>
        <w:right w:val="none" w:sz="0" w:space="0" w:color="auto"/>
      </w:divBdr>
    </w:div>
    <w:div w:id="412897209">
      <w:bodyDiv w:val="1"/>
      <w:marLeft w:val="0"/>
      <w:marRight w:val="0"/>
      <w:marTop w:val="0"/>
      <w:marBottom w:val="0"/>
      <w:divBdr>
        <w:top w:val="none" w:sz="0" w:space="0" w:color="auto"/>
        <w:left w:val="none" w:sz="0" w:space="0" w:color="auto"/>
        <w:bottom w:val="none" w:sz="0" w:space="0" w:color="auto"/>
        <w:right w:val="none" w:sz="0" w:space="0" w:color="auto"/>
      </w:divBdr>
    </w:div>
    <w:div w:id="423691876">
      <w:bodyDiv w:val="1"/>
      <w:marLeft w:val="0"/>
      <w:marRight w:val="0"/>
      <w:marTop w:val="0"/>
      <w:marBottom w:val="0"/>
      <w:divBdr>
        <w:top w:val="none" w:sz="0" w:space="0" w:color="auto"/>
        <w:left w:val="none" w:sz="0" w:space="0" w:color="auto"/>
        <w:bottom w:val="none" w:sz="0" w:space="0" w:color="auto"/>
        <w:right w:val="none" w:sz="0" w:space="0" w:color="auto"/>
      </w:divBdr>
    </w:div>
    <w:div w:id="430973134">
      <w:bodyDiv w:val="1"/>
      <w:marLeft w:val="0"/>
      <w:marRight w:val="0"/>
      <w:marTop w:val="0"/>
      <w:marBottom w:val="0"/>
      <w:divBdr>
        <w:top w:val="none" w:sz="0" w:space="0" w:color="auto"/>
        <w:left w:val="none" w:sz="0" w:space="0" w:color="auto"/>
        <w:bottom w:val="none" w:sz="0" w:space="0" w:color="auto"/>
        <w:right w:val="none" w:sz="0" w:space="0" w:color="auto"/>
      </w:divBdr>
    </w:div>
    <w:div w:id="457913310">
      <w:bodyDiv w:val="1"/>
      <w:marLeft w:val="0"/>
      <w:marRight w:val="0"/>
      <w:marTop w:val="0"/>
      <w:marBottom w:val="0"/>
      <w:divBdr>
        <w:top w:val="none" w:sz="0" w:space="0" w:color="auto"/>
        <w:left w:val="none" w:sz="0" w:space="0" w:color="auto"/>
        <w:bottom w:val="none" w:sz="0" w:space="0" w:color="auto"/>
        <w:right w:val="none" w:sz="0" w:space="0" w:color="auto"/>
      </w:divBdr>
    </w:div>
    <w:div w:id="470828486">
      <w:bodyDiv w:val="1"/>
      <w:marLeft w:val="0"/>
      <w:marRight w:val="0"/>
      <w:marTop w:val="0"/>
      <w:marBottom w:val="0"/>
      <w:divBdr>
        <w:top w:val="none" w:sz="0" w:space="0" w:color="auto"/>
        <w:left w:val="none" w:sz="0" w:space="0" w:color="auto"/>
        <w:bottom w:val="none" w:sz="0" w:space="0" w:color="auto"/>
        <w:right w:val="none" w:sz="0" w:space="0" w:color="auto"/>
      </w:divBdr>
    </w:div>
    <w:div w:id="566458743">
      <w:bodyDiv w:val="1"/>
      <w:marLeft w:val="0"/>
      <w:marRight w:val="0"/>
      <w:marTop w:val="0"/>
      <w:marBottom w:val="0"/>
      <w:divBdr>
        <w:top w:val="none" w:sz="0" w:space="0" w:color="auto"/>
        <w:left w:val="none" w:sz="0" w:space="0" w:color="auto"/>
        <w:bottom w:val="none" w:sz="0" w:space="0" w:color="auto"/>
        <w:right w:val="none" w:sz="0" w:space="0" w:color="auto"/>
      </w:divBdr>
    </w:div>
    <w:div w:id="573315847">
      <w:bodyDiv w:val="1"/>
      <w:marLeft w:val="0"/>
      <w:marRight w:val="0"/>
      <w:marTop w:val="0"/>
      <w:marBottom w:val="0"/>
      <w:divBdr>
        <w:top w:val="none" w:sz="0" w:space="0" w:color="auto"/>
        <w:left w:val="none" w:sz="0" w:space="0" w:color="auto"/>
        <w:bottom w:val="none" w:sz="0" w:space="0" w:color="auto"/>
        <w:right w:val="none" w:sz="0" w:space="0" w:color="auto"/>
      </w:divBdr>
    </w:div>
    <w:div w:id="602999950">
      <w:bodyDiv w:val="1"/>
      <w:marLeft w:val="0"/>
      <w:marRight w:val="0"/>
      <w:marTop w:val="0"/>
      <w:marBottom w:val="0"/>
      <w:divBdr>
        <w:top w:val="none" w:sz="0" w:space="0" w:color="auto"/>
        <w:left w:val="none" w:sz="0" w:space="0" w:color="auto"/>
        <w:bottom w:val="none" w:sz="0" w:space="0" w:color="auto"/>
        <w:right w:val="none" w:sz="0" w:space="0" w:color="auto"/>
      </w:divBdr>
    </w:div>
    <w:div w:id="657266666">
      <w:bodyDiv w:val="1"/>
      <w:marLeft w:val="0"/>
      <w:marRight w:val="0"/>
      <w:marTop w:val="0"/>
      <w:marBottom w:val="0"/>
      <w:divBdr>
        <w:top w:val="none" w:sz="0" w:space="0" w:color="auto"/>
        <w:left w:val="none" w:sz="0" w:space="0" w:color="auto"/>
        <w:bottom w:val="none" w:sz="0" w:space="0" w:color="auto"/>
        <w:right w:val="none" w:sz="0" w:space="0" w:color="auto"/>
      </w:divBdr>
    </w:div>
    <w:div w:id="722414169">
      <w:bodyDiv w:val="1"/>
      <w:marLeft w:val="0"/>
      <w:marRight w:val="0"/>
      <w:marTop w:val="0"/>
      <w:marBottom w:val="0"/>
      <w:divBdr>
        <w:top w:val="none" w:sz="0" w:space="0" w:color="auto"/>
        <w:left w:val="none" w:sz="0" w:space="0" w:color="auto"/>
        <w:bottom w:val="none" w:sz="0" w:space="0" w:color="auto"/>
        <w:right w:val="none" w:sz="0" w:space="0" w:color="auto"/>
      </w:divBdr>
    </w:div>
    <w:div w:id="794180380">
      <w:bodyDiv w:val="1"/>
      <w:marLeft w:val="0"/>
      <w:marRight w:val="0"/>
      <w:marTop w:val="0"/>
      <w:marBottom w:val="0"/>
      <w:divBdr>
        <w:top w:val="none" w:sz="0" w:space="0" w:color="auto"/>
        <w:left w:val="none" w:sz="0" w:space="0" w:color="auto"/>
        <w:bottom w:val="none" w:sz="0" w:space="0" w:color="auto"/>
        <w:right w:val="none" w:sz="0" w:space="0" w:color="auto"/>
      </w:divBdr>
    </w:div>
    <w:div w:id="800417567">
      <w:bodyDiv w:val="1"/>
      <w:marLeft w:val="0"/>
      <w:marRight w:val="0"/>
      <w:marTop w:val="0"/>
      <w:marBottom w:val="0"/>
      <w:divBdr>
        <w:top w:val="none" w:sz="0" w:space="0" w:color="auto"/>
        <w:left w:val="none" w:sz="0" w:space="0" w:color="auto"/>
        <w:bottom w:val="none" w:sz="0" w:space="0" w:color="auto"/>
        <w:right w:val="none" w:sz="0" w:space="0" w:color="auto"/>
      </w:divBdr>
    </w:div>
    <w:div w:id="818232312">
      <w:bodyDiv w:val="1"/>
      <w:marLeft w:val="0"/>
      <w:marRight w:val="0"/>
      <w:marTop w:val="0"/>
      <w:marBottom w:val="0"/>
      <w:divBdr>
        <w:top w:val="none" w:sz="0" w:space="0" w:color="auto"/>
        <w:left w:val="none" w:sz="0" w:space="0" w:color="auto"/>
        <w:bottom w:val="none" w:sz="0" w:space="0" w:color="auto"/>
        <w:right w:val="none" w:sz="0" w:space="0" w:color="auto"/>
      </w:divBdr>
    </w:div>
    <w:div w:id="826096638">
      <w:bodyDiv w:val="1"/>
      <w:marLeft w:val="0"/>
      <w:marRight w:val="0"/>
      <w:marTop w:val="0"/>
      <w:marBottom w:val="0"/>
      <w:divBdr>
        <w:top w:val="none" w:sz="0" w:space="0" w:color="auto"/>
        <w:left w:val="none" w:sz="0" w:space="0" w:color="auto"/>
        <w:bottom w:val="none" w:sz="0" w:space="0" w:color="auto"/>
        <w:right w:val="none" w:sz="0" w:space="0" w:color="auto"/>
      </w:divBdr>
    </w:div>
    <w:div w:id="82747924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8004711">
      <w:bodyDiv w:val="1"/>
      <w:marLeft w:val="0"/>
      <w:marRight w:val="0"/>
      <w:marTop w:val="0"/>
      <w:marBottom w:val="0"/>
      <w:divBdr>
        <w:top w:val="none" w:sz="0" w:space="0" w:color="auto"/>
        <w:left w:val="none" w:sz="0" w:space="0" w:color="auto"/>
        <w:bottom w:val="none" w:sz="0" w:space="0" w:color="auto"/>
        <w:right w:val="none" w:sz="0" w:space="0" w:color="auto"/>
      </w:divBdr>
    </w:div>
    <w:div w:id="916093150">
      <w:bodyDiv w:val="1"/>
      <w:marLeft w:val="0"/>
      <w:marRight w:val="0"/>
      <w:marTop w:val="0"/>
      <w:marBottom w:val="0"/>
      <w:divBdr>
        <w:top w:val="none" w:sz="0" w:space="0" w:color="auto"/>
        <w:left w:val="none" w:sz="0" w:space="0" w:color="auto"/>
        <w:bottom w:val="none" w:sz="0" w:space="0" w:color="auto"/>
        <w:right w:val="none" w:sz="0" w:space="0" w:color="auto"/>
      </w:divBdr>
    </w:div>
    <w:div w:id="921378858">
      <w:bodyDiv w:val="1"/>
      <w:marLeft w:val="0"/>
      <w:marRight w:val="0"/>
      <w:marTop w:val="0"/>
      <w:marBottom w:val="0"/>
      <w:divBdr>
        <w:top w:val="none" w:sz="0" w:space="0" w:color="auto"/>
        <w:left w:val="none" w:sz="0" w:space="0" w:color="auto"/>
        <w:bottom w:val="none" w:sz="0" w:space="0" w:color="auto"/>
        <w:right w:val="none" w:sz="0" w:space="0" w:color="auto"/>
      </w:divBdr>
    </w:div>
    <w:div w:id="938874924">
      <w:bodyDiv w:val="1"/>
      <w:marLeft w:val="0"/>
      <w:marRight w:val="0"/>
      <w:marTop w:val="0"/>
      <w:marBottom w:val="0"/>
      <w:divBdr>
        <w:top w:val="none" w:sz="0" w:space="0" w:color="auto"/>
        <w:left w:val="none" w:sz="0" w:space="0" w:color="auto"/>
        <w:bottom w:val="none" w:sz="0" w:space="0" w:color="auto"/>
        <w:right w:val="none" w:sz="0" w:space="0" w:color="auto"/>
      </w:divBdr>
    </w:div>
    <w:div w:id="945387298">
      <w:bodyDiv w:val="1"/>
      <w:marLeft w:val="0"/>
      <w:marRight w:val="0"/>
      <w:marTop w:val="0"/>
      <w:marBottom w:val="0"/>
      <w:divBdr>
        <w:top w:val="none" w:sz="0" w:space="0" w:color="auto"/>
        <w:left w:val="none" w:sz="0" w:space="0" w:color="auto"/>
        <w:bottom w:val="none" w:sz="0" w:space="0" w:color="auto"/>
        <w:right w:val="none" w:sz="0" w:space="0" w:color="auto"/>
      </w:divBdr>
    </w:div>
    <w:div w:id="959146658">
      <w:bodyDiv w:val="1"/>
      <w:marLeft w:val="0"/>
      <w:marRight w:val="0"/>
      <w:marTop w:val="0"/>
      <w:marBottom w:val="0"/>
      <w:divBdr>
        <w:top w:val="none" w:sz="0" w:space="0" w:color="auto"/>
        <w:left w:val="none" w:sz="0" w:space="0" w:color="auto"/>
        <w:bottom w:val="none" w:sz="0" w:space="0" w:color="auto"/>
        <w:right w:val="none" w:sz="0" w:space="0" w:color="auto"/>
      </w:divBdr>
    </w:div>
    <w:div w:id="985938401">
      <w:bodyDiv w:val="1"/>
      <w:marLeft w:val="0"/>
      <w:marRight w:val="0"/>
      <w:marTop w:val="0"/>
      <w:marBottom w:val="0"/>
      <w:divBdr>
        <w:top w:val="none" w:sz="0" w:space="0" w:color="auto"/>
        <w:left w:val="none" w:sz="0" w:space="0" w:color="auto"/>
        <w:bottom w:val="none" w:sz="0" w:space="0" w:color="auto"/>
        <w:right w:val="none" w:sz="0" w:space="0" w:color="auto"/>
      </w:divBdr>
    </w:div>
    <w:div w:id="992375095">
      <w:bodyDiv w:val="1"/>
      <w:marLeft w:val="0"/>
      <w:marRight w:val="0"/>
      <w:marTop w:val="0"/>
      <w:marBottom w:val="0"/>
      <w:divBdr>
        <w:top w:val="none" w:sz="0" w:space="0" w:color="auto"/>
        <w:left w:val="none" w:sz="0" w:space="0" w:color="auto"/>
        <w:bottom w:val="none" w:sz="0" w:space="0" w:color="auto"/>
        <w:right w:val="none" w:sz="0" w:space="0" w:color="auto"/>
      </w:divBdr>
    </w:div>
    <w:div w:id="1010909518">
      <w:bodyDiv w:val="1"/>
      <w:marLeft w:val="0"/>
      <w:marRight w:val="0"/>
      <w:marTop w:val="0"/>
      <w:marBottom w:val="0"/>
      <w:divBdr>
        <w:top w:val="none" w:sz="0" w:space="0" w:color="auto"/>
        <w:left w:val="none" w:sz="0" w:space="0" w:color="auto"/>
        <w:bottom w:val="none" w:sz="0" w:space="0" w:color="auto"/>
        <w:right w:val="none" w:sz="0" w:space="0" w:color="auto"/>
      </w:divBdr>
    </w:div>
    <w:div w:id="1024400714">
      <w:bodyDiv w:val="1"/>
      <w:marLeft w:val="0"/>
      <w:marRight w:val="0"/>
      <w:marTop w:val="0"/>
      <w:marBottom w:val="0"/>
      <w:divBdr>
        <w:top w:val="none" w:sz="0" w:space="0" w:color="auto"/>
        <w:left w:val="none" w:sz="0" w:space="0" w:color="auto"/>
        <w:bottom w:val="none" w:sz="0" w:space="0" w:color="auto"/>
        <w:right w:val="none" w:sz="0" w:space="0" w:color="auto"/>
      </w:divBdr>
    </w:div>
    <w:div w:id="1058550640">
      <w:bodyDiv w:val="1"/>
      <w:marLeft w:val="0"/>
      <w:marRight w:val="0"/>
      <w:marTop w:val="0"/>
      <w:marBottom w:val="0"/>
      <w:divBdr>
        <w:top w:val="none" w:sz="0" w:space="0" w:color="auto"/>
        <w:left w:val="none" w:sz="0" w:space="0" w:color="auto"/>
        <w:bottom w:val="none" w:sz="0" w:space="0" w:color="auto"/>
        <w:right w:val="none" w:sz="0" w:space="0" w:color="auto"/>
      </w:divBdr>
    </w:div>
    <w:div w:id="1128163084">
      <w:bodyDiv w:val="1"/>
      <w:marLeft w:val="0"/>
      <w:marRight w:val="0"/>
      <w:marTop w:val="0"/>
      <w:marBottom w:val="0"/>
      <w:divBdr>
        <w:top w:val="none" w:sz="0" w:space="0" w:color="auto"/>
        <w:left w:val="none" w:sz="0" w:space="0" w:color="auto"/>
        <w:bottom w:val="none" w:sz="0" w:space="0" w:color="auto"/>
        <w:right w:val="none" w:sz="0" w:space="0" w:color="auto"/>
      </w:divBdr>
    </w:div>
    <w:div w:id="1141115037">
      <w:bodyDiv w:val="1"/>
      <w:marLeft w:val="0"/>
      <w:marRight w:val="0"/>
      <w:marTop w:val="0"/>
      <w:marBottom w:val="0"/>
      <w:divBdr>
        <w:top w:val="none" w:sz="0" w:space="0" w:color="auto"/>
        <w:left w:val="none" w:sz="0" w:space="0" w:color="auto"/>
        <w:bottom w:val="none" w:sz="0" w:space="0" w:color="auto"/>
        <w:right w:val="none" w:sz="0" w:space="0" w:color="auto"/>
      </w:divBdr>
    </w:div>
    <w:div w:id="1142231250">
      <w:bodyDiv w:val="1"/>
      <w:marLeft w:val="0"/>
      <w:marRight w:val="0"/>
      <w:marTop w:val="0"/>
      <w:marBottom w:val="0"/>
      <w:divBdr>
        <w:top w:val="none" w:sz="0" w:space="0" w:color="auto"/>
        <w:left w:val="none" w:sz="0" w:space="0" w:color="auto"/>
        <w:bottom w:val="none" w:sz="0" w:space="0" w:color="auto"/>
        <w:right w:val="none" w:sz="0" w:space="0" w:color="auto"/>
      </w:divBdr>
    </w:div>
    <w:div w:id="1157070212">
      <w:bodyDiv w:val="1"/>
      <w:marLeft w:val="0"/>
      <w:marRight w:val="0"/>
      <w:marTop w:val="0"/>
      <w:marBottom w:val="0"/>
      <w:divBdr>
        <w:top w:val="none" w:sz="0" w:space="0" w:color="auto"/>
        <w:left w:val="none" w:sz="0" w:space="0" w:color="auto"/>
        <w:bottom w:val="none" w:sz="0" w:space="0" w:color="auto"/>
        <w:right w:val="none" w:sz="0" w:space="0" w:color="auto"/>
      </w:divBdr>
    </w:div>
    <w:div w:id="1204247835">
      <w:bodyDiv w:val="1"/>
      <w:marLeft w:val="0"/>
      <w:marRight w:val="0"/>
      <w:marTop w:val="0"/>
      <w:marBottom w:val="0"/>
      <w:divBdr>
        <w:top w:val="none" w:sz="0" w:space="0" w:color="auto"/>
        <w:left w:val="none" w:sz="0" w:space="0" w:color="auto"/>
        <w:bottom w:val="none" w:sz="0" w:space="0" w:color="auto"/>
        <w:right w:val="none" w:sz="0" w:space="0" w:color="auto"/>
      </w:divBdr>
    </w:div>
    <w:div w:id="1256401027">
      <w:bodyDiv w:val="1"/>
      <w:marLeft w:val="0"/>
      <w:marRight w:val="0"/>
      <w:marTop w:val="0"/>
      <w:marBottom w:val="0"/>
      <w:divBdr>
        <w:top w:val="none" w:sz="0" w:space="0" w:color="auto"/>
        <w:left w:val="none" w:sz="0" w:space="0" w:color="auto"/>
        <w:bottom w:val="none" w:sz="0" w:space="0" w:color="auto"/>
        <w:right w:val="none" w:sz="0" w:space="0" w:color="auto"/>
      </w:divBdr>
    </w:div>
    <w:div w:id="1267426949">
      <w:bodyDiv w:val="1"/>
      <w:marLeft w:val="0"/>
      <w:marRight w:val="0"/>
      <w:marTop w:val="0"/>
      <w:marBottom w:val="0"/>
      <w:divBdr>
        <w:top w:val="none" w:sz="0" w:space="0" w:color="auto"/>
        <w:left w:val="none" w:sz="0" w:space="0" w:color="auto"/>
        <w:bottom w:val="none" w:sz="0" w:space="0" w:color="auto"/>
        <w:right w:val="none" w:sz="0" w:space="0" w:color="auto"/>
      </w:divBdr>
    </w:div>
    <w:div w:id="1287545302">
      <w:bodyDiv w:val="1"/>
      <w:marLeft w:val="0"/>
      <w:marRight w:val="0"/>
      <w:marTop w:val="0"/>
      <w:marBottom w:val="0"/>
      <w:divBdr>
        <w:top w:val="none" w:sz="0" w:space="0" w:color="auto"/>
        <w:left w:val="none" w:sz="0" w:space="0" w:color="auto"/>
        <w:bottom w:val="none" w:sz="0" w:space="0" w:color="auto"/>
        <w:right w:val="none" w:sz="0" w:space="0" w:color="auto"/>
      </w:divBdr>
    </w:div>
    <w:div w:id="1288779136">
      <w:bodyDiv w:val="1"/>
      <w:marLeft w:val="0"/>
      <w:marRight w:val="0"/>
      <w:marTop w:val="0"/>
      <w:marBottom w:val="0"/>
      <w:divBdr>
        <w:top w:val="none" w:sz="0" w:space="0" w:color="auto"/>
        <w:left w:val="none" w:sz="0" w:space="0" w:color="auto"/>
        <w:bottom w:val="none" w:sz="0" w:space="0" w:color="auto"/>
        <w:right w:val="none" w:sz="0" w:space="0" w:color="auto"/>
      </w:divBdr>
    </w:div>
    <w:div w:id="1300452243">
      <w:bodyDiv w:val="1"/>
      <w:marLeft w:val="0"/>
      <w:marRight w:val="0"/>
      <w:marTop w:val="0"/>
      <w:marBottom w:val="0"/>
      <w:divBdr>
        <w:top w:val="none" w:sz="0" w:space="0" w:color="auto"/>
        <w:left w:val="none" w:sz="0" w:space="0" w:color="auto"/>
        <w:bottom w:val="none" w:sz="0" w:space="0" w:color="auto"/>
        <w:right w:val="none" w:sz="0" w:space="0" w:color="auto"/>
      </w:divBdr>
    </w:div>
    <w:div w:id="1337806105">
      <w:bodyDiv w:val="1"/>
      <w:marLeft w:val="0"/>
      <w:marRight w:val="0"/>
      <w:marTop w:val="0"/>
      <w:marBottom w:val="0"/>
      <w:divBdr>
        <w:top w:val="none" w:sz="0" w:space="0" w:color="auto"/>
        <w:left w:val="none" w:sz="0" w:space="0" w:color="auto"/>
        <w:bottom w:val="none" w:sz="0" w:space="0" w:color="auto"/>
        <w:right w:val="none" w:sz="0" w:space="0" w:color="auto"/>
      </w:divBdr>
    </w:div>
    <w:div w:id="1373119842">
      <w:bodyDiv w:val="1"/>
      <w:marLeft w:val="0"/>
      <w:marRight w:val="0"/>
      <w:marTop w:val="0"/>
      <w:marBottom w:val="0"/>
      <w:divBdr>
        <w:top w:val="none" w:sz="0" w:space="0" w:color="auto"/>
        <w:left w:val="none" w:sz="0" w:space="0" w:color="auto"/>
        <w:bottom w:val="none" w:sz="0" w:space="0" w:color="auto"/>
        <w:right w:val="none" w:sz="0" w:space="0" w:color="auto"/>
      </w:divBdr>
    </w:div>
    <w:div w:id="1403455000">
      <w:bodyDiv w:val="1"/>
      <w:marLeft w:val="0"/>
      <w:marRight w:val="0"/>
      <w:marTop w:val="0"/>
      <w:marBottom w:val="0"/>
      <w:divBdr>
        <w:top w:val="none" w:sz="0" w:space="0" w:color="auto"/>
        <w:left w:val="none" w:sz="0" w:space="0" w:color="auto"/>
        <w:bottom w:val="none" w:sz="0" w:space="0" w:color="auto"/>
        <w:right w:val="none" w:sz="0" w:space="0" w:color="auto"/>
      </w:divBdr>
    </w:div>
    <w:div w:id="1452362611">
      <w:bodyDiv w:val="1"/>
      <w:marLeft w:val="0"/>
      <w:marRight w:val="0"/>
      <w:marTop w:val="0"/>
      <w:marBottom w:val="0"/>
      <w:divBdr>
        <w:top w:val="none" w:sz="0" w:space="0" w:color="auto"/>
        <w:left w:val="none" w:sz="0" w:space="0" w:color="auto"/>
        <w:bottom w:val="none" w:sz="0" w:space="0" w:color="auto"/>
        <w:right w:val="none" w:sz="0" w:space="0" w:color="auto"/>
      </w:divBdr>
    </w:div>
    <w:div w:id="1452940733">
      <w:bodyDiv w:val="1"/>
      <w:marLeft w:val="0"/>
      <w:marRight w:val="0"/>
      <w:marTop w:val="0"/>
      <w:marBottom w:val="0"/>
      <w:divBdr>
        <w:top w:val="none" w:sz="0" w:space="0" w:color="auto"/>
        <w:left w:val="none" w:sz="0" w:space="0" w:color="auto"/>
        <w:bottom w:val="none" w:sz="0" w:space="0" w:color="auto"/>
        <w:right w:val="none" w:sz="0" w:space="0" w:color="auto"/>
      </w:divBdr>
    </w:div>
    <w:div w:id="1455751884">
      <w:bodyDiv w:val="1"/>
      <w:marLeft w:val="0"/>
      <w:marRight w:val="0"/>
      <w:marTop w:val="0"/>
      <w:marBottom w:val="0"/>
      <w:divBdr>
        <w:top w:val="none" w:sz="0" w:space="0" w:color="auto"/>
        <w:left w:val="none" w:sz="0" w:space="0" w:color="auto"/>
        <w:bottom w:val="none" w:sz="0" w:space="0" w:color="auto"/>
        <w:right w:val="none" w:sz="0" w:space="0" w:color="auto"/>
      </w:divBdr>
    </w:div>
    <w:div w:id="1497917283">
      <w:bodyDiv w:val="1"/>
      <w:marLeft w:val="0"/>
      <w:marRight w:val="0"/>
      <w:marTop w:val="0"/>
      <w:marBottom w:val="0"/>
      <w:divBdr>
        <w:top w:val="none" w:sz="0" w:space="0" w:color="auto"/>
        <w:left w:val="none" w:sz="0" w:space="0" w:color="auto"/>
        <w:bottom w:val="none" w:sz="0" w:space="0" w:color="auto"/>
        <w:right w:val="none" w:sz="0" w:space="0" w:color="auto"/>
      </w:divBdr>
    </w:div>
    <w:div w:id="1500581825">
      <w:bodyDiv w:val="1"/>
      <w:marLeft w:val="0"/>
      <w:marRight w:val="0"/>
      <w:marTop w:val="0"/>
      <w:marBottom w:val="0"/>
      <w:divBdr>
        <w:top w:val="none" w:sz="0" w:space="0" w:color="auto"/>
        <w:left w:val="none" w:sz="0" w:space="0" w:color="auto"/>
        <w:bottom w:val="none" w:sz="0" w:space="0" w:color="auto"/>
        <w:right w:val="none" w:sz="0" w:space="0" w:color="auto"/>
      </w:divBdr>
    </w:div>
    <w:div w:id="1528982736">
      <w:bodyDiv w:val="1"/>
      <w:marLeft w:val="0"/>
      <w:marRight w:val="0"/>
      <w:marTop w:val="0"/>
      <w:marBottom w:val="0"/>
      <w:divBdr>
        <w:top w:val="none" w:sz="0" w:space="0" w:color="auto"/>
        <w:left w:val="none" w:sz="0" w:space="0" w:color="auto"/>
        <w:bottom w:val="none" w:sz="0" w:space="0" w:color="auto"/>
        <w:right w:val="none" w:sz="0" w:space="0" w:color="auto"/>
      </w:divBdr>
    </w:div>
    <w:div w:id="1534659052">
      <w:bodyDiv w:val="1"/>
      <w:marLeft w:val="0"/>
      <w:marRight w:val="0"/>
      <w:marTop w:val="0"/>
      <w:marBottom w:val="0"/>
      <w:divBdr>
        <w:top w:val="none" w:sz="0" w:space="0" w:color="auto"/>
        <w:left w:val="none" w:sz="0" w:space="0" w:color="auto"/>
        <w:bottom w:val="none" w:sz="0" w:space="0" w:color="auto"/>
        <w:right w:val="none" w:sz="0" w:space="0" w:color="auto"/>
      </w:divBdr>
    </w:div>
    <w:div w:id="1628075502">
      <w:bodyDiv w:val="1"/>
      <w:marLeft w:val="0"/>
      <w:marRight w:val="0"/>
      <w:marTop w:val="0"/>
      <w:marBottom w:val="0"/>
      <w:divBdr>
        <w:top w:val="none" w:sz="0" w:space="0" w:color="auto"/>
        <w:left w:val="none" w:sz="0" w:space="0" w:color="auto"/>
        <w:bottom w:val="none" w:sz="0" w:space="0" w:color="auto"/>
        <w:right w:val="none" w:sz="0" w:space="0" w:color="auto"/>
      </w:divBdr>
    </w:div>
    <w:div w:id="1670062705">
      <w:bodyDiv w:val="1"/>
      <w:marLeft w:val="0"/>
      <w:marRight w:val="0"/>
      <w:marTop w:val="0"/>
      <w:marBottom w:val="0"/>
      <w:divBdr>
        <w:top w:val="none" w:sz="0" w:space="0" w:color="auto"/>
        <w:left w:val="none" w:sz="0" w:space="0" w:color="auto"/>
        <w:bottom w:val="none" w:sz="0" w:space="0" w:color="auto"/>
        <w:right w:val="none" w:sz="0" w:space="0" w:color="auto"/>
      </w:divBdr>
    </w:div>
    <w:div w:id="1683242639">
      <w:bodyDiv w:val="1"/>
      <w:marLeft w:val="0"/>
      <w:marRight w:val="0"/>
      <w:marTop w:val="0"/>
      <w:marBottom w:val="0"/>
      <w:divBdr>
        <w:top w:val="none" w:sz="0" w:space="0" w:color="auto"/>
        <w:left w:val="none" w:sz="0" w:space="0" w:color="auto"/>
        <w:bottom w:val="none" w:sz="0" w:space="0" w:color="auto"/>
        <w:right w:val="none" w:sz="0" w:space="0" w:color="auto"/>
      </w:divBdr>
    </w:div>
    <w:div w:id="1685521403">
      <w:bodyDiv w:val="1"/>
      <w:marLeft w:val="0"/>
      <w:marRight w:val="0"/>
      <w:marTop w:val="0"/>
      <w:marBottom w:val="0"/>
      <w:divBdr>
        <w:top w:val="none" w:sz="0" w:space="0" w:color="auto"/>
        <w:left w:val="none" w:sz="0" w:space="0" w:color="auto"/>
        <w:bottom w:val="none" w:sz="0" w:space="0" w:color="auto"/>
        <w:right w:val="none" w:sz="0" w:space="0" w:color="auto"/>
      </w:divBdr>
    </w:div>
    <w:div w:id="1693022863">
      <w:bodyDiv w:val="1"/>
      <w:marLeft w:val="0"/>
      <w:marRight w:val="0"/>
      <w:marTop w:val="0"/>
      <w:marBottom w:val="0"/>
      <w:divBdr>
        <w:top w:val="none" w:sz="0" w:space="0" w:color="auto"/>
        <w:left w:val="none" w:sz="0" w:space="0" w:color="auto"/>
        <w:bottom w:val="none" w:sz="0" w:space="0" w:color="auto"/>
        <w:right w:val="none" w:sz="0" w:space="0" w:color="auto"/>
      </w:divBdr>
    </w:div>
    <w:div w:id="1703745958">
      <w:bodyDiv w:val="1"/>
      <w:marLeft w:val="0"/>
      <w:marRight w:val="0"/>
      <w:marTop w:val="0"/>
      <w:marBottom w:val="0"/>
      <w:divBdr>
        <w:top w:val="none" w:sz="0" w:space="0" w:color="auto"/>
        <w:left w:val="none" w:sz="0" w:space="0" w:color="auto"/>
        <w:bottom w:val="none" w:sz="0" w:space="0" w:color="auto"/>
        <w:right w:val="none" w:sz="0" w:space="0" w:color="auto"/>
      </w:divBdr>
    </w:div>
    <w:div w:id="1704287990">
      <w:bodyDiv w:val="1"/>
      <w:marLeft w:val="0"/>
      <w:marRight w:val="0"/>
      <w:marTop w:val="0"/>
      <w:marBottom w:val="0"/>
      <w:divBdr>
        <w:top w:val="none" w:sz="0" w:space="0" w:color="auto"/>
        <w:left w:val="none" w:sz="0" w:space="0" w:color="auto"/>
        <w:bottom w:val="none" w:sz="0" w:space="0" w:color="auto"/>
        <w:right w:val="none" w:sz="0" w:space="0" w:color="auto"/>
      </w:divBdr>
    </w:div>
    <w:div w:id="1713338125">
      <w:bodyDiv w:val="1"/>
      <w:marLeft w:val="0"/>
      <w:marRight w:val="0"/>
      <w:marTop w:val="0"/>
      <w:marBottom w:val="0"/>
      <w:divBdr>
        <w:top w:val="none" w:sz="0" w:space="0" w:color="auto"/>
        <w:left w:val="none" w:sz="0" w:space="0" w:color="auto"/>
        <w:bottom w:val="none" w:sz="0" w:space="0" w:color="auto"/>
        <w:right w:val="none" w:sz="0" w:space="0" w:color="auto"/>
      </w:divBdr>
    </w:div>
    <w:div w:id="1725176883">
      <w:bodyDiv w:val="1"/>
      <w:marLeft w:val="0"/>
      <w:marRight w:val="0"/>
      <w:marTop w:val="0"/>
      <w:marBottom w:val="0"/>
      <w:divBdr>
        <w:top w:val="none" w:sz="0" w:space="0" w:color="auto"/>
        <w:left w:val="none" w:sz="0" w:space="0" w:color="auto"/>
        <w:bottom w:val="none" w:sz="0" w:space="0" w:color="auto"/>
        <w:right w:val="none" w:sz="0" w:space="0" w:color="auto"/>
      </w:divBdr>
    </w:div>
    <w:div w:id="1770810676">
      <w:bodyDiv w:val="1"/>
      <w:marLeft w:val="0"/>
      <w:marRight w:val="0"/>
      <w:marTop w:val="0"/>
      <w:marBottom w:val="0"/>
      <w:divBdr>
        <w:top w:val="none" w:sz="0" w:space="0" w:color="auto"/>
        <w:left w:val="none" w:sz="0" w:space="0" w:color="auto"/>
        <w:bottom w:val="none" w:sz="0" w:space="0" w:color="auto"/>
        <w:right w:val="none" w:sz="0" w:space="0" w:color="auto"/>
      </w:divBdr>
    </w:div>
    <w:div w:id="1790708138">
      <w:bodyDiv w:val="1"/>
      <w:marLeft w:val="0"/>
      <w:marRight w:val="0"/>
      <w:marTop w:val="0"/>
      <w:marBottom w:val="0"/>
      <w:divBdr>
        <w:top w:val="none" w:sz="0" w:space="0" w:color="auto"/>
        <w:left w:val="none" w:sz="0" w:space="0" w:color="auto"/>
        <w:bottom w:val="none" w:sz="0" w:space="0" w:color="auto"/>
        <w:right w:val="none" w:sz="0" w:space="0" w:color="auto"/>
      </w:divBdr>
    </w:div>
    <w:div w:id="1845709246">
      <w:bodyDiv w:val="1"/>
      <w:marLeft w:val="0"/>
      <w:marRight w:val="0"/>
      <w:marTop w:val="0"/>
      <w:marBottom w:val="0"/>
      <w:divBdr>
        <w:top w:val="none" w:sz="0" w:space="0" w:color="auto"/>
        <w:left w:val="none" w:sz="0" w:space="0" w:color="auto"/>
        <w:bottom w:val="none" w:sz="0" w:space="0" w:color="auto"/>
        <w:right w:val="none" w:sz="0" w:space="0" w:color="auto"/>
      </w:divBdr>
    </w:div>
    <w:div w:id="1919902892">
      <w:bodyDiv w:val="1"/>
      <w:marLeft w:val="0"/>
      <w:marRight w:val="0"/>
      <w:marTop w:val="0"/>
      <w:marBottom w:val="0"/>
      <w:divBdr>
        <w:top w:val="none" w:sz="0" w:space="0" w:color="auto"/>
        <w:left w:val="none" w:sz="0" w:space="0" w:color="auto"/>
        <w:bottom w:val="none" w:sz="0" w:space="0" w:color="auto"/>
        <w:right w:val="none" w:sz="0" w:space="0" w:color="auto"/>
      </w:divBdr>
    </w:div>
    <w:div w:id="1932548137">
      <w:bodyDiv w:val="1"/>
      <w:marLeft w:val="0"/>
      <w:marRight w:val="0"/>
      <w:marTop w:val="0"/>
      <w:marBottom w:val="0"/>
      <w:divBdr>
        <w:top w:val="none" w:sz="0" w:space="0" w:color="auto"/>
        <w:left w:val="none" w:sz="0" w:space="0" w:color="auto"/>
        <w:bottom w:val="none" w:sz="0" w:space="0" w:color="auto"/>
        <w:right w:val="none" w:sz="0" w:space="0" w:color="auto"/>
      </w:divBdr>
    </w:div>
    <w:div w:id="1941642798">
      <w:bodyDiv w:val="1"/>
      <w:marLeft w:val="0"/>
      <w:marRight w:val="0"/>
      <w:marTop w:val="0"/>
      <w:marBottom w:val="0"/>
      <w:divBdr>
        <w:top w:val="none" w:sz="0" w:space="0" w:color="auto"/>
        <w:left w:val="none" w:sz="0" w:space="0" w:color="auto"/>
        <w:bottom w:val="none" w:sz="0" w:space="0" w:color="auto"/>
        <w:right w:val="none" w:sz="0" w:space="0" w:color="auto"/>
      </w:divBdr>
    </w:div>
    <w:div w:id="1942835375">
      <w:bodyDiv w:val="1"/>
      <w:marLeft w:val="0"/>
      <w:marRight w:val="0"/>
      <w:marTop w:val="0"/>
      <w:marBottom w:val="0"/>
      <w:divBdr>
        <w:top w:val="none" w:sz="0" w:space="0" w:color="auto"/>
        <w:left w:val="none" w:sz="0" w:space="0" w:color="auto"/>
        <w:bottom w:val="none" w:sz="0" w:space="0" w:color="auto"/>
        <w:right w:val="none" w:sz="0" w:space="0" w:color="auto"/>
      </w:divBdr>
    </w:div>
    <w:div w:id="19947219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780621">
      <w:bodyDiv w:val="1"/>
      <w:marLeft w:val="0"/>
      <w:marRight w:val="0"/>
      <w:marTop w:val="0"/>
      <w:marBottom w:val="0"/>
      <w:divBdr>
        <w:top w:val="none" w:sz="0" w:space="0" w:color="auto"/>
        <w:left w:val="none" w:sz="0" w:space="0" w:color="auto"/>
        <w:bottom w:val="none" w:sz="0" w:space="0" w:color="auto"/>
        <w:right w:val="none" w:sz="0" w:space="0" w:color="auto"/>
      </w:divBdr>
    </w:div>
    <w:div w:id="2070112392">
      <w:bodyDiv w:val="1"/>
      <w:marLeft w:val="0"/>
      <w:marRight w:val="0"/>
      <w:marTop w:val="0"/>
      <w:marBottom w:val="0"/>
      <w:divBdr>
        <w:top w:val="none" w:sz="0" w:space="0" w:color="auto"/>
        <w:left w:val="none" w:sz="0" w:space="0" w:color="auto"/>
        <w:bottom w:val="none" w:sz="0" w:space="0" w:color="auto"/>
        <w:right w:val="none" w:sz="0" w:space="0" w:color="auto"/>
      </w:divBdr>
    </w:div>
    <w:div w:id="2135445977">
      <w:bodyDiv w:val="1"/>
      <w:marLeft w:val="0"/>
      <w:marRight w:val="0"/>
      <w:marTop w:val="0"/>
      <w:marBottom w:val="0"/>
      <w:divBdr>
        <w:top w:val="none" w:sz="0" w:space="0" w:color="auto"/>
        <w:left w:val="none" w:sz="0" w:space="0" w:color="auto"/>
        <w:bottom w:val="none" w:sz="0" w:space="0" w:color="auto"/>
        <w:right w:val="none" w:sz="0" w:space="0" w:color="auto"/>
      </w:divBdr>
    </w:div>
    <w:div w:id="214061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Props1.xml><?xml version="1.0" encoding="utf-8"?>
<ds:datastoreItem xmlns:ds="http://schemas.openxmlformats.org/officeDocument/2006/customXml" ds:itemID="{D09DB69D-59E0-4915-AA2A-2A6C2DB03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BCCB41-1961-4AC3-9175-FBC243E7C25B}">
  <ds:schemaRefs>
    <ds:schemaRef ds:uri="http://schemas.openxmlformats.org/officeDocument/2006/bibliography"/>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199</TotalTime>
  <Pages>5</Pages>
  <Words>1592</Words>
  <Characters>9079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Emily Hemi-Gardam</cp:lastModifiedBy>
  <cp:revision>93</cp:revision>
  <cp:lastPrinted>2016-05-27T05:21:00Z</cp:lastPrinted>
  <dcterms:created xsi:type="dcterms:W3CDTF">2020-08-25T06:08:00Z</dcterms:created>
  <dcterms:modified xsi:type="dcterms:W3CDTF">2021-05-05T06:13:00Z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