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72835" w14:paraId="46D685B3" w14:textId="77777777" w:rsidTr="00146EEC">
        <w:tc>
          <w:tcPr>
            <w:tcW w:w="2689" w:type="dxa"/>
          </w:tcPr>
          <w:p w14:paraId="3C3F41F2" w14:textId="2F87C41A" w:rsidR="00C72835" w:rsidRPr="00C72835" w:rsidRDefault="00C72835" w:rsidP="00C72835">
            <w:pPr>
              <w:pStyle w:val="SIText"/>
            </w:pPr>
            <w:r w:rsidRPr="00C72835">
              <w:t>Release 1</w:t>
            </w:r>
          </w:p>
        </w:tc>
        <w:tc>
          <w:tcPr>
            <w:tcW w:w="6939" w:type="dxa"/>
          </w:tcPr>
          <w:p w14:paraId="61D1C099" w14:textId="0EF08E70" w:rsidR="00C72835" w:rsidRPr="00C72835" w:rsidRDefault="00C72835" w:rsidP="00C72835">
            <w:pPr>
              <w:pStyle w:val="SIText"/>
            </w:pPr>
            <w:r w:rsidRPr="00C72835">
              <w:t xml:space="preserve">This version released with PPM Pulp and Paper Manufacturing Training Package Version </w:t>
            </w:r>
            <w:r w:rsidR="00A15893">
              <w:t>3</w:t>
            </w:r>
            <w:r w:rsidRPr="00C7283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77B5F87E" w:rsidR="00F1480E" w:rsidRPr="005404CB" w:rsidRDefault="00314EFE" w:rsidP="005404CB">
            <w:pPr>
              <w:pStyle w:val="SIUNITCODE"/>
            </w:pPr>
            <w:r>
              <w:t>PPM</w:t>
            </w:r>
            <w:r w:rsidR="00775003">
              <w:t>RE</w:t>
            </w:r>
            <w:r w:rsidR="00063563">
              <w:t>S2</w:t>
            </w:r>
            <w:r w:rsidR="00233559">
              <w:t>70</w:t>
            </w:r>
          </w:p>
        </w:tc>
        <w:tc>
          <w:tcPr>
            <w:tcW w:w="3604" w:type="pct"/>
            <w:shd w:val="clear" w:color="auto" w:fill="auto"/>
          </w:tcPr>
          <w:p w14:paraId="630C5343" w14:textId="53C8F824" w:rsidR="00F1480E" w:rsidRPr="005404CB" w:rsidRDefault="00233559" w:rsidP="005404CB">
            <w:pPr>
              <w:pStyle w:val="SIUnittitle"/>
            </w:pPr>
            <w:r w:rsidRPr="00233559">
              <w:t>Unload materials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FF38386" w14:textId="1CB2923D" w:rsidR="00233559" w:rsidRPr="00233559" w:rsidRDefault="00233559" w:rsidP="00233559">
            <w:r w:rsidRPr="00233559">
              <w:t xml:space="preserve">This unit of competency describes the </w:t>
            </w:r>
            <w:r w:rsidR="00A15893">
              <w:t>skills and knowledge</w:t>
            </w:r>
            <w:r w:rsidR="00A15893" w:rsidRPr="00233559">
              <w:t xml:space="preserve"> </w:t>
            </w:r>
            <w:r w:rsidRPr="00233559">
              <w:t xml:space="preserve">required to unload, sort and store </w:t>
            </w:r>
            <w:r w:rsidR="00280B10">
              <w:t xml:space="preserve">raw </w:t>
            </w:r>
            <w:r w:rsidRPr="00233559">
              <w:t>materials</w:t>
            </w:r>
            <w:r w:rsidR="00A15893">
              <w:t xml:space="preserve"> for pulp and papermaking operations</w:t>
            </w:r>
            <w:r w:rsidRPr="00233559">
              <w:t>.</w:t>
            </w:r>
          </w:p>
          <w:p w14:paraId="27682EEC" w14:textId="77777777" w:rsidR="00233559" w:rsidRDefault="00233559" w:rsidP="00233559"/>
          <w:p w14:paraId="7C09879D" w14:textId="771DC47C" w:rsidR="00233559" w:rsidRPr="00233559" w:rsidRDefault="00233559" w:rsidP="00233559">
            <w:r w:rsidRPr="00233559">
              <w:t xml:space="preserve">The unit applies to production support operators who </w:t>
            </w:r>
            <w:r w:rsidR="00A15893">
              <w:t>carry out routine task</w:t>
            </w:r>
            <w:r w:rsidR="00A15893" w:rsidRPr="00A15893">
              <w:t xml:space="preserve">s in </w:t>
            </w:r>
            <w:r w:rsidRPr="00233559">
              <w:t>unload</w:t>
            </w:r>
            <w:r w:rsidR="00A15893">
              <w:t>ing</w:t>
            </w:r>
            <w:r w:rsidRPr="00233559">
              <w:t xml:space="preserve"> and stor</w:t>
            </w:r>
            <w:r w:rsidR="00A15893">
              <w:t>ing</w:t>
            </w:r>
            <w:r w:rsidRPr="00233559">
              <w:t xml:space="preserve"> </w:t>
            </w:r>
            <w:r w:rsidR="00280B10">
              <w:t xml:space="preserve">raw </w:t>
            </w:r>
            <w:r w:rsidRPr="00233559">
              <w:t>materials</w:t>
            </w:r>
            <w:r w:rsidR="00A15893">
              <w:t xml:space="preserve"> for</w:t>
            </w:r>
            <w:r w:rsidRPr="00233559">
              <w:t xml:space="preserve"> a pulp or paper manufacturing facility.</w:t>
            </w:r>
          </w:p>
          <w:p w14:paraId="4CEF9BFA" w14:textId="77777777" w:rsidR="00233559" w:rsidRDefault="00233559" w:rsidP="00233559"/>
          <w:p w14:paraId="19ADED03" w14:textId="1C2A6EEC" w:rsidR="00373436" w:rsidRPr="000754EC" w:rsidRDefault="00233559" w:rsidP="007D20D0">
            <w:r w:rsidRPr="00233559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292E2D4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22EE1287" w:rsidR="004D7BE5" w:rsidRPr="005404CB" w:rsidRDefault="00252EA3" w:rsidP="005404CB">
            <w:pPr>
              <w:pStyle w:val="SIText"/>
            </w:pPr>
            <w:r>
              <w:t>Primary Resource Operations (RES)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33559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78DD89C2" w:rsidR="00233559" w:rsidRPr="00233559" w:rsidRDefault="00233559" w:rsidP="00233559">
            <w:pPr>
              <w:pStyle w:val="SIText"/>
              <w:rPr>
                <w:rStyle w:val="SITemporaryText-red"/>
              </w:rPr>
            </w:pPr>
            <w:r w:rsidRPr="00233559">
              <w:t xml:space="preserve">1. </w:t>
            </w:r>
            <w:r w:rsidR="00877600">
              <w:t>Prepare to unload and store materials</w:t>
            </w:r>
          </w:p>
        </w:tc>
        <w:tc>
          <w:tcPr>
            <w:tcW w:w="3604" w:type="pct"/>
            <w:shd w:val="clear" w:color="auto" w:fill="auto"/>
          </w:tcPr>
          <w:p w14:paraId="49D48BDF" w14:textId="7EE572F3" w:rsidR="00877600" w:rsidRPr="00877600" w:rsidRDefault="00233559" w:rsidP="00877600">
            <w:r w:rsidRPr="00233559">
              <w:t>1</w:t>
            </w:r>
            <w:r w:rsidR="00877600">
              <w:t>.1 Identify and confirm received materials</w:t>
            </w:r>
            <w:r w:rsidR="00877600" w:rsidRPr="00877600">
              <w:t xml:space="preserve"> to be unloaded against production documentation</w:t>
            </w:r>
          </w:p>
          <w:p w14:paraId="7A06CEDD" w14:textId="34F10748" w:rsidR="00877600" w:rsidRPr="00877600" w:rsidRDefault="009C40CF" w:rsidP="00877600">
            <w:r w:rsidRPr="00233559">
              <w:t>1.</w:t>
            </w:r>
            <w:r w:rsidR="005B7848">
              <w:t>2</w:t>
            </w:r>
            <w:r w:rsidRPr="00233559">
              <w:t xml:space="preserve"> Inspect load for movements and </w:t>
            </w:r>
            <w:r w:rsidR="005B7848" w:rsidRPr="00233559">
              <w:t>sequence</w:t>
            </w:r>
            <w:r w:rsidR="005B7848" w:rsidRPr="005B7848">
              <w:t xml:space="preserve"> </w:t>
            </w:r>
            <w:r w:rsidR="005B7848">
              <w:t xml:space="preserve">unloading tasks </w:t>
            </w:r>
            <w:r w:rsidR="00877600" w:rsidRPr="00877600">
              <w:t>according to workplace procedures and work health and safety requirements</w:t>
            </w:r>
          </w:p>
          <w:p w14:paraId="723AE0DB" w14:textId="77777777" w:rsidR="00877600" w:rsidRPr="00877600" w:rsidRDefault="00877600" w:rsidP="00877600">
            <w:r>
              <w:t>1.</w:t>
            </w:r>
            <w:r w:rsidRPr="00877600">
              <w:t xml:space="preserve">3 Identify health and safety hazards and report safety concerns </w:t>
            </w:r>
          </w:p>
          <w:p w14:paraId="57D1130A" w14:textId="77777777" w:rsidR="00877600" w:rsidRPr="00877600" w:rsidRDefault="00877600" w:rsidP="00877600">
            <w:r w:rsidRPr="005F14DF">
              <w:t>1.</w:t>
            </w:r>
            <w:r w:rsidRPr="00877600">
              <w:t>4 Select and fit required personal protective equipment for the task</w:t>
            </w:r>
          </w:p>
          <w:p w14:paraId="0AD44C9D" w14:textId="54244D73" w:rsidR="00877600" w:rsidRDefault="00877600" w:rsidP="00877600">
            <w:r w:rsidRPr="000B134B">
              <w:t xml:space="preserve">1.5 Select required </w:t>
            </w:r>
            <w:r w:rsidRPr="00877600">
              <w:t>shifting equipment according to load characteristics</w:t>
            </w:r>
          </w:p>
          <w:p w14:paraId="57F5DC22" w14:textId="183FB8BB" w:rsidR="00DE0F35" w:rsidRPr="00DE0F35" w:rsidRDefault="00DE0F35" w:rsidP="00DE0F35">
            <w:r w:rsidRPr="00233559">
              <w:t>1.</w:t>
            </w:r>
            <w:r w:rsidR="00674707">
              <w:t>6</w:t>
            </w:r>
            <w:r w:rsidRPr="00233559">
              <w:t xml:space="preserve"> Check, set up and prepare load shifting equipment for operation</w:t>
            </w:r>
          </w:p>
          <w:p w14:paraId="0F6BCA09" w14:textId="620391E4" w:rsidR="00877600" w:rsidRPr="00233559" w:rsidRDefault="00877600" w:rsidP="00877600">
            <w:pPr>
              <w:pStyle w:val="SIText"/>
              <w:rPr>
                <w:rStyle w:val="SITemporaryText-red"/>
              </w:rPr>
            </w:pPr>
            <w:r w:rsidRPr="000B134B">
              <w:t>1.</w:t>
            </w:r>
            <w:r w:rsidR="00674707">
              <w:t>7</w:t>
            </w:r>
            <w:r w:rsidRPr="000B134B">
              <w:t xml:space="preserve"> Prepare and maintain </w:t>
            </w:r>
            <w:r w:rsidRPr="00877600">
              <w:t>unloading and storage areas according to housekeeping and environmental requirements</w:t>
            </w:r>
          </w:p>
        </w:tc>
      </w:tr>
      <w:tr w:rsidR="00233559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6547D9A3" w:rsidR="00233559" w:rsidRPr="00233559" w:rsidRDefault="00233559" w:rsidP="00233559">
            <w:pPr>
              <w:pStyle w:val="SIText"/>
              <w:rPr>
                <w:rStyle w:val="SITemporaryText-red"/>
              </w:rPr>
            </w:pPr>
            <w:r w:rsidRPr="00233559">
              <w:t xml:space="preserve">2. </w:t>
            </w:r>
            <w:r w:rsidR="005B7848">
              <w:t xml:space="preserve">Unload, </w:t>
            </w:r>
            <w:proofErr w:type="gramStart"/>
            <w:r w:rsidR="005B7848">
              <w:t>s</w:t>
            </w:r>
            <w:r w:rsidRPr="00233559">
              <w:t>ort</w:t>
            </w:r>
            <w:proofErr w:type="gramEnd"/>
            <w:r w:rsidRPr="00233559">
              <w:t xml:space="preserve"> and </w:t>
            </w:r>
            <w:r w:rsidR="00177FF6">
              <w:t xml:space="preserve">stack </w:t>
            </w:r>
            <w:r w:rsidRPr="00233559">
              <w:t>materials</w:t>
            </w:r>
          </w:p>
        </w:tc>
        <w:tc>
          <w:tcPr>
            <w:tcW w:w="3604" w:type="pct"/>
            <w:shd w:val="clear" w:color="auto" w:fill="auto"/>
          </w:tcPr>
          <w:p w14:paraId="73335133" w14:textId="1E75C444" w:rsidR="005B7848" w:rsidRPr="005B7848" w:rsidRDefault="00674707" w:rsidP="005B7848">
            <w:r>
              <w:t xml:space="preserve">2.1 </w:t>
            </w:r>
            <w:r w:rsidR="005B7848" w:rsidRPr="00233559">
              <w:t>Lift materials</w:t>
            </w:r>
            <w:r>
              <w:t xml:space="preserve"> </w:t>
            </w:r>
            <w:r w:rsidR="005B7848" w:rsidRPr="00233559">
              <w:t>and unload while maintaining load and equipment stability</w:t>
            </w:r>
          </w:p>
          <w:p w14:paraId="6B19F7FD" w14:textId="1F0DF997" w:rsidR="00233559" w:rsidRPr="00233559" w:rsidRDefault="00233559" w:rsidP="00233559">
            <w:r w:rsidRPr="00233559">
              <w:t>2.</w:t>
            </w:r>
            <w:r w:rsidR="00674707">
              <w:t>2</w:t>
            </w:r>
            <w:r w:rsidRPr="00233559">
              <w:t xml:space="preserve"> Identify </w:t>
            </w:r>
            <w:r w:rsidR="00997F71" w:rsidRPr="00233559">
              <w:t xml:space="preserve">and </w:t>
            </w:r>
            <w:r w:rsidR="00997F71" w:rsidRPr="00997F71">
              <w:t xml:space="preserve">categorise </w:t>
            </w:r>
            <w:r w:rsidRPr="00233559">
              <w:t>materials for immediate use or storage</w:t>
            </w:r>
          </w:p>
          <w:p w14:paraId="5E4B8591" w14:textId="762CE1D4" w:rsidR="00233559" w:rsidRPr="00233559" w:rsidRDefault="00233559" w:rsidP="00233559">
            <w:r w:rsidRPr="00233559">
              <w:t>2.</w:t>
            </w:r>
            <w:r w:rsidR="00997F71">
              <w:t>3</w:t>
            </w:r>
            <w:r w:rsidRPr="00233559">
              <w:t xml:space="preserve"> Move materials to appropriate storage locations consistent with type, </w:t>
            </w:r>
            <w:proofErr w:type="gramStart"/>
            <w:r w:rsidRPr="00233559">
              <w:t>quality</w:t>
            </w:r>
            <w:proofErr w:type="gramEnd"/>
            <w:r w:rsidRPr="00233559">
              <w:t xml:space="preserve"> and stock rotation requirements.</w:t>
            </w:r>
          </w:p>
          <w:p w14:paraId="448597FB" w14:textId="7BEE782E" w:rsidR="00DE0F35" w:rsidRDefault="00997F71" w:rsidP="00DE0F35">
            <w:pPr>
              <w:pStyle w:val="SIText"/>
            </w:pPr>
            <w:r>
              <w:t>2.4</w:t>
            </w:r>
            <w:r w:rsidR="00DE0F35" w:rsidRPr="00233559">
              <w:t xml:space="preserve"> Monitor load or vehicle lifting equipment performance </w:t>
            </w:r>
          </w:p>
          <w:p w14:paraId="381BF3BC" w14:textId="2BE9C6EF" w:rsidR="005B7848" w:rsidRPr="005B7848" w:rsidRDefault="00997F71" w:rsidP="005B7848">
            <w:r>
              <w:t>2.5</w:t>
            </w:r>
            <w:r w:rsidR="005B7848" w:rsidRPr="00233559">
              <w:t xml:space="preserve"> Report damage to raw materials, equipment, or vehicle according to company procedures.</w:t>
            </w:r>
          </w:p>
          <w:p w14:paraId="124FF1CE" w14:textId="6AFEA3EE" w:rsidR="00233559" w:rsidRPr="00233559" w:rsidRDefault="00233559" w:rsidP="00233559">
            <w:r w:rsidRPr="00233559">
              <w:t>2.</w:t>
            </w:r>
            <w:r w:rsidR="00997F71">
              <w:t>6</w:t>
            </w:r>
            <w:r w:rsidRPr="00233559">
              <w:t xml:space="preserve"> Construct stacks to provide stability and minimise problems</w:t>
            </w:r>
          </w:p>
          <w:p w14:paraId="07EE19E6" w14:textId="45E3E470" w:rsidR="00233559" w:rsidRPr="00233559" w:rsidRDefault="00233559" w:rsidP="00233559">
            <w:pPr>
              <w:pStyle w:val="SIText"/>
              <w:rPr>
                <w:rStyle w:val="SITemporaryText-red"/>
              </w:rPr>
            </w:pPr>
            <w:r w:rsidRPr="00233559">
              <w:t>2.</w:t>
            </w:r>
            <w:r w:rsidR="00997F71">
              <w:t>7</w:t>
            </w:r>
            <w:r w:rsidRPr="00233559">
              <w:t xml:space="preserve"> Make provision for decks, storage bays and access for lifting equipment when storing.</w:t>
            </w:r>
          </w:p>
        </w:tc>
      </w:tr>
      <w:tr w:rsidR="00233559" w:rsidRPr="00963A46" w14:paraId="07B1CD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0E9D38" w14:textId="52BF63A5" w:rsidR="00233559" w:rsidRPr="00233559" w:rsidRDefault="00233559" w:rsidP="00233559">
            <w:pPr>
              <w:pStyle w:val="SIText"/>
            </w:pPr>
            <w:r w:rsidRPr="00233559">
              <w:t xml:space="preserve">3. </w:t>
            </w:r>
            <w:r w:rsidR="00177FF6">
              <w:t xml:space="preserve">Store </w:t>
            </w:r>
            <w:r w:rsidR="001A14B8">
              <w:t>materials</w:t>
            </w:r>
          </w:p>
        </w:tc>
        <w:tc>
          <w:tcPr>
            <w:tcW w:w="3604" w:type="pct"/>
            <w:shd w:val="clear" w:color="auto" w:fill="auto"/>
          </w:tcPr>
          <w:p w14:paraId="12F927C4" w14:textId="76163037" w:rsidR="00177FF6" w:rsidRPr="00177FF6" w:rsidRDefault="00177FF6" w:rsidP="00177FF6">
            <w:r w:rsidRPr="00305F4F">
              <w:t xml:space="preserve">3.1 Carry, raise and set down </w:t>
            </w:r>
            <w:r>
              <w:t>materials</w:t>
            </w:r>
            <w:r w:rsidRPr="00305F4F">
              <w:t xml:space="preserve"> </w:t>
            </w:r>
            <w:r w:rsidRPr="00177FF6">
              <w:t>according to workplace procedures and health and safety requirements</w:t>
            </w:r>
            <w:r w:rsidRPr="00177FF6" w:rsidDel="004328E3">
              <w:t>.</w:t>
            </w:r>
          </w:p>
          <w:p w14:paraId="7B773908" w14:textId="14EC1859" w:rsidR="00177FF6" w:rsidRPr="00177FF6" w:rsidRDefault="00177FF6" w:rsidP="00177FF6">
            <w:r w:rsidRPr="00305F4F">
              <w:t>3.2</w:t>
            </w:r>
            <w:r w:rsidRPr="00177FF6">
              <w:t xml:space="preserve"> Store </w:t>
            </w:r>
            <w:r>
              <w:t>materials</w:t>
            </w:r>
            <w:r w:rsidRPr="00177FF6">
              <w:t xml:space="preserve"> according to stock location requirements</w:t>
            </w:r>
          </w:p>
          <w:p w14:paraId="26FACB78" w14:textId="3850169A" w:rsidR="00233559" w:rsidRPr="00233559" w:rsidRDefault="00233559" w:rsidP="00233559">
            <w:r w:rsidRPr="00233559">
              <w:t>3.</w:t>
            </w:r>
            <w:r w:rsidR="00F32297">
              <w:t>3</w:t>
            </w:r>
            <w:r w:rsidRPr="00233559">
              <w:t xml:space="preserve"> Confirm</w:t>
            </w:r>
            <w:r w:rsidR="00F32297">
              <w:t xml:space="preserve">, </w:t>
            </w:r>
            <w:r w:rsidRPr="00233559">
              <w:t>record materials</w:t>
            </w:r>
            <w:r w:rsidR="00F32297">
              <w:t xml:space="preserve"> m</w:t>
            </w:r>
            <w:r w:rsidRPr="00233559">
              <w:t>ark storage areas</w:t>
            </w:r>
          </w:p>
          <w:p w14:paraId="4FB2569E" w14:textId="628B1E65" w:rsidR="00233559" w:rsidRPr="00233559" w:rsidRDefault="00233559" w:rsidP="00233559">
            <w:r w:rsidRPr="00233559">
              <w:t>3.</w:t>
            </w:r>
            <w:r w:rsidR="00F32297">
              <w:t>4</w:t>
            </w:r>
            <w:r w:rsidRPr="00233559">
              <w:t xml:space="preserve"> Maintain stock documentation</w:t>
            </w:r>
            <w:r w:rsidR="00F32297">
              <w:t xml:space="preserve"> according to workplace requirements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A14B8" w:rsidRPr="00336FCA" w:rsidDel="00423CB2" w14:paraId="2C76F5B3" w14:textId="77777777" w:rsidTr="00CA2922">
        <w:tc>
          <w:tcPr>
            <w:tcW w:w="1396" w:type="pct"/>
          </w:tcPr>
          <w:p w14:paraId="3D708245" w14:textId="0E1A03BA" w:rsidR="001A14B8" w:rsidRPr="001A14B8" w:rsidRDefault="001A14B8" w:rsidP="001A14B8">
            <w:pPr>
              <w:pStyle w:val="SIText"/>
              <w:rPr>
                <w:rStyle w:val="SITemporaryText-red"/>
              </w:rPr>
            </w:pPr>
            <w:r w:rsidRPr="00E872D5">
              <w:t xml:space="preserve">Reading </w:t>
            </w:r>
          </w:p>
        </w:tc>
        <w:tc>
          <w:tcPr>
            <w:tcW w:w="3604" w:type="pct"/>
          </w:tcPr>
          <w:p w14:paraId="204259AD" w14:textId="5AEFA831" w:rsidR="001A14B8" w:rsidRPr="001A14B8" w:rsidRDefault="001A14B8" w:rsidP="001A14B8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1A14B8">
              <w:t>nterpret information from workplace documentation and procedures</w:t>
            </w:r>
          </w:p>
        </w:tc>
      </w:tr>
      <w:tr w:rsidR="001A14B8" w:rsidRPr="00336FCA" w:rsidDel="00423CB2" w14:paraId="07325B8F" w14:textId="77777777" w:rsidTr="00CA2922">
        <w:tc>
          <w:tcPr>
            <w:tcW w:w="1396" w:type="pct"/>
          </w:tcPr>
          <w:p w14:paraId="5227B3D7" w14:textId="21F92BF4" w:rsidR="001A14B8" w:rsidRPr="001A14B8" w:rsidRDefault="001A14B8" w:rsidP="001A14B8">
            <w:pPr>
              <w:pStyle w:val="SIText"/>
            </w:pPr>
            <w:r w:rsidRPr="00E872D5">
              <w:t xml:space="preserve">Writing </w:t>
            </w:r>
          </w:p>
        </w:tc>
        <w:tc>
          <w:tcPr>
            <w:tcW w:w="3604" w:type="pct"/>
          </w:tcPr>
          <w:p w14:paraId="582B10DA" w14:textId="6F17F77F" w:rsidR="001A14B8" w:rsidRPr="001A14B8" w:rsidRDefault="001A14B8" w:rsidP="001A14B8">
            <w:pPr>
              <w:pStyle w:val="SIBulletList1"/>
            </w:pPr>
            <w:r>
              <w:t>C</w:t>
            </w:r>
            <w:r w:rsidRPr="001A14B8">
              <w:t>omplete forms and records accurately and legibly using industry terminology</w:t>
            </w:r>
          </w:p>
        </w:tc>
      </w:tr>
      <w:tr w:rsidR="001A14B8" w:rsidRPr="00336FCA" w:rsidDel="00423CB2" w14:paraId="791D83FA" w14:textId="77777777" w:rsidTr="00CA2922">
        <w:tc>
          <w:tcPr>
            <w:tcW w:w="1396" w:type="pct"/>
          </w:tcPr>
          <w:p w14:paraId="14F8CED6" w14:textId="667587D6" w:rsidR="001A14B8" w:rsidRPr="001A14B8" w:rsidRDefault="001A14B8" w:rsidP="001A14B8">
            <w:pPr>
              <w:pStyle w:val="SIText"/>
            </w:pPr>
            <w:r w:rsidRPr="00E872D5">
              <w:t xml:space="preserve">Oral communication </w:t>
            </w:r>
          </w:p>
        </w:tc>
        <w:tc>
          <w:tcPr>
            <w:tcW w:w="3604" w:type="pct"/>
          </w:tcPr>
          <w:p w14:paraId="28239BD2" w14:textId="30E6F6BD" w:rsidR="001A14B8" w:rsidRPr="001A14B8" w:rsidRDefault="001A14B8" w:rsidP="001A14B8">
            <w:pPr>
              <w:pStyle w:val="SIBulletList1"/>
            </w:pPr>
            <w:r>
              <w:t>S</w:t>
            </w:r>
            <w:r w:rsidRPr="001A14B8">
              <w:t>elect and use appropriate and clear spoken communication strategies with work colleagues and other personnel on site</w:t>
            </w:r>
          </w:p>
        </w:tc>
      </w:tr>
      <w:tr w:rsidR="001A14B8" w:rsidRPr="00336FCA" w:rsidDel="00423CB2" w14:paraId="30E32A51" w14:textId="77777777" w:rsidTr="00CA2922">
        <w:tc>
          <w:tcPr>
            <w:tcW w:w="1396" w:type="pct"/>
          </w:tcPr>
          <w:p w14:paraId="7C5D12F7" w14:textId="27946EED" w:rsidR="001A14B8" w:rsidRPr="001A14B8" w:rsidRDefault="001A14B8" w:rsidP="001A14B8">
            <w:pPr>
              <w:pStyle w:val="SIText"/>
            </w:pPr>
            <w:r w:rsidRPr="005F14DF">
              <w:t xml:space="preserve">Numeracy </w:t>
            </w:r>
          </w:p>
        </w:tc>
        <w:tc>
          <w:tcPr>
            <w:tcW w:w="3604" w:type="pct"/>
          </w:tcPr>
          <w:p w14:paraId="5907CBC5" w14:textId="77777777" w:rsidR="001A14B8" w:rsidRPr="001A14B8" w:rsidRDefault="001A14B8" w:rsidP="001A14B8">
            <w:pPr>
              <w:pStyle w:val="SIBulletList1"/>
            </w:pPr>
            <w:r>
              <w:t>U</w:t>
            </w:r>
            <w:r w:rsidRPr="001A14B8">
              <w:t>se measuring equipment to estimate volume and weight</w:t>
            </w:r>
          </w:p>
          <w:p w14:paraId="19AD8565" w14:textId="047051C5" w:rsidR="001A14B8" w:rsidRPr="001A14B8" w:rsidRDefault="001A14B8" w:rsidP="001A14B8">
            <w:pPr>
              <w:pStyle w:val="SIBulletList1"/>
            </w:pPr>
            <w:r>
              <w:t>I</w:t>
            </w:r>
            <w:r w:rsidRPr="001A14B8">
              <w:t xml:space="preserve">nterpret numerical data on instruments, </w:t>
            </w:r>
            <w:proofErr w:type="gramStart"/>
            <w:r w:rsidRPr="001A14B8">
              <w:t>gauges</w:t>
            </w:r>
            <w:proofErr w:type="gramEnd"/>
            <w:r w:rsidRPr="001A14B8">
              <w:t xml:space="preserve"> and data recording equipment.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DC5652" w:rsidRPr="004D7BE5" w14:paraId="61763416" w14:textId="77777777" w:rsidTr="00F33FF2">
        <w:tc>
          <w:tcPr>
            <w:tcW w:w="1028" w:type="pct"/>
          </w:tcPr>
          <w:p w14:paraId="5669FA79" w14:textId="056C18DF" w:rsidR="00DC5652" w:rsidRPr="002D4ED5" w:rsidRDefault="00DC5652" w:rsidP="00DC565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D4ED5">
              <w:rPr>
                <w:rStyle w:val="SITemporaryText-red"/>
                <w:color w:val="auto"/>
                <w:sz w:val="20"/>
              </w:rPr>
              <w:t>PPMRES2XX Unload materials</w:t>
            </w:r>
          </w:p>
        </w:tc>
        <w:tc>
          <w:tcPr>
            <w:tcW w:w="1105" w:type="pct"/>
          </w:tcPr>
          <w:p w14:paraId="3ABAE0D4" w14:textId="582564E7" w:rsidR="00DC5652" w:rsidRPr="002D4ED5" w:rsidRDefault="00DC5652" w:rsidP="00DC565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D4ED5">
              <w:rPr>
                <w:rStyle w:val="SITemporaryText-red"/>
                <w:color w:val="auto"/>
                <w:sz w:val="20"/>
              </w:rPr>
              <w:t>PPMRES270 Unload materials</w:t>
            </w:r>
          </w:p>
        </w:tc>
        <w:tc>
          <w:tcPr>
            <w:tcW w:w="1251" w:type="pct"/>
          </w:tcPr>
          <w:p w14:paraId="2E4FFBEF" w14:textId="63FD939C" w:rsidR="00DC5652" w:rsidRPr="002D4ED5" w:rsidRDefault="00DC5652" w:rsidP="00DC565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D4ED5">
              <w:rPr>
                <w:rStyle w:val="SITemporaryText-red"/>
                <w:color w:val="auto"/>
                <w:sz w:val="20"/>
              </w:rPr>
              <w:t xml:space="preserve">Changes to elements, performance criteria, foundation skills, </w:t>
            </w:r>
            <w:proofErr w:type="gramStart"/>
            <w:r w:rsidRPr="002D4ED5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Pr="002D4ED5">
              <w:rPr>
                <w:rStyle w:val="SITemporaryText-red"/>
                <w:color w:val="auto"/>
                <w:sz w:val="20"/>
              </w:rPr>
              <w:t xml:space="preserve"> and knowledge evidence. Assessment conditions updated. </w:t>
            </w:r>
          </w:p>
        </w:tc>
        <w:tc>
          <w:tcPr>
            <w:tcW w:w="1616" w:type="pct"/>
          </w:tcPr>
          <w:p w14:paraId="4D80CE46" w14:textId="1214A57C" w:rsidR="00DC5652" w:rsidRPr="002D4ED5" w:rsidRDefault="00DC5652" w:rsidP="00DC565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D4ED5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3D1D496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33559" w:rsidRPr="00233559">
              <w:t>PPMRES2</w:t>
            </w:r>
            <w:r w:rsidR="00DC5652">
              <w:t>XX</w:t>
            </w:r>
            <w:r w:rsidR="00233559" w:rsidRPr="00233559">
              <w:t xml:space="preserve"> Unload materials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2D4ED5" w:rsidRDefault="006E42FE" w:rsidP="00BE16C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D4ED5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2D4ED5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2D4ED5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2D4ED5">
              <w:rPr>
                <w:rStyle w:val="SITemporaryText-red"/>
                <w:color w:val="auto"/>
                <w:sz w:val="20"/>
              </w:rPr>
              <w:t>in</w:t>
            </w:r>
            <w:r w:rsidRPr="002D4ED5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387242BB" w14:textId="77777777" w:rsidR="00737AF0" w:rsidRPr="002D4ED5" w:rsidRDefault="00737AF0" w:rsidP="00BE16C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82ABC6A" w14:textId="69E056F6" w:rsidR="00DC5652" w:rsidRPr="00BE16C9" w:rsidRDefault="007A300D" w:rsidP="00BE16C9">
            <w:pPr>
              <w:pStyle w:val="SIText"/>
            </w:pPr>
            <w:r w:rsidRPr="002D4ED5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DC5652" w:rsidRPr="00BE16C9">
              <w:t xml:space="preserve">unloaded at least two different </w:t>
            </w:r>
            <w:r w:rsidR="00280B10">
              <w:t xml:space="preserve">raw </w:t>
            </w:r>
            <w:r w:rsidR="00EB252C" w:rsidRPr="00BE16C9">
              <w:t xml:space="preserve">material </w:t>
            </w:r>
            <w:r w:rsidR="00DC5652" w:rsidRPr="00BE16C9">
              <w:t>orders, including</w:t>
            </w:r>
            <w:r w:rsidR="00DC5652" w:rsidRPr="002D4ED5">
              <w:rPr>
                <w:rStyle w:val="SITemporaryText-red"/>
                <w:color w:val="auto"/>
                <w:sz w:val="20"/>
              </w:rPr>
              <w:t xml:space="preserve"> for each order</w:t>
            </w:r>
            <w:r w:rsidR="00DC5652" w:rsidRPr="00BE16C9">
              <w:t>:</w:t>
            </w:r>
          </w:p>
          <w:p w14:paraId="3A8AF76A" w14:textId="77777777" w:rsidR="00DC5652" w:rsidRPr="00BE16C9" w:rsidRDefault="00DC5652" w:rsidP="00BE16C9">
            <w:pPr>
              <w:pStyle w:val="SIBulletList1"/>
            </w:pPr>
            <w:r w:rsidRPr="00BE16C9">
              <w:t>maintained a safe and clean working environment</w:t>
            </w:r>
          </w:p>
          <w:p w14:paraId="00426D3C" w14:textId="160065EA" w:rsidR="00DC5652" w:rsidRPr="00BE16C9" w:rsidRDefault="00DC5652" w:rsidP="00BE16C9">
            <w:pPr>
              <w:pStyle w:val="SIBulletList1"/>
            </w:pPr>
            <w:r w:rsidRPr="00BE16C9">
              <w:t>received</w:t>
            </w:r>
            <w:r w:rsidR="00EB252C" w:rsidRPr="00BE16C9">
              <w:t xml:space="preserve"> and </w:t>
            </w:r>
            <w:r w:rsidRPr="00BE16C9">
              <w:t xml:space="preserve">checked </w:t>
            </w:r>
            <w:r w:rsidR="004A5A29" w:rsidRPr="00BE16C9">
              <w:t>materials</w:t>
            </w:r>
            <w:r w:rsidRPr="00BE16C9">
              <w:t xml:space="preserve"> against order specifications</w:t>
            </w:r>
            <w:r w:rsidR="006A02AC" w:rsidRPr="00BE16C9">
              <w:t xml:space="preserve"> </w:t>
            </w:r>
          </w:p>
          <w:p w14:paraId="0F655477" w14:textId="77777777" w:rsidR="00DC5652" w:rsidRPr="00BE16C9" w:rsidRDefault="00DC5652" w:rsidP="00BE16C9">
            <w:pPr>
              <w:pStyle w:val="SIBulletList1"/>
            </w:pPr>
            <w:r w:rsidRPr="00BE16C9">
              <w:t>operated control system and shifting equipment safely and efficiently during checking and loading operations</w:t>
            </w:r>
          </w:p>
          <w:p w14:paraId="3D661F84" w14:textId="44CAC16B" w:rsidR="00DC5652" w:rsidRPr="00BE16C9" w:rsidRDefault="00DC5652" w:rsidP="00BE16C9">
            <w:pPr>
              <w:pStyle w:val="SIBulletList1"/>
            </w:pPr>
            <w:r w:rsidRPr="00BE16C9">
              <w:t xml:space="preserve">sorted and </w:t>
            </w:r>
            <w:r w:rsidR="004A5A29" w:rsidRPr="00BE16C9">
              <w:t xml:space="preserve">stored materials </w:t>
            </w:r>
            <w:r w:rsidRPr="00BE16C9">
              <w:t>to specifications</w:t>
            </w:r>
          </w:p>
          <w:p w14:paraId="11D3DB56" w14:textId="71DBA175" w:rsidR="00DC5652" w:rsidRPr="00BE16C9" w:rsidRDefault="004A5A29" w:rsidP="00BE16C9">
            <w:pPr>
              <w:pStyle w:val="SIBulletList1"/>
            </w:pPr>
            <w:r w:rsidRPr="00BE16C9">
              <w:t>minimised</w:t>
            </w:r>
            <w:r w:rsidR="00DC5652" w:rsidRPr="00BE16C9">
              <w:t xml:space="preserve"> handling to meet loading, processing, and stock rotation requirements</w:t>
            </w:r>
          </w:p>
          <w:p w14:paraId="079229C5" w14:textId="2724496B" w:rsidR="00DC5652" w:rsidRPr="00BE16C9" w:rsidRDefault="00DC5652" w:rsidP="00BE16C9">
            <w:pPr>
              <w:pStyle w:val="SIBulletList1"/>
            </w:pPr>
            <w:r w:rsidRPr="00BE16C9">
              <w:t xml:space="preserve">completed accurate </w:t>
            </w:r>
            <w:r w:rsidR="004A5A29" w:rsidRPr="00BE16C9">
              <w:t xml:space="preserve">stock </w:t>
            </w:r>
            <w:r w:rsidRPr="00BE16C9">
              <w:t>records</w:t>
            </w:r>
          </w:p>
          <w:p w14:paraId="0EB34484" w14:textId="49547634" w:rsidR="006A02AC" w:rsidRPr="00BE16C9" w:rsidRDefault="00DC5652" w:rsidP="00BE16C9">
            <w:pPr>
              <w:pStyle w:val="SIBulletList1"/>
            </w:pPr>
            <w:r w:rsidRPr="00BE16C9">
              <w:t xml:space="preserve">communicated effectively with others, verbally and using hand signals, throughout unloading, </w:t>
            </w:r>
            <w:proofErr w:type="gramStart"/>
            <w:r w:rsidRPr="00BE16C9">
              <w:t>sorting</w:t>
            </w:r>
            <w:proofErr w:type="gramEnd"/>
            <w:r w:rsidRPr="00BE16C9">
              <w:t xml:space="preserve"> and storing operations</w:t>
            </w:r>
          </w:p>
          <w:p w14:paraId="432FABDD" w14:textId="0C5C81A2" w:rsidR="004D7BE5" w:rsidRPr="005404CB" w:rsidRDefault="006A02AC" w:rsidP="002D4ED5">
            <w:pPr>
              <w:pStyle w:val="SIBulletList1"/>
            </w:pPr>
            <w:r w:rsidRPr="00BE16C9">
              <w:t xml:space="preserve">reported </w:t>
            </w:r>
            <w:r w:rsidR="00BE16C9" w:rsidRPr="00BE16C9">
              <w:t xml:space="preserve">safety concerns, </w:t>
            </w:r>
            <w:r w:rsidRPr="00BE16C9">
              <w:t xml:space="preserve">damaged </w:t>
            </w:r>
            <w:proofErr w:type="gramStart"/>
            <w:r w:rsidR="00BE16C9" w:rsidRPr="00BE16C9">
              <w:t>materials</w:t>
            </w:r>
            <w:proofErr w:type="gramEnd"/>
            <w:r w:rsidR="00BE16C9" w:rsidRPr="00BE16C9">
              <w:t xml:space="preserve"> and faulty equipment.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2D4ED5" w:rsidRDefault="006E42FE" w:rsidP="00280B1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D4ED5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3423CD6" w14:textId="065719FA" w:rsidR="00F46AB9" w:rsidRPr="00F46AB9" w:rsidRDefault="00F46AB9" w:rsidP="00F46AB9">
            <w:pPr>
              <w:pStyle w:val="SIBulletList1"/>
            </w:pPr>
            <w:r>
              <w:t xml:space="preserve">workplace </w:t>
            </w:r>
            <w:r w:rsidRPr="00F46AB9">
              <w:t xml:space="preserve">procedures relevant to unloading </w:t>
            </w:r>
            <w:r w:rsidR="00976C03">
              <w:t xml:space="preserve">and storing </w:t>
            </w:r>
            <w:r w:rsidR="00280B10">
              <w:t>raw materials</w:t>
            </w:r>
            <w:r w:rsidRPr="00F46AB9">
              <w:t>, including, work health and safety, high risk load shifting licensing requirements, environmental requirements, and risks and hazard identification</w:t>
            </w:r>
          </w:p>
          <w:p w14:paraId="0F24B830" w14:textId="62200E58" w:rsidR="00F46AB9" w:rsidRDefault="00F46AB9" w:rsidP="00F46AB9">
            <w:pPr>
              <w:pStyle w:val="SIBulletList1"/>
            </w:pPr>
            <w:r>
              <w:t>workplace environmental sustainability requirements and practices for unl</w:t>
            </w:r>
            <w:r w:rsidR="00280B10">
              <w:t>o</w:t>
            </w:r>
            <w:r>
              <w:t xml:space="preserve">ading </w:t>
            </w:r>
            <w:r w:rsidR="00280B10">
              <w:t>raw</w:t>
            </w:r>
            <w:r>
              <w:t xml:space="preserve"> materials, including</w:t>
            </w:r>
            <w:r w:rsidRPr="008D3FF0">
              <w:t xml:space="preserve"> workplace biotechnological applications and processes</w:t>
            </w:r>
            <w:r w:rsidR="00D24247">
              <w:t xml:space="preserve"> and </w:t>
            </w:r>
            <w:proofErr w:type="spellStart"/>
            <w:r w:rsidR="00D24247">
              <w:t>biomassed</w:t>
            </w:r>
            <w:proofErr w:type="spellEnd"/>
            <w:r w:rsidR="00D24247">
              <w:t>-derived products</w:t>
            </w:r>
          </w:p>
          <w:p w14:paraId="341C7188" w14:textId="776A1818" w:rsidR="00233559" w:rsidRPr="00233559" w:rsidRDefault="00233559" w:rsidP="00233559">
            <w:pPr>
              <w:pStyle w:val="SIBulletList1"/>
            </w:pPr>
            <w:r w:rsidRPr="00233559">
              <w:t xml:space="preserve">materials unloading processes, area layout and associated services </w:t>
            </w:r>
          </w:p>
          <w:p w14:paraId="423C4553" w14:textId="6A163E4E" w:rsidR="00233559" w:rsidRPr="00233559" w:rsidRDefault="00280B10" w:rsidP="00233559">
            <w:pPr>
              <w:pStyle w:val="SIBulletList1"/>
            </w:pPr>
            <w:r>
              <w:t xml:space="preserve">material </w:t>
            </w:r>
            <w:r w:rsidR="00233559" w:rsidRPr="00233559">
              <w:t>load types, specifications and characteristics</w:t>
            </w:r>
          </w:p>
          <w:p w14:paraId="1D3C4F9B" w14:textId="77777777" w:rsidR="00233559" w:rsidRPr="00233559" w:rsidRDefault="00233559" w:rsidP="00233559">
            <w:pPr>
              <w:pStyle w:val="SIBulletList1"/>
            </w:pPr>
            <w:r w:rsidRPr="00233559">
              <w:t>dangerous goods handling and storing requirements</w:t>
            </w:r>
          </w:p>
          <w:p w14:paraId="1C297ECC" w14:textId="046FF9B3" w:rsidR="00280B10" w:rsidRPr="00280B10" w:rsidRDefault="00280B10" w:rsidP="00280B10">
            <w:pPr>
              <w:pStyle w:val="SIBulletList1"/>
            </w:pPr>
            <w:r w:rsidRPr="00305F4F">
              <w:t>situational awareness when unloading trucks including awareness of personnel, hazards, moving trucks and equipment</w:t>
            </w:r>
          </w:p>
          <w:p w14:paraId="282EBA18" w14:textId="77777777" w:rsidR="00280B10" w:rsidRPr="00280B10" w:rsidRDefault="00280B10" w:rsidP="00280B10">
            <w:pPr>
              <w:pStyle w:val="SIBulletList1"/>
            </w:pPr>
            <w:r w:rsidRPr="00305F4F">
              <w:t>stacking procedures and their implications for different storage areas</w:t>
            </w:r>
          </w:p>
          <w:p w14:paraId="29A49140" w14:textId="56CAF4D5" w:rsidR="004D7BE5" w:rsidRPr="005404CB" w:rsidRDefault="00280B10" w:rsidP="002D4ED5">
            <w:pPr>
              <w:pStyle w:val="SIBulletList1"/>
            </w:pPr>
            <w:r w:rsidRPr="00305F4F">
              <w:t xml:space="preserve">electronic and other control systems, </w:t>
            </w:r>
            <w:proofErr w:type="gramStart"/>
            <w:r w:rsidRPr="00305F4F">
              <w:t>operation</w:t>
            </w:r>
            <w:proofErr w:type="gramEnd"/>
            <w:r w:rsidRPr="00305F4F">
              <w:t xml:space="preserve"> and application to make appropriate adjustments that control </w:t>
            </w:r>
            <w:r>
              <w:t>material unloading</w:t>
            </w:r>
            <w:r w:rsidRPr="00280B10">
              <w:t>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32A452BE" w14:textId="77777777" w:rsidR="00976C03" w:rsidRPr="00976C03" w:rsidRDefault="00976C03" w:rsidP="00976C03">
            <w:r w:rsidRPr="00E60D14">
              <w:t xml:space="preserve">Assessment of skills </w:t>
            </w:r>
            <w:r w:rsidRPr="00976C03">
              <w:t>in this unit of competency must take place under the following conditions:</w:t>
            </w:r>
          </w:p>
          <w:p w14:paraId="65071AC3" w14:textId="77777777" w:rsidR="00976C03" w:rsidRPr="00976C03" w:rsidRDefault="00976C03" w:rsidP="00976C03">
            <w:pPr>
              <w:pStyle w:val="SIBulletList1"/>
            </w:pPr>
            <w:r w:rsidRPr="00E60D14">
              <w:t>physical conditions:</w:t>
            </w:r>
          </w:p>
          <w:p w14:paraId="5C9A9F94" w14:textId="77777777" w:rsidR="00976C03" w:rsidRPr="00976C03" w:rsidRDefault="00976C03" w:rsidP="00976C03">
            <w:pPr>
              <w:pStyle w:val="SIBulletList2"/>
            </w:pPr>
            <w:r>
              <w:t>skills must be demonstrate</w:t>
            </w:r>
            <w:r w:rsidRPr="00976C03">
              <w:t>d in a pulp or paper manufacturing facility or an environment that accurately reflects performance in a workplace</w:t>
            </w:r>
          </w:p>
          <w:p w14:paraId="32E8CA75" w14:textId="77777777" w:rsidR="00976C03" w:rsidRPr="00976C03" w:rsidRDefault="00976C03" w:rsidP="00976C03">
            <w:pPr>
              <w:pStyle w:val="SIBulletList1"/>
            </w:pPr>
            <w:r w:rsidRPr="00E60D14">
              <w:t>resources, equipment and materials:</w:t>
            </w:r>
          </w:p>
          <w:p w14:paraId="27ABAE3E" w14:textId="264C3215" w:rsidR="00976C03" w:rsidRPr="00976C03" w:rsidRDefault="00976C03" w:rsidP="00976C03">
            <w:pPr>
              <w:pStyle w:val="SIBulletList2"/>
            </w:pPr>
            <w:r>
              <w:t>raw material stock</w:t>
            </w:r>
          </w:p>
          <w:p w14:paraId="00483BCC" w14:textId="07C9134F" w:rsidR="00976C03" w:rsidRPr="00976C03" w:rsidRDefault="00976C03" w:rsidP="00976C03">
            <w:pPr>
              <w:pStyle w:val="SIBulletList2"/>
            </w:pPr>
            <w:r w:rsidRPr="00E60D14">
              <w:t xml:space="preserve">equipment </w:t>
            </w:r>
            <w:r w:rsidRPr="00976C03">
              <w:t xml:space="preserve">for unloading </w:t>
            </w:r>
            <w:r>
              <w:t>material</w:t>
            </w:r>
            <w:r w:rsidRPr="00976C03">
              <w:t xml:space="preserve"> stock</w:t>
            </w:r>
          </w:p>
          <w:p w14:paraId="6E2AA838" w14:textId="1729846A" w:rsidR="00976C03" w:rsidRPr="00976C03" w:rsidRDefault="00976C03" w:rsidP="00976C03">
            <w:pPr>
              <w:pStyle w:val="SIBulletList2"/>
            </w:pPr>
            <w:r w:rsidRPr="00E60D14">
              <w:t xml:space="preserve">electronic control systems including digital control system, touch screens or robotics for </w:t>
            </w:r>
            <w:r w:rsidRPr="00976C03">
              <w:t xml:space="preserve">receiving, unloading and storing </w:t>
            </w:r>
            <w:r w:rsidR="00D53D5E">
              <w:t>material stock</w:t>
            </w:r>
          </w:p>
          <w:p w14:paraId="75846580" w14:textId="6D3788EC" w:rsidR="00976C03" w:rsidRPr="00976C03" w:rsidRDefault="00976C03" w:rsidP="00976C03">
            <w:pPr>
              <w:pStyle w:val="SIBulletList2"/>
            </w:pPr>
            <w:r>
              <w:t>personal protective equipment</w:t>
            </w:r>
            <w:r w:rsidRPr="00976C03">
              <w:t xml:space="preserve"> for unloading and storing </w:t>
            </w:r>
            <w:r w:rsidR="00D53D5E">
              <w:t>material</w:t>
            </w:r>
            <w:r w:rsidRPr="00976C03">
              <w:t xml:space="preserve"> stock</w:t>
            </w:r>
          </w:p>
          <w:p w14:paraId="7336E325" w14:textId="4E01C6E1" w:rsidR="00976C03" w:rsidRPr="00976C03" w:rsidRDefault="00976C03" w:rsidP="00976C03">
            <w:pPr>
              <w:pStyle w:val="SIBulletList2"/>
            </w:pPr>
            <w:r>
              <w:t xml:space="preserve">records </w:t>
            </w:r>
            <w:r w:rsidRPr="00976C03">
              <w:t xml:space="preserve">system for recording details of </w:t>
            </w:r>
            <w:r w:rsidR="00D53D5E">
              <w:t>stock inventory</w:t>
            </w:r>
            <w:r w:rsidRPr="00976C03">
              <w:t xml:space="preserve"> </w:t>
            </w:r>
          </w:p>
          <w:p w14:paraId="1BB50831" w14:textId="77777777" w:rsidR="00976C03" w:rsidRPr="00976C03" w:rsidRDefault="00976C03" w:rsidP="00976C03">
            <w:pPr>
              <w:pStyle w:val="SIBulletList1"/>
            </w:pPr>
            <w:r w:rsidRPr="00E60D14">
              <w:t>specifications:</w:t>
            </w:r>
          </w:p>
          <w:p w14:paraId="0B07FC1F" w14:textId="35153D35" w:rsidR="00976C03" w:rsidRPr="00976C03" w:rsidRDefault="00976C03" w:rsidP="00976C03">
            <w:pPr>
              <w:pStyle w:val="SIBulletList2"/>
            </w:pPr>
            <w:r w:rsidRPr="00631C70">
              <w:t xml:space="preserve">workplace </w:t>
            </w:r>
            <w:r w:rsidRPr="00976C03">
              <w:t xml:space="preserve">and standard operating procedures relating to unloading and storing </w:t>
            </w:r>
            <w:r w:rsidR="00D53D5E">
              <w:t>material</w:t>
            </w:r>
            <w:r w:rsidRPr="00976C03">
              <w:t xml:space="preserve"> stock including health and safety, risks and hazards identification, quality, housekeeping and environmental requirements</w:t>
            </w:r>
          </w:p>
          <w:p w14:paraId="4C5FED34" w14:textId="77777777" w:rsidR="00976C03" w:rsidRPr="00976C03" w:rsidRDefault="00976C03" w:rsidP="00976C03">
            <w:pPr>
              <w:pStyle w:val="SIBulletList1"/>
            </w:pPr>
            <w:r>
              <w:t>relationships:</w:t>
            </w:r>
          </w:p>
          <w:p w14:paraId="171BC9B9" w14:textId="77777777" w:rsidR="00976C03" w:rsidRPr="00976C03" w:rsidRDefault="00976C03" w:rsidP="00976C03">
            <w:pPr>
              <w:pStyle w:val="SIBulletList2"/>
            </w:pPr>
            <w:r w:rsidRPr="005F14DF">
              <w:t>relevant personnel for the purposes of communicating information</w:t>
            </w:r>
            <w:r w:rsidRPr="00976C03">
              <w:t>.</w:t>
            </w:r>
          </w:p>
          <w:p w14:paraId="20166BEA" w14:textId="77777777" w:rsidR="00976C03" w:rsidRDefault="00976C03" w:rsidP="00976C03"/>
          <w:p w14:paraId="38D891CA" w14:textId="30AE3088" w:rsidR="004D7BE5" w:rsidRPr="005404CB" w:rsidRDefault="00976C03" w:rsidP="002D4ED5">
            <w:pPr>
              <w:pStyle w:val="SIText"/>
              <w:rPr>
                <w:rFonts w:eastAsia="Calibri"/>
              </w:rPr>
            </w:pPr>
            <w:r w:rsidRPr="00E60D14">
              <w:t xml:space="preserve">Assessors of this unit must satisfy the requirements for assessors in applicable vocational education and training legislation, </w:t>
            </w:r>
            <w:r w:rsidRPr="00976C03">
              <w:t>frameworks and/or standards.</w:t>
            </w: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8361A" w14:textId="77777777" w:rsidR="00C31EFF" w:rsidRDefault="00C31EFF" w:rsidP="00BF3F0A">
      <w:r>
        <w:separator/>
      </w:r>
    </w:p>
    <w:p w14:paraId="0CA0399F" w14:textId="77777777" w:rsidR="00C31EFF" w:rsidRDefault="00C31EFF"/>
  </w:endnote>
  <w:endnote w:type="continuationSeparator" w:id="0">
    <w:p w14:paraId="2026CC3D" w14:textId="77777777" w:rsidR="00C31EFF" w:rsidRDefault="00C31EFF" w:rsidP="00BF3F0A">
      <w:r>
        <w:continuationSeparator/>
      </w:r>
    </w:p>
    <w:p w14:paraId="0B75F596" w14:textId="77777777" w:rsidR="00C31EFF" w:rsidRDefault="00C31E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AE299" w14:textId="77777777" w:rsidR="002D4ED5" w:rsidRDefault="002D4ED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FE400" w14:textId="77777777" w:rsidR="002D4ED5" w:rsidRDefault="002D4E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F1334" w14:textId="77777777" w:rsidR="00C31EFF" w:rsidRDefault="00C31EFF" w:rsidP="00BF3F0A">
      <w:r>
        <w:separator/>
      </w:r>
    </w:p>
    <w:p w14:paraId="6ED0995D" w14:textId="77777777" w:rsidR="00C31EFF" w:rsidRDefault="00C31EFF"/>
  </w:footnote>
  <w:footnote w:type="continuationSeparator" w:id="0">
    <w:p w14:paraId="1C4F99CD" w14:textId="77777777" w:rsidR="00C31EFF" w:rsidRDefault="00C31EFF" w:rsidP="00BF3F0A">
      <w:r>
        <w:continuationSeparator/>
      </w:r>
    </w:p>
    <w:p w14:paraId="34CC1328" w14:textId="77777777" w:rsidR="00C31EFF" w:rsidRDefault="00C31E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2C6F6" w14:textId="77777777" w:rsidR="002D4ED5" w:rsidRDefault="002D4ED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494636DE" w:rsidR="009C2650" w:rsidRPr="00233559" w:rsidRDefault="009B509A" w:rsidP="00233559">
    <w:sdt>
      <w:sdtPr>
        <w:id w:val="1265103577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F8A9B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614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15893" w:rsidRPr="00233559">
      <w:t>PPMRES2</w:t>
    </w:r>
    <w:r w:rsidR="00A15893">
      <w:t>XX</w:t>
    </w:r>
    <w:r w:rsidR="00A15893" w:rsidRPr="00233559">
      <w:t xml:space="preserve"> </w:t>
    </w:r>
    <w:r w:rsidR="00233559" w:rsidRPr="00233559">
      <w:t>Unload materials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5D8CE" w14:textId="77777777" w:rsidR="002D4ED5" w:rsidRDefault="002D4ED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2FAB"/>
    <w:multiLevelType w:val="multilevel"/>
    <w:tmpl w:val="FD44DE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D2EB1"/>
    <w:multiLevelType w:val="multilevel"/>
    <w:tmpl w:val="10B661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EF67A3"/>
    <w:multiLevelType w:val="multilevel"/>
    <w:tmpl w:val="689E04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084A1E"/>
    <w:multiLevelType w:val="multilevel"/>
    <w:tmpl w:val="2DDE24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44963BB"/>
    <w:multiLevelType w:val="multilevel"/>
    <w:tmpl w:val="8924C9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2C07CC"/>
    <w:multiLevelType w:val="multilevel"/>
    <w:tmpl w:val="B6D6A1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B07203"/>
    <w:multiLevelType w:val="multilevel"/>
    <w:tmpl w:val="40AA03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A7794F"/>
    <w:multiLevelType w:val="multilevel"/>
    <w:tmpl w:val="3A7C08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BE7E96"/>
    <w:multiLevelType w:val="multilevel"/>
    <w:tmpl w:val="292A84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BA5A68"/>
    <w:multiLevelType w:val="multilevel"/>
    <w:tmpl w:val="4252C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1508B6"/>
    <w:multiLevelType w:val="multilevel"/>
    <w:tmpl w:val="C944F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1F4682"/>
    <w:multiLevelType w:val="multilevel"/>
    <w:tmpl w:val="4B14A5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6E075F6"/>
    <w:multiLevelType w:val="multilevel"/>
    <w:tmpl w:val="52F632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D00F59"/>
    <w:multiLevelType w:val="multilevel"/>
    <w:tmpl w:val="0E88BC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E3A7479"/>
    <w:multiLevelType w:val="multilevel"/>
    <w:tmpl w:val="3886B9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994400"/>
    <w:multiLevelType w:val="multilevel"/>
    <w:tmpl w:val="03C63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BA2823"/>
    <w:multiLevelType w:val="multilevel"/>
    <w:tmpl w:val="E0E2E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3537DD"/>
    <w:multiLevelType w:val="multilevel"/>
    <w:tmpl w:val="A61038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3E72E5"/>
    <w:multiLevelType w:val="multilevel"/>
    <w:tmpl w:val="0F06D8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7037FC"/>
    <w:multiLevelType w:val="multilevel"/>
    <w:tmpl w:val="EE721C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F66939"/>
    <w:multiLevelType w:val="multilevel"/>
    <w:tmpl w:val="08365A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C5647AC"/>
    <w:multiLevelType w:val="multilevel"/>
    <w:tmpl w:val="9D74F2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E124279"/>
    <w:multiLevelType w:val="multilevel"/>
    <w:tmpl w:val="E1B69C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1D457E"/>
    <w:multiLevelType w:val="multilevel"/>
    <w:tmpl w:val="627207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8" w15:restartNumberingAfterBreak="0">
    <w:nsid w:val="526C4775"/>
    <w:multiLevelType w:val="multilevel"/>
    <w:tmpl w:val="36B645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404586A"/>
    <w:multiLevelType w:val="multilevel"/>
    <w:tmpl w:val="315290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7E3F1F"/>
    <w:multiLevelType w:val="multilevel"/>
    <w:tmpl w:val="A01E12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4D3BD4"/>
    <w:multiLevelType w:val="multilevel"/>
    <w:tmpl w:val="DDB05C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3EC0F88"/>
    <w:multiLevelType w:val="multilevel"/>
    <w:tmpl w:val="ED5C6E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BE1EF1"/>
    <w:multiLevelType w:val="multilevel"/>
    <w:tmpl w:val="78E8E3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255224"/>
    <w:multiLevelType w:val="multilevel"/>
    <w:tmpl w:val="D102F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AAF7FDB"/>
    <w:multiLevelType w:val="multilevel"/>
    <w:tmpl w:val="B43612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9F307B"/>
    <w:multiLevelType w:val="multilevel"/>
    <w:tmpl w:val="5A9ED5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E4B7EBC"/>
    <w:multiLevelType w:val="multilevel"/>
    <w:tmpl w:val="AF725F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2370481"/>
    <w:multiLevelType w:val="multilevel"/>
    <w:tmpl w:val="02DE6E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58B2EB6"/>
    <w:multiLevelType w:val="multilevel"/>
    <w:tmpl w:val="7F1A7C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6586909"/>
    <w:multiLevelType w:val="multilevel"/>
    <w:tmpl w:val="750AA0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7C34BC2"/>
    <w:multiLevelType w:val="multilevel"/>
    <w:tmpl w:val="27846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95E58D7"/>
    <w:multiLevelType w:val="multilevel"/>
    <w:tmpl w:val="CC4896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AAF6E39"/>
    <w:multiLevelType w:val="multilevel"/>
    <w:tmpl w:val="9B1ABF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EF85752"/>
    <w:multiLevelType w:val="multilevel"/>
    <w:tmpl w:val="7194D3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FE001A8"/>
    <w:multiLevelType w:val="multilevel"/>
    <w:tmpl w:val="53569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10"/>
  </w:num>
  <w:num w:numId="4">
    <w:abstractNumId w:val="26"/>
  </w:num>
  <w:num w:numId="5">
    <w:abstractNumId w:val="35"/>
  </w:num>
  <w:num w:numId="6">
    <w:abstractNumId w:val="44"/>
  </w:num>
  <w:num w:numId="7">
    <w:abstractNumId w:val="17"/>
  </w:num>
  <w:num w:numId="8">
    <w:abstractNumId w:val="0"/>
  </w:num>
  <w:num w:numId="9">
    <w:abstractNumId w:val="43"/>
  </w:num>
  <w:num w:numId="10">
    <w:abstractNumId w:val="36"/>
  </w:num>
  <w:num w:numId="11">
    <w:abstractNumId w:val="16"/>
  </w:num>
  <w:num w:numId="12">
    <w:abstractNumId w:val="3"/>
  </w:num>
  <w:num w:numId="13">
    <w:abstractNumId w:val="45"/>
  </w:num>
  <w:num w:numId="14">
    <w:abstractNumId w:val="30"/>
  </w:num>
  <w:num w:numId="15">
    <w:abstractNumId w:val="28"/>
  </w:num>
  <w:num w:numId="16">
    <w:abstractNumId w:val="32"/>
  </w:num>
  <w:num w:numId="17">
    <w:abstractNumId w:val="41"/>
  </w:num>
  <w:num w:numId="18">
    <w:abstractNumId w:val="12"/>
  </w:num>
  <w:num w:numId="19">
    <w:abstractNumId w:val="9"/>
  </w:num>
  <w:num w:numId="20">
    <w:abstractNumId w:val="11"/>
  </w:num>
  <w:num w:numId="21">
    <w:abstractNumId w:val="25"/>
  </w:num>
  <w:num w:numId="22">
    <w:abstractNumId w:val="24"/>
  </w:num>
  <w:num w:numId="23">
    <w:abstractNumId w:val="23"/>
  </w:num>
  <w:num w:numId="24">
    <w:abstractNumId w:val="7"/>
  </w:num>
  <w:num w:numId="25">
    <w:abstractNumId w:val="18"/>
  </w:num>
  <w:num w:numId="26">
    <w:abstractNumId w:val="1"/>
  </w:num>
  <w:num w:numId="27">
    <w:abstractNumId w:val="38"/>
  </w:num>
  <w:num w:numId="28">
    <w:abstractNumId w:val="6"/>
  </w:num>
  <w:num w:numId="29">
    <w:abstractNumId w:val="19"/>
  </w:num>
  <w:num w:numId="30">
    <w:abstractNumId w:val="29"/>
  </w:num>
  <w:num w:numId="31">
    <w:abstractNumId w:val="22"/>
  </w:num>
  <w:num w:numId="32">
    <w:abstractNumId w:val="15"/>
  </w:num>
  <w:num w:numId="33">
    <w:abstractNumId w:val="8"/>
  </w:num>
  <w:num w:numId="34">
    <w:abstractNumId w:val="31"/>
  </w:num>
  <w:num w:numId="35">
    <w:abstractNumId w:val="33"/>
  </w:num>
  <w:num w:numId="36">
    <w:abstractNumId w:val="5"/>
  </w:num>
  <w:num w:numId="37">
    <w:abstractNumId w:val="42"/>
  </w:num>
  <w:num w:numId="38">
    <w:abstractNumId w:val="37"/>
  </w:num>
  <w:num w:numId="39">
    <w:abstractNumId w:val="40"/>
  </w:num>
  <w:num w:numId="40">
    <w:abstractNumId w:val="39"/>
  </w:num>
  <w:num w:numId="41">
    <w:abstractNumId w:val="2"/>
  </w:num>
  <w:num w:numId="42">
    <w:abstractNumId w:val="46"/>
  </w:num>
  <w:num w:numId="43">
    <w:abstractNumId w:val="21"/>
  </w:num>
  <w:num w:numId="44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63563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1107"/>
    <w:rsid w:val="00133957"/>
    <w:rsid w:val="001372F6"/>
    <w:rsid w:val="00144385"/>
    <w:rsid w:val="00146EEC"/>
    <w:rsid w:val="00151D55"/>
    <w:rsid w:val="00151D93"/>
    <w:rsid w:val="00156EF3"/>
    <w:rsid w:val="00171DBB"/>
    <w:rsid w:val="00176E4F"/>
    <w:rsid w:val="00177FF6"/>
    <w:rsid w:val="0018546B"/>
    <w:rsid w:val="001A14B8"/>
    <w:rsid w:val="001A6A3E"/>
    <w:rsid w:val="001A7B6D"/>
    <w:rsid w:val="001B34D5"/>
    <w:rsid w:val="001B513A"/>
    <w:rsid w:val="001B7FB5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3559"/>
    <w:rsid w:val="00234444"/>
    <w:rsid w:val="00240FE2"/>
    <w:rsid w:val="00242293"/>
    <w:rsid w:val="00244EA7"/>
    <w:rsid w:val="00252EA3"/>
    <w:rsid w:val="0025417C"/>
    <w:rsid w:val="00257464"/>
    <w:rsid w:val="00262FC3"/>
    <w:rsid w:val="0026394F"/>
    <w:rsid w:val="00267AF6"/>
    <w:rsid w:val="00271878"/>
    <w:rsid w:val="00276DB8"/>
    <w:rsid w:val="00280B10"/>
    <w:rsid w:val="00282664"/>
    <w:rsid w:val="00285FB8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D4ED5"/>
    <w:rsid w:val="002E170C"/>
    <w:rsid w:val="002E193E"/>
    <w:rsid w:val="002F0D74"/>
    <w:rsid w:val="00305EFF"/>
    <w:rsid w:val="00310A6A"/>
    <w:rsid w:val="003144E6"/>
    <w:rsid w:val="00314EFE"/>
    <w:rsid w:val="00337E82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4BF"/>
    <w:rsid w:val="004A142B"/>
    <w:rsid w:val="004A3860"/>
    <w:rsid w:val="004A44E8"/>
    <w:rsid w:val="004A581D"/>
    <w:rsid w:val="004A5A29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7848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74707"/>
    <w:rsid w:val="00686A49"/>
    <w:rsid w:val="00687B62"/>
    <w:rsid w:val="00690C44"/>
    <w:rsid w:val="00695C89"/>
    <w:rsid w:val="006969D9"/>
    <w:rsid w:val="006A02AC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37AF0"/>
    <w:rsid w:val="007404E9"/>
    <w:rsid w:val="007444CF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A235F"/>
    <w:rsid w:val="007A300D"/>
    <w:rsid w:val="007A6E67"/>
    <w:rsid w:val="007A7DD7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E2F"/>
    <w:rsid w:val="00865011"/>
    <w:rsid w:val="00877600"/>
    <w:rsid w:val="00886790"/>
    <w:rsid w:val="008908DE"/>
    <w:rsid w:val="00892D00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6C03"/>
    <w:rsid w:val="00997BFC"/>
    <w:rsid w:val="00997F71"/>
    <w:rsid w:val="009A5900"/>
    <w:rsid w:val="009A6E6C"/>
    <w:rsid w:val="009A6F3F"/>
    <w:rsid w:val="009B331A"/>
    <w:rsid w:val="009B509A"/>
    <w:rsid w:val="009C2650"/>
    <w:rsid w:val="009C40CF"/>
    <w:rsid w:val="009D15E2"/>
    <w:rsid w:val="009D15FE"/>
    <w:rsid w:val="009D5D2C"/>
    <w:rsid w:val="009F0DCC"/>
    <w:rsid w:val="009F11CA"/>
    <w:rsid w:val="00A0695B"/>
    <w:rsid w:val="00A13052"/>
    <w:rsid w:val="00A15893"/>
    <w:rsid w:val="00A216A8"/>
    <w:rsid w:val="00A223A6"/>
    <w:rsid w:val="00A31356"/>
    <w:rsid w:val="00A34692"/>
    <w:rsid w:val="00A3639E"/>
    <w:rsid w:val="00A45BB9"/>
    <w:rsid w:val="00A5092E"/>
    <w:rsid w:val="00A554D6"/>
    <w:rsid w:val="00A56E14"/>
    <w:rsid w:val="00A6476B"/>
    <w:rsid w:val="00A76C6C"/>
    <w:rsid w:val="00A80BC0"/>
    <w:rsid w:val="00A87356"/>
    <w:rsid w:val="00A92DD1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2013"/>
    <w:rsid w:val="00B22C67"/>
    <w:rsid w:val="00B333DE"/>
    <w:rsid w:val="00B3508F"/>
    <w:rsid w:val="00B443EE"/>
    <w:rsid w:val="00B560C8"/>
    <w:rsid w:val="00B61150"/>
    <w:rsid w:val="00B65BC7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E16C9"/>
    <w:rsid w:val="00BE5889"/>
    <w:rsid w:val="00BF1D4C"/>
    <w:rsid w:val="00BF3F0A"/>
    <w:rsid w:val="00C04238"/>
    <w:rsid w:val="00C143C3"/>
    <w:rsid w:val="00C1739B"/>
    <w:rsid w:val="00C21ADE"/>
    <w:rsid w:val="00C26067"/>
    <w:rsid w:val="00C30A29"/>
    <w:rsid w:val="00C317DC"/>
    <w:rsid w:val="00C31EFF"/>
    <w:rsid w:val="00C56735"/>
    <w:rsid w:val="00C578E9"/>
    <w:rsid w:val="00C70626"/>
    <w:rsid w:val="00C72835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0F45"/>
    <w:rsid w:val="00CC451E"/>
    <w:rsid w:val="00CD4E9D"/>
    <w:rsid w:val="00CD4F4D"/>
    <w:rsid w:val="00CE2AA9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4247"/>
    <w:rsid w:val="00D25D16"/>
    <w:rsid w:val="00D32124"/>
    <w:rsid w:val="00D323A5"/>
    <w:rsid w:val="00D45439"/>
    <w:rsid w:val="00D53D5E"/>
    <w:rsid w:val="00D54C76"/>
    <w:rsid w:val="00D62E6F"/>
    <w:rsid w:val="00D632BB"/>
    <w:rsid w:val="00D71E43"/>
    <w:rsid w:val="00D727F3"/>
    <w:rsid w:val="00D72DD3"/>
    <w:rsid w:val="00D73695"/>
    <w:rsid w:val="00D77E9B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652"/>
    <w:rsid w:val="00DC5A3A"/>
    <w:rsid w:val="00DD0726"/>
    <w:rsid w:val="00DE0F35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A4A01"/>
    <w:rsid w:val="00EB0AA4"/>
    <w:rsid w:val="00EB252C"/>
    <w:rsid w:val="00EB5C88"/>
    <w:rsid w:val="00EC0469"/>
    <w:rsid w:val="00EC0C3E"/>
    <w:rsid w:val="00ED1D58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30C7D"/>
    <w:rsid w:val="00F32297"/>
    <w:rsid w:val="00F33FF2"/>
    <w:rsid w:val="00F438FC"/>
    <w:rsid w:val="00F46AB9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1A14B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0FE3503BD9124E8064C3202C9765CD" ma:contentTypeVersion="4" ma:contentTypeDescription="Create a new document." ma:contentTypeScope="" ma:versionID="9c3d343a8baec7e8dcbf98d95dbc3f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60558d2-709f-437b-adf9-a78bcfe089b7" targetNamespace="http://schemas.microsoft.com/office/2006/metadata/properties" ma:root="true" ma:fieldsID="60ce91249a3551d9450541096f85bb48" ns1:_="" ns2:_="" ns3:_="">
    <xsd:import namespace="http://schemas.microsoft.com/sharepoint/v3"/>
    <xsd:import namespace="d50bbff7-d6dd-47d2-864a-cfdc2c3db0f4"/>
    <xsd:import namespace="d60558d2-709f-437b-adf9-a78bcfe089b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558d2-709f-437b-adf9-a78bcfe089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6038E0-E8AB-4B3A-81F3-42C385423E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C91282E7-6399-4D64-B630-E721DA9054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60558d2-709f-437b-adf9-a78bcfe089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2021-06-01T12:21:00Z</dcterms:created>
  <dcterms:modified xsi:type="dcterms:W3CDTF">2021-06-01T12:21:00Z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0x010100330FE3503BD9124E8064C3202C9765CD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