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5ABBF4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46FB804" w14:textId="77777777" w:rsidTr="00F279E6">
        <w:tc>
          <w:tcPr>
            <w:tcW w:w="1396" w:type="pct"/>
            <w:shd w:val="clear" w:color="auto" w:fill="auto"/>
          </w:tcPr>
          <w:p w14:paraId="6DE94279" w14:textId="4FA49A24" w:rsidR="00A301E0" w:rsidRPr="00536741" w:rsidRDefault="00B468A6" w:rsidP="00536741">
            <w:pPr>
              <w:pStyle w:val="SISSCODE"/>
            </w:pPr>
            <w:r>
              <w:t>AHCSS00038</w:t>
            </w:r>
          </w:p>
        </w:tc>
        <w:tc>
          <w:tcPr>
            <w:tcW w:w="3604" w:type="pct"/>
            <w:shd w:val="clear" w:color="auto" w:fill="auto"/>
          </w:tcPr>
          <w:p w14:paraId="28A81D10" w14:textId="405BB9B9" w:rsidR="00A301E0" w:rsidRPr="00536741" w:rsidRDefault="00B468A6" w:rsidP="00536741">
            <w:pPr>
              <w:pStyle w:val="SISStitle"/>
            </w:pPr>
            <w:r w:rsidRPr="00B468A6">
              <w:t>Landscape Business Skill Set</w:t>
            </w:r>
          </w:p>
        </w:tc>
      </w:tr>
    </w:tbl>
    <w:p w14:paraId="5CF35D0C" w14:textId="77777777" w:rsidR="00A301E0" w:rsidRPr="00536741" w:rsidRDefault="00A301E0" w:rsidP="00A301E0"/>
    <w:p w14:paraId="7F458F44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A9611D9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3116820C" w14:textId="77777777" w:rsidTr="002A1BEA">
        <w:tc>
          <w:tcPr>
            <w:tcW w:w="1396" w:type="pct"/>
            <w:shd w:val="clear" w:color="auto" w:fill="auto"/>
          </w:tcPr>
          <w:p w14:paraId="5A378C45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200D1620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681ABE" w:rsidRPr="00963A46" w14:paraId="7F8DBA57" w14:textId="77777777" w:rsidTr="002A1BEA">
        <w:tc>
          <w:tcPr>
            <w:tcW w:w="1396" w:type="pct"/>
            <w:shd w:val="clear" w:color="auto" w:fill="auto"/>
          </w:tcPr>
          <w:p w14:paraId="0CA0B03B" w14:textId="251197E3" w:rsidR="00681ABE" w:rsidRPr="00CC451E" w:rsidRDefault="00681ABE" w:rsidP="00536741">
            <w:pPr>
              <w:pStyle w:val="SIText"/>
            </w:pPr>
            <w:r>
              <w:t>Release 2</w:t>
            </w:r>
          </w:p>
        </w:tc>
        <w:tc>
          <w:tcPr>
            <w:tcW w:w="3604" w:type="pct"/>
            <w:shd w:val="clear" w:color="auto" w:fill="auto"/>
          </w:tcPr>
          <w:p w14:paraId="5E00BE2B" w14:textId="77777777" w:rsidR="00681ABE" w:rsidRDefault="00681ABE" w:rsidP="00536741">
            <w:pPr>
              <w:pStyle w:val="SIText"/>
            </w:pPr>
            <w:r w:rsidRPr="00B468A6">
              <w:t>This version released with AHC Agriculture, Horticulture and Conservation and Land Management Training Package Version</w:t>
            </w:r>
            <w:r>
              <w:t xml:space="preserve"> 7.0.</w:t>
            </w:r>
          </w:p>
          <w:p w14:paraId="6D8AD19A" w14:textId="77777777" w:rsidR="00681ABE" w:rsidRDefault="00681ABE" w:rsidP="00536741">
            <w:pPr>
              <w:pStyle w:val="SIText"/>
            </w:pPr>
          </w:p>
          <w:p w14:paraId="0B9573F2" w14:textId="4F7A2F90" w:rsidR="00681ABE" w:rsidRPr="00A5541F" w:rsidRDefault="00681ABE" w:rsidP="00A5541F">
            <w:pPr>
              <w:pStyle w:val="SIText"/>
              <w:rPr>
                <w:rStyle w:val="SIText-Italic"/>
                <w:i w:val="0"/>
                <w:szCs w:val="22"/>
              </w:rPr>
            </w:pPr>
            <w:r w:rsidRPr="00A5541F">
              <w:t xml:space="preserve">Supersedes and is equivalent to </w:t>
            </w:r>
            <w:r w:rsidRPr="00A5541F">
              <w:rPr>
                <w:rStyle w:val="SIText-Italic"/>
              </w:rPr>
              <w:t>AHCSS00038 Landscape Business Skill Set</w:t>
            </w:r>
            <w:r w:rsidRPr="00A5541F">
              <w:rPr>
                <w:rStyle w:val="SIText-Italic"/>
                <w:i w:val="0"/>
                <w:szCs w:val="22"/>
              </w:rPr>
              <w:t>. Skill set requirements</w:t>
            </w:r>
            <w:r w:rsidR="00A5541F" w:rsidRPr="00A5541F">
              <w:rPr>
                <w:rStyle w:val="SIText-Italic"/>
                <w:i w:val="0"/>
                <w:szCs w:val="22"/>
              </w:rPr>
              <w:t>, unit codes and titles amended.</w:t>
            </w:r>
          </w:p>
        </w:tc>
      </w:tr>
      <w:tr w:rsidR="00536741" w:rsidRPr="00963A46" w14:paraId="2E85E9FB" w14:textId="77777777" w:rsidTr="002A1BEA">
        <w:tc>
          <w:tcPr>
            <w:tcW w:w="1396" w:type="pct"/>
            <w:shd w:val="clear" w:color="auto" w:fill="auto"/>
          </w:tcPr>
          <w:p w14:paraId="4787D795" w14:textId="183BACD5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1F161DE7" w14:textId="0F454F0B" w:rsidR="00536741" w:rsidRDefault="00B468A6" w:rsidP="00536741">
            <w:pPr>
              <w:pStyle w:val="SIText"/>
            </w:pPr>
            <w:r w:rsidRPr="00B468A6">
              <w:t>This version released with AHC Agriculture, Horticulture and Conservation and Land Management Training Package Version 1.0.</w:t>
            </w:r>
          </w:p>
        </w:tc>
      </w:tr>
    </w:tbl>
    <w:p w14:paraId="626E0B76" w14:textId="77777777" w:rsidR="00536741" w:rsidRDefault="00536741" w:rsidP="00536741">
      <w:pPr>
        <w:rPr>
          <w:lang w:eastAsia="en-US"/>
        </w:rPr>
      </w:pPr>
    </w:p>
    <w:p w14:paraId="32BAA06F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4160BE5" w14:textId="77777777" w:rsidTr="000D7BE6">
        <w:tc>
          <w:tcPr>
            <w:tcW w:w="5000" w:type="pct"/>
            <w:shd w:val="clear" w:color="auto" w:fill="auto"/>
          </w:tcPr>
          <w:p w14:paraId="3CA991C0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558CC2B2" w14:textId="3DE1CC94" w:rsidR="00A772D9" w:rsidRPr="00536741" w:rsidRDefault="00F34338" w:rsidP="00681ABE">
            <w:pPr>
              <w:pStyle w:val="SIText"/>
            </w:pPr>
            <w:r>
              <w:t>This skill set provides the skills and knowledge required to source goods, services and evaluate contractors</w:t>
            </w:r>
            <w:r w:rsidR="00C82418">
              <w:t>, undertake small business planning, evaluate and develop small business operations, and operate within a budget framework within a landscaping sole trader or small business environment.</w:t>
            </w:r>
          </w:p>
        </w:tc>
      </w:tr>
      <w:tr w:rsidR="00A301E0" w:rsidRPr="00963A46" w14:paraId="0BEAB14C" w14:textId="77777777" w:rsidTr="00156C2D">
        <w:trPr>
          <w:trHeight w:val="527"/>
        </w:trPr>
        <w:tc>
          <w:tcPr>
            <w:tcW w:w="5000" w:type="pct"/>
            <w:shd w:val="clear" w:color="auto" w:fill="auto"/>
          </w:tcPr>
          <w:p w14:paraId="2CD312E1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4638CBAE" w14:textId="1A721AC4" w:rsidR="00B468A6" w:rsidRPr="00B468A6" w:rsidRDefault="00B468A6" w:rsidP="004046AD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B468A6">
              <w:rPr>
                <w:rStyle w:val="SITemporarytext-red"/>
                <w:color w:val="auto"/>
                <w:sz w:val="20"/>
                <w:szCs w:val="22"/>
              </w:rPr>
              <w:t>These units</w:t>
            </w:r>
            <w:r w:rsidR="00A5541F">
              <w:rPr>
                <w:rStyle w:val="SITemporarytext-red"/>
              </w:rPr>
              <w:t xml:space="preserve"> </w:t>
            </w:r>
            <w:r w:rsidR="00A5541F" w:rsidRPr="00A5541F">
              <w:rPr>
                <w:rStyle w:val="SITemporarytext-red"/>
                <w:color w:val="auto"/>
                <w:sz w:val="20"/>
                <w:szCs w:val="22"/>
              </w:rPr>
              <w:t>of competency</w:t>
            </w:r>
            <w:r w:rsidRPr="00B468A6">
              <w:rPr>
                <w:rStyle w:val="SITemporarytext-red"/>
                <w:color w:val="auto"/>
                <w:sz w:val="20"/>
                <w:szCs w:val="22"/>
              </w:rPr>
              <w:t xml:space="preserve"> provide credit towards </w:t>
            </w:r>
            <w:r w:rsidR="00A5541F" w:rsidRPr="00A5541F">
              <w:rPr>
                <w:rStyle w:val="SIText-Italic"/>
              </w:rPr>
              <w:t>AHC4XX21</w:t>
            </w:r>
            <w:r w:rsidRPr="00A5541F">
              <w:rPr>
                <w:rStyle w:val="SIText-Italic"/>
              </w:rPr>
              <w:t xml:space="preserve"> Certificate IV in Landscape</w:t>
            </w:r>
            <w:r w:rsidR="003A3FB8">
              <w:rPr>
                <w:rStyle w:val="SIText-Italic"/>
              </w:rPr>
              <w:t xml:space="preserve"> Construction Management</w:t>
            </w:r>
            <w:r w:rsidR="004046AD">
              <w:rPr>
                <w:rStyle w:val="SIText-Italic"/>
              </w:rPr>
              <w:t xml:space="preserve"> </w:t>
            </w:r>
            <w:r w:rsidR="004046AD" w:rsidRPr="004046AD">
              <w:rPr>
                <w:rStyle w:val="SIText-Italic"/>
                <w:i w:val="0"/>
                <w:szCs w:val="22"/>
              </w:rPr>
              <w:t>and</w:t>
            </w:r>
            <w:r w:rsidR="004046AD">
              <w:rPr>
                <w:rStyle w:val="SIText-Italic"/>
              </w:rPr>
              <w:t xml:space="preserve"> AHC5XX21 Diploma of Landscape Project Management</w:t>
            </w:r>
            <w:r w:rsidRPr="00B468A6">
              <w:rPr>
                <w:rStyle w:val="SITemporarytext-red"/>
                <w:color w:val="auto"/>
                <w:sz w:val="20"/>
                <w:szCs w:val="22"/>
              </w:rPr>
              <w:t>.</w:t>
            </w:r>
          </w:p>
        </w:tc>
      </w:tr>
      <w:tr w:rsidR="00A301E0" w:rsidRPr="00963A46" w14:paraId="67F5F053" w14:textId="77777777" w:rsidTr="00156C2D">
        <w:trPr>
          <w:trHeight w:val="565"/>
        </w:trPr>
        <w:tc>
          <w:tcPr>
            <w:tcW w:w="5000" w:type="pct"/>
            <w:shd w:val="clear" w:color="auto" w:fill="auto"/>
          </w:tcPr>
          <w:p w14:paraId="45A07757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45C3147E" w14:textId="48EF04C3" w:rsidR="006D34B1" w:rsidRPr="00A301E0" w:rsidRDefault="00A5541F">
            <w:pPr>
              <w:pStyle w:val="SIText"/>
            </w:pPr>
            <w:r>
              <w:t>No licensing</w:t>
            </w:r>
            <w:r w:rsidR="004D2EA4">
              <w:t>,</w:t>
            </w:r>
            <w:r>
              <w:t xml:space="preserve"> </w:t>
            </w:r>
            <w:r w:rsidR="004D2EA4">
              <w:t xml:space="preserve">legislative </w:t>
            </w:r>
            <w:r>
              <w:t xml:space="preserve">or </w:t>
            </w:r>
            <w:r w:rsidR="004D2EA4">
              <w:t>certification</w:t>
            </w:r>
            <w:r>
              <w:t xml:space="preserve"> requirements apply to this skill set at the time of pu</w:t>
            </w:r>
            <w:r w:rsidRPr="00A5541F">
              <w:t>blication.</w:t>
            </w:r>
          </w:p>
        </w:tc>
      </w:tr>
      <w:tr w:rsidR="00A772D9" w:rsidRPr="00963A46" w14:paraId="06934EF1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61119616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07E18C32" w14:textId="77777777" w:rsidR="00F34338" w:rsidRPr="00F34338" w:rsidRDefault="00F34338" w:rsidP="00F34338">
            <w:pPr>
              <w:pStyle w:val="SIBulletList1"/>
            </w:pPr>
            <w:r>
              <w:t xml:space="preserve">AHCBUS408 </w:t>
            </w:r>
            <w:r w:rsidRPr="00F34338">
              <w:t>Operate within a budget framework</w:t>
            </w:r>
          </w:p>
          <w:p w14:paraId="3B15B697" w14:textId="6A0C8FE8" w:rsidR="00B468A6" w:rsidRPr="00B468A6" w:rsidRDefault="00B468A6" w:rsidP="00610262">
            <w:pPr>
              <w:pStyle w:val="SIBulletList1"/>
            </w:pPr>
            <w:r w:rsidRPr="00B468A6">
              <w:t>BSBSMB404</w:t>
            </w:r>
            <w:r>
              <w:t xml:space="preserve"> </w:t>
            </w:r>
            <w:r w:rsidRPr="00B468A6">
              <w:t>Undertake small business planning</w:t>
            </w:r>
          </w:p>
          <w:p w14:paraId="6B5D931F" w14:textId="5EFF4839" w:rsidR="00F34338" w:rsidRDefault="00F34338" w:rsidP="00B468A6">
            <w:pPr>
              <w:pStyle w:val="SIBulletList1"/>
            </w:pPr>
            <w:r>
              <w:t>BSBSMB420 Evaluate and develop small business operations</w:t>
            </w:r>
          </w:p>
          <w:p w14:paraId="2C099484" w14:textId="7FE20EA2" w:rsidR="001F28F9" w:rsidRPr="00536741" w:rsidRDefault="00B468A6" w:rsidP="00B468A6">
            <w:pPr>
              <w:pStyle w:val="SIBulletList1"/>
            </w:pPr>
            <w:r w:rsidRPr="00B468A6">
              <w:t>TLIR4002</w:t>
            </w:r>
            <w:r>
              <w:t xml:space="preserve"> </w:t>
            </w:r>
            <w:r w:rsidRPr="00B468A6">
              <w:t>Source goods/services and evaluate contractors</w:t>
            </w:r>
          </w:p>
        </w:tc>
      </w:tr>
      <w:tr w:rsidR="005C7EA8" w:rsidRPr="00963A46" w14:paraId="5B442683" w14:textId="77777777" w:rsidTr="00B468A6">
        <w:trPr>
          <w:trHeight w:val="416"/>
        </w:trPr>
        <w:tc>
          <w:tcPr>
            <w:tcW w:w="5000" w:type="pct"/>
            <w:shd w:val="clear" w:color="auto" w:fill="auto"/>
          </w:tcPr>
          <w:p w14:paraId="5C4835DC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5AAF9F7" w14:textId="1747E1D1" w:rsidR="0016138C" w:rsidRPr="00536741" w:rsidRDefault="00A5541F" w:rsidP="00536741">
            <w:pPr>
              <w:pStyle w:val="SIText"/>
            </w:pPr>
            <w:r>
              <w:t xml:space="preserve">This skill set is for </w:t>
            </w:r>
            <w:r w:rsidR="00F34338">
              <w:t>individuals responsible for providing services as a professional landscape contractor as a s</w:t>
            </w:r>
            <w:r w:rsidR="00B468A6" w:rsidRPr="00B468A6">
              <w:t>ole trader or small business.</w:t>
            </w:r>
          </w:p>
        </w:tc>
      </w:tr>
      <w:tr w:rsidR="00DB557A" w:rsidRPr="00963A46" w14:paraId="5CB41850" w14:textId="77777777" w:rsidTr="00156C2D">
        <w:trPr>
          <w:trHeight w:val="1070"/>
        </w:trPr>
        <w:tc>
          <w:tcPr>
            <w:tcW w:w="5000" w:type="pct"/>
            <w:shd w:val="clear" w:color="auto" w:fill="auto"/>
          </w:tcPr>
          <w:p w14:paraId="608648C1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6712F0FD" w14:textId="3315131A" w:rsidR="00B468A6" w:rsidRPr="00B468A6" w:rsidRDefault="00B468A6" w:rsidP="00A5541F">
            <w:pPr>
              <w:pStyle w:val="SIText"/>
            </w:pPr>
            <w:r w:rsidRPr="00B468A6">
              <w:t xml:space="preserve">These competencies </w:t>
            </w:r>
            <w:r w:rsidR="00A5541F">
              <w:t xml:space="preserve">from the </w:t>
            </w:r>
            <w:r w:rsidR="00A5541F">
              <w:rPr>
                <w:rStyle w:val="SIText-Italic"/>
              </w:rPr>
              <w:t xml:space="preserve">AHC Agriculture, Horticulture and Conservation and Land Management Training Package </w:t>
            </w:r>
            <w:r w:rsidRPr="00B468A6">
              <w:t>meet the industry requirements for establishing a sole trading/small business as a professional landscape contractor.</w:t>
            </w:r>
          </w:p>
        </w:tc>
      </w:tr>
    </w:tbl>
    <w:p w14:paraId="04159F51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E1059E" w14:textId="77777777" w:rsidR="00F64919" w:rsidRDefault="00F64919" w:rsidP="00BF3F0A">
      <w:r>
        <w:separator/>
      </w:r>
    </w:p>
    <w:p w14:paraId="43A13EFD" w14:textId="77777777" w:rsidR="00F64919" w:rsidRDefault="00F64919"/>
  </w:endnote>
  <w:endnote w:type="continuationSeparator" w:id="0">
    <w:p w14:paraId="6979789D" w14:textId="77777777" w:rsidR="00F64919" w:rsidRDefault="00F64919" w:rsidP="00BF3F0A">
      <w:r>
        <w:continuationSeparator/>
      </w:r>
    </w:p>
    <w:p w14:paraId="74150875" w14:textId="77777777" w:rsidR="00F64919" w:rsidRDefault="00F649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4DCB313F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072D1B07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6872868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DA4B66" w14:textId="77777777" w:rsidR="00F64919" w:rsidRDefault="00F64919" w:rsidP="00BF3F0A">
      <w:r>
        <w:separator/>
      </w:r>
    </w:p>
    <w:p w14:paraId="2D8B4E30" w14:textId="77777777" w:rsidR="00F64919" w:rsidRDefault="00F64919"/>
  </w:footnote>
  <w:footnote w:type="continuationSeparator" w:id="0">
    <w:p w14:paraId="380EB16E" w14:textId="77777777" w:rsidR="00F64919" w:rsidRDefault="00F64919" w:rsidP="00BF3F0A">
      <w:r>
        <w:continuationSeparator/>
      </w:r>
    </w:p>
    <w:p w14:paraId="26B9A7BF" w14:textId="77777777" w:rsidR="00F64919" w:rsidRDefault="00F649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243BD1" w14:textId="1D7A7E2F" w:rsidR="009C2650" w:rsidRPr="00B468A6" w:rsidRDefault="00B468A6" w:rsidP="00B468A6">
    <w:r w:rsidRPr="00B468A6">
      <w:t>AHCSS00038 Landscape Business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163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0F3EDE"/>
    <w:rsid w:val="00101659"/>
    <w:rsid w:val="001078BF"/>
    <w:rsid w:val="00133957"/>
    <w:rsid w:val="001372F6"/>
    <w:rsid w:val="00144385"/>
    <w:rsid w:val="00151D93"/>
    <w:rsid w:val="00156C2D"/>
    <w:rsid w:val="00156EF3"/>
    <w:rsid w:val="0016138C"/>
    <w:rsid w:val="00163EEE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35DB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3FB8"/>
    <w:rsid w:val="003A58BA"/>
    <w:rsid w:val="003A5AE7"/>
    <w:rsid w:val="003A7221"/>
    <w:rsid w:val="003C13AE"/>
    <w:rsid w:val="003C16B1"/>
    <w:rsid w:val="003D2E73"/>
    <w:rsid w:val="003E7BBE"/>
    <w:rsid w:val="004046AD"/>
    <w:rsid w:val="004127E3"/>
    <w:rsid w:val="0043212E"/>
    <w:rsid w:val="00434366"/>
    <w:rsid w:val="00444423"/>
    <w:rsid w:val="004463CA"/>
    <w:rsid w:val="00452F3E"/>
    <w:rsid w:val="004532D2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2EA4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163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1ABE"/>
    <w:rsid w:val="00687B62"/>
    <w:rsid w:val="00690C44"/>
    <w:rsid w:val="00695891"/>
    <w:rsid w:val="006969D9"/>
    <w:rsid w:val="006A1D6C"/>
    <w:rsid w:val="006A2B68"/>
    <w:rsid w:val="006C159E"/>
    <w:rsid w:val="006C2F32"/>
    <w:rsid w:val="006D34B1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0E68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66DF0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541F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468A6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82418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29DC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34338"/>
    <w:rsid w:val="00F4044F"/>
    <w:rsid w:val="00F438FC"/>
    <w:rsid w:val="00F5616F"/>
    <w:rsid w:val="00F56827"/>
    <w:rsid w:val="00F64919"/>
    <w:rsid w:val="00F65EF0"/>
    <w:rsid w:val="00F71651"/>
    <w:rsid w:val="00F76CC6"/>
    <w:rsid w:val="00FE0282"/>
    <w:rsid w:val="00FE124D"/>
    <w:rsid w:val="00FE203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B870415"/>
  <w15:docId w15:val="{81CB84ED-3B3A-4338-B23F-AD4E22F05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522BD9B6158E46A927E0EC773AA34C" ma:contentTypeVersion="" ma:contentTypeDescription="Create a new document." ma:contentTypeScope="" ma:versionID="684aa8ecf8a62d21b9d5ad74dc2983d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d574cea-e671-4d69-8141-37ff388c9285" targetNamespace="http://schemas.microsoft.com/office/2006/metadata/properties" ma:root="true" ma:fieldsID="fbdd567ef91960998bbd9193e1d17b2a" ns1:_="" ns2:_="" ns3:_="">
    <xsd:import namespace="http://schemas.microsoft.com/sharepoint/v3"/>
    <xsd:import namespace="d50bbff7-d6dd-47d2-864a-cfdc2c3db0f4"/>
    <xsd:import namespace="8d574cea-e671-4d69-8141-37ff388c9285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574cea-e671-4d69-8141-37ff388c92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8d574cea-e671-4d69-8141-37ff388c9285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A05485-73A3-4122-8B60-6AADCA1E3F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E9FC35C-E904-4463-8168-54DC086199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d574cea-e671-4d69-8141-37ff388c92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49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Rebecca Ford</cp:lastModifiedBy>
  <cp:revision>13</cp:revision>
  <cp:lastPrinted>2016-05-27T05:21:00Z</cp:lastPrinted>
  <dcterms:created xsi:type="dcterms:W3CDTF">2020-09-15T01:35:00Z</dcterms:created>
  <dcterms:modified xsi:type="dcterms:W3CDTF">2021-06-08T05:52:00Z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0x0101008F522BD9B6158E46A927E0EC773AA34C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