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2677F" w14:paraId="45204D38" w14:textId="77777777" w:rsidTr="009E2B5A">
        <w:tc>
          <w:tcPr>
            <w:tcW w:w="2689" w:type="dxa"/>
          </w:tcPr>
          <w:p w14:paraId="7A737790" w14:textId="77777777" w:rsidR="00A2677F" w:rsidRPr="00A2677F" w:rsidRDefault="00A2677F" w:rsidP="00A2677F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3ABECF37" w14:textId="77777777" w:rsidR="00A2677F" w:rsidRPr="00A2677F" w:rsidRDefault="00A2677F" w:rsidP="00A2677F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A2677F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00F2B0B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DES501</w:t>
            </w:r>
          </w:p>
        </w:tc>
        <w:tc>
          <w:tcPr>
            <w:tcW w:w="3604" w:type="pct"/>
            <w:shd w:val="clear" w:color="auto" w:fill="auto"/>
          </w:tcPr>
          <w:p w14:paraId="68240ED7" w14:textId="3945DA8E" w:rsidR="00F1480E" w:rsidRPr="000754EC" w:rsidRDefault="00BD40A8" w:rsidP="000754EC">
            <w:pPr>
              <w:pStyle w:val="SIUnittitle"/>
            </w:pPr>
            <w:r w:rsidRPr="00BD40A8">
              <w:t>Design sustainable landscapes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3A3169" w14:textId="427D5851" w:rsidR="00BD40A8" w:rsidRPr="00BD40A8" w:rsidRDefault="00BD40A8" w:rsidP="00A2677F">
            <w:pPr>
              <w:pStyle w:val="SIText"/>
            </w:pPr>
            <w:r w:rsidRPr="00BD40A8">
              <w:t xml:space="preserve">This unit of competency describes the skills and knowledge required to </w:t>
            </w:r>
            <w:r w:rsidR="00CF465F">
              <w:t xml:space="preserve">design sustainable landscapes, including </w:t>
            </w:r>
            <w:r w:rsidR="0015544A">
              <w:t>assess</w:t>
            </w:r>
            <w:r w:rsidR="00CF465F">
              <w:t>ing</w:t>
            </w:r>
            <w:r w:rsidR="0015544A">
              <w:t xml:space="preserve"> requirements for sustainable land use, prepar</w:t>
            </w:r>
            <w:r w:rsidR="00CF465F">
              <w:t>ing</w:t>
            </w:r>
            <w:r w:rsidR="0015544A">
              <w:t xml:space="preserve"> an integrated </w:t>
            </w:r>
            <w:r w:rsidRPr="00BD40A8">
              <w:t>design</w:t>
            </w:r>
            <w:r w:rsidR="0015544A">
              <w:t>, plan</w:t>
            </w:r>
            <w:r w:rsidR="00CF465F">
              <w:t>ning</w:t>
            </w:r>
            <w:r w:rsidR="0015544A">
              <w:t xml:space="preserve"> implementation into design, and </w:t>
            </w:r>
            <w:r w:rsidR="00CF465F">
              <w:t>auditing implementation</w:t>
            </w:r>
            <w:r w:rsidRPr="00BD40A8">
              <w:t xml:space="preserve"> for improvement of long-term ecological sustainability of landscapes.</w:t>
            </w:r>
          </w:p>
          <w:p w14:paraId="2B866349" w14:textId="77777777" w:rsidR="00BD40A8" w:rsidRPr="00BD40A8" w:rsidRDefault="00BD40A8" w:rsidP="00A2677F">
            <w:pPr>
              <w:pStyle w:val="SIText"/>
            </w:pPr>
          </w:p>
          <w:p w14:paraId="5C191390" w14:textId="0EA94E10" w:rsidR="00CF465F" w:rsidRDefault="00CF465F" w:rsidP="00A2677F">
            <w:pPr>
              <w:pStyle w:val="SIText"/>
            </w:pPr>
            <w:r>
              <w:t>The uni</w:t>
            </w:r>
            <w:r w:rsidR="00BD40A8" w:rsidRPr="00BD40A8">
              <w:t xml:space="preserve">t applies to individuals who </w:t>
            </w:r>
            <w:r>
              <w:t>apply specialist skills and knowledg</w:t>
            </w:r>
            <w:r w:rsidRPr="00CF465F">
              <w:t xml:space="preserve">e to surveying and establishing site levels, take personal responsibility and exercise autonomy in undertaking complex work. They </w:t>
            </w:r>
            <w:r w:rsidR="00BD40A8" w:rsidRPr="00BD40A8">
              <w:t xml:space="preserve">analyse </w:t>
            </w:r>
            <w:r>
              <w:t>and synthesise</w:t>
            </w:r>
            <w:r w:rsidRPr="00CF465F">
              <w:t xml:space="preserve"> </w:t>
            </w:r>
            <w:r w:rsidR="00BD40A8" w:rsidRPr="00BD40A8">
              <w:t>information</w:t>
            </w:r>
            <w:r>
              <w:t>,</w:t>
            </w:r>
            <w:r w:rsidR="00BD40A8" w:rsidRPr="00BD40A8">
              <w:t xml:space="preserve"> and analyse, </w:t>
            </w:r>
            <w:proofErr w:type="gramStart"/>
            <w:r w:rsidR="00BD40A8" w:rsidRPr="00BD40A8">
              <w:t>design</w:t>
            </w:r>
            <w:proofErr w:type="gramEnd"/>
            <w:r w:rsidR="00BD40A8" w:rsidRPr="00BD40A8">
              <w:t xml:space="preserve"> and communicate solutions to </w:t>
            </w:r>
            <w:r w:rsidR="00251BC3">
              <w:t>sometimes</w:t>
            </w:r>
            <w:r w:rsidR="00BD40A8" w:rsidRPr="00BD40A8">
              <w:t xml:space="preserve"> complex problems.</w:t>
            </w:r>
          </w:p>
          <w:p w14:paraId="1670DEDF" w14:textId="77777777" w:rsidR="00CF465F" w:rsidRDefault="00CF465F" w:rsidP="00A2677F">
            <w:pPr>
              <w:pStyle w:val="SIText"/>
            </w:pPr>
          </w:p>
          <w:p w14:paraId="5D9BAEB3" w14:textId="10248086" w:rsidR="00BD40A8" w:rsidRPr="00BD40A8" w:rsidRDefault="00BD40A8" w:rsidP="00A2677F">
            <w:pPr>
              <w:pStyle w:val="SIText"/>
            </w:pPr>
            <w:r w:rsidRPr="00BD40A8">
              <w:t>All work is carried out to comply with workplace procedures</w:t>
            </w:r>
            <w:r w:rsidR="00CF465F">
              <w:t>, health and safety in the workplace requirements, legislative and re</w:t>
            </w:r>
            <w:r w:rsidR="00CF465F" w:rsidRPr="00CF465F">
              <w:t>gulatory requirements, and sustainability and biosecurity practices</w:t>
            </w:r>
            <w:r w:rsidRPr="00BD40A8">
              <w:t>.</w:t>
            </w:r>
          </w:p>
          <w:p w14:paraId="3889F84C" w14:textId="77777777" w:rsidR="00BD40A8" w:rsidRPr="00BD40A8" w:rsidRDefault="00BD40A8" w:rsidP="00A2677F">
            <w:pPr>
              <w:pStyle w:val="SIText"/>
            </w:pPr>
          </w:p>
          <w:p w14:paraId="034C6C33" w14:textId="7612B2D3" w:rsidR="00373436" w:rsidRPr="000754EC" w:rsidRDefault="00BD40A8" w:rsidP="00A2677F">
            <w:pPr>
              <w:pStyle w:val="SIText"/>
            </w:pPr>
            <w:r w:rsidRPr="00BD40A8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C475B34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D40A8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0E78BE2" w:rsidR="00BD40A8" w:rsidRPr="00BD40A8" w:rsidRDefault="00BD40A8" w:rsidP="00BD40A8">
            <w:pPr>
              <w:pStyle w:val="SIText"/>
            </w:pPr>
            <w:r w:rsidRPr="00BD40A8">
              <w:t>1. Assess requirements for sustainable land use</w:t>
            </w:r>
          </w:p>
        </w:tc>
        <w:tc>
          <w:tcPr>
            <w:tcW w:w="3604" w:type="pct"/>
            <w:shd w:val="clear" w:color="auto" w:fill="auto"/>
          </w:tcPr>
          <w:p w14:paraId="544BE96A" w14:textId="5DB1F616" w:rsidR="00BD40A8" w:rsidRPr="00BD40A8" w:rsidRDefault="00BD40A8" w:rsidP="00BD40A8">
            <w:r w:rsidRPr="00BD40A8">
              <w:t xml:space="preserve">1.1 Consult </w:t>
            </w:r>
            <w:r w:rsidR="00CF465F">
              <w:t xml:space="preserve">with </w:t>
            </w:r>
            <w:r w:rsidRPr="00BD40A8">
              <w:t xml:space="preserve">client to </w:t>
            </w:r>
            <w:r w:rsidR="00CF465F">
              <w:t xml:space="preserve">discuss the purpose and requirements of the design and </w:t>
            </w:r>
            <w:r w:rsidR="001C4F9E">
              <w:t>create</w:t>
            </w:r>
            <w:r w:rsidRPr="00BD40A8">
              <w:t xml:space="preserve"> a brief </w:t>
            </w:r>
            <w:r w:rsidR="001C4F9E">
              <w:t xml:space="preserve">establishing the specific sustainability requirements </w:t>
            </w:r>
            <w:r w:rsidRPr="00BD40A8">
              <w:t>for the design</w:t>
            </w:r>
          </w:p>
          <w:p w14:paraId="7F4670EE" w14:textId="77777777" w:rsidR="00BD40A8" w:rsidRPr="00BD40A8" w:rsidRDefault="00BD40A8" w:rsidP="00BD40A8">
            <w:r w:rsidRPr="00BD40A8">
              <w:t>1.2 Research and identify legislative and regulatory requirements and document in the improvement plan</w:t>
            </w:r>
          </w:p>
          <w:p w14:paraId="4C674A1B" w14:textId="2D979829" w:rsidR="00BD40A8" w:rsidRPr="00BD40A8" w:rsidRDefault="00BD40A8" w:rsidP="00BD40A8">
            <w:r w:rsidRPr="00BD40A8">
              <w:t xml:space="preserve">1.3 Identify </w:t>
            </w:r>
            <w:r w:rsidR="001C4F9E">
              <w:t xml:space="preserve">the </w:t>
            </w:r>
            <w:r w:rsidRPr="00BD40A8">
              <w:t>specific requirements for sustainability from the business plan or documentation</w:t>
            </w:r>
          </w:p>
          <w:p w14:paraId="3192BA29" w14:textId="3D48EAC4" w:rsidR="00BD40A8" w:rsidRPr="00BD40A8" w:rsidRDefault="00BD40A8" w:rsidP="00BD40A8">
            <w:r w:rsidRPr="00BD40A8">
              <w:t>1.4 Assess the land area for its biophysical factors, biodiversity, historical</w:t>
            </w:r>
            <w:r w:rsidR="00CF73BC">
              <w:t>, heritage</w:t>
            </w:r>
            <w:r w:rsidRPr="00BD40A8">
              <w:t xml:space="preserve"> and cultural attributes, services, site modifications and threats to sustainability</w:t>
            </w:r>
          </w:p>
          <w:p w14:paraId="1696B99B" w14:textId="33E5B624" w:rsidR="00BD40A8" w:rsidRPr="00BD40A8" w:rsidRDefault="00BD40A8" w:rsidP="00BD40A8">
            <w:r w:rsidRPr="00BD40A8">
              <w:t xml:space="preserve">1.5 Identify environmental implications of </w:t>
            </w:r>
            <w:r w:rsidR="00466F46">
              <w:t>a range of landscape</w:t>
            </w:r>
            <w:r w:rsidRPr="00BD40A8">
              <w:t xml:space="preserve"> works and</w:t>
            </w:r>
            <w:r w:rsidR="00466F46">
              <w:t xml:space="preserve"> research</w:t>
            </w:r>
            <w:r w:rsidRPr="00BD40A8">
              <w:t>, i</w:t>
            </w:r>
            <w:r w:rsidR="00466F46">
              <w:t>denti</w:t>
            </w:r>
            <w:r w:rsidRPr="00BD40A8">
              <w:t>fy</w:t>
            </w:r>
            <w:r w:rsidR="00466F46">
              <w:t xml:space="preserve"> and</w:t>
            </w:r>
            <w:r w:rsidRPr="00BD40A8">
              <w:t xml:space="preserve"> report to relevant personnel </w:t>
            </w:r>
            <w:r w:rsidR="00466F46">
              <w:t>with</w:t>
            </w:r>
            <w:r w:rsidRPr="00BD40A8">
              <w:t xml:space="preserve"> recommendations</w:t>
            </w:r>
          </w:p>
        </w:tc>
      </w:tr>
      <w:tr w:rsidR="00BD40A8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E2E6D57" w:rsidR="00BD40A8" w:rsidRPr="00BD40A8" w:rsidRDefault="00BD40A8" w:rsidP="00BD40A8">
            <w:pPr>
              <w:pStyle w:val="SIText"/>
            </w:pPr>
            <w:r w:rsidRPr="00BD40A8">
              <w:lastRenderedPageBreak/>
              <w:t>2. Prepare an integrated design to improve land use</w:t>
            </w:r>
          </w:p>
        </w:tc>
        <w:tc>
          <w:tcPr>
            <w:tcW w:w="3604" w:type="pct"/>
            <w:shd w:val="clear" w:color="auto" w:fill="auto"/>
          </w:tcPr>
          <w:p w14:paraId="7DC9A699" w14:textId="5C3C2791" w:rsidR="00BD40A8" w:rsidRPr="00BD40A8" w:rsidRDefault="00BD40A8" w:rsidP="00BD40A8">
            <w:r w:rsidRPr="00BD40A8">
              <w:t>2.1 Develop a concept plan for improvement that reflects client preferences and requirements</w:t>
            </w:r>
            <w:r w:rsidR="00400721">
              <w:t>,</w:t>
            </w:r>
            <w:r w:rsidRPr="00BD40A8">
              <w:t xml:space="preserve"> heritage issues, site factors and any identified environmental requirements</w:t>
            </w:r>
          </w:p>
          <w:p w14:paraId="3C092B87" w14:textId="466346AF" w:rsidR="00BD40A8" w:rsidRPr="00BD40A8" w:rsidRDefault="00BD40A8" w:rsidP="00BD40A8">
            <w:r w:rsidRPr="00BD40A8">
              <w:t>2.2 Present concept plan to the client or landowner for discussion and approval</w:t>
            </w:r>
          </w:p>
          <w:p w14:paraId="46D79BE8" w14:textId="3E8391AE" w:rsidR="00BD40A8" w:rsidRPr="00BD40A8" w:rsidRDefault="00BD40A8" w:rsidP="00BD40A8">
            <w:r w:rsidRPr="00BD40A8">
              <w:t xml:space="preserve">2.3 </w:t>
            </w:r>
            <w:r w:rsidR="009505AF">
              <w:t>R</w:t>
            </w:r>
            <w:r w:rsidRPr="00BD40A8">
              <w:t>esearch</w:t>
            </w:r>
            <w:r w:rsidR="009505AF">
              <w:t>, report</w:t>
            </w:r>
            <w:r w:rsidRPr="00BD40A8">
              <w:t xml:space="preserve"> and </w:t>
            </w:r>
            <w:r w:rsidR="009505AF">
              <w:t>reference</w:t>
            </w:r>
            <w:r w:rsidRPr="00BD40A8">
              <w:t xml:space="preserve"> specific technical </w:t>
            </w:r>
            <w:r w:rsidR="009505AF">
              <w:t>documents or reports regarding</w:t>
            </w:r>
            <w:r w:rsidRPr="00BD40A8">
              <w:t xml:space="preserve"> energy efficiency and use, current and developing technologies and legislative and </w:t>
            </w:r>
            <w:r w:rsidR="00D72375">
              <w:t>workplace</w:t>
            </w:r>
            <w:r w:rsidR="00D72375" w:rsidRPr="00BD40A8">
              <w:t xml:space="preserve"> </w:t>
            </w:r>
            <w:r w:rsidRPr="00BD40A8">
              <w:t>requirements</w:t>
            </w:r>
          </w:p>
          <w:p w14:paraId="5884E028" w14:textId="77777777" w:rsidR="00BD40A8" w:rsidRPr="00BD40A8" w:rsidRDefault="00BD40A8" w:rsidP="00BD40A8">
            <w:r w:rsidRPr="00BD40A8">
              <w:t>2.4 Consider design of products, materials and finishes that are efficient, low risk and cyclic and confirm availability from a local source</w:t>
            </w:r>
          </w:p>
          <w:p w14:paraId="7C98464E" w14:textId="0B0330BD" w:rsidR="00BD40A8" w:rsidRPr="00BD40A8" w:rsidRDefault="00BD40A8" w:rsidP="00BD40A8">
            <w:r w:rsidRPr="00BD40A8">
              <w:t xml:space="preserve">2.5 Evaluate </w:t>
            </w:r>
            <w:r w:rsidR="00D72375">
              <w:t xml:space="preserve">the impact of </w:t>
            </w:r>
            <w:r w:rsidRPr="00BD40A8">
              <w:t xml:space="preserve">resources, materials, </w:t>
            </w:r>
            <w:proofErr w:type="gramStart"/>
            <w:r w:rsidRPr="00BD40A8">
              <w:t>equipment</w:t>
            </w:r>
            <w:proofErr w:type="gramEnd"/>
            <w:r w:rsidRPr="00BD40A8">
              <w:t xml:space="preserve"> and machinery required for the works on the sustainable use of the site</w:t>
            </w:r>
          </w:p>
          <w:p w14:paraId="78CE0E20" w14:textId="1FA90F89" w:rsidR="00BD40A8" w:rsidRPr="00BD40A8" w:rsidRDefault="00BD40A8" w:rsidP="00BD40A8">
            <w:r w:rsidRPr="00BD40A8">
              <w:t>2.6 Select plants and soils</w:t>
            </w:r>
            <w:r w:rsidR="009505AF">
              <w:t xml:space="preserve"> or soil ameliorant techniques</w:t>
            </w:r>
            <w:r w:rsidRPr="00BD40A8">
              <w:t xml:space="preserve"> for their integrated roles for the designed outcomes in the specific site conditions, system of irrigation and environmental parameters</w:t>
            </w:r>
          </w:p>
          <w:p w14:paraId="1400E221" w14:textId="77777777" w:rsidR="00BD40A8" w:rsidRPr="00BD40A8" w:rsidRDefault="00BD40A8" w:rsidP="00BD40A8">
            <w:r w:rsidRPr="00BD40A8">
              <w:t>2.7 Review environmental conditions for a functional analysis of the site and the planned design</w:t>
            </w:r>
          </w:p>
          <w:p w14:paraId="00EFD340" w14:textId="77777777" w:rsidR="00BD40A8" w:rsidRPr="00BD40A8" w:rsidRDefault="00BD40A8" w:rsidP="00BD40A8">
            <w:r w:rsidRPr="00BD40A8">
              <w:t>2.8 Prepare a detailed plan or design</w:t>
            </w:r>
          </w:p>
          <w:p w14:paraId="6BB72E57" w14:textId="14717DC8" w:rsidR="00BD40A8" w:rsidRPr="00BD40A8" w:rsidRDefault="00BD40A8" w:rsidP="00BD40A8">
            <w:pPr>
              <w:pStyle w:val="SIText"/>
            </w:pPr>
            <w:r w:rsidRPr="00BD40A8">
              <w:t>2.9 Present plan or design to the client or landowner for acceptance</w:t>
            </w:r>
          </w:p>
        </w:tc>
      </w:tr>
      <w:tr w:rsidR="00BD40A8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238B1F4" w:rsidR="00BD40A8" w:rsidRPr="00BD40A8" w:rsidRDefault="00BD40A8" w:rsidP="00BD40A8">
            <w:pPr>
              <w:pStyle w:val="SIText"/>
            </w:pPr>
            <w:r w:rsidRPr="00BD40A8">
              <w:t>3. Plan the implementation into the design</w:t>
            </w:r>
          </w:p>
        </w:tc>
        <w:tc>
          <w:tcPr>
            <w:tcW w:w="3604" w:type="pct"/>
            <w:shd w:val="clear" w:color="auto" w:fill="auto"/>
          </w:tcPr>
          <w:p w14:paraId="6E7C87B3" w14:textId="6A4D5633" w:rsidR="00BD40A8" w:rsidRPr="00BD40A8" w:rsidRDefault="00BD40A8" w:rsidP="00BD40A8">
            <w:r w:rsidRPr="00BD40A8">
              <w:t xml:space="preserve">3.1 Outline staged implementation and development </w:t>
            </w:r>
            <w:r w:rsidR="00D72375">
              <w:t>including site</w:t>
            </w:r>
            <w:r w:rsidRPr="00BD40A8">
              <w:t xml:space="preserve"> access</w:t>
            </w:r>
          </w:p>
          <w:p w14:paraId="3A6EBF96" w14:textId="33F0D6F8" w:rsidR="00BD40A8" w:rsidRPr="00BD40A8" w:rsidRDefault="00BD40A8" w:rsidP="00BD40A8">
            <w:r w:rsidRPr="00BD40A8">
              <w:t>3.2 Incorporate timelines for development</w:t>
            </w:r>
            <w:r w:rsidR="00D72375">
              <w:t xml:space="preserve"> according to</w:t>
            </w:r>
            <w:r w:rsidRPr="00BD40A8">
              <w:t xml:space="preserve"> implementation plan and principles of sustainability</w:t>
            </w:r>
          </w:p>
          <w:p w14:paraId="45B8A426" w14:textId="2957916B" w:rsidR="00BD40A8" w:rsidRPr="00BD40A8" w:rsidRDefault="00BD40A8" w:rsidP="00BD40A8">
            <w:r w:rsidRPr="00BD40A8">
              <w:t xml:space="preserve">3.3 Determine schedules for planting and post-planting care </w:t>
            </w:r>
            <w:r w:rsidR="00FA1B06">
              <w:t>according to</w:t>
            </w:r>
            <w:r w:rsidRPr="00BD40A8">
              <w:t xml:space="preserve"> the requirements of the plant species, site conditions and planning requirements</w:t>
            </w:r>
          </w:p>
          <w:p w14:paraId="577E2AA8" w14:textId="587886B8" w:rsidR="00BD40A8" w:rsidRPr="00BD40A8" w:rsidRDefault="00BD40A8" w:rsidP="00BD40A8">
            <w:r w:rsidRPr="00BD40A8">
              <w:t xml:space="preserve">3.4 Integrate protection of water resources, riparian </w:t>
            </w:r>
            <w:proofErr w:type="gramStart"/>
            <w:r w:rsidRPr="00BD40A8">
              <w:t>zones</w:t>
            </w:r>
            <w:proofErr w:type="gramEnd"/>
            <w:r w:rsidR="009505AF">
              <w:t xml:space="preserve"> or</w:t>
            </w:r>
            <w:r w:rsidRPr="00BD40A8">
              <w:t xml:space="preserve"> </w:t>
            </w:r>
            <w:r w:rsidR="009505AF">
              <w:t xml:space="preserve">storm water drainage systems (SUDS), </w:t>
            </w:r>
            <w:r w:rsidRPr="00BD40A8">
              <w:t>specified trees and existing vegetation into design plan</w:t>
            </w:r>
          </w:p>
          <w:p w14:paraId="1E375B9B" w14:textId="77777777" w:rsidR="00BD40A8" w:rsidRPr="00BD40A8" w:rsidRDefault="00BD40A8" w:rsidP="00BD40A8">
            <w:r w:rsidRPr="00BD40A8">
              <w:t>3.5 Review chemical, non-chemical, ameliorant application and waste disposal procedures and processes to select designs of minimal environmental consequence and potential contamination of soils and ground water</w:t>
            </w:r>
          </w:p>
          <w:p w14:paraId="7C104250" w14:textId="4CC2045A" w:rsidR="00BD40A8" w:rsidRPr="00BD40A8" w:rsidRDefault="00BD40A8" w:rsidP="00BD40A8">
            <w:pPr>
              <w:pStyle w:val="SIText"/>
            </w:pPr>
            <w:r w:rsidRPr="00BD40A8">
              <w:t>3.6 Review implementation outline for integration of approach to land and water management</w:t>
            </w:r>
          </w:p>
        </w:tc>
      </w:tr>
      <w:tr w:rsidR="00BD40A8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49FE4442" w:rsidR="00BD40A8" w:rsidRPr="00BD40A8" w:rsidRDefault="00BD40A8" w:rsidP="00BD40A8">
            <w:pPr>
              <w:pStyle w:val="SIText"/>
            </w:pPr>
            <w:r w:rsidRPr="00BD40A8">
              <w:t xml:space="preserve">4. Audit the implementation </w:t>
            </w:r>
            <w:r w:rsidR="00CF73BC">
              <w:t>of</w:t>
            </w:r>
            <w:r w:rsidRPr="00BD40A8">
              <w:t xml:space="preserve"> sustainab</w:t>
            </w:r>
            <w:r w:rsidR="00CF73BC">
              <w:t>le practices</w:t>
            </w:r>
          </w:p>
        </w:tc>
        <w:tc>
          <w:tcPr>
            <w:tcW w:w="3604" w:type="pct"/>
            <w:shd w:val="clear" w:color="auto" w:fill="auto"/>
          </w:tcPr>
          <w:p w14:paraId="4A7D8610" w14:textId="00D8AB59" w:rsidR="00BD40A8" w:rsidRPr="00BD40A8" w:rsidRDefault="00BD40A8" w:rsidP="00BD40A8">
            <w:r w:rsidRPr="00BD40A8">
              <w:t xml:space="preserve">4.1 </w:t>
            </w:r>
            <w:r w:rsidR="00FA1B06">
              <w:t xml:space="preserve">Monitor the use of </w:t>
            </w:r>
            <w:r w:rsidRPr="00BD40A8">
              <w:t>work materials, waste and debris from site works have low risk and energy sustainable methods</w:t>
            </w:r>
          </w:p>
          <w:p w14:paraId="4C8CFCA3" w14:textId="2A660474" w:rsidR="00BD40A8" w:rsidRPr="00BD40A8" w:rsidRDefault="00BD40A8" w:rsidP="00BD40A8">
            <w:r w:rsidRPr="00BD40A8">
              <w:t>4.2 Sample and test soil and ground water quality</w:t>
            </w:r>
            <w:r w:rsidR="009505AF">
              <w:t xml:space="preserve"> </w:t>
            </w:r>
            <w:r w:rsidR="00B60E2D">
              <w:t>where</w:t>
            </w:r>
            <w:r w:rsidR="009505AF">
              <w:t xml:space="preserve"> applicable to site</w:t>
            </w:r>
            <w:r w:rsidRPr="00BD40A8">
              <w:t xml:space="preserve"> and implement recommendations</w:t>
            </w:r>
          </w:p>
          <w:p w14:paraId="57C4D779" w14:textId="26892E1B" w:rsidR="00BD40A8" w:rsidRPr="00BD40A8" w:rsidRDefault="00BD40A8" w:rsidP="00BD40A8">
            <w:r w:rsidRPr="00BD40A8">
              <w:t>4.3 Confirm soil conservation measures and erosion sediment controls</w:t>
            </w:r>
            <w:r w:rsidR="009505AF">
              <w:t xml:space="preserve"> during construction and project life according to Environmental Protection Authority (EPA) legislation</w:t>
            </w:r>
          </w:p>
          <w:p w14:paraId="358B2A21" w14:textId="77777777" w:rsidR="00BD40A8" w:rsidRPr="00BD40A8" w:rsidRDefault="00BD40A8" w:rsidP="00BD40A8">
            <w:r w:rsidRPr="00BD40A8">
              <w:t>4.4 Verify protection measures for specified trees, protected flora and fauna and areas and objects of cultural significance</w:t>
            </w:r>
          </w:p>
          <w:p w14:paraId="36DC006B" w14:textId="77777777" w:rsidR="00BD40A8" w:rsidRPr="00BD40A8" w:rsidRDefault="00BD40A8" w:rsidP="00BD40A8">
            <w:r w:rsidRPr="00BD40A8">
              <w:t xml:space="preserve">4.5 Maintain or improve biodiversity, heritage, cultural and historical attributes, </w:t>
            </w:r>
            <w:proofErr w:type="gramStart"/>
            <w:r w:rsidRPr="00BD40A8">
              <w:t>soil</w:t>
            </w:r>
            <w:proofErr w:type="gramEnd"/>
            <w:r w:rsidRPr="00BD40A8">
              <w:t xml:space="preserve"> and water quality</w:t>
            </w:r>
          </w:p>
          <w:p w14:paraId="46697E37" w14:textId="442D2BA0" w:rsidR="00BD40A8" w:rsidRPr="00BD40A8" w:rsidRDefault="00BD40A8" w:rsidP="00BD40A8">
            <w:r w:rsidRPr="00BD40A8">
              <w:t>4.6 Pr</w:t>
            </w:r>
            <w:r w:rsidR="00FA1B06">
              <w:t>esent report to</w:t>
            </w:r>
            <w:r w:rsidRPr="00BD40A8">
              <w:t xml:space="preserve"> client according to </w:t>
            </w:r>
            <w:r w:rsidR="00FA1B06">
              <w:t>design</w:t>
            </w:r>
            <w:r w:rsidRPr="00BD40A8">
              <w:t xml:space="preserve"> brief </w:t>
            </w:r>
            <w:r w:rsidR="00FA1B06">
              <w:t>and</w:t>
            </w:r>
            <w:r w:rsidRPr="00BD40A8">
              <w:t xml:space="preserve"> contractual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5B518A90" w:rsidR="00DA54B5" w:rsidRPr="00FA1B06" w:rsidRDefault="00FA1B06" w:rsidP="00FA1B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4F5023C9" w:rsidR="00DA54B5" w:rsidRPr="00FA1B06" w:rsidRDefault="00FA1B06" w:rsidP="00FA1B0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Identify and interpret information regarding legislative and regulatory requirements, and specific requirements for sustainability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2F8EBD5E" w:rsidR="00DA54B5" w:rsidRPr="00870F30" w:rsidRDefault="00FA1B06" w:rsidP="00870F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04B34D26" w:rsidR="00DA54B5" w:rsidRPr="00870F30" w:rsidRDefault="00FA1B06" w:rsidP="00870F3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70F30">
              <w:rPr>
                <w:rStyle w:val="SITemporaryText-red"/>
                <w:rFonts w:eastAsia="Calibri"/>
                <w:color w:val="auto"/>
                <w:sz w:val="20"/>
              </w:rPr>
              <w:t>Initiate discussions with client, using clear language to discuss and establish design purpose, finalise design brief and present plan or design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70F30" w14:paraId="7EFB7203" w14:textId="77777777" w:rsidTr="00F33FF2">
        <w:tc>
          <w:tcPr>
            <w:tcW w:w="1028" w:type="pct"/>
          </w:tcPr>
          <w:p w14:paraId="7BD9ABBB" w14:textId="77777777" w:rsidR="00870F30" w:rsidRPr="00870F30" w:rsidRDefault="00870F30" w:rsidP="00870F30">
            <w:pPr>
              <w:pStyle w:val="SIText"/>
            </w:pPr>
            <w:r w:rsidRPr="00870F30">
              <w:t>AHCDES501 Design sustainable landscapes</w:t>
            </w:r>
          </w:p>
          <w:p w14:paraId="6B803FA7" w14:textId="546BF253" w:rsidR="00870F30" w:rsidRPr="00870F30" w:rsidRDefault="00870F30" w:rsidP="00870F30">
            <w:pPr>
              <w:pStyle w:val="SIText"/>
            </w:pPr>
            <w:r w:rsidRPr="00870F30">
              <w:t>Release 2</w:t>
            </w:r>
          </w:p>
        </w:tc>
        <w:tc>
          <w:tcPr>
            <w:tcW w:w="1105" w:type="pct"/>
          </w:tcPr>
          <w:p w14:paraId="0FB5C646" w14:textId="77777777" w:rsidR="00870F30" w:rsidRPr="00870F30" w:rsidRDefault="00870F30" w:rsidP="00870F30">
            <w:pPr>
              <w:pStyle w:val="SIText"/>
            </w:pPr>
            <w:r w:rsidRPr="00870F30">
              <w:t>AHCDES501 Design sustainable landscapes</w:t>
            </w:r>
          </w:p>
          <w:p w14:paraId="3216D365" w14:textId="4BFC8D59" w:rsidR="00870F30" w:rsidRPr="00870F30" w:rsidRDefault="00870F30" w:rsidP="00870F30">
            <w:pPr>
              <w:pStyle w:val="SIText"/>
            </w:pPr>
            <w:r w:rsidRPr="00870F30">
              <w:t>Release 1</w:t>
            </w:r>
          </w:p>
        </w:tc>
        <w:tc>
          <w:tcPr>
            <w:tcW w:w="1251" w:type="pct"/>
          </w:tcPr>
          <w:p w14:paraId="5C8309C8" w14:textId="77777777" w:rsidR="00870F30" w:rsidRPr="000B24E0" w:rsidRDefault="00870F30" w:rsidP="00870F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A1B1F7A" w14:textId="77777777" w:rsidR="00870F30" w:rsidRPr="00870F30" w:rsidRDefault="00870F30" w:rsidP="000B24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24E0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D9356FF" w14:textId="77777777" w:rsidR="00870F30" w:rsidRPr="00870F30" w:rsidRDefault="00870F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487D6002" w:rsidR="00870F30" w:rsidRPr="00870F30" w:rsidRDefault="00870F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0F30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67AC947A" w:rsidR="00870F30" w:rsidRPr="00870F30" w:rsidRDefault="00870F3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70F30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EF7BD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10FDB5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B77DD" w:rsidRPr="00DB77DD">
              <w:t>AHCDES501 Design sustainable landscapes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0D1643E" w14:textId="61C79D8E" w:rsidR="00DA54B5" w:rsidRPr="00A2677F" w:rsidRDefault="00DA54B5" w:rsidP="00A267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2677F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2677F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045336E0" w:rsidR="00DA54B5" w:rsidRPr="00870F30" w:rsidRDefault="00DA54B5" w:rsidP="00870F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870F30">
              <w:rPr>
                <w:rStyle w:val="SITemporaryText-red"/>
                <w:color w:val="auto"/>
                <w:sz w:val="20"/>
              </w:rPr>
              <w:t>has</w:t>
            </w:r>
            <w:r w:rsidR="00870F30" w:rsidRPr="00870F30">
              <w:rPr>
                <w:rStyle w:val="SITemporaryText-red"/>
                <w:color w:val="auto"/>
                <w:sz w:val="20"/>
              </w:rPr>
              <w:t xml:space="preserve"> designed sustainable landscapes on at least one occasion, and has</w:t>
            </w:r>
            <w:r w:rsidRPr="00870F30">
              <w:rPr>
                <w:rStyle w:val="SITemporaryText-red"/>
                <w:color w:val="auto"/>
                <w:sz w:val="20"/>
              </w:rPr>
              <w:t>:</w:t>
            </w:r>
          </w:p>
          <w:p w14:paraId="587993E9" w14:textId="77777777" w:rsidR="00870F30" w:rsidRPr="00227F3F" w:rsidRDefault="00870F30" w:rsidP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>de</w:t>
            </w:r>
            <w:r w:rsidRPr="00AE4818">
              <w:rPr>
                <w:rStyle w:val="SITemporaryText-red"/>
                <w:color w:val="auto"/>
                <w:sz w:val="20"/>
              </w:rPr>
              <w:t xml:space="preserve">veloped </w:t>
            </w:r>
            <w:r w:rsidRPr="000B24E0">
              <w:rPr>
                <w:rStyle w:val="SITemporaryText-red"/>
                <w:color w:val="auto"/>
                <w:sz w:val="20"/>
              </w:rPr>
              <w:t>a design brief in consultat</w:t>
            </w:r>
            <w:r w:rsidRPr="00227F3F">
              <w:rPr>
                <w:rStyle w:val="SITemporaryText-red"/>
                <w:color w:val="auto"/>
                <w:sz w:val="20"/>
              </w:rPr>
              <w:t>ion with client to establish design purpose and requirements</w:t>
            </w:r>
          </w:p>
          <w:p w14:paraId="1B584A09" w14:textId="3820941B" w:rsidR="0088124D" w:rsidRPr="001F0A5A" w:rsidRDefault="0088124D" w:rsidP="001F0A5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 xml:space="preserve">researched, </w:t>
            </w:r>
            <w:proofErr w:type="gramStart"/>
            <w:r w:rsidRPr="001F0A5A">
              <w:rPr>
                <w:rStyle w:val="SITemporaryText-red"/>
                <w:color w:val="auto"/>
                <w:sz w:val="20"/>
              </w:rPr>
              <w:t>interpreted</w:t>
            </w:r>
            <w:proofErr w:type="gramEnd"/>
            <w:r w:rsidRPr="001F0A5A">
              <w:rPr>
                <w:rStyle w:val="SITemporaryText-red"/>
                <w:color w:val="auto"/>
                <w:sz w:val="20"/>
              </w:rPr>
              <w:t xml:space="preserve"> and applied legislation and regulations</w:t>
            </w:r>
            <w:r w:rsidR="00227F3F" w:rsidRPr="001F0A5A">
              <w:rPr>
                <w:rStyle w:val="SITemporaryText-red"/>
                <w:color w:val="auto"/>
                <w:sz w:val="20"/>
              </w:rPr>
              <w:t xml:space="preserve"> relevant to sustainable landscape design</w:t>
            </w:r>
          </w:p>
          <w:p w14:paraId="07F3664A" w14:textId="43D34094" w:rsidR="00A04999" w:rsidRPr="001F0A5A" w:rsidRDefault="00A049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 xml:space="preserve">applied relevant workplace health and safety and environmental and biosecurity legislation, </w:t>
            </w:r>
            <w:proofErr w:type="gramStart"/>
            <w:r w:rsidRPr="001F0A5A">
              <w:rPr>
                <w:rStyle w:val="SITemporaryText-red"/>
                <w:color w:val="auto"/>
                <w:sz w:val="20"/>
              </w:rPr>
              <w:t>regulations</w:t>
            </w:r>
            <w:proofErr w:type="gramEnd"/>
            <w:r w:rsidRPr="001F0A5A">
              <w:rPr>
                <w:rStyle w:val="SITemporaryText-red"/>
                <w:color w:val="auto"/>
                <w:sz w:val="20"/>
              </w:rPr>
              <w:t xml:space="preserve"> and workplace procedures</w:t>
            </w:r>
          </w:p>
          <w:p w14:paraId="1A61582B" w14:textId="06D88B97" w:rsidR="001F0A5A" w:rsidRPr="001F0A5A" w:rsidRDefault="001F0A5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>applied relevant Environmental Protection Authority (EPA) legislation</w:t>
            </w:r>
          </w:p>
          <w:p w14:paraId="32B0B420" w14:textId="656EE00A" w:rsidR="00BD40A8" w:rsidRPr="001F0A5A" w:rsidRDefault="00BD40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>assess</w:t>
            </w:r>
            <w:r w:rsidR="00870F30" w:rsidRPr="001F0A5A">
              <w:rPr>
                <w:rStyle w:val="SITemporaryText-red"/>
                <w:color w:val="auto"/>
                <w:sz w:val="20"/>
              </w:rPr>
              <w:t>ed</w:t>
            </w:r>
            <w:r w:rsidRPr="001F0A5A">
              <w:rPr>
                <w:rStyle w:val="SITemporaryText-red"/>
                <w:color w:val="auto"/>
                <w:sz w:val="20"/>
              </w:rPr>
              <w:t xml:space="preserve"> land area for sustainable use</w:t>
            </w:r>
          </w:p>
          <w:p w14:paraId="3FFAF442" w14:textId="05712C68" w:rsidR="00BD40A8" w:rsidRPr="001F0A5A" w:rsidRDefault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>assess</w:t>
            </w:r>
            <w:r w:rsidR="00870F30" w:rsidRPr="001F0A5A">
              <w:rPr>
                <w:rStyle w:val="SITemporaryText-red"/>
                <w:color w:val="auto"/>
                <w:sz w:val="20"/>
              </w:rPr>
              <w:t>ed</w:t>
            </w:r>
            <w:r w:rsidR="00BD40A8" w:rsidRPr="001F0A5A">
              <w:rPr>
                <w:rStyle w:val="SITemporaryText-red"/>
                <w:color w:val="auto"/>
                <w:sz w:val="20"/>
              </w:rPr>
              <w:t xml:space="preserve"> soil and water quality tests</w:t>
            </w:r>
            <w:r w:rsidR="00B60E2D" w:rsidRPr="001F0A5A">
              <w:rPr>
                <w:rStyle w:val="SITemporaryText-red"/>
                <w:color w:val="auto"/>
                <w:sz w:val="20"/>
              </w:rPr>
              <w:t xml:space="preserve"> where applicable to site</w:t>
            </w:r>
          </w:p>
          <w:p w14:paraId="19797081" w14:textId="227D8937" w:rsidR="00BD40A8" w:rsidRPr="001F0A5A" w:rsidRDefault="00BD40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>design</w:t>
            </w:r>
            <w:r w:rsidR="00870F30" w:rsidRPr="001F0A5A">
              <w:rPr>
                <w:rStyle w:val="SITemporaryText-red"/>
                <w:color w:val="auto"/>
                <w:sz w:val="20"/>
              </w:rPr>
              <w:t>ed</w:t>
            </w:r>
            <w:r w:rsidRPr="001F0A5A">
              <w:rPr>
                <w:rStyle w:val="SITemporaryText-red"/>
                <w:color w:val="auto"/>
                <w:sz w:val="20"/>
              </w:rPr>
              <w:t xml:space="preserve"> for the health and sustainability of soils and plants</w:t>
            </w:r>
          </w:p>
          <w:p w14:paraId="62DDC73F" w14:textId="0C263F47" w:rsidR="00BD40A8" w:rsidRPr="001F0A5A" w:rsidRDefault="00BD40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>implement</w:t>
            </w:r>
            <w:r w:rsidR="00870F30" w:rsidRPr="001F0A5A">
              <w:rPr>
                <w:rStyle w:val="SITemporaryText-red"/>
                <w:color w:val="auto"/>
                <w:sz w:val="20"/>
              </w:rPr>
              <w:t>ed</w:t>
            </w:r>
            <w:r w:rsidRPr="001F0A5A">
              <w:rPr>
                <w:rStyle w:val="SITemporaryText-red"/>
                <w:color w:val="auto"/>
                <w:sz w:val="20"/>
              </w:rPr>
              <w:t xml:space="preserve"> sustainable practices</w:t>
            </w:r>
          </w:p>
          <w:p w14:paraId="7131B98A" w14:textId="2F6E0D1B" w:rsidR="00BD40A8" w:rsidRPr="001F0A5A" w:rsidRDefault="00BD40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>interpret</w:t>
            </w:r>
            <w:r w:rsidR="00870F30" w:rsidRPr="001F0A5A">
              <w:rPr>
                <w:rStyle w:val="SITemporaryText-red"/>
                <w:color w:val="auto"/>
                <w:sz w:val="20"/>
              </w:rPr>
              <w:t>ed</w:t>
            </w:r>
            <w:r w:rsidRPr="001F0A5A">
              <w:rPr>
                <w:rStyle w:val="SITemporaryText-red"/>
                <w:color w:val="auto"/>
                <w:sz w:val="20"/>
              </w:rPr>
              <w:t xml:space="preserve"> specifications and plans</w:t>
            </w:r>
          </w:p>
          <w:p w14:paraId="1BA7D46D" w14:textId="2BF98194" w:rsidR="00BD40A8" w:rsidRPr="001F0A5A" w:rsidRDefault="00BD40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>outline</w:t>
            </w:r>
            <w:r w:rsidR="00870F30" w:rsidRPr="001F0A5A">
              <w:rPr>
                <w:rStyle w:val="SITemporaryText-red"/>
                <w:color w:val="auto"/>
                <w:sz w:val="20"/>
              </w:rPr>
              <w:t>d</w:t>
            </w:r>
            <w:r w:rsidRPr="001F0A5A">
              <w:rPr>
                <w:rStyle w:val="SITemporaryText-red"/>
                <w:color w:val="auto"/>
                <w:sz w:val="20"/>
              </w:rPr>
              <w:t xml:space="preserve"> an integrated approach to land and water management</w:t>
            </w:r>
          </w:p>
          <w:p w14:paraId="108D25A7" w14:textId="30F05D82" w:rsidR="00BD40A8" w:rsidRPr="001F0A5A" w:rsidRDefault="00BD40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>prepare</w:t>
            </w:r>
            <w:r w:rsidR="00870F30" w:rsidRPr="001F0A5A">
              <w:rPr>
                <w:rStyle w:val="SITemporaryText-red"/>
                <w:color w:val="auto"/>
                <w:sz w:val="20"/>
              </w:rPr>
              <w:t>d</w:t>
            </w:r>
            <w:r w:rsidRPr="001F0A5A">
              <w:rPr>
                <w:rStyle w:val="SITemporaryText-red"/>
                <w:color w:val="auto"/>
                <w:sz w:val="20"/>
              </w:rPr>
              <w:t xml:space="preserve"> a detailed plan or design, specifications for sustainable land improvement</w:t>
            </w:r>
          </w:p>
          <w:p w14:paraId="11EA3929" w14:textId="199718AE" w:rsidR="00BD40A8" w:rsidRPr="001F0A5A" w:rsidRDefault="00BD40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>consult</w:t>
            </w:r>
            <w:r w:rsidR="00870F30" w:rsidRPr="001F0A5A">
              <w:rPr>
                <w:rStyle w:val="SITemporaryText-red"/>
                <w:color w:val="auto"/>
                <w:sz w:val="20"/>
              </w:rPr>
              <w:t>ed</w:t>
            </w:r>
            <w:r w:rsidRPr="001F0A5A">
              <w:rPr>
                <w:rStyle w:val="SITemporaryText-red"/>
                <w:color w:val="auto"/>
                <w:sz w:val="20"/>
              </w:rPr>
              <w:t xml:space="preserve"> with clients</w:t>
            </w:r>
          </w:p>
          <w:p w14:paraId="619F83ED" w14:textId="33BF0FF0" w:rsidR="00BD40A8" w:rsidRPr="000B24E0" w:rsidRDefault="008812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 xml:space="preserve">designed for </w:t>
            </w:r>
            <w:r w:rsidR="00870F30" w:rsidRPr="001F0A5A">
              <w:rPr>
                <w:rStyle w:val="SITemporaryText-red"/>
                <w:color w:val="auto"/>
                <w:sz w:val="20"/>
              </w:rPr>
              <w:t xml:space="preserve">integrated </w:t>
            </w:r>
            <w:r w:rsidR="00BD40A8" w:rsidRPr="001F0A5A">
              <w:rPr>
                <w:rStyle w:val="SITemporaryText-red"/>
                <w:color w:val="auto"/>
                <w:sz w:val="20"/>
              </w:rPr>
              <w:t>protect</w:t>
            </w:r>
            <w:r w:rsidR="00870F30" w:rsidRPr="001F0A5A">
              <w:rPr>
                <w:rStyle w:val="SITemporaryText-red"/>
                <w:color w:val="auto"/>
                <w:sz w:val="20"/>
              </w:rPr>
              <w:t>ion</w:t>
            </w:r>
            <w:r w:rsidR="00BD40A8" w:rsidRPr="001F0A5A">
              <w:rPr>
                <w:rStyle w:val="SITemporaryText-red"/>
                <w:color w:val="auto"/>
                <w:sz w:val="20"/>
              </w:rPr>
              <w:t xml:space="preserve"> </w:t>
            </w:r>
            <w:r w:rsidR="00870F30" w:rsidRPr="001F0A5A">
              <w:rPr>
                <w:rStyle w:val="SITemporaryText-red"/>
                <w:color w:val="auto"/>
                <w:sz w:val="20"/>
              </w:rPr>
              <w:t xml:space="preserve">of </w:t>
            </w:r>
            <w:r w:rsidR="00BD40A8" w:rsidRPr="001F0A5A">
              <w:rPr>
                <w:rStyle w:val="SITemporaryText-red"/>
                <w:color w:val="auto"/>
                <w:sz w:val="20"/>
              </w:rPr>
              <w:t xml:space="preserve">water resources, riparian </w:t>
            </w:r>
            <w:proofErr w:type="gramStart"/>
            <w:r w:rsidR="00BD40A8" w:rsidRPr="001F0A5A">
              <w:rPr>
                <w:rStyle w:val="SITemporaryText-red"/>
                <w:color w:val="auto"/>
                <w:sz w:val="20"/>
              </w:rPr>
              <w:t>zones</w:t>
            </w:r>
            <w:proofErr w:type="gramEnd"/>
            <w:r w:rsidR="001F0A5A" w:rsidRPr="001F0A5A">
              <w:rPr>
                <w:rStyle w:val="SITemporaryText-red"/>
                <w:color w:val="auto"/>
                <w:sz w:val="20"/>
              </w:rPr>
              <w:t xml:space="preserve"> or storm water drainage systems (SUDS)</w:t>
            </w:r>
            <w:r w:rsidR="00BD40A8" w:rsidRPr="001F0A5A">
              <w:rPr>
                <w:rStyle w:val="SITemporaryText-red"/>
                <w:color w:val="auto"/>
                <w:sz w:val="20"/>
              </w:rPr>
              <w:t xml:space="preserve"> and</w:t>
            </w:r>
            <w:r w:rsidR="00BD40A8" w:rsidRPr="0088124D">
              <w:rPr>
                <w:rStyle w:val="SITemporaryText-red"/>
                <w:color w:val="auto"/>
                <w:sz w:val="20"/>
              </w:rPr>
              <w:t xml:space="preserve"> vegetation in a development area</w:t>
            </w:r>
          </w:p>
          <w:p w14:paraId="55B2913D" w14:textId="628700FA" w:rsidR="00BD40A8" w:rsidRPr="0088124D" w:rsidRDefault="00BD40A8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88124D">
              <w:rPr>
                <w:rStyle w:val="SITemporaryText-red"/>
                <w:color w:val="auto"/>
                <w:sz w:val="20"/>
              </w:rPr>
              <w:t>select</w:t>
            </w:r>
            <w:r w:rsidR="0088124D" w:rsidRPr="0088124D">
              <w:rPr>
                <w:rStyle w:val="SITemporaryText-red"/>
                <w:color w:val="auto"/>
                <w:sz w:val="20"/>
              </w:rPr>
              <w:t>ed</w:t>
            </w:r>
            <w:r w:rsidRPr="0088124D">
              <w:rPr>
                <w:rStyle w:val="SITemporaryText-red"/>
                <w:color w:val="auto"/>
                <w:sz w:val="20"/>
              </w:rPr>
              <w:t xml:space="preserve"> plants and soils for their integrated functional roles</w:t>
            </w:r>
          </w:p>
          <w:p w14:paraId="3F4E2EAA" w14:textId="42FA0258" w:rsidR="00556C4C" w:rsidRPr="000754EC" w:rsidRDefault="00BD40A8">
            <w:pPr>
              <w:pStyle w:val="SIBulletList1"/>
            </w:pPr>
            <w:r w:rsidRPr="0088124D">
              <w:rPr>
                <w:rStyle w:val="SITemporaryText-red"/>
                <w:color w:val="auto"/>
                <w:sz w:val="20"/>
              </w:rPr>
              <w:t>use</w:t>
            </w:r>
            <w:r w:rsidR="0088124D" w:rsidRPr="0088124D">
              <w:rPr>
                <w:rStyle w:val="SITemporaryText-red"/>
                <w:color w:val="auto"/>
                <w:sz w:val="20"/>
              </w:rPr>
              <w:t>d</w:t>
            </w:r>
            <w:r w:rsidRPr="0088124D">
              <w:rPr>
                <w:rStyle w:val="SITemporaryText-red"/>
                <w:color w:val="auto"/>
                <w:sz w:val="20"/>
              </w:rPr>
              <w:t xml:space="preserve"> graphic techniques for illustrating landscape design components</w:t>
            </w:r>
            <w:r w:rsidR="0088124D" w:rsidRPr="00F036DE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2677F" w:rsidRDefault="00DA54B5" w:rsidP="00A267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97D4A01" w14:textId="2E3F4A5D" w:rsidR="00BD40A8" w:rsidRPr="00BD40A8" w:rsidRDefault="00BD40A8" w:rsidP="00BD40A8">
            <w:pPr>
              <w:pStyle w:val="SIBulletList1"/>
            </w:pPr>
            <w:r w:rsidRPr="00BD40A8">
              <w:t>principles and practices of designing sustainable landscapes</w:t>
            </w:r>
            <w:r w:rsidR="0088124D">
              <w:t>, including:</w:t>
            </w:r>
          </w:p>
          <w:p w14:paraId="508DE744" w14:textId="173A572B" w:rsidR="00062BF7" w:rsidRDefault="00062BF7" w:rsidP="00BD40A8">
            <w:pPr>
              <w:pStyle w:val="SIBulletList2"/>
            </w:pPr>
            <w:r>
              <w:t>sustainable landscape design principles</w:t>
            </w:r>
          </w:p>
          <w:p w14:paraId="168CCD73" w14:textId="42584CFA" w:rsidR="00BD40A8" w:rsidRPr="00BD40A8" w:rsidRDefault="00BD40A8" w:rsidP="00BD40A8">
            <w:pPr>
              <w:pStyle w:val="SIBulletList2"/>
            </w:pPr>
            <w:r w:rsidRPr="00BD40A8">
              <w:t>assessment techniques</w:t>
            </w:r>
          </w:p>
          <w:p w14:paraId="32B27A63" w14:textId="17E20191" w:rsidR="00BD40A8" w:rsidRDefault="00BD40A8" w:rsidP="00BD40A8">
            <w:pPr>
              <w:pStyle w:val="SIBulletList2"/>
            </w:pPr>
            <w:r w:rsidRPr="00BD40A8">
              <w:t>environmental controls and codes of practice applicable to the business and to the improvement works</w:t>
            </w:r>
          </w:p>
          <w:p w14:paraId="5462D08C" w14:textId="5D6D3A09" w:rsidR="00062BF7" w:rsidRPr="00BD40A8" w:rsidRDefault="00062BF7" w:rsidP="00BD40A8">
            <w:pPr>
              <w:pStyle w:val="SIBulletList2"/>
            </w:pPr>
            <w:r w:rsidRPr="00BD40A8">
              <w:t>biophysical factors, biodiversity, historical</w:t>
            </w:r>
            <w:r w:rsidRPr="00062BF7">
              <w:t>, heritage and cultural attributes, services, site modifications and threats to sustainability</w:t>
            </w:r>
          </w:p>
          <w:p w14:paraId="040DF7FE" w14:textId="77777777" w:rsidR="00BD40A8" w:rsidRPr="00BD40A8" w:rsidRDefault="00BD40A8" w:rsidP="00BD40A8">
            <w:pPr>
              <w:pStyle w:val="SIBulletList2"/>
            </w:pPr>
            <w:r w:rsidRPr="00BD40A8">
              <w:t xml:space="preserve">botany, plant physiology, </w:t>
            </w:r>
            <w:proofErr w:type="gramStart"/>
            <w:r w:rsidRPr="00BD40A8">
              <w:t>taxonomy</w:t>
            </w:r>
            <w:proofErr w:type="gramEnd"/>
            <w:r w:rsidRPr="00BD40A8">
              <w:t xml:space="preserve"> and nomenclature</w:t>
            </w:r>
          </w:p>
          <w:p w14:paraId="26EF7E74" w14:textId="77777777" w:rsidR="00BD40A8" w:rsidRPr="00BD40A8" w:rsidRDefault="00BD40A8" w:rsidP="00BD40A8">
            <w:pPr>
              <w:pStyle w:val="SIBulletList2"/>
            </w:pPr>
            <w:r w:rsidRPr="00BD40A8">
              <w:t xml:space="preserve">identification and selection of soils, growing media, plants, </w:t>
            </w:r>
            <w:proofErr w:type="gramStart"/>
            <w:r w:rsidRPr="00BD40A8">
              <w:t>shrubs</w:t>
            </w:r>
            <w:proofErr w:type="gramEnd"/>
            <w:r w:rsidRPr="00BD40A8">
              <w:t xml:space="preserve"> and trees</w:t>
            </w:r>
          </w:p>
          <w:p w14:paraId="4CD2DDF0" w14:textId="77777777" w:rsidR="00BD40A8" w:rsidRPr="00BD40A8" w:rsidRDefault="00BD40A8" w:rsidP="00BD40A8">
            <w:pPr>
              <w:pStyle w:val="SIBulletList2"/>
            </w:pPr>
            <w:r w:rsidRPr="00BD40A8">
              <w:t>irrigation practices</w:t>
            </w:r>
          </w:p>
          <w:p w14:paraId="50992A0F" w14:textId="77777777" w:rsidR="00BD40A8" w:rsidRPr="00BD40A8" w:rsidRDefault="00BD40A8" w:rsidP="00BD40A8">
            <w:pPr>
              <w:pStyle w:val="SIBulletList2"/>
            </w:pPr>
            <w:r w:rsidRPr="00BD40A8">
              <w:t>legislation and regulations relating to soil and water degradation issues and construction</w:t>
            </w:r>
          </w:p>
          <w:p w14:paraId="0F104122" w14:textId="0822494C" w:rsidR="00BD40A8" w:rsidRPr="00BD40A8" w:rsidRDefault="00BD40A8" w:rsidP="00BD40A8">
            <w:pPr>
              <w:pStyle w:val="SIBulletList2"/>
            </w:pPr>
            <w:r w:rsidRPr="00BD40A8">
              <w:t xml:space="preserve">surface </w:t>
            </w:r>
            <w:r w:rsidR="00062BF7">
              <w:t xml:space="preserve">and subsurface </w:t>
            </w:r>
            <w:r w:rsidRPr="00BD40A8">
              <w:t>hydrology</w:t>
            </w:r>
          </w:p>
          <w:p w14:paraId="7D9F6860" w14:textId="77777777" w:rsidR="00BD40A8" w:rsidRPr="00BD40A8" w:rsidRDefault="00BD40A8" w:rsidP="00BD40A8">
            <w:pPr>
              <w:pStyle w:val="SIBulletList2"/>
            </w:pPr>
            <w:r w:rsidRPr="00BD40A8">
              <w:t>sustainable land and water use principles and practices applicable in the region</w:t>
            </w:r>
          </w:p>
          <w:p w14:paraId="67741F76" w14:textId="579AF31F" w:rsidR="00BD40A8" w:rsidRPr="00BD40A8" w:rsidRDefault="00BD40A8" w:rsidP="00BD40A8">
            <w:pPr>
              <w:pStyle w:val="SIBulletList2"/>
            </w:pPr>
            <w:r w:rsidRPr="00BD40A8">
              <w:t xml:space="preserve">types, </w:t>
            </w:r>
            <w:proofErr w:type="gramStart"/>
            <w:r w:rsidRPr="00BD40A8">
              <w:t>properties</w:t>
            </w:r>
            <w:proofErr w:type="gramEnd"/>
            <w:r w:rsidRPr="00BD40A8">
              <w:t xml:space="preserve"> and characteristics of a wide range of soils</w:t>
            </w:r>
            <w:r w:rsidR="00B60E2D">
              <w:t>, soil amelioration techniques</w:t>
            </w:r>
            <w:r w:rsidRPr="00BD40A8">
              <w:t xml:space="preserve"> and growing media</w:t>
            </w:r>
          </w:p>
          <w:p w14:paraId="1AD460A1" w14:textId="77777777" w:rsidR="00227F3F" w:rsidRPr="00227F3F" w:rsidRDefault="00227F3F" w:rsidP="00227F3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27F3F">
              <w:rPr>
                <w:rStyle w:val="SITemporaryText-red"/>
                <w:color w:val="auto"/>
                <w:sz w:val="20"/>
              </w:rPr>
              <w:t>legislation and regulations relevant to sustainable landscape design</w:t>
            </w:r>
          </w:p>
          <w:p w14:paraId="549FA97A" w14:textId="77777777" w:rsidR="001F0A5A" w:rsidRDefault="00BD40A8" w:rsidP="0088124D">
            <w:pPr>
              <w:pStyle w:val="SIBulletList1"/>
            </w:pPr>
            <w:r w:rsidRPr="00BD40A8">
              <w:t xml:space="preserve">workplace health and safety </w:t>
            </w:r>
            <w:r w:rsidR="0088124D">
              <w:t xml:space="preserve">and environmental </w:t>
            </w:r>
            <w:r w:rsidR="00B9712E">
              <w:t>and biosecurity</w:t>
            </w:r>
            <w:r w:rsidR="0088124D">
              <w:t xml:space="preserve"> legislation and regulations and workplace procedures relevant to sustainable landscape design</w:t>
            </w:r>
          </w:p>
          <w:p w14:paraId="594042BC" w14:textId="40D8EBE2" w:rsidR="00F1480E" w:rsidRPr="000754EC" w:rsidRDefault="001F0A5A" w:rsidP="001F0A5A">
            <w:pPr>
              <w:pStyle w:val="SIBulletList1"/>
            </w:pPr>
            <w:r w:rsidRPr="001F0A5A">
              <w:rPr>
                <w:rStyle w:val="SITemporaryText-red"/>
                <w:color w:val="auto"/>
                <w:sz w:val="20"/>
              </w:rPr>
              <w:t xml:space="preserve">EPA legislation </w:t>
            </w:r>
            <w:r w:rsidRPr="001F0A5A">
              <w:t>relevant to sustainable landscape design</w:t>
            </w:r>
            <w:r w:rsidR="0088124D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77843163" w:rsidR="00DA54B5" w:rsidRPr="00A2677F" w:rsidRDefault="00DA54B5" w:rsidP="00A267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10A14057" w:rsidR="00DA54B5" w:rsidRPr="00A2677F" w:rsidRDefault="00DA54B5" w:rsidP="00A2677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A9384B6" w:rsidR="00DA54B5" w:rsidRPr="0088124D" w:rsidRDefault="0088124D" w:rsidP="0088124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08A4018E" w:rsidR="00DA54B5" w:rsidRPr="00A2677F" w:rsidRDefault="00DA54B5" w:rsidP="00A2677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2677F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2677F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FE7BD0C" w14:textId="77777777" w:rsidR="00B03DE3" w:rsidRPr="00B03DE3" w:rsidRDefault="00B03DE3" w:rsidP="00B03DE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03DE3">
              <w:rPr>
                <w:rStyle w:val="SITemporaryText-red"/>
                <w:rFonts w:eastAsia="Calibri"/>
                <w:color w:val="auto"/>
                <w:sz w:val="20"/>
              </w:rPr>
              <w:t>landscape site</w:t>
            </w:r>
          </w:p>
          <w:p w14:paraId="4AB282A7" w14:textId="366D0864" w:rsidR="00DA54B5" w:rsidRPr="0088124D" w:rsidRDefault="0088124D" w:rsidP="00B03DE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 xml:space="preserve">site information, </w:t>
            </w:r>
            <w:proofErr w:type="gramStart"/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>documentation</w:t>
            </w:r>
            <w:proofErr w:type="gramEnd"/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Pr="00B03DE3">
              <w:rPr>
                <w:rStyle w:val="SITemporaryText-red"/>
                <w:rFonts w:eastAsia="Calibri"/>
                <w:color w:val="auto"/>
                <w:sz w:val="20"/>
              </w:rPr>
              <w:t xml:space="preserve">data </w:t>
            </w:r>
            <w:r w:rsidR="00B03DE3" w:rsidRPr="00B03DE3">
              <w:rPr>
                <w:rStyle w:val="SITemporaryText-red"/>
                <w:rFonts w:eastAsia="Calibri"/>
                <w:color w:val="auto"/>
                <w:sz w:val="20"/>
              </w:rPr>
              <w:t>applicable</w:t>
            </w:r>
            <w:r w:rsidRPr="00AE4818">
              <w:rPr>
                <w:rStyle w:val="SITemporaryText-red"/>
                <w:rFonts w:eastAsia="Calibri"/>
                <w:color w:val="auto"/>
                <w:sz w:val="20"/>
              </w:rPr>
              <w:t xml:space="preserve"> to sustainable landscape design</w:t>
            </w:r>
          </w:p>
          <w:p w14:paraId="3D4B0BD2" w14:textId="17223361" w:rsidR="00DA54B5" w:rsidRPr="00A2677F" w:rsidRDefault="00DA54B5" w:rsidP="00A2677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677F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specifications:</w:t>
            </w:r>
          </w:p>
          <w:p w14:paraId="5D1FC86F" w14:textId="697B9328" w:rsidR="00AE4818" w:rsidRPr="00AE4818" w:rsidRDefault="00AE4818" w:rsidP="00A2677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legislation and regulations relating to soil and water degradation issues and construction, and </w:t>
            </w:r>
            <w:r w:rsidR="00B03DE3">
              <w:rPr>
                <w:rFonts w:eastAsia="Calibri"/>
              </w:rPr>
              <w:t xml:space="preserve">sustainable </w:t>
            </w:r>
            <w:r>
              <w:rPr>
                <w:rFonts w:eastAsia="Calibri"/>
              </w:rPr>
              <w:t>landscape design</w:t>
            </w:r>
          </w:p>
          <w:p w14:paraId="5EDE35FD" w14:textId="585648AE" w:rsidR="00DA54B5" w:rsidRPr="001F0A5A" w:rsidRDefault="0088124D" w:rsidP="00A2677F">
            <w:pPr>
              <w:pStyle w:val="SIBulletList2"/>
              <w:rPr>
                <w:rFonts w:eastAsia="Calibri"/>
              </w:rPr>
            </w:pPr>
            <w:r w:rsidRPr="00BD40A8">
              <w:t xml:space="preserve">workplace health and safety </w:t>
            </w:r>
            <w:r w:rsidRPr="0088124D">
              <w:t xml:space="preserve">and environmental </w:t>
            </w:r>
            <w:r w:rsidR="00B9712E">
              <w:t>and biosecurity</w:t>
            </w:r>
            <w:r w:rsidRPr="0088124D">
              <w:t xml:space="preserve"> legislation and regulations and workplace procedures </w:t>
            </w:r>
            <w:r w:rsidR="00B03DE3">
              <w:t>applicable</w:t>
            </w:r>
            <w:r w:rsidRPr="0088124D">
              <w:t xml:space="preserve"> to sustainable landscape design</w:t>
            </w:r>
          </w:p>
          <w:p w14:paraId="012F2FE1" w14:textId="3DDBBA99" w:rsidR="001F0A5A" w:rsidRPr="00A2677F" w:rsidRDefault="001F0A5A" w:rsidP="001F0A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F0A5A">
              <w:rPr>
                <w:rStyle w:val="SITemporaryText-red"/>
                <w:color w:val="auto"/>
                <w:sz w:val="20"/>
              </w:rPr>
              <w:t xml:space="preserve">EPA legislation </w:t>
            </w:r>
            <w:r w:rsidRPr="001F0A5A">
              <w:t>applicable to sustainable landscape design</w:t>
            </w:r>
          </w:p>
          <w:p w14:paraId="0DCA1D1B" w14:textId="559C9E34" w:rsidR="00DA54B5" w:rsidRPr="00A2677F" w:rsidRDefault="00DA54B5" w:rsidP="00A2677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03B4372" w:rsidR="00DA54B5" w:rsidRPr="00AE4818" w:rsidRDefault="00AE4818" w:rsidP="00AE481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E4818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21199327" w:rsidR="00DA54B5" w:rsidRPr="00A2677F" w:rsidRDefault="00DA54B5" w:rsidP="00A2677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8744EAE" w:rsidR="00DA54B5" w:rsidRPr="00AE4818" w:rsidRDefault="00AE4818" w:rsidP="00AE481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E4818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AE4818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2677F" w:rsidRDefault="00DA54B5" w:rsidP="00A267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4FF8F318" w:rsidR="00DA54B5" w:rsidRPr="00A2677F" w:rsidRDefault="00DA54B5" w:rsidP="00A2677F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677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19D1FAE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2A3EC7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9843E" w14:textId="77777777" w:rsidR="006C26FE" w:rsidRDefault="006C26FE" w:rsidP="00BF3F0A">
      <w:r>
        <w:separator/>
      </w:r>
    </w:p>
    <w:p w14:paraId="1DE2E62A" w14:textId="77777777" w:rsidR="006C26FE" w:rsidRDefault="006C26FE"/>
  </w:endnote>
  <w:endnote w:type="continuationSeparator" w:id="0">
    <w:p w14:paraId="58393426" w14:textId="77777777" w:rsidR="006C26FE" w:rsidRDefault="006C26FE" w:rsidP="00BF3F0A">
      <w:r>
        <w:continuationSeparator/>
      </w:r>
    </w:p>
    <w:p w14:paraId="25927591" w14:textId="77777777" w:rsidR="006C26FE" w:rsidRDefault="006C2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B2DDE" w14:textId="77777777" w:rsidR="006C26FE" w:rsidRDefault="006C26FE" w:rsidP="00BF3F0A">
      <w:r>
        <w:separator/>
      </w:r>
    </w:p>
    <w:p w14:paraId="17EB4A3C" w14:textId="77777777" w:rsidR="006C26FE" w:rsidRDefault="006C26FE"/>
  </w:footnote>
  <w:footnote w:type="continuationSeparator" w:id="0">
    <w:p w14:paraId="5E0DD10E" w14:textId="77777777" w:rsidR="006C26FE" w:rsidRDefault="006C26FE" w:rsidP="00BF3F0A">
      <w:r>
        <w:continuationSeparator/>
      </w:r>
    </w:p>
    <w:p w14:paraId="5319FE92" w14:textId="77777777" w:rsidR="006C26FE" w:rsidRDefault="006C2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1731D48" w:rsidR="009C2650" w:rsidRPr="00BD40A8" w:rsidRDefault="00BD40A8" w:rsidP="00BD40A8">
    <w:r w:rsidRPr="00BD40A8">
      <w:rPr>
        <w:lang w:eastAsia="en-US"/>
      </w:rPr>
      <w:t>AHCDES501 Design sustainable landscapes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2BF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24E0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44A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F9E"/>
    <w:rsid w:val="001D30EB"/>
    <w:rsid w:val="001D5C1B"/>
    <w:rsid w:val="001D7F5B"/>
    <w:rsid w:val="001E0849"/>
    <w:rsid w:val="001E16BC"/>
    <w:rsid w:val="001E16DF"/>
    <w:rsid w:val="001F0A5A"/>
    <w:rsid w:val="001F2BA5"/>
    <w:rsid w:val="001F308D"/>
    <w:rsid w:val="00201A7C"/>
    <w:rsid w:val="0021210E"/>
    <w:rsid w:val="0021414D"/>
    <w:rsid w:val="00223124"/>
    <w:rsid w:val="00227F3F"/>
    <w:rsid w:val="00232102"/>
    <w:rsid w:val="00233143"/>
    <w:rsid w:val="00234444"/>
    <w:rsid w:val="00242293"/>
    <w:rsid w:val="00244EA7"/>
    <w:rsid w:val="00251BC3"/>
    <w:rsid w:val="00262FC3"/>
    <w:rsid w:val="0026394F"/>
    <w:rsid w:val="00267AF6"/>
    <w:rsid w:val="00276DB8"/>
    <w:rsid w:val="00282664"/>
    <w:rsid w:val="00285FB8"/>
    <w:rsid w:val="002970C3"/>
    <w:rsid w:val="002A3EC7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43E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721"/>
    <w:rsid w:val="004127E3"/>
    <w:rsid w:val="0043212E"/>
    <w:rsid w:val="00434366"/>
    <w:rsid w:val="00434ECE"/>
    <w:rsid w:val="00444423"/>
    <w:rsid w:val="00452F3E"/>
    <w:rsid w:val="0046239A"/>
    <w:rsid w:val="004640AE"/>
    <w:rsid w:val="00466F46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6FE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6B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0F30"/>
    <w:rsid w:val="0088124D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68C"/>
    <w:rsid w:val="00916CD7"/>
    <w:rsid w:val="00920927"/>
    <w:rsid w:val="00921B38"/>
    <w:rsid w:val="00923720"/>
    <w:rsid w:val="009278C9"/>
    <w:rsid w:val="00932CD7"/>
    <w:rsid w:val="00944C09"/>
    <w:rsid w:val="009505AF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999"/>
    <w:rsid w:val="00A0695B"/>
    <w:rsid w:val="00A13052"/>
    <w:rsid w:val="00A20D15"/>
    <w:rsid w:val="00A216A8"/>
    <w:rsid w:val="00A223A6"/>
    <w:rsid w:val="00A2677F"/>
    <w:rsid w:val="00A3639E"/>
    <w:rsid w:val="00A5092E"/>
    <w:rsid w:val="00A554D6"/>
    <w:rsid w:val="00A56E14"/>
    <w:rsid w:val="00A6476B"/>
    <w:rsid w:val="00A76C6C"/>
    <w:rsid w:val="00A86C57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4818"/>
    <w:rsid w:val="00AF3957"/>
    <w:rsid w:val="00B03DE3"/>
    <w:rsid w:val="00B0712C"/>
    <w:rsid w:val="00B12013"/>
    <w:rsid w:val="00B22C67"/>
    <w:rsid w:val="00B3508F"/>
    <w:rsid w:val="00B443EE"/>
    <w:rsid w:val="00B560C8"/>
    <w:rsid w:val="00B60E2D"/>
    <w:rsid w:val="00B61150"/>
    <w:rsid w:val="00B65BC7"/>
    <w:rsid w:val="00B746B9"/>
    <w:rsid w:val="00B848D4"/>
    <w:rsid w:val="00B865B7"/>
    <w:rsid w:val="00B91B97"/>
    <w:rsid w:val="00B9712E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465F"/>
    <w:rsid w:val="00CF73B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375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77DD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36D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1B0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3311FF-99EE-455D-9BE0-23046223C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5909F-0CA6-426C-876E-3F02813750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7b4b677c-12e1-4a54-ada3-96c3a877c048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252</TotalTime>
  <Pages>5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18</cp:revision>
  <cp:lastPrinted>2016-05-27T05:21:00Z</cp:lastPrinted>
  <dcterms:created xsi:type="dcterms:W3CDTF">2020-08-25T06:08:00Z</dcterms:created>
  <dcterms:modified xsi:type="dcterms:W3CDTF">2021-06-08T06:02:00Z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