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423A5287" w:rsidR="00A301E0" w:rsidRPr="00752A41" w:rsidRDefault="001C1ADF" w:rsidP="00A456E0">
            <w:pPr>
              <w:pStyle w:val="SISSCODE"/>
            </w:pPr>
            <w:r w:rsidRPr="001C1ADF">
              <w:t>FWPSS000</w:t>
            </w:r>
            <w:r w:rsidR="0053246D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6D4DAE14" w:rsidR="00A301E0" w:rsidRPr="00752A41" w:rsidRDefault="0053246D" w:rsidP="00FF0DF6">
            <w:pPr>
              <w:pStyle w:val="SISStitle"/>
            </w:pPr>
            <w:r>
              <w:t>F</w:t>
            </w:r>
            <w:r w:rsidR="001C1ADF" w:rsidRPr="001C1ADF">
              <w:t xml:space="preserve">orestry </w:t>
            </w:r>
            <w:r>
              <w:t>P</w:t>
            </w:r>
            <w:r w:rsidR="001C1ADF" w:rsidRPr="001C1ADF">
              <w:t xml:space="preserve">roduce </w:t>
            </w:r>
            <w:r>
              <w:t>T</w:t>
            </w:r>
            <w:r w:rsidR="001C1ADF" w:rsidRPr="001C1ADF">
              <w:t xml:space="preserve">ruck </w:t>
            </w:r>
            <w:r>
              <w:t>D</w:t>
            </w:r>
            <w:r w:rsidR="001C1ADF" w:rsidRPr="001C1ADF">
              <w:t>river</w:t>
            </w:r>
            <w:r w:rsidR="006A136B">
              <w:t xml:space="preserve">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FE78C0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3F47730F" w:rsidR="00FE78C0" w:rsidRPr="00FE78C0" w:rsidRDefault="00FE78C0" w:rsidP="00FE78C0">
            <w:pPr>
              <w:pStyle w:val="SIText"/>
            </w:pPr>
            <w:r w:rsidRPr="002A36D9">
              <w:t xml:space="preserve">Release </w:t>
            </w:r>
            <w:r w:rsidR="0053246D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71421E8F" w:rsidR="00FE78C0" w:rsidRPr="00350803" w:rsidRDefault="00FE78C0" w:rsidP="00713943">
            <w:pPr>
              <w:pStyle w:val="SIText"/>
            </w:pPr>
            <w:r w:rsidRPr="00713943">
              <w:t xml:space="preserve">This version released with FWP Forest and Wood Products Training Package Version </w:t>
            </w:r>
            <w:r w:rsidR="0053246D">
              <w:t>7.0</w:t>
            </w:r>
            <w:r w:rsidRPr="00713943">
              <w:t>.</w:t>
            </w:r>
            <w:r w:rsidR="00B551F1">
              <w:t xml:space="preserve"> </w:t>
            </w:r>
            <w:r w:rsidRPr="00350803">
              <w:t xml:space="preserve">This skill set supersedes and is equivalent to </w:t>
            </w:r>
            <w:r w:rsidRPr="00713943">
              <w:t>FWPSS0002</w:t>
            </w:r>
            <w:r w:rsidR="006F40A5" w:rsidRPr="00713943">
              <w:t>7</w:t>
            </w:r>
            <w:r w:rsidRPr="00713943">
              <w:t xml:space="preserve"> Skill set for </w:t>
            </w:r>
            <w:r w:rsidR="00E00309" w:rsidRPr="00713943">
              <w:t xml:space="preserve">a </w:t>
            </w:r>
            <w:r w:rsidRPr="00713943">
              <w:t xml:space="preserve">forestry </w:t>
            </w:r>
            <w:r w:rsidR="00E00309" w:rsidRPr="00713943">
              <w:t>produce</w:t>
            </w:r>
            <w:r w:rsidRPr="00713943">
              <w:t xml:space="preserve"> truck driver.</w:t>
            </w:r>
          </w:p>
        </w:tc>
      </w:tr>
    </w:tbl>
    <w:p w14:paraId="4CC76B0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A8C1685" w14:textId="08C52BAA" w:rsidR="00A772D9" w:rsidRDefault="006F40A5" w:rsidP="00602F20">
            <w:pPr>
              <w:pStyle w:val="SIText"/>
            </w:pPr>
            <w:r>
              <w:t>T</w:t>
            </w:r>
            <w:r w:rsidRPr="006F40A5">
              <w:t xml:space="preserve">his skill set provides the skills and knowledge required to transport forestry </w:t>
            </w:r>
            <w:r w:rsidR="00B551F1">
              <w:t>produce</w:t>
            </w:r>
            <w:r w:rsidRPr="006F40A5">
              <w:t xml:space="preserve"> using trucks while applying workplace </w:t>
            </w:r>
            <w:r w:rsidR="00B551F1">
              <w:t>safety</w:t>
            </w:r>
            <w:r w:rsidRPr="006F40A5">
              <w:t xml:space="preserve"> and environmental procedures. </w:t>
            </w:r>
          </w:p>
          <w:p w14:paraId="525D476D" w14:textId="060435AE" w:rsidR="003B2D64" w:rsidRPr="00536741" w:rsidRDefault="003B2D64" w:rsidP="00602F2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3F464E3" w14:textId="77777777" w:rsidR="00B551F1" w:rsidRPr="00B551F1" w:rsidRDefault="00B551F1" w:rsidP="00B551F1">
            <w:pPr>
              <w:pStyle w:val="SIText"/>
              <w:rPr>
                <w:rStyle w:val="SIText-Italic"/>
              </w:rPr>
            </w:pPr>
            <w:r w:rsidRPr="00B551F1">
              <w:t xml:space="preserve">These units of competency provide credit towards </w:t>
            </w:r>
            <w:r w:rsidRPr="00B551F1">
              <w:rPr>
                <w:rStyle w:val="SIText-Italic"/>
              </w:rPr>
              <w:t>FWP2XX21 Certificate III in Forest Operations</w:t>
            </w:r>
            <w:r w:rsidRPr="00B551F1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6B3D0652" w:rsidR="00A301E0" w:rsidRPr="00A301E0" w:rsidRDefault="00273C4E" w:rsidP="00DA228A">
            <w:pPr>
              <w:pStyle w:val="SIText"/>
            </w:pPr>
            <w:r w:rsidRPr="00043FB7">
              <w:t xml:space="preserve">Licensing requirements apply to this </w:t>
            </w:r>
            <w:r w:rsidRPr="00273C4E">
              <w:t>skill set. Users are advised to check with the relevant regulatory authority.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781C0DD" w14:textId="53A2FB43" w:rsidR="00713943" w:rsidRPr="00EE77B3" w:rsidRDefault="00713943" w:rsidP="00FF0DF6">
            <w:pPr>
              <w:pStyle w:val="SIBulletList1"/>
            </w:pPr>
            <w:r w:rsidRPr="00EE77B3">
              <w:t>FWPCOR2</w:t>
            </w:r>
            <w:r w:rsidR="007859F6">
              <w:t>XXX</w:t>
            </w:r>
            <w:r w:rsidRPr="00EE77B3">
              <w:t xml:space="preserve"> Follow environmental </w:t>
            </w:r>
            <w:r w:rsidR="007859F6">
              <w:t>protection</w:t>
            </w:r>
            <w:r w:rsidRPr="00EE77B3">
              <w:t xml:space="preserve"> procedures</w:t>
            </w:r>
          </w:p>
          <w:p w14:paraId="57D0C889" w14:textId="79724252" w:rsidR="00713943" w:rsidRPr="00EE77B3" w:rsidRDefault="00713943" w:rsidP="00FF0DF6">
            <w:pPr>
              <w:pStyle w:val="SIBulletList1"/>
            </w:pPr>
            <w:r w:rsidRPr="00EE77B3">
              <w:t>FWPCOR2</w:t>
            </w:r>
            <w:r w:rsidR="007859F6">
              <w:t>XXX</w:t>
            </w:r>
            <w:r w:rsidRPr="00EE77B3">
              <w:t xml:space="preserve"> Follow </w:t>
            </w:r>
            <w:r w:rsidR="007859F6">
              <w:t>health and safety</w:t>
            </w:r>
            <w:r w:rsidRPr="00EE77B3">
              <w:t xml:space="preserve"> policies and procedures</w:t>
            </w:r>
          </w:p>
          <w:p w14:paraId="5B148795" w14:textId="7EA623C2" w:rsidR="001F28F9" w:rsidRPr="00536741" w:rsidRDefault="00713943" w:rsidP="00FF0DF6">
            <w:pPr>
              <w:pStyle w:val="SIBulletList1"/>
            </w:pPr>
            <w:r w:rsidRPr="00EE77B3">
              <w:t>FWPCOT3</w:t>
            </w:r>
            <w:r>
              <w:t>316</w:t>
            </w:r>
            <w:r w:rsidRPr="00EE77B3">
              <w:t xml:space="preserve"> Transport forestry produce using trucks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9AB56B7" w14:textId="2F673C5A" w:rsidR="0072579E" w:rsidRPr="0072579E" w:rsidRDefault="0072579E" w:rsidP="00FF0DF6">
            <w:pPr>
              <w:pStyle w:val="SIText"/>
            </w:pPr>
            <w:r w:rsidRPr="0072579E">
              <w:t>This skill set is for people wishing to work as a truck driver transporting forestry produce (apart from forestry logs) in commercial forest operations.</w:t>
            </w:r>
          </w:p>
          <w:p w14:paraId="5BC00778" w14:textId="77777777" w:rsidR="007D61D1" w:rsidRPr="007D61D1" w:rsidRDefault="007D61D1" w:rsidP="007D61D1"/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EA43E8B" w14:textId="4FBD73CE" w:rsidR="00DB557A" w:rsidRPr="00536741" w:rsidRDefault="00FF0DF6">
            <w:pPr>
              <w:pStyle w:val="SIText"/>
            </w:pPr>
            <w:r w:rsidRPr="00FF0DF6">
              <w:t>These competencies from the FWP Forest and Wood Products Training Package meet the industry requirements for transport</w:t>
            </w:r>
            <w:r w:rsidR="002F35DA">
              <w:t>ing</w:t>
            </w:r>
            <w:r w:rsidRPr="00FF0DF6">
              <w:t xml:space="preserve"> forestry produce</w:t>
            </w:r>
            <w:r w:rsidR="002F35DA" w:rsidRPr="00FF0DF6">
              <w:t xml:space="preserve"> </w:t>
            </w:r>
            <w:r w:rsidR="002F35DA" w:rsidRPr="002F35DA">
              <w:t>driving a truck</w:t>
            </w:r>
            <w:r w:rsidRPr="00FF0DF6">
              <w:t xml:space="preserve">. </w:t>
            </w: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C91A0" w14:textId="77777777" w:rsidR="008E28EF" w:rsidRDefault="008E28EF" w:rsidP="00BF3F0A">
      <w:r>
        <w:separator/>
      </w:r>
    </w:p>
    <w:p w14:paraId="423B50EF" w14:textId="77777777" w:rsidR="008E28EF" w:rsidRDefault="008E28EF"/>
  </w:endnote>
  <w:endnote w:type="continuationSeparator" w:id="0">
    <w:p w14:paraId="31BD05E5" w14:textId="77777777" w:rsidR="008E28EF" w:rsidRDefault="008E28EF" w:rsidP="00BF3F0A">
      <w:r>
        <w:continuationSeparator/>
      </w:r>
    </w:p>
    <w:p w14:paraId="3B97E674" w14:textId="77777777" w:rsidR="008E28EF" w:rsidRDefault="008E2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1C80" w14:textId="77777777" w:rsidR="008E28EF" w:rsidRDefault="008E28EF" w:rsidP="00BF3F0A">
      <w:r>
        <w:separator/>
      </w:r>
    </w:p>
    <w:p w14:paraId="0D171373" w14:textId="77777777" w:rsidR="008E28EF" w:rsidRDefault="008E28EF"/>
  </w:footnote>
  <w:footnote w:type="continuationSeparator" w:id="0">
    <w:p w14:paraId="63DA4A2E" w14:textId="77777777" w:rsidR="008E28EF" w:rsidRDefault="008E28EF" w:rsidP="00BF3F0A">
      <w:r>
        <w:continuationSeparator/>
      </w:r>
    </w:p>
    <w:p w14:paraId="485CB049" w14:textId="77777777" w:rsidR="008E28EF" w:rsidRDefault="008E28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EF2B" w14:textId="2AABAF4C" w:rsidR="001C1ADF" w:rsidRPr="001C1ADF" w:rsidRDefault="001C1ADF" w:rsidP="001C1ADF">
    <w:r w:rsidRPr="001C1ADF">
      <w:t>FWPSS000</w:t>
    </w:r>
    <w:r w:rsidR="005B51A5">
      <w:t>0</w:t>
    </w:r>
    <w:r w:rsidR="0053246D">
      <w:t>X</w:t>
    </w:r>
    <w:r w:rsidRPr="001C1ADF">
      <w:t xml:space="preserve"> </w:t>
    </w:r>
    <w:r w:rsidR="005B51A5">
      <w:t>F</w:t>
    </w:r>
    <w:r w:rsidRPr="001C1ADF">
      <w:t xml:space="preserve">orestry </w:t>
    </w:r>
    <w:r w:rsidR="005B51A5">
      <w:t>P</w:t>
    </w:r>
    <w:r w:rsidRPr="001C1ADF">
      <w:t xml:space="preserve">roduce </w:t>
    </w:r>
    <w:r w:rsidR="005B51A5">
      <w:t>T</w:t>
    </w:r>
    <w:r w:rsidRPr="001C1ADF">
      <w:t xml:space="preserve">ruck </w:t>
    </w:r>
    <w:r w:rsidR="005B51A5">
      <w:t>D</w:t>
    </w:r>
    <w:r w:rsidRPr="001C1ADF">
      <w:t>river</w:t>
    </w:r>
    <w:r w:rsidR="005B51A5">
      <w:t xml:space="preserve"> Skill Set</w:t>
    </w:r>
  </w:p>
  <w:p w14:paraId="314C7629" w14:textId="69E9FAA4" w:rsidR="009C2650" w:rsidRPr="003001BD" w:rsidRDefault="009C2650" w:rsidP="003001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qwUAChquyC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3E1C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93D7C"/>
    <w:rsid w:val="000A5441"/>
    <w:rsid w:val="000C13F1"/>
    <w:rsid w:val="000D7BE6"/>
    <w:rsid w:val="000E2C86"/>
    <w:rsid w:val="000F29F2"/>
    <w:rsid w:val="00101659"/>
    <w:rsid w:val="0010686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ADF"/>
    <w:rsid w:val="001D1AEC"/>
    <w:rsid w:val="001D2756"/>
    <w:rsid w:val="001E16BC"/>
    <w:rsid w:val="001E2748"/>
    <w:rsid w:val="001F28F9"/>
    <w:rsid w:val="001F2BA5"/>
    <w:rsid w:val="001F308D"/>
    <w:rsid w:val="00201A7C"/>
    <w:rsid w:val="0021414D"/>
    <w:rsid w:val="00223124"/>
    <w:rsid w:val="00227A64"/>
    <w:rsid w:val="00234444"/>
    <w:rsid w:val="002349E5"/>
    <w:rsid w:val="00236F7C"/>
    <w:rsid w:val="00242293"/>
    <w:rsid w:val="00244EA7"/>
    <w:rsid w:val="00262FC3"/>
    <w:rsid w:val="00273C4E"/>
    <w:rsid w:val="00276DB8"/>
    <w:rsid w:val="00282664"/>
    <w:rsid w:val="00285FB8"/>
    <w:rsid w:val="002931C2"/>
    <w:rsid w:val="002A4CD3"/>
    <w:rsid w:val="002C55E9"/>
    <w:rsid w:val="002D0C8B"/>
    <w:rsid w:val="002E193E"/>
    <w:rsid w:val="002F0E7A"/>
    <w:rsid w:val="002F35DA"/>
    <w:rsid w:val="002F4FFE"/>
    <w:rsid w:val="003001BD"/>
    <w:rsid w:val="00310771"/>
    <w:rsid w:val="003164AA"/>
    <w:rsid w:val="003315E1"/>
    <w:rsid w:val="00337E82"/>
    <w:rsid w:val="00350803"/>
    <w:rsid w:val="00350BB1"/>
    <w:rsid w:val="00352C83"/>
    <w:rsid w:val="003659AA"/>
    <w:rsid w:val="0037067D"/>
    <w:rsid w:val="00384462"/>
    <w:rsid w:val="0038735B"/>
    <w:rsid w:val="003916D1"/>
    <w:rsid w:val="003A21F0"/>
    <w:rsid w:val="003A58BA"/>
    <w:rsid w:val="003A5AE7"/>
    <w:rsid w:val="003A7221"/>
    <w:rsid w:val="003B2D64"/>
    <w:rsid w:val="003C13AE"/>
    <w:rsid w:val="003C16B1"/>
    <w:rsid w:val="003D2E73"/>
    <w:rsid w:val="003D3B3B"/>
    <w:rsid w:val="003D69E2"/>
    <w:rsid w:val="003E7BBE"/>
    <w:rsid w:val="00401209"/>
    <w:rsid w:val="004127E3"/>
    <w:rsid w:val="00426CC5"/>
    <w:rsid w:val="0043212E"/>
    <w:rsid w:val="00434366"/>
    <w:rsid w:val="00444423"/>
    <w:rsid w:val="004463CA"/>
    <w:rsid w:val="00452F3E"/>
    <w:rsid w:val="00453E79"/>
    <w:rsid w:val="00455ADD"/>
    <w:rsid w:val="004640AE"/>
    <w:rsid w:val="00475172"/>
    <w:rsid w:val="00475662"/>
    <w:rsid w:val="004758B0"/>
    <w:rsid w:val="004832D2"/>
    <w:rsid w:val="00485559"/>
    <w:rsid w:val="00493E56"/>
    <w:rsid w:val="00493F49"/>
    <w:rsid w:val="004A142B"/>
    <w:rsid w:val="004A44E8"/>
    <w:rsid w:val="004B29B7"/>
    <w:rsid w:val="004C2244"/>
    <w:rsid w:val="004C24A2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4F7BF5"/>
    <w:rsid w:val="005248C1"/>
    <w:rsid w:val="00526134"/>
    <w:rsid w:val="0053246D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1947"/>
    <w:rsid w:val="00583902"/>
    <w:rsid w:val="00584CE8"/>
    <w:rsid w:val="00596C91"/>
    <w:rsid w:val="005A3AA5"/>
    <w:rsid w:val="005A6C9C"/>
    <w:rsid w:val="005A74DC"/>
    <w:rsid w:val="005B5146"/>
    <w:rsid w:val="005B51A5"/>
    <w:rsid w:val="005C231B"/>
    <w:rsid w:val="005C7EA8"/>
    <w:rsid w:val="005F122C"/>
    <w:rsid w:val="005F33CC"/>
    <w:rsid w:val="00602F20"/>
    <w:rsid w:val="006121D4"/>
    <w:rsid w:val="00613B49"/>
    <w:rsid w:val="00620E8E"/>
    <w:rsid w:val="006271E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36B"/>
    <w:rsid w:val="006A1D6C"/>
    <w:rsid w:val="006A2B68"/>
    <w:rsid w:val="006C159E"/>
    <w:rsid w:val="006C2F32"/>
    <w:rsid w:val="006C3077"/>
    <w:rsid w:val="006D4448"/>
    <w:rsid w:val="006E2C4D"/>
    <w:rsid w:val="006F40A5"/>
    <w:rsid w:val="00705EEC"/>
    <w:rsid w:val="00707741"/>
    <w:rsid w:val="00713943"/>
    <w:rsid w:val="00722769"/>
    <w:rsid w:val="00722D00"/>
    <w:rsid w:val="0072579E"/>
    <w:rsid w:val="00727901"/>
    <w:rsid w:val="0073075B"/>
    <w:rsid w:val="007341FF"/>
    <w:rsid w:val="007404E9"/>
    <w:rsid w:val="007444CF"/>
    <w:rsid w:val="00752A41"/>
    <w:rsid w:val="007579CC"/>
    <w:rsid w:val="0076523B"/>
    <w:rsid w:val="00771B60"/>
    <w:rsid w:val="007748BE"/>
    <w:rsid w:val="00781D77"/>
    <w:rsid w:val="007859F6"/>
    <w:rsid w:val="007860B7"/>
    <w:rsid w:val="00786DC8"/>
    <w:rsid w:val="007D5A78"/>
    <w:rsid w:val="007D61D1"/>
    <w:rsid w:val="007E3BD1"/>
    <w:rsid w:val="007F119F"/>
    <w:rsid w:val="007F1563"/>
    <w:rsid w:val="007F44DB"/>
    <w:rsid w:val="007F5A8B"/>
    <w:rsid w:val="007F7554"/>
    <w:rsid w:val="00801A1D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647"/>
    <w:rsid w:val="00856837"/>
    <w:rsid w:val="0086230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8EF"/>
    <w:rsid w:val="008E39BE"/>
    <w:rsid w:val="008E62EC"/>
    <w:rsid w:val="008E7B69"/>
    <w:rsid w:val="008F32F6"/>
    <w:rsid w:val="00916CD7"/>
    <w:rsid w:val="00920927"/>
    <w:rsid w:val="00921B38"/>
    <w:rsid w:val="00923720"/>
    <w:rsid w:val="00924CE8"/>
    <w:rsid w:val="009278C9"/>
    <w:rsid w:val="009527CB"/>
    <w:rsid w:val="00953835"/>
    <w:rsid w:val="00955BDA"/>
    <w:rsid w:val="00955D90"/>
    <w:rsid w:val="00960F6C"/>
    <w:rsid w:val="00970747"/>
    <w:rsid w:val="009740BD"/>
    <w:rsid w:val="0098725E"/>
    <w:rsid w:val="009A5900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17643"/>
    <w:rsid w:val="00A216A8"/>
    <w:rsid w:val="00A223A6"/>
    <w:rsid w:val="00A301E0"/>
    <w:rsid w:val="00A354FC"/>
    <w:rsid w:val="00A456E0"/>
    <w:rsid w:val="00A5092E"/>
    <w:rsid w:val="00A56E14"/>
    <w:rsid w:val="00A644BD"/>
    <w:rsid w:val="00A6476B"/>
    <w:rsid w:val="00A76C6C"/>
    <w:rsid w:val="00A772D9"/>
    <w:rsid w:val="00A7771F"/>
    <w:rsid w:val="00A92DD1"/>
    <w:rsid w:val="00A93FAA"/>
    <w:rsid w:val="00A97EAA"/>
    <w:rsid w:val="00AA0BFA"/>
    <w:rsid w:val="00AA5338"/>
    <w:rsid w:val="00AA5E0C"/>
    <w:rsid w:val="00AB1B8E"/>
    <w:rsid w:val="00AC0696"/>
    <w:rsid w:val="00AC4C98"/>
    <w:rsid w:val="00AC5F6B"/>
    <w:rsid w:val="00AD00F1"/>
    <w:rsid w:val="00AD3896"/>
    <w:rsid w:val="00AD477B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551F1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6667"/>
    <w:rsid w:val="00D87D32"/>
    <w:rsid w:val="00D92C83"/>
    <w:rsid w:val="00DA0A81"/>
    <w:rsid w:val="00DA228A"/>
    <w:rsid w:val="00DA3C10"/>
    <w:rsid w:val="00DA53B5"/>
    <w:rsid w:val="00DB557A"/>
    <w:rsid w:val="00DC1D69"/>
    <w:rsid w:val="00DC3909"/>
    <w:rsid w:val="00DC5A3A"/>
    <w:rsid w:val="00E00309"/>
    <w:rsid w:val="00E052D9"/>
    <w:rsid w:val="00E06F35"/>
    <w:rsid w:val="00E238E6"/>
    <w:rsid w:val="00E32375"/>
    <w:rsid w:val="00E35064"/>
    <w:rsid w:val="00E438C3"/>
    <w:rsid w:val="00E501F0"/>
    <w:rsid w:val="00E91BFF"/>
    <w:rsid w:val="00E92933"/>
    <w:rsid w:val="00E93BE8"/>
    <w:rsid w:val="00EA3B97"/>
    <w:rsid w:val="00EB0AA4"/>
    <w:rsid w:val="00EB5C88"/>
    <w:rsid w:val="00EB7EB1"/>
    <w:rsid w:val="00EC0469"/>
    <w:rsid w:val="00EC16F9"/>
    <w:rsid w:val="00EE77B3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A56AA"/>
    <w:rsid w:val="00FE0282"/>
    <w:rsid w:val="00FE124D"/>
    <w:rsid w:val="00FE78C0"/>
    <w:rsid w:val="00FE792C"/>
    <w:rsid w:val="00FF0DF6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CD5117-44E4-4740-972C-7A43236EA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31</cp:revision>
  <cp:lastPrinted>2016-05-27T05:21:00Z</cp:lastPrinted>
  <dcterms:created xsi:type="dcterms:W3CDTF">2021-02-22T00:51:00Z</dcterms:created>
  <dcterms:modified xsi:type="dcterms:W3CDTF">2021-04-30T09:10:00Z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