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27999" w14:paraId="46D685B3" w14:textId="77777777" w:rsidTr="00146EEC">
        <w:tc>
          <w:tcPr>
            <w:tcW w:w="2689" w:type="dxa"/>
          </w:tcPr>
          <w:p w14:paraId="3C3F41F2" w14:textId="74C6E8F9" w:rsidR="00227999" w:rsidRPr="00227999" w:rsidRDefault="00227999" w:rsidP="00227999">
            <w:pPr>
              <w:pStyle w:val="SIText"/>
            </w:pPr>
            <w:r w:rsidRPr="00227999">
              <w:t>Release 1</w:t>
            </w:r>
          </w:p>
        </w:tc>
        <w:tc>
          <w:tcPr>
            <w:tcW w:w="6939" w:type="dxa"/>
          </w:tcPr>
          <w:p w14:paraId="61D1C099" w14:textId="39444CF2" w:rsidR="00227999" w:rsidRPr="00227999" w:rsidRDefault="00227999" w:rsidP="00227999">
            <w:pPr>
              <w:pStyle w:val="SIText"/>
            </w:pPr>
            <w:r w:rsidRPr="00227999">
              <w:t xml:space="preserve">This version released with PPM Pulp and Paper Manufacturing Training Package Version </w:t>
            </w:r>
            <w:r w:rsidR="001B6819">
              <w:t>3</w:t>
            </w:r>
            <w:r w:rsidRPr="00227999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821CEAC" w:rsidR="00F1480E" w:rsidRPr="005404CB" w:rsidRDefault="00314EFE" w:rsidP="005404CB">
            <w:pPr>
              <w:pStyle w:val="SIUNITCODE"/>
            </w:pPr>
            <w:r>
              <w:t>PPM</w:t>
            </w:r>
            <w:r w:rsidR="004E09D2">
              <w:t>RFO</w:t>
            </w:r>
            <w:r w:rsidR="00491C20">
              <w:t>3</w:t>
            </w:r>
            <w:r w:rsidR="001B6819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8241DA4" w:rsidR="00F1480E" w:rsidRPr="005404CB" w:rsidRDefault="001B6819" w:rsidP="005404CB">
            <w:pPr>
              <w:pStyle w:val="SIUnittitle"/>
            </w:pPr>
            <w:r>
              <w:t xml:space="preserve">Perform </w:t>
            </w:r>
            <w:r w:rsidR="004E09D2">
              <w:t>recovered fibre</w:t>
            </w:r>
            <w:r w:rsidR="00491C20" w:rsidRPr="00491C20">
              <w:t xml:space="preserve">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A6A145" w14:textId="130186A5" w:rsidR="00491C20" w:rsidRPr="00491C20" w:rsidRDefault="00491C20" w:rsidP="00491C20">
            <w:r w:rsidRPr="00491C20">
              <w:t xml:space="preserve">This unit of competency describes the skills and knowledge required to </w:t>
            </w:r>
            <w:r w:rsidR="00B53F02" w:rsidRPr="00631C70">
              <w:t>prepar</w:t>
            </w:r>
            <w:r w:rsidR="00B53F02" w:rsidRPr="00B53F02">
              <w:t xml:space="preserve">e for, </w:t>
            </w:r>
            <w:proofErr w:type="spellStart"/>
            <w:r w:rsidR="00B53F02" w:rsidRPr="00B53F02">
              <w:t>startup</w:t>
            </w:r>
            <w:proofErr w:type="spellEnd"/>
            <w:r w:rsidR="00B53F02" w:rsidRPr="00B53F02">
              <w:t xml:space="preserve">, </w:t>
            </w:r>
            <w:proofErr w:type="spellStart"/>
            <w:r w:rsidR="00B53F02" w:rsidRPr="00B53F02">
              <w:t>stablise</w:t>
            </w:r>
            <w:proofErr w:type="spellEnd"/>
            <w:r w:rsidR="00B53F02" w:rsidRPr="00B53F02">
              <w:t xml:space="preserve"> and shut down systems for </w:t>
            </w:r>
            <w:r w:rsidR="004E09D2">
              <w:t>recovered fibre</w:t>
            </w:r>
            <w:r w:rsidR="00B53F02" w:rsidRPr="00B53F02">
              <w:t xml:space="preserve"> operations</w:t>
            </w:r>
            <w:r w:rsidRPr="00491C20">
              <w:t>.</w:t>
            </w:r>
          </w:p>
          <w:p w14:paraId="2F16F5A2" w14:textId="77777777" w:rsidR="00491C20" w:rsidRDefault="00491C20" w:rsidP="00491C20"/>
          <w:p w14:paraId="1E859601" w14:textId="1C173A30" w:rsidR="00491C20" w:rsidRPr="00491C20" w:rsidRDefault="00491C20" w:rsidP="000C6EDB">
            <w:pPr>
              <w:pStyle w:val="SIText"/>
            </w:pPr>
            <w:r w:rsidRPr="00491C20">
              <w:t xml:space="preserve">This </w:t>
            </w:r>
            <w:r w:rsidRPr="00B53F02">
              <w:t xml:space="preserve">unit applies to production operators </w:t>
            </w:r>
            <w:r w:rsidRPr="000C6EDB">
              <w:t xml:space="preserve">who </w:t>
            </w:r>
            <w:r w:rsidR="00B53F02" w:rsidRPr="000C6EDB">
              <w:t>perform</w:t>
            </w:r>
            <w:r w:rsidRPr="000C6EDB">
              <w:t xml:space="preserve"> </w:t>
            </w:r>
            <w:r w:rsidR="004E09D2">
              <w:t>recovered fibre</w:t>
            </w:r>
            <w:r w:rsidRPr="004E09D2">
              <w:t xml:space="preserve"> operations</w:t>
            </w:r>
            <w:r w:rsidRPr="000C6EDB">
              <w:t xml:space="preserve"> in </w:t>
            </w:r>
            <w:r w:rsidR="00B53F02" w:rsidRPr="000C6EDB">
              <w:t>a</w:t>
            </w:r>
            <w:r w:rsidRPr="000C6EDB">
              <w:t xml:space="preserve"> pulp </w:t>
            </w:r>
            <w:r w:rsidR="00B53F02" w:rsidRPr="000C6EDB">
              <w:t xml:space="preserve">manufacturing facility and </w:t>
            </w:r>
            <w:r w:rsidR="00B53F02" w:rsidRPr="000C6EDB">
              <w:rPr>
                <w:rStyle w:val="SITemporaryText-red"/>
                <w:color w:val="auto"/>
                <w:sz w:val="20"/>
              </w:rPr>
              <w:t>respond to contingencies</w:t>
            </w:r>
            <w:r w:rsidR="00B53F02" w:rsidRPr="000C6EDB">
              <w:t xml:space="preserve"> that occur </w:t>
            </w:r>
            <w:r w:rsidRPr="000C6EDB">
              <w:t>working in a facility with complex integrated equipment and continuous operations.</w:t>
            </w:r>
          </w:p>
          <w:p w14:paraId="2F09A5F9" w14:textId="77777777" w:rsidR="00491C20" w:rsidRDefault="00491C20" w:rsidP="00491C20"/>
          <w:p w14:paraId="19ADED03" w14:textId="344F6B8B" w:rsidR="00373436" w:rsidRPr="000754EC" w:rsidRDefault="00491C20" w:rsidP="007D20D0">
            <w:r w:rsidRPr="00491C20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65DD7A0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04A6BF0" w:rsidR="004D7BE5" w:rsidRPr="005404CB" w:rsidRDefault="004E09D2" w:rsidP="005404CB">
            <w:pPr>
              <w:pStyle w:val="SIText"/>
            </w:pPr>
            <w:r>
              <w:t>Recovered fibre</w:t>
            </w:r>
            <w:r w:rsidR="00227999" w:rsidRPr="00227999">
              <w:t xml:space="preserve"> operations (</w:t>
            </w:r>
            <w:r>
              <w:t>RFO</w:t>
            </w:r>
            <w:r w:rsidR="00227999" w:rsidRPr="00227999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91C20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EEE83AB" w:rsidR="00491C20" w:rsidRPr="000C6EDB" w:rsidRDefault="00491C20" w:rsidP="000835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835E0">
              <w:t xml:space="preserve">1. </w:t>
            </w:r>
            <w:r w:rsidR="0065718E" w:rsidRPr="000835E0">
              <w:t xml:space="preserve">Prepare for </w:t>
            </w:r>
            <w:r w:rsidR="004E09D2" w:rsidRPr="000835E0">
              <w:t>recovered fibre</w:t>
            </w:r>
            <w:r w:rsidR="0065718E" w:rsidRPr="000835E0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684A5966" w14:textId="59181651" w:rsidR="0065718E" w:rsidRPr="000C6EDB" w:rsidRDefault="00491C20" w:rsidP="000C6EDB">
            <w:pPr>
              <w:pStyle w:val="SIText"/>
            </w:pPr>
            <w:r w:rsidRPr="000835E0">
              <w:t>1</w:t>
            </w:r>
            <w:r w:rsidRPr="000D4E32">
              <w:t xml:space="preserve">.1 </w:t>
            </w:r>
            <w:r w:rsidR="0065718E" w:rsidRPr="000D4E32">
              <w:rPr>
                <w:rStyle w:val="SITemporaryText-red"/>
                <w:color w:val="auto"/>
                <w:sz w:val="20"/>
              </w:rPr>
              <w:t>Identify production requirements and specifications to plan system operations and processes</w:t>
            </w:r>
            <w:r w:rsidR="0065718E" w:rsidRPr="000C6EDB" w:rsidDel="0065718E">
              <w:t xml:space="preserve"> </w:t>
            </w:r>
          </w:p>
          <w:p w14:paraId="0F35F362" w14:textId="63E17477" w:rsidR="00491C20" w:rsidRPr="000C6EDB" w:rsidRDefault="00491C20" w:rsidP="000C6EDB">
            <w:pPr>
              <w:pStyle w:val="SIText"/>
            </w:pPr>
            <w:r w:rsidRPr="000C6EDB">
              <w:t xml:space="preserve">1.2 Determine </w:t>
            </w:r>
            <w:r w:rsidR="00D037FE">
              <w:t>supply</w:t>
            </w:r>
            <w:r w:rsidR="00D037FE" w:rsidRPr="00D037FE">
              <w:t xml:space="preserve"> </w:t>
            </w:r>
            <w:r w:rsidRPr="00D037FE">
              <w:t>type, chemical</w:t>
            </w:r>
            <w:r w:rsidR="00D037FE">
              <w:t xml:space="preserve"> and water system </w:t>
            </w:r>
            <w:r w:rsidRPr="000D4E32">
              <w:t>requirements</w:t>
            </w:r>
            <w:r w:rsidR="0065718E" w:rsidRPr="000D4E32">
              <w:t xml:space="preserve">, </w:t>
            </w:r>
            <w:r w:rsidRPr="000C6EDB">
              <w:t xml:space="preserve">supply rate </w:t>
            </w:r>
            <w:r w:rsidR="0065718E" w:rsidRPr="000C6EDB">
              <w:t xml:space="preserve">and </w:t>
            </w:r>
            <w:r w:rsidRPr="000C6EDB">
              <w:t>conveyer loading procedure</w:t>
            </w:r>
          </w:p>
          <w:p w14:paraId="62FACA9B" w14:textId="5D37E294" w:rsidR="000835E0" w:rsidRPr="000C6EDB" w:rsidRDefault="000835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t>1.</w:t>
            </w:r>
            <w:r w:rsidRPr="000835E0">
              <w:t xml:space="preserve">3 </w:t>
            </w:r>
            <w:r w:rsidRPr="000C6EDB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0C6EDB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0C6EDB">
              <w:rPr>
                <w:rStyle w:val="SITemporaryText-red"/>
                <w:color w:val="auto"/>
                <w:sz w:val="20"/>
              </w:rPr>
              <w:t xml:space="preserve"> and determine control measures</w:t>
            </w:r>
          </w:p>
          <w:p w14:paraId="4A3B93F8" w14:textId="3FA12F6E" w:rsidR="000835E0" w:rsidRPr="000C6EDB" w:rsidRDefault="000835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rPr>
                <w:rStyle w:val="SITemporaryText-red"/>
                <w:color w:val="auto"/>
                <w:sz w:val="20"/>
              </w:rPr>
              <w:t xml:space="preserve">1.4 Identify </w:t>
            </w:r>
            <w:r w:rsidRPr="000835E0">
              <w:t>process control points according to productions specifications</w:t>
            </w:r>
          </w:p>
          <w:p w14:paraId="23C6A343" w14:textId="5B3DE56D" w:rsidR="00491C20" w:rsidRPr="000D4E32" w:rsidRDefault="00491C20" w:rsidP="000C6EDB">
            <w:pPr>
              <w:pStyle w:val="SIText"/>
            </w:pPr>
            <w:r w:rsidRPr="000835E0">
              <w:t>1.</w:t>
            </w:r>
            <w:r w:rsidR="000835E0" w:rsidRPr="000C6EDB">
              <w:t>5</w:t>
            </w:r>
            <w:r w:rsidR="00F3353B" w:rsidRPr="000835E0">
              <w:t xml:space="preserve"> </w:t>
            </w:r>
            <w:r w:rsidRPr="000D4E32">
              <w:t>Confirm availability of supplies to meet production requirements</w:t>
            </w:r>
          </w:p>
          <w:p w14:paraId="1671FEB5" w14:textId="7C04E737" w:rsidR="00491C20" w:rsidRPr="000C6EDB" w:rsidRDefault="00491C20" w:rsidP="000C6EDB">
            <w:pPr>
              <w:pStyle w:val="SIText"/>
            </w:pPr>
            <w:r w:rsidRPr="000C6EDB">
              <w:t>1.</w:t>
            </w:r>
            <w:r w:rsidR="000835E0" w:rsidRPr="000C6EDB">
              <w:t>6</w:t>
            </w:r>
            <w:r w:rsidRPr="000C6EDB">
              <w:t xml:space="preserve"> Confirm readiness and availability of facilities to receive process product and by-products</w:t>
            </w:r>
          </w:p>
          <w:p w14:paraId="44160302" w14:textId="56BD5AE7" w:rsidR="00F3353B" w:rsidRPr="000835E0" w:rsidRDefault="00491C20">
            <w:pPr>
              <w:pStyle w:val="SIText"/>
            </w:pPr>
            <w:r w:rsidRPr="000835E0">
              <w:t>1</w:t>
            </w:r>
            <w:r w:rsidR="00F3353B" w:rsidRPr="000835E0">
              <w:t>.</w:t>
            </w:r>
            <w:r w:rsidR="000835E0" w:rsidRPr="000835E0">
              <w:t>7</w:t>
            </w:r>
            <w:r w:rsidR="00F3353B" w:rsidRPr="000835E0">
              <w:t xml:space="preserve"> Select, </w:t>
            </w:r>
            <w:proofErr w:type="gramStart"/>
            <w:r w:rsidR="00F3353B" w:rsidRPr="000835E0">
              <w:t>fit</w:t>
            </w:r>
            <w:proofErr w:type="gramEnd"/>
            <w:r w:rsidR="00F3353B" w:rsidRPr="000835E0">
              <w:t xml:space="preserve"> and use personal protective equipment according to job requirements and task to be undertaken </w:t>
            </w:r>
          </w:p>
          <w:p w14:paraId="0F6BCA09" w14:textId="1070354B" w:rsidR="00491C20" w:rsidRPr="000C6EDB" w:rsidRDefault="00F335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t>1.</w:t>
            </w:r>
            <w:r w:rsidR="000835E0" w:rsidRPr="000835E0">
              <w:t>8</w:t>
            </w:r>
            <w:r w:rsidRPr="000835E0">
              <w:t xml:space="preserve"> Communicate production requirements and specifications, work health and safety and environmental requirements and operating procedures to relevant personnel</w:t>
            </w:r>
          </w:p>
        </w:tc>
      </w:tr>
      <w:tr w:rsidR="00491C20" w:rsidRPr="00963A46" w14:paraId="26CC7F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D31C48" w14:textId="3049AB8A" w:rsidR="00491C20" w:rsidRPr="00491C20" w:rsidRDefault="00491C20" w:rsidP="00491C20">
            <w:pPr>
              <w:pStyle w:val="SIText"/>
            </w:pPr>
            <w:r w:rsidRPr="00491C20">
              <w:t xml:space="preserve">2. Inspect and prepare systems for </w:t>
            </w:r>
            <w:proofErr w:type="spellStart"/>
            <w:r w:rsidRPr="00491C20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475EEF8A" w14:textId="3F04D31D" w:rsidR="008D21CC" w:rsidRPr="004E09D2" w:rsidRDefault="00491C20" w:rsidP="000C6EDB">
            <w:pPr>
              <w:pStyle w:val="SIText"/>
            </w:pPr>
            <w:r w:rsidRPr="00491C20">
              <w:t>2</w:t>
            </w:r>
            <w:r w:rsidRPr="00ED5341">
              <w:t>.</w:t>
            </w:r>
            <w:r w:rsidRPr="008D21CC">
              <w:t xml:space="preserve">1 Inspect </w:t>
            </w:r>
            <w:r w:rsidR="00F11D7F" w:rsidRPr="008D21CC">
              <w:t xml:space="preserve">recovered and </w:t>
            </w:r>
            <w:r w:rsidR="00C61035">
              <w:t xml:space="preserve">electronic </w:t>
            </w:r>
            <w:r w:rsidR="00F11D7F" w:rsidRPr="008D21CC">
              <w:t xml:space="preserve">control </w:t>
            </w:r>
            <w:r w:rsidRPr="008D21CC">
              <w:t xml:space="preserve">systems </w:t>
            </w:r>
            <w:r w:rsidR="00CB03AA" w:rsidRPr="008D21CC">
              <w:t>for warning signals or alarms</w:t>
            </w:r>
          </w:p>
          <w:p w14:paraId="526C5109" w14:textId="4AAA7362" w:rsidR="00491C20" w:rsidRPr="000C6EDB" w:rsidRDefault="008D21CC" w:rsidP="000C6EDB">
            <w:pPr>
              <w:pStyle w:val="SIText"/>
            </w:pPr>
            <w:r w:rsidRPr="004E09D2">
              <w:t>2.2 Remove isolations and c</w:t>
            </w:r>
            <w:r w:rsidR="00491C20" w:rsidRPr="000C6EDB">
              <w:t xml:space="preserve">omplete pre-start </w:t>
            </w:r>
            <w:proofErr w:type="spellStart"/>
            <w:r w:rsidR="00491C20" w:rsidRPr="000C6EDB">
              <w:t>check ups</w:t>
            </w:r>
            <w:proofErr w:type="spellEnd"/>
            <w:r w:rsidR="00CB03AA" w:rsidRPr="000C6EDB">
              <w:t xml:space="preserve"> according to work health and safety and operating procedures</w:t>
            </w:r>
          </w:p>
          <w:p w14:paraId="206D9625" w14:textId="32D564E6" w:rsidR="00491C20" w:rsidRPr="000C6EDB" w:rsidRDefault="00491C20" w:rsidP="000C6EDB">
            <w:pPr>
              <w:pStyle w:val="SIText"/>
            </w:pPr>
            <w:r w:rsidRPr="000C6EDB">
              <w:t>2.3</w:t>
            </w:r>
            <w:r w:rsidR="00CB03AA" w:rsidRPr="000C6EDB">
              <w:t xml:space="preserve"> </w:t>
            </w:r>
            <w:r w:rsidR="00ED5341" w:rsidRPr="000C6EDB">
              <w:t>Confirm</w:t>
            </w:r>
            <w:r w:rsidRPr="000C6EDB">
              <w:t xml:space="preserve"> operational settings with specification requirements</w:t>
            </w:r>
          </w:p>
          <w:p w14:paraId="2725D50C" w14:textId="77777777" w:rsidR="00491C20" w:rsidRPr="000C6EDB" w:rsidRDefault="00491C20" w:rsidP="000C6EDB">
            <w:pPr>
              <w:pStyle w:val="SIText"/>
            </w:pPr>
            <w:r w:rsidRPr="000C6EDB">
              <w:t>2.4 Confirm production status with relevant personnel</w:t>
            </w:r>
          </w:p>
          <w:p w14:paraId="716AEB66" w14:textId="3F8C9B81" w:rsidR="00491C20" w:rsidRPr="000C6EDB" w:rsidRDefault="00491C20" w:rsidP="000C6EDB">
            <w:pPr>
              <w:pStyle w:val="SIText"/>
            </w:pPr>
            <w:r w:rsidRPr="000C6EDB">
              <w:t>2.5 Check monitoring devices and systems are operational</w:t>
            </w:r>
          </w:p>
          <w:p w14:paraId="0FF0DFF5" w14:textId="10367670" w:rsidR="00491C20" w:rsidRPr="00491C20" w:rsidRDefault="00491C20" w:rsidP="000C6EDB">
            <w:pPr>
              <w:pStyle w:val="SIText"/>
            </w:pPr>
            <w:r w:rsidRPr="000C6EDB">
              <w:t xml:space="preserve">2.6 </w:t>
            </w:r>
            <w:r w:rsidR="00ED5341" w:rsidRPr="000C6EDB">
              <w:rPr>
                <w:rStyle w:val="SITemporaryText-red"/>
                <w:color w:val="auto"/>
                <w:sz w:val="20"/>
              </w:rPr>
              <w:t>Identify and rectify common faults or refer complex faults to specialist technician</w:t>
            </w:r>
          </w:p>
        </w:tc>
      </w:tr>
      <w:tr w:rsidR="00491C20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146A609C" w:rsidR="00491C20" w:rsidRPr="00491C20" w:rsidRDefault="00491C20" w:rsidP="00491C20">
            <w:pPr>
              <w:pStyle w:val="SIText"/>
            </w:pPr>
            <w:r w:rsidRPr="00491C20">
              <w:t xml:space="preserve">3. </w:t>
            </w:r>
            <w:proofErr w:type="spellStart"/>
            <w:r w:rsidR="00ED5341">
              <w:t>S</w:t>
            </w:r>
            <w:r w:rsidRPr="00491C20">
              <w:t>tartup</w:t>
            </w:r>
            <w:proofErr w:type="spellEnd"/>
            <w:r w:rsidRPr="00491C20">
              <w:t xml:space="preserve"> </w:t>
            </w:r>
            <w:r w:rsidR="00166A8B">
              <w:t xml:space="preserve">and </w:t>
            </w:r>
            <w:proofErr w:type="spellStart"/>
            <w:r w:rsidR="00166A8B">
              <w:t>stablise</w:t>
            </w:r>
            <w:proofErr w:type="spellEnd"/>
            <w:r w:rsidR="00166A8B">
              <w:t xml:space="preserve"> </w:t>
            </w:r>
            <w:r w:rsidRPr="00491C20">
              <w:t>operations</w:t>
            </w:r>
            <w:r w:rsidR="00166A8B" w:rsidRPr="00491C20">
              <w:t xml:space="preserve"> production and quality processes</w:t>
            </w:r>
          </w:p>
        </w:tc>
        <w:tc>
          <w:tcPr>
            <w:tcW w:w="3604" w:type="pct"/>
            <w:shd w:val="clear" w:color="auto" w:fill="auto"/>
          </w:tcPr>
          <w:p w14:paraId="0B1A539A" w14:textId="5C5F114E" w:rsidR="00166A8B" w:rsidRPr="008D21CC" w:rsidRDefault="00166A8B" w:rsidP="008D21CC">
            <w:pPr>
              <w:pStyle w:val="SIText"/>
            </w:pPr>
            <w:r w:rsidRPr="008D21CC">
              <w:t>3.1 Coordinate</w:t>
            </w:r>
            <w:r w:rsidRPr="005F79E5">
              <w:t xml:space="preserve">, communicate and implement </w:t>
            </w:r>
            <w:proofErr w:type="spellStart"/>
            <w:r w:rsidRPr="005F79E5">
              <w:t>startup</w:t>
            </w:r>
            <w:proofErr w:type="spellEnd"/>
            <w:r w:rsidRPr="005F79E5">
              <w:t xml:space="preserve"> procedures for </w:t>
            </w:r>
            <w:r w:rsidR="004E09D2">
              <w:t>recovered fibre</w:t>
            </w:r>
            <w:r w:rsidR="008D21CC" w:rsidRPr="00AA0E14">
              <w:t xml:space="preserve"> </w:t>
            </w:r>
            <w:r w:rsidRPr="008D21CC">
              <w:t>operations</w:t>
            </w:r>
          </w:p>
          <w:p w14:paraId="0C0601D5" w14:textId="77777777" w:rsidR="00166A8B" w:rsidRPr="000C6EDB" w:rsidRDefault="00166A8B" w:rsidP="005F79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t xml:space="preserve">3.2 </w:t>
            </w:r>
            <w:r w:rsidRPr="000C6EDB">
              <w:rPr>
                <w:rStyle w:val="SITemporaryText-red"/>
                <w:color w:val="auto"/>
                <w:sz w:val="20"/>
              </w:rPr>
              <w:t>Confirm system functions by monitoring plant, equipment and control system and display monitors</w:t>
            </w:r>
          </w:p>
          <w:p w14:paraId="3CB0374B" w14:textId="6D4CC030" w:rsidR="00166A8B" w:rsidRPr="00B3675E" w:rsidRDefault="008D21CC" w:rsidP="000C6EDB">
            <w:pPr>
              <w:pStyle w:val="SIText"/>
            </w:pPr>
            <w:r w:rsidRPr="008D21CC">
              <w:t>3.3</w:t>
            </w:r>
            <w:r w:rsidR="00166A8B" w:rsidRPr="008D21CC">
              <w:t xml:space="preserve"> </w:t>
            </w:r>
            <w:r w:rsidRPr="005F79E5">
              <w:t xml:space="preserve">Take samples to monitor quality as required </w:t>
            </w:r>
          </w:p>
          <w:p w14:paraId="3C23E380" w14:textId="6A080A97" w:rsidR="00491C20" w:rsidRPr="00491C20" w:rsidRDefault="00166A8B" w:rsidP="000C6EDB">
            <w:pPr>
              <w:pStyle w:val="SIText"/>
            </w:pPr>
            <w:r w:rsidRPr="00B3675E">
              <w:t xml:space="preserve">3.4 </w:t>
            </w:r>
            <w:r w:rsidRPr="00B3675E">
              <w:rPr>
                <w:rStyle w:val="SITemporaryText-red"/>
                <w:color w:val="auto"/>
                <w:sz w:val="20"/>
              </w:rPr>
              <w:t>Monitor and adjust systems to rectify variations from specifications</w:t>
            </w:r>
          </w:p>
        </w:tc>
      </w:tr>
      <w:tr w:rsidR="005F79E5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518B2AB5" w:rsidR="005F79E5" w:rsidRPr="005F79E5" w:rsidRDefault="005F79E5" w:rsidP="005F79E5">
            <w:pPr>
              <w:pStyle w:val="SIText"/>
            </w:pPr>
            <w:r>
              <w:lastRenderedPageBreak/>
              <w:t>4</w:t>
            </w:r>
            <w:r w:rsidRPr="005F79E5">
              <w:t xml:space="preserve">. Implement and monitor system shutdown </w:t>
            </w:r>
          </w:p>
        </w:tc>
        <w:tc>
          <w:tcPr>
            <w:tcW w:w="3604" w:type="pct"/>
            <w:shd w:val="clear" w:color="auto" w:fill="auto"/>
          </w:tcPr>
          <w:p w14:paraId="016E10B8" w14:textId="62F23226" w:rsidR="005F79E5" w:rsidRPr="005F79E5" w:rsidRDefault="005F79E5" w:rsidP="005F79E5">
            <w:pPr>
              <w:pStyle w:val="SIText"/>
            </w:pPr>
            <w:r w:rsidRPr="00E2513E">
              <w:t>4</w:t>
            </w:r>
            <w:r w:rsidRPr="005F79E5">
              <w:t xml:space="preserve">.1 Coordinate and communicate planned shutdown of </w:t>
            </w:r>
            <w:r w:rsidR="004E09D2">
              <w:t>recovered fibre</w:t>
            </w:r>
            <w:r w:rsidRPr="005F79E5">
              <w:t xml:space="preserve"> operations to relevant personnel </w:t>
            </w:r>
          </w:p>
          <w:p w14:paraId="76840EF9" w14:textId="268477D9" w:rsidR="005F79E5" w:rsidRPr="005F79E5" w:rsidRDefault="005F79E5" w:rsidP="005F79E5">
            <w:pPr>
              <w:pStyle w:val="SIText"/>
            </w:pPr>
            <w:r w:rsidRPr="00E2513E">
              <w:t>4</w:t>
            </w:r>
            <w:r w:rsidRPr="005F79E5">
              <w:t xml:space="preserve">.2 </w:t>
            </w:r>
            <w:r w:rsidR="007C33C3">
              <w:t>Shut down</w:t>
            </w:r>
            <w:r w:rsidR="007C33C3" w:rsidRPr="005F79E5">
              <w:t xml:space="preserve"> </w:t>
            </w:r>
            <w:r w:rsidRPr="005F79E5">
              <w:t>plant or system according to productivity, work health and safety and environmental requirements and operating procedures</w:t>
            </w:r>
          </w:p>
          <w:p w14:paraId="433F6623" w14:textId="77777777" w:rsidR="005F79E5" w:rsidRPr="005F79E5" w:rsidRDefault="005F79E5" w:rsidP="005F79E5">
            <w:pPr>
              <w:pStyle w:val="SIText"/>
            </w:pPr>
            <w:r w:rsidRPr="00E2513E">
              <w:t>4</w:t>
            </w:r>
            <w:r w:rsidRPr="005F79E5">
              <w:t>.3 Monitor functionality of equipment during shutdown</w:t>
            </w:r>
          </w:p>
          <w:p w14:paraId="31471E0C" w14:textId="27DBFADC" w:rsidR="005F79E5" w:rsidRPr="005F79E5" w:rsidRDefault="005F79E5" w:rsidP="005F79E5">
            <w:r w:rsidRPr="00545FE6">
              <w:t>4</w:t>
            </w:r>
            <w:r w:rsidRPr="005F79E5">
              <w:t>.4 Implement isolation requirements according to operating and housekeeping procedures</w:t>
            </w:r>
          </w:p>
        </w:tc>
      </w:tr>
      <w:tr w:rsidR="005F79E5" w:rsidRPr="00963A46" w14:paraId="4452A756" w14:textId="77777777" w:rsidTr="003C6D98">
        <w:trPr>
          <w:cantSplit/>
        </w:trPr>
        <w:tc>
          <w:tcPr>
            <w:tcW w:w="1396" w:type="pct"/>
            <w:shd w:val="clear" w:color="auto" w:fill="auto"/>
          </w:tcPr>
          <w:p w14:paraId="73F9DF06" w14:textId="3D339B12" w:rsidR="005F79E5" w:rsidRPr="005F79E5" w:rsidRDefault="005F79E5" w:rsidP="005F79E5">
            <w:pPr>
              <w:pStyle w:val="SIText"/>
              <w:rPr>
                <w:rStyle w:val="SITemporaryText-red"/>
              </w:rPr>
            </w:pPr>
            <w:r w:rsidRPr="003618C2"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5058366C" w14:textId="77777777" w:rsidR="005F79E5" w:rsidRPr="005F79E5" w:rsidRDefault="005F79E5" w:rsidP="005F79E5">
            <w:r w:rsidRPr="003618C2">
              <w:t>5.1 Respond to unplanned faults and stoppages according to operating, emergency and workplace health and safety procedures</w:t>
            </w:r>
          </w:p>
          <w:p w14:paraId="632CC09F" w14:textId="77777777" w:rsidR="005F79E5" w:rsidRPr="005F79E5" w:rsidRDefault="005F79E5" w:rsidP="005F79E5">
            <w:r w:rsidRPr="003618C2">
              <w:t>5.2 Complete shutdown and isolation according to operating procedures</w:t>
            </w:r>
          </w:p>
          <w:p w14:paraId="46E68979" w14:textId="77777777" w:rsidR="005F79E5" w:rsidRPr="005F79E5" w:rsidRDefault="005F79E5" w:rsidP="005F79E5">
            <w:r w:rsidRPr="003618C2">
              <w:t xml:space="preserve">5.3 Locate and rectify cause of unplanned shutdown within area of responsibility </w:t>
            </w:r>
          </w:p>
          <w:p w14:paraId="7539C54A" w14:textId="6671BB1D" w:rsidR="005F79E5" w:rsidRPr="005F79E5" w:rsidRDefault="005F79E5" w:rsidP="005F79E5">
            <w:pPr>
              <w:pStyle w:val="SIText"/>
              <w:rPr>
                <w:rStyle w:val="SITemporaryText-red"/>
              </w:rPr>
            </w:pPr>
            <w:r w:rsidRPr="003618C2">
              <w:t>5.4 Communicate shutdown information to relevant personnel</w:t>
            </w:r>
          </w:p>
        </w:tc>
      </w:tr>
      <w:tr w:rsidR="005F79E5" w:rsidRPr="00963A46" w14:paraId="58E7F3AD" w14:textId="77777777" w:rsidTr="003C6D98">
        <w:trPr>
          <w:cantSplit/>
        </w:trPr>
        <w:tc>
          <w:tcPr>
            <w:tcW w:w="1396" w:type="pct"/>
            <w:shd w:val="clear" w:color="auto" w:fill="auto"/>
          </w:tcPr>
          <w:p w14:paraId="31EA6709" w14:textId="34242619" w:rsidR="005F79E5" w:rsidRPr="005F79E5" w:rsidRDefault="005F79E5" w:rsidP="005F79E5">
            <w:pPr>
              <w:pStyle w:val="SIText"/>
            </w:pPr>
            <w:r>
              <w:t>6</w:t>
            </w:r>
            <w:r w:rsidRPr="005F79E5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751CA2B4" w14:textId="77777777" w:rsidR="005F79E5" w:rsidRPr="005F79E5" w:rsidRDefault="005F79E5" w:rsidP="005F79E5">
            <w:pPr>
              <w:pStyle w:val="SIText"/>
            </w:pPr>
            <w:r>
              <w:t>6</w:t>
            </w:r>
            <w:r w:rsidRPr="005F79E5">
              <w:t>.1 Record production and quality data and system operation information according to workplace requirements</w:t>
            </w:r>
          </w:p>
          <w:p w14:paraId="0834492D" w14:textId="6E294F0F" w:rsidR="005F79E5" w:rsidRPr="005F79E5" w:rsidRDefault="005F79E5" w:rsidP="005F79E5">
            <w:r>
              <w:t>6</w:t>
            </w:r>
            <w:r w:rsidRPr="005F79E5">
              <w:t xml:space="preserve">.2 Report problems or variations with production, </w:t>
            </w:r>
            <w:proofErr w:type="gramStart"/>
            <w:r w:rsidRPr="005F79E5">
              <w:t>quality</w:t>
            </w:r>
            <w:proofErr w:type="gramEnd"/>
            <w:r w:rsidRPr="005F79E5">
              <w:t xml:space="preserve">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F79E5" w:rsidRPr="00336FCA" w:rsidDel="00423CB2" w14:paraId="2C76F5B3" w14:textId="77777777" w:rsidTr="00CA2922">
        <w:tc>
          <w:tcPr>
            <w:tcW w:w="1396" w:type="pct"/>
          </w:tcPr>
          <w:p w14:paraId="3D708245" w14:textId="1FC4794B" w:rsidR="005F79E5" w:rsidRPr="005F79E5" w:rsidRDefault="005F79E5" w:rsidP="005F79E5">
            <w:pPr>
              <w:pStyle w:val="SIText"/>
              <w:rPr>
                <w:rStyle w:val="SITemporaryText-red"/>
              </w:rPr>
            </w:pPr>
            <w:r w:rsidRPr="00491C20">
              <w:t>Reading</w:t>
            </w:r>
          </w:p>
        </w:tc>
        <w:tc>
          <w:tcPr>
            <w:tcW w:w="3604" w:type="pct"/>
          </w:tcPr>
          <w:p w14:paraId="204259AD" w14:textId="21C602AD" w:rsidR="005F79E5" w:rsidRPr="005F79E5" w:rsidRDefault="005F79E5" w:rsidP="005F79E5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5F79E5">
              <w:t>nterpret information from workplace procedures and documentation</w:t>
            </w:r>
          </w:p>
        </w:tc>
      </w:tr>
      <w:tr w:rsidR="005F79E5" w:rsidRPr="00336FCA" w:rsidDel="00423CB2" w14:paraId="07325B8F" w14:textId="77777777" w:rsidTr="00CA2922">
        <w:tc>
          <w:tcPr>
            <w:tcW w:w="1396" w:type="pct"/>
          </w:tcPr>
          <w:p w14:paraId="5227B3D7" w14:textId="24E134F9" w:rsidR="005F79E5" w:rsidRPr="005F79E5" w:rsidRDefault="005F79E5" w:rsidP="005F79E5">
            <w:pPr>
              <w:pStyle w:val="SIText"/>
            </w:pPr>
            <w:r w:rsidRPr="00491C20">
              <w:t>Writing</w:t>
            </w:r>
          </w:p>
        </w:tc>
        <w:tc>
          <w:tcPr>
            <w:tcW w:w="3604" w:type="pct"/>
          </w:tcPr>
          <w:p w14:paraId="582B10DA" w14:textId="1AC78F2B" w:rsidR="005F79E5" w:rsidRPr="005F79E5" w:rsidRDefault="005F79E5" w:rsidP="005F79E5">
            <w:pPr>
              <w:pStyle w:val="SIBulletList1"/>
            </w:pPr>
            <w:r w:rsidRPr="007D20D0">
              <w:t xml:space="preserve">Complete records accurately and legibly using </w:t>
            </w:r>
            <w:r w:rsidRPr="005F79E5">
              <w:t>clear language and industry terminology</w:t>
            </w:r>
          </w:p>
        </w:tc>
      </w:tr>
      <w:tr w:rsidR="005F79E5" w:rsidRPr="00336FCA" w:rsidDel="00423CB2" w14:paraId="3EA0334C" w14:textId="77777777" w:rsidTr="00CA2922">
        <w:tc>
          <w:tcPr>
            <w:tcW w:w="1396" w:type="pct"/>
          </w:tcPr>
          <w:p w14:paraId="63970A0A" w14:textId="27FF6D36" w:rsidR="005F79E5" w:rsidRPr="005F79E5" w:rsidRDefault="005F79E5" w:rsidP="005F79E5">
            <w:pPr>
              <w:pStyle w:val="SIText"/>
            </w:pPr>
            <w:r w:rsidRPr="00491C20">
              <w:t>Oral communication</w:t>
            </w:r>
          </w:p>
        </w:tc>
        <w:tc>
          <w:tcPr>
            <w:tcW w:w="3604" w:type="pct"/>
          </w:tcPr>
          <w:p w14:paraId="346916E6" w14:textId="385F24F0" w:rsidR="005F79E5" w:rsidRPr="005F79E5" w:rsidRDefault="005F79E5" w:rsidP="005F79E5">
            <w:pPr>
              <w:pStyle w:val="SIBulletList1"/>
            </w:pPr>
            <w:r w:rsidRPr="00E60D14">
              <w:t xml:space="preserve">Provide information about </w:t>
            </w:r>
            <w:r w:rsidRPr="005F79E5">
              <w:t>start up and shut down operations, problems or variations with production, quality and system using clear language and industry terminology</w:t>
            </w:r>
          </w:p>
        </w:tc>
      </w:tr>
      <w:tr w:rsidR="005F79E5" w:rsidRPr="00336FCA" w:rsidDel="00423CB2" w14:paraId="33629147" w14:textId="77777777" w:rsidTr="00CA2922">
        <w:tc>
          <w:tcPr>
            <w:tcW w:w="1396" w:type="pct"/>
          </w:tcPr>
          <w:p w14:paraId="4207D689" w14:textId="6064A047" w:rsidR="005F79E5" w:rsidRPr="005F79E5" w:rsidRDefault="005F79E5" w:rsidP="005F79E5">
            <w:pPr>
              <w:pStyle w:val="SIText"/>
            </w:pPr>
            <w:r w:rsidRPr="00491C20">
              <w:t>Numeracy</w:t>
            </w:r>
          </w:p>
        </w:tc>
        <w:tc>
          <w:tcPr>
            <w:tcW w:w="3604" w:type="pct"/>
          </w:tcPr>
          <w:p w14:paraId="600E0BB7" w14:textId="75072122" w:rsidR="005F79E5" w:rsidRPr="000C6EDB" w:rsidRDefault="005F79E5" w:rsidP="005F79E5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5F79E5">
              <w:t xml:space="preserve">numerical settings on instruments, </w:t>
            </w:r>
            <w:proofErr w:type="gramStart"/>
            <w:r w:rsidRPr="005F79E5">
              <w:t>gauges</w:t>
            </w:r>
            <w:proofErr w:type="gramEnd"/>
            <w:r w:rsidRPr="005F79E5">
              <w:t xml:space="preserve"> and data recording equipment</w:t>
            </w:r>
          </w:p>
          <w:p w14:paraId="41BE0F6D" w14:textId="2438F0C2" w:rsidR="005F79E5" w:rsidRPr="005F79E5" w:rsidRDefault="005F79E5" w:rsidP="005F79E5">
            <w:pPr>
              <w:pStyle w:val="SIBulletList1"/>
            </w:pPr>
            <w:r w:rsidRPr="006F5AD5">
              <w:t xml:space="preserve">Record numerical data for system </w:t>
            </w:r>
            <w:r w:rsidRPr="005F79E5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3675E" w:rsidRPr="004D7BE5" w14:paraId="61763416" w14:textId="77777777" w:rsidTr="00F33FF2">
        <w:tc>
          <w:tcPr>
            <w:tcW w:w="1028" w:type="pct"/>
          </w:tcPr>
          <w:p w14:paraId="5669FA79" w14:textId="16E2652C" w:rsidR="00B3675E" w:rsidRPr="00B3675E" w:rsidRDefault="00B3675E" w:rsidP="000C6EDB">
            <w:pPr>
              <w:rPr>
                <w:rStyle w:val="SITemporaryText-red"/>
              </w:rPr>
            </w:pPr>
            <w:r w:rsidRPr="00B3675E">
              <w:t>PPM</w:t>
            </w:r>
            <w:r w:rsidR="004E09D2">
              <w:t>RFO</w:t>
            </w:r>
            <w:r w:rsidRPr="00B3675E">
              <w:t xml:space="preserve">3XX Perform </w:t>
            </w:r>
            <w:r w:rsidR="004E09D2">
              <w:t>recovered fibre</w:t>
            </w:r>
            <w:r w:rsidRPr="00B3675E">
              <w:t xml:space="preserve"> operations</w:t>
            </w:r>
          </w:p>
        </w:tc>
        <w:tc>
          <w:tcPr>
            <w:tcW w:w="1105" w:type="pct"/>
          </w:tcPr>
          <w:p w14:paraId="3ABAE0D4" w14:textId="4CA3E6FB" w:rsidR="00B3675E" w:rsidRPr="00B3675E" w:rsidRDefault="00B3675E" w:rsidP="000C6EDB">
            <w:pPr>
              <w:rPr>
                <w:rStyle w:val="SITemporaryText-red"/>
              </w:rPr>
            </w:pPr>
            <w:r w:rsidRPr="00491C20">
              <w:t xml:space="preserve">PPMWPO320 Prepare and start up </w:t>
            </w:r>
            <w:proofErr w:type="gramStart"/>
            <w:r w:rsidRPr="00B3675E">
              <w:t>waste paper</w:t>
            </w:r>
            <w:proofErr w:type="gramEnd"/>
            <w:r w:rsidRPr="00B3675E">
              <w:t xml:space="preserve"> operations</w:t>
            </w:r>
          </w:p>
        </w:tc>
        <w:tc>
          <w:tcPr>
            <w:tcW w:w="1251" w:type="pct"/>
          </w:tcPr>
          <w:p w14:paraId="2E4FFBEF" w14:textId="46E104DF" w:rsidR="00B3675E" w:rsidRPr="000C6EDB" w:rsidRDefault="00B367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rPr>
                <w:rStyle w:val="SITemporaryText-red"/>
                <w:color w:val="auto"/>
                <w:sz w:val="20"/>
              </w:rPr>
              <w:t xml:space="preserve">Merges two units. Changes to unit title, unit sector code, elements, performance criteria, foundation skills, </w:t>
            </w:r>
            <w:proofErr w:type="gramStart"/>
            <w:r w:rsidRPr="000C6EDB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0C6EDB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1E2418CE" w:rsidR="00B3675E" w:rsidRPr="00B3675E" w:rsidRDefault="00B3675E" w:rsidP="00B3675E">
            <w:pPr>
              <w:pStyle w:val="SIText"/>
              <w:rPr>
                <w:rStyle w:val="SITemporaryText-red"/>
              </w:rPr>
            </w:pPr>
            <w:r>
              <w:t>Not e</w:t>
            </w:r>
            <w:r w:rsidRPr="00B3675E">
              <w:t>quivalent</w:t>
            </w:r>
          </w:p>
        </w:tc>
      </w:tr>
      <w:tr w:rsidR="00B3675E" w:rsidRPr="004D7BE5" w14:paraId="7391FAC9" w14:textId="77777777" w:rsidTr="003C6D98">
        <w:tc>
          <w:tcPr>
            <w:tcW w:w="1028" w:type="pct"/>
          </w:tcPr>
          <w:p w14:paraId="02618CDB" w14:textId="6EFD9805" w:rsidR="00B3675E" w:rsidRPr="00B3675E" w:rsidRDefault="00B3675E" w:rsidP="00B3675E">
            <w:pPr>
              <w:pStyle w:val="SIText"/>
              <w:rPr>
                <w:rStyle w:val="SITemporaryText-red"/>
              </w:rPr>
            </w:pPr>
            <w:r w:rsidRPr="00491C20">
              <w:t>PPM</w:t>
            </w:r>
            <w:r w:rsidR="004E09D2">
              <w:t>RFO</w:t>
            </w:r>
            <w:r w:rsidRPr="00B3675E">
              <w:t xml:space="preserve">3XX Perform </w:t>
            </w:r>
            <w:r w:rsidR="004E09D2">
              <w:t>recovered fibre</w:t>
            </w:r>
            <w:r w:rsidRPr="00B3675E">
              <w:t xml:space="preserve"> operations</w:t>
            </w:r>
          </w:p>
        </w:tc>
        <w:tc>
          <w:tcPr>
            <w:tcW w:w="1105" w:type="pct"/>
          </w:tcPr>
          <w:p w14:paraId="73656E85" w14:textId="2248C59D" w:rsidR="00B3675E" w:rsidRPr="00B3675E" w:rsidRDefault="00B3675E" w:rsidP="00B3675E">
            <w:r w:rsidRPr="00030C94">
              <w:t xml:space="preserve">PPMWPO330 Co-ordinate and implement </w:t>
            </w:r>
            <w:proofErr w:type="gramStart"/>
            <w:r w:rsidRPr="00B3675E">
              <w:t>waste paper</w:t>
            </w:r>
            <w:proofErr w:type="gramEnd"/>
            <w:r w:rsidRPr="00B3675E">
              <w:t xml:space="preserve"> shutdown</w:t>
            </w:r>
          </w:p>
          <w:p w14:paraId="154DD0AB" w14:textId="19D38B64" w:rsidR="00B3675E" w:rsidRPr="00C925A3" w:rsidRDefault="00B3675E" w:rsidP="00B3675E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654AED56" w14:textId="1AA57DC0" w:rsidR="00B3675E" w:rsidRPr="000C6EDB" w:rsidRDefault="00B3675E" w:rsidP="00B367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rPr>
                <w:rStyle w:val="SITemporaryText-red"/>
                <w:color w:val="auto"/>
                <w:sz w:val="20"/>
              </w:rPr>
              <w:t xml:space="preserve">Merges two units. Changes to unit title, unit sector code, elements, performance criteria, foundation skills, </w:t>
            </w:r>
            <w:proofErr w:type="gramStart"/>
            <w:r w:rsidRPr="000C6EDB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0C6EDB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067FE572" w14:textId="4F4812C2" w:rsidR="00B3675E" w:rsidRPr="00B3675E" w:rsidRDefault="00B3675E" w:rsidP="00B3675E">
            <w:pPr>
              <w:pStyle w:val="SIText"/>
              <w:rPr>
                <w:rStyle w:val="SITemporaryText-red"/>
              </w:rPr>
            </w:pPr>
            <w:r>
              <w:t>Not e</w:t>
            </w:r>
            <w:r w:rsidRPr="00B3675E">
              <w:t xml:space="preserve">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48496F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91C20" w:rsidRPr="00491C20">
              <w:t>PPM</w:t>
            </w:r>
            <w:r w:rsidR="004E09D2">
              <w:t>RFO</w:t>
            </w:r>
            <w:r w:rsidR="00491C20" w:rsidRPr="00491C20">
              <w:t>3</w:t>
            </w:r>
            <w:r w:rsidR="005722D0">
              <w:t>XX</w:t>
            </w:r>
            <w:r w:rsidR="00491C20" w:rsidRPr="00491C20">
              <w:t xml:space="preserve"> </w:t>
            </w:r>
            <w:r w:rsidR="005722D0">
              <w:t>Perform</w:t>
            </w:r>
            <w:r w:rsidR="00491C20" w:rsidRPr="00491C20">
              <w:t xml:space="preserve"> </w:t>
            </w:r>
            <w:r w:rsidR="004E09D2">
              <w:t>recovered fibre</w:t>
            </w:r>
            <w:r w:rsidR="00491C20" w:rsidRPr="00491C20">
              <w:t xml:space="preserve">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0CC812AE" w14:textId="77777777" w:rsidR="00B3675E" w:rsidRDefault="00491C20" w:rsidP="00491C20">
            <w:r w:rsidRPr="00491C20">
              <w:t xml:space="preserve">An individual demonstrating competency must satisfy </w:t>
            </w:r>
            <w:proofErr w:type="gramStart"/>
            <w:r w:rsidRPr="00491C20">
              <w:t>all of</w:t>
            </w:r>
            <w:proofErr w:type="gramEnd"/>
            <w:r w:rsidRPr="00491C20">
              <w:t xml:space="preserve"> the elements and performance criteria in this unit. </w:t>
            </w:r>
          </w:p>
          <w:p w14:paraId="684BA73A" w14:textId="77777777" w:rsidR="00B3675E" w:rsidRDefault="00B3675E" w:rsidP="00491C20"/>
          <w:p w14:paraId="152ECCED" w14:textId="0DA11219" w:rsidR="00B3675E" w:rsidRPr="00B3675E" w:rsidRDefault="00491C20" w:rsidP="00B3675E">
            <w:pPr>
              <w:rPr>
                <w:rStyle w:val="SITemporaryText-red"/>
              </w:rPr>
            </w:pPr>
            <w:r w:rsidRPr="00491C20">
              <w:t xml:space="preserve">There must be evidence that the individual </w:t>
            </w:r>
            <w:r w:rsidR="00B3675E" w:rsidRPr="00491C20">
              <w:t>has</w:t>
            </w:r>
            <w:r w:rsidR="00B3675E">
              <w:t xml:space="preserve"> planned</w:t>
            </w:r>
            <w:r w:rsidR="00B3675E" w:rsidRPr="00B3675E">
              <w:t xml:space="preserve"> for, coordinated, and safely started up and shut down </w:t>
            </w:r>
            <w:r w:rsidR="004E09D2">
              <w:t>recovered fibre</w:t>
            </w:r>
            <w:r w:rsidR="00B3675E" w:rsidRPr="00B3675E">
              <w:t xml:space="preserve"> operations for at least two operational intervals, including for each operational interval:</w:t>
            </w:r>
          </w:p>
          <w:p w14:paraId="3F786029" w14:textId="77777777" w:rsidR="00B3675E" w:rsidRPr="00B3675E" w:rsidRDefault="00B3675E" w:rsidP="00B3675E">
            <w:pPr>
              <w:pStyle w:val="SIBulletList1"/>
            </w:pPr>
            <w:r w:rsidRPr="00B3675E">
              <w:t>determined and monitored process control points</w:t>
            </w:r>
          </w:p>
          <w:p w14:paraId="080DEA5A" w14:textId="77777777" w:rsidR="00B3675E" w:rsidRPr="000C6EDB" w:rsidRDefault="00B3675E" w:rsidP="00B3675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C6EDB">
              <w:rPr>
                <w:rStyle w:val="SITemporaryText-red"/>
                <w:color w:val="auto"/>
                <w:sz w:val="20"/>
              </w:rPr>
              <w:t xml:space="preserve">monitored, assessed </w:t>
            </w:r>
            <w:proofErr w:type="gramStart"/>
            <w:r w:rsidRPr="000C6EDB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Pr="000C6EDB">
              <w:rPr>
                <w:rStyle w:val="SITemporaryText-red"/>
                <w:color w:val="auto"/>
                <w:sz w:val="20"/>
              </w:rPr>
              <w:t xml:space="preserve"> and adjusted systems to rectify variations from specifications and unplanned shutdown</w:t>
            </w:r>
          </w:p>
          <w:p w14:paraId="18E42FED" w14:textId="77777777" w:rsidR="00B3675E" w:rsidRPr="00B3675E" w:rsidRDefault="00B3675E" w:rsidP="00B3675E">
            <w:pPr>
              <w:pStyle w:val="SIBulletList1"/>
            </w:pPr>
            <w:r w:rsidRPr="00B3675E">
              <w:t>used and interpreted electronic control systems during operations</w:t>
            </w:r>
          </w:p>
          <w:p w14:paraId="050F578A" w14:textId="77777777" w:rsidR="00B3675E" w:rsidRPr="00AA0E14" w:rsidRDefault="00B3675E" w:rsidP="00B3675E">
            <w:pPr>
              <w:pStyle w:val="SIBulletList1"/>
            </w:pPr>
            <w:r w:rsidRPr="00B3675E">
              <w:t>applied safe use and handling of chemicals and materials</w:t>
            </w:r>
          </w:p>
          <w:p w14:paraId="389E04B4" w14:textId="77777777" w:rsidR="00B3675E" w:rsidRPr="00B3675E" w:rsidRDefault="00B3675E">
            <w:pPr>
              <w:pStyle w:val="SIBulletList1"/>
            </w:pPr>
            <w:r w:rsidRPr="00B3675E">
              <w:t>recorded and reported accurate operational data</w:t>
            </w:r>
          </w:p>
          <w:p w14:paraId="5F75AAFA" w14:textId="4AB9FE3F" w:rsidR="00491C20" w:rsidRPr="00B3675E" w:rsidRDefault="00B3675E" w:rsidP="000C6EDB">
            <w:pPr>
              <w:pStyle w:val="SIBulletList1"/>
            </w:pPr>
            <w:r w:rsidRPr="004E09D2">
              <w:t xml:space="preserve">communicated effectively and worked safely with others when undertaking </w:t>
            </w:r>
            <w:r w:rsidR="004E09D2">
              <w:t>recovered fibre</w:t>
            </w:r>
            <w:r w:rsidRPr="00B3675E">
              <w:t xml:space="preserve"> operations.</w:t>
            </w:r>
          </w:p>
          <w:p w14:paraId="432FABDD" w14:textId="0F6ED66F" w:rsidR="004D7BE5" w:rsidRPr="005404CB" w:rsidRDefault="004D7BE5" w:rsidP="000C6ED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758AE211" w14:textId="77777777" w:rsidR="00491C20" w:rsidRPr="00491C20" w:rsidRDefault="00491C20" w:rsidP="00491C20">
            <w:r w:rsidRPr="00491C20">
              <w:t>An individual must be able to demonstrate the knowledge required to perform the tasks outlined in the</w:t>
            </w:r>
          </w:p>
          <w:p w14:paraId="6C0F94FE" w14:textId="77777777" w:rsidR="00491C20" w:rsidRPr="00491C20" w:rsidRDefault="00491C20" w:rsidP="00491C20">
            <w:r w:rsidRPr="00491C20">
              <w:t>elements and performance criteria of this unit. This includes knowledge of:</w:t>
            </w:r>
          </w:p>
          <w:p w14:paraId="138B41FE" w14:textId="3F3F2794" w:rsidR="00B3675E" w:rsidRPr="003B7DC8" w:rsidRDefault="00B3675E" w:rsidP="003B7DC8">
            <w:pPr>
              <w:pStyle w:val="SIBulletList1"/>
            </w:pPr>
            <w:r w:rsidRPr="003B7DC8">
              <w:t xml:space="preserve">workplace and legislative health and safety requirements relevant to </w:t>
            </w:r>
            <w:r w:rsidRPr="00AA0E14">
              <w:t xml:space="preserve">performing </w:t>
            </w:r>
            <w:r w:rsidR="004E09D2">
              <w:t>recovered fibre</w:t>
            </w:r>
            <w:r w:rsidRPr="003B7DC8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606F70C8" w14:textId="4E45438E" w:rsidR="00B3675E" w:rsidRPr="003B7DC8" w:rsidRDefault="00B3675E">
            <w:pPr>
              <w:pStyle w:val="SIBulletList1"/>
            </w:pPr>
            <w:r w:rsidRPr="003B7DC8">
              <w:t xml:space="preserve">relevant workplace and legislative environmental sustainability requirements and practices for </w:t>
            </w:r>
            <w:r w:rsidR="004E09D2">
              <w:t>recovered fibre</w:t>
            </w:r>
            <w:r w:rsidRPr="003B7DC8">
              <w:t xml:space="preserve"> operations, including workplace biotechnological applications and processes</w:t>
            </w:r>
            <w:r w:rsidR="000835E0">
              <w:t xml:space="preserve"> and biomass-derived products</w:t>
            </w:r>
          </w:p>
          <w:p w14:paraId="2E469BBF" w14:textId="5E4AECE1" w:rsidR="00B3675E" w:rsidRPr="000C6EDB" w:rsidRDefault="00B3675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C6EDB">
              <w:t xml:space="preserve">methods used to identify and manage </w:t>
            </w:r>
            <w:r w:rsidRPr="000C6EDB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4E09D2">
              <w:rPr>
                <w:rStyle w:val="SITemporaryText-red"/>
                <w:color w:val="auto"/>
                <w:sz w:val="20"/>
              </w:rPr>
              <w:t>recovered fibre</w:t>
            </w:r>
            <w:r w:rsidRPr="000C6EDB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  <w:p w14:paraId="3CE4AAB7" w14:textId="55CD6875" w:rsidR="003B7DC8" w:rsidRDefault="003B7DC8">
            <w:pPr>
              <w:pStyle w:val="SIBulletList1"/>
            </w:pPr>
            <w:r w:rsidRPr="00491C20">
              <w:t xml:space="preserve">key features of </w:t>
            </w:r>
            <w:r w:rsidR="004E09D2">
              <w:t>recovered fibre</w:t>
            </w:r>
            <w:r w:rsidRPr="003B7DC8">
              <w:t xml:space="preserve"> operations including</w:t>
            </w:r>
            <w:r>
              <w:t xml:space="preserve"> pulping, screening, dewatering and reject systems</w:t>
            </w:r>
          </w:p>
          <w:p w14:paraId="65D1C839" w14:textId="14877A97" w:rsidR="00B3675E" w:rsidRPr="00B3675E" w:rsidRDefault="004E09D2" w:rsidP="00B3675E">
            <w:pPr>
              <w:pStyle w:val="SIBulletList1"/>
            </w:pPr>
            <w:r>
              <w:t>recovered fibre</w:t>
            </w:r>
            <w:r w:rsidR="00B3675E" w:rsidRPr="00631C70">
              <w:t xml:space="preserve"> </w:t>
            </w:r>
            <w:r w:rsidR="00B3675E" w:rsidRPr="00B3675E">
              <w:t xml:space="preserve">systems and processes, plant layout and associated services relevant to carrying out </w:t>
            </w:r>
            <w:proofErr w:type="spellStart"/>
            <w:r w:rsidR="00B3675E" w:rsidRPr="00B3675E">
              <w:t>startup</w:t>
            </w:r>
            <w:proofErr w:type="spellEnd"/>
            <w:r w:rsidR="00B3675E" w:rsidRPr="00B3675E">
              <w:t>, stabilising and shut down activities</w:t>
            </w:r>
          </w:p>
          <w:p w14:paraId="3BFB2ABE" w14:textId="6189BD83" w:rsidR="00B3675E" w:rsidRPr="00B3675E" w:rsidRDefault="00B3675E" w:rsidP="00B3675E">
            <w:pPr>
              <w:pStyle w:val="SIBulletList1"/>
            </w:pPr>
            <w:r w:rsidRPr="00E60D14">
              <w:t xml:space="preserve">standard operating procedures specific to </w:t>
            </w:r>
            <w:r w:rsidR="004E09D2">
              <w:t>recovered fibre</w:t>
            </w:r>
            <w:r w:rsidRPr="00E60D14">
              <w:t xml:space="preserve"> operations</w:t>
            </w:r>
          </w:p>
          <w:p w14:paraId="2DA3946A" w14:textId="120B13ED" w:rsidR="00B3675E" w:rsidRPr="00B3675E" w:rsidRDefault="00B3675E" w:rsidP="00B3675E">
            <w:pPr>
              <w:pStyle w:val="SIBulletList1"/>
            </w:pPr>
            <w:r w:rsidRPr="00E60D14">
              <w:t xml:space="preserve">types </w:t>
            </w:r>
            <w:r w:rsidRPr="00B3675E">
              <w:t xml:space="preserve">of, uses and characteristics of </w:t>
            </w:r>
            <w:r w:rsidR="004E09D2">
              <w:t>recovered fibre</w:t>
            </w:r>
            <w:r w:rsidRPr="00B3675E">
              <w:t xml:space="preserve"> product and how they influence paper properties</w:t>
            </w:r>
          </w:p>
          <w:p w14:paraId="778174BB" w14:textId="2BFF173E" w:rsidR="00B3675E" w:rsidRPr="00B3675E" w:rsidRDefault="00B3675E" w:rsidP="00B3675E">
            <w:pPr>
              <w:pStyle w:val="SIBulletList1"/>
            </w:pPr>
            <w:r w:rsidRPr="00E60D14">
              <w:t xml:space="preserve">quality requirements for different types of </w:t>
            </w:r>
            <w:r w:rsidR="004E09D2">
              <w:t>recovered fibre</w:t>
            </w:r>
            <w:r w:rsidRPr="00E60D14">
              <w:t xml:space="preserve"> </w:t>
            </w:r>
            <w:r w:rsidR="003B7DC8">
              <w:t>stock</w:t>
            </w:r>
          </w:p>
          <w:p w14:paraId="3C681C0D" w14:textId="76A5875B" w:rsidR="00B3675E" w:rsidRPr="00B3675E" w:rsidRDefault="00B3675E" w:rsidP="00B3675E">
            <w:pPr>
              <w:pStyle w:val="SIBulletList1"/>
            </w:pPr>
            <w:r w:rsidRPr="00E60D14">
              <w:t xml:space="preserve">grades types for </w:t>
            </w:r>
            <w:r w:rsidR="004E09D2">
              <w:t>recovered fibre</w:t>
            </w:r>
            <w:r w:rsidRPr="00E60D14">
              <w:t xml:space="preserve"> </w:t>
            </w:r>
            <w:r w:rsidR="003B7DC8">
              <w:t>stock</w:t>
            </w:r>
          </w:p>
          <w:p w14:paraId="0108EAC7" w14:textId="77777777" w:rsidR="00B3675E" w:rsidRPr="00B3675E" w:rsidRDefault="00B3675E" w:rsidP="00B3675E">
            <w:pPr>
              <w:pStyle w:val="SIBulletList1"/>
            </w:pPr>
            <w:r w:rsidRPr="00E60D14">
              <w:t>purpose of, and processes for sampling and testing product quality, plant and system operations</w:t>
            </w:r>
          </w:p>
          <w:p w14:paraId="4E2395C8" w14:textId="7ECBA452" w:rsidR="00B3675E" w:rsidRPr="00B3675E" w:rsidRDefault="00B3675E" w:rsidP="00B3675E">
            <w:pPr>
              <w:pStyle w:val="SIBulletList1"/>
            </w:pPr>
            <w:r w:rsidRPr="00E60D14">
              <w:t xml:space="preserve">methods used to monitor </w:t>
            </w:r>
            <w:r w:rsidR="004E09D2">
              <w:t>recovered fibre</w:t>
            </w:r>
            <w:r w:rsidRPr="00E60D14">
              <w:t xml:space="preserve"> system operations against specified system parameters</w:t>
            </w:r>
          </w:p>
          <w:p w14:paraId="4635EA0E" w14:textId="77777777" w:rsidR="00B3675E" w:rsidRPr="00B3675E" w:rsidRDefault="00B3675E" w:rsidP="00B3675E">
            <w:pPr>
              <w:pStyle w:val="SIBulletList1"/>
            </w:pPr>
            <w:r w:rsidRPr="00E60D14">
              <w:t xml:space="preserve">effect of process </w:t>
            </w:r>
            <w:r w:rsidRPr="00B3675E">
              <w:t>adjustments on product quality and productivity during operation</w:t>
            </w:r>
          </w:p>
          <w:p w14:paraId="1D60FC92" w14:textId="755E5488" w:rsidR="00B3675E" w:rsidRPr="00B3675E" w:rsidRDefault="00B3675E" w:rsidP="00B3675E">
            <w:pPr>
              <w:pStyle w:val="SIBulletList1"/>
            </w:pPr>
            <w:r w:rsidRPr="00631C70">
              <w:t>application</w:t>
            </w:r>
            <w:r w:rsidRPr="00B3675E">
              <w:t xml:space="preserve"> of electronic and other control systems used to operate, control and make appropriate adjustments to </w:t>
            </w:r>
            <w:r w:rsidR="004E09D2">
              <w:t>recovered fibre</w:t>
            </w:r>
            <w:r w:rsidRPr="00B3675E">
              <w:t xml:space="preserve"> operations</w:t>
            </w:r>
          </w:p>
          <w:p w14:paraId="2CC62C94" w14:textId="1A2B0212" w:rsidR="00B3675E" w:rsidRPr="003B7DC8" w:rsidRDefault="00B3675E" w:rsidP="003B7DC8">
            <w:pPr>
              <w:pStyle w:val="SIBulletList1"/>
            </w:pPr>
            <w:r w:rsidRPr="000C6EDB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</w:t>
            </w:r>
          </w:p>
          <w:p w14:paraId="29A49140" w14:textId="3352C080" w:rsidR="004D7BE5" w:rsidRPr="005404CB" w:rsidRDefault="00B3675E" w:rsidP="000C6EDB">
            <w:pPr>
              <w:pStyle w:val="SIBulletList1"/>
            </w:pPr>
            <w:r>
              <w:t xml:space="preserve">procedures for </w:t>
            </w:r>
            <w:r w:rsidRPr="00B3675E">
              <w:t xml:space="preserve">communicating, </w:t>
            </w:r>
            <w:proofErr w:type="gramStart"/>
            <w:r w:rsidRPr="00B3675E">
              <w:t>recording</w:t>
            </w:r>
            <w:proofErr w:type="gramEnd"/>
            <w:r w:rsidRPr="00B3675E">
              <w:t xml:space="preserve"> and reporting for 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C6EDB" w:rsidRDefault="00EF3268" w:rsidP="00992E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E21662F" w14:textId="77777777" w:rsidR="00491C20" w:rsidRPr="00491C20" w:rsidRDefault="00491C20" w:rsidP="00491C20">
            <w:pPr>
              <w:pStyle w:val="SIBulletList1"/>
            </w:pPr>
            <w:r w:rsidRPr="00491C20">
              <w:t>physical conditions:</w:t>
            </w:r>
          </w:p>
          <w:p w14:paraId="4DF93E8C" w14:textId="3A979D79" w:rsidR="00992E84" w:rsidRPr="000C6EDB" w:rsidRDefault="00992E84" w:rsidP="00992E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92E84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992E84">
              <w:t>a pulp</w:t>
            </w:r>
            <w:r w:rsidRPr="00AA0E14">
              <w:t>ing manufacturing facility</w:t>
            </w:r>
            <w:r w:rsidRPr="000C6EDB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6DE15D52" w14:textId="77777777" w:rsidR="00992E84" w:rsidRPr="00992E84" w:rsidRDefault="00992E84" w:rsidP="00992E84">
            <w:pPr>
              <w:pStyle w:val="SIBulletList1"/>
            </w:pPr>
            <w:r w:rsidRPr="00631C70">
              <w:t>resources, equipment and materials:</w:t>
            </w:r>
          </w:p>
          <w:p w14:paraId="79C5F22B" w14:textId="62DAF6B0" w:rsidR="00992E84" w:rsidRPr="00992E84" w:rsidRDefault="004E09D2" w:rsidP="00992E84">
            <w:pPr>
              <w:pStyle w:val="SIBulletList2"/>
            </w:pPr>
            <w:r>
              <w:t>recovered fibre</w:t>
            </w:r>
            <w:r w:rsidR="00992E84">
              <w:t xml:space="preserve"> </w:t>
            </w:r>
            <w:r w:rsidR="00992E84" w:rsidRPr="00992E84">
              <w:t>system and plant</w:t>
            </w:r>
          </w:p>
          <w:p w14:paraId="39E864AA" w14:textId="1E886F81" w:rsidR="00992E84" w:rsidRPr="00992E84" w:rsidRDefault="00992E84" w:rsidP="00992E84">
            <w:pPr>
              <w:pStyle w:val="SIBulletList2"/>
            </w:pPr>
            <w:r w:rsidRPr="00E60D14">
              <w:t xml:space="preserve">maintenance tools and equipment and </w:t>
            </w:r>
            <w:r w:rsidRPr="00992E84">
              <w:t xml:space="preserve">consumables for </w:t>
            </w:r>
            <w:r w:rsidR="004E09D2">
              <w:t>recovered fibre</w:t>
            </w:r>
            <w:r w:rsidRPr="00992E84">
              <w:t xml:space="preserve"> plant</w:t>
            </w:r>
          </w:p>
          <w:p w14:paraId="236AB024" w14:textId="3E3DA4E7" w:rsidR="00992E84" w:rsidRPr="00992E84" w:rsidRDefault="00992E84" w:rsidP="00992E84">
            <w:pPr>
              <w:pStyle w:val="SIBulletList2"/>
            </w:pPr>
            <w:r w:rsidRPr="00631C70">
              <w:t xml:space="preserve">electronic control systems which include </w:t>
            </w:r>
            <w:r w:rsidRPr="00992E84">
              <w:t xml:space="preserve">digital control system, touch screens or robotics used in </w:t>
            </w:r>
            <w:r w:rsidR="004E09D2">
              <w:t>recovered fibre</w:t>
            </w:r>
            <w:r w:rsidRPr="00992E84">
              <w:t xml:space="preserve"> systems</w:t>
            </w:r>
          </w:p>
          <w:p w14:paraId="4EF41B83" w14:textId="018640B7" w:rsidR="00992E84" w:rsidRPr="00992E84" w:rsidRDefault="00992E84" w:rsidP="00992E84">
            <w:pPr>
              <w:pStyle w:val="SIBulletList2"/>
            </w:pPr>
            <w:r w:rsidRPr="00E60D14">
              <w:t xml:space="preserve">materials used in </w:t>
            </w:r>
            <w:r w:rsidR="004E09D2">
              <w:t>recovered fibre</w:t>
            </w:r>
            <w:r w:rsidRPr="00E60D14">
              <w:t xml:space="preserve"> processes including chemicals</w:t>
            </w:r>
            <w:r>
              <w:t xml:space="preserve"> and additives</w:t>
            </w:r>
          </w:p>
          <w:p w14:paraId="05D0408B" w14:textId="7E31FE39" w:rsidR="00992E84" w:rsidRPr="00992E84" w:rsidRDefault="00992E84" w:rsidP="00992E84">
            <w:pPr>
              <w:pStyle w:val="SIBulletList2"/>
            </w:pPr>
            <w:r>
              <w:lastRenderedPageBreak/>
              <w:t>personal protective equipment</w:t>
            </w:r>
            <w:r w:rsidRPr="00992E84">
              <w:t xml:space="preserve"> required for operating </w:t>
            </w:r>
            <w:r w:rsidR="004E09D2">
              <w:t>recovered fibre</w:t>
            </w:r>
            <w:r w:rsidRPr="00992E84">
              <w:t xml:space="preserve"> systems</w:t>
            </w:r>
          </w:p>
          <w:p w14:paraId="2148C0B5" w14:textId="77777777" w:rsidR="00992E84" w:rsidRPr="00992E84" w:rsidRDefault="00992E84" w:rsidP="00992E84">
            <w:pPr>
              <w:pStyle w:val="SIBulletList2"/>
            </w:pPr>
            <w:r>
              <w:t xml:space="preserve">proforma or </w:t>
            </w:r>
            <w:r w:rsidRPr="00992E84">
              <w:t>recording system for recording system and production data and information</w:t>
            </w:r>
          </w:p>
          <w:p w14:paraId="7F1599AC" w14:textId="77777777" w:rsidR="00992E84" w:rsidRPr="00992E84" w:rsidRDefault="00992E84" w:rsidP="00992E84">
            <w:pPr>
              <w:pStyle w:val="SIBulletList1"/>
            </w:pPr>
            <w:r w:rsidRPr="00631C70">
              <w:t>specifications:</w:t>
            </w:r>
          </w:p>
          <w:p w14:paraId="7AB544FB" w14:textId="24F054BC" w:rsidR="00992E84" w:rsidRPr="00992E84" w:rsidRDefault="00992E84" w:rsidP="00992E84">
            <w:pPr>
              <w:pStyle w:val="SIBulletList2"/>
            </w:pPr>
            <w:r w:rsidRPr="00631C70">
              <w:t xml:space="preserve">workplace </w:t>
            </w:r>
            <w:r w:rsidRPr="00992E84">
              <w:t xml:space="preserve">and standard operating procedures relating to </w:t>
            </w:r>
            <w:r w:rsidR="004E09D2">
              <w:t>recovered fibre</w:t>
            </w:r>
            <w:r w:rsidRPr="00992E84">
              <w:t xml:space="preserve"> operations including health and safety, risks and hazards identification, plant isolation, quality, housekeeping and environmental requirements</w:t>
            </w:r>
          </w:p>
          <w:p w14:paraId="172447CC" w14:textId="77777777" w:rsidR="00992E84" w:rsidRPr="00992E84" w:rsidRDefault="00992E84" w:rsidP="00992E84">
            <w:pPr>
              <w:pStyle w:val="SIBulletList1"/>
            </w:pPr>
            <w:r>
              <w:t>relationships:</w:t>
            </w:r>
          </w:p>
          <w:p w14:paraId="65E32543" w14:textId="77777777" w:rsidR="00992E84" w:rsidRPr="00992E84" w:rsidRDefault="00992E84" w:rsidP="00992E84">
            <w:pPr>
              <w:pStyle w:val="SIBulletList2"/>
            </w:pPr>
            <w:r w:rsidRPr="007D20D0">
              <w:t>relevant person</w:t>
            </w:r>
            <w:r w:rsidRPr="00992E84">
              <w:t>nel for the purposes of communicating information.</w:t>
            </w:r>
          </w:p>
          <w:p w14:paraId="56197878" w14:textId="77777777" w:rsidR="00992E84" w:rsidRDefault="00992E84" w:rsidP="00992E84">
            <w:pPr>
              <w:pStyle w:val="SIText"/>
            </w:pPr>
          </w:p>
          <w:p w14:paraId="591258F2" w14:textId="18286779" w:rsidR="00491C20" w:rsidRDefault="00992E84" w:rsidP="000C6EDB">
            <w:pPr>
              <w:pStyle w:val="SIText"/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0C6EDB">
            <w:p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27F1D" w14:textId="77777777" w:rsidR="000F754C" w:rsidRDefault="000F754C" w:rsidP="00BF3F0A">
      <w:r>
        <w:separator/>
      </w:r>
    </w:p>
    <w:p w14:paraId="3B835BD2" w14:textId="77777777" w:rsidR="000F754C" w:rsidRDefault="000F754C"/>
  </w:endnote>
  <w:endnote w:type="continuationSeparator" w:id="0">
    <w:p w14:paraId="244207D9" w14:textId="77777777" w:rsidR="000F754C" w:rsidRDefault="000F754C" w:rsidP="00BF3F0A">
      <w:r>
        <w:continuationSeparator/>
      </w:r>
    </w:p>
    <w:p w14:paraId="1433D7EB" w14:textId="77777777" w:rsidR="000F754C" w:rsidRDefault="000F75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6230" w14:textId="77777777" w:rsidR="000C6EDB" w:rsidRDefault="000C6E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F6EA9" w14:textId="77777777" w:rsidR="000C6EDB" w:rsidRDefault="000C6E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3C689" w14:textId="77777777" w:rsidR="000F754C" w:rsidRDefault="000F754C" w:rsidP="00BF3F0A">
      <w:r>
        <w:separator/>
      </w:r>
    </w:p>
    <w:p w14:paraId="62243708" w14:textId="77777777" w:rsidR="000F754C" w:rsidRDefault="000F754C"/>
  </w:footnote>
  <w:footnote w:type="continuationSeparator" w:id="0">
    <w:p w14:paraId="5A498E38" w14:textId="77777777" w:rsidR="000F754C" w:rsidRDefault="000F754C" w:rsidP="00BF3F0A">
      <w:r>
        <w:continuationSeparator/>
      </w:r>
    </w:p>
    <w:p w14:paraId="52E1E724" w14:textId="77777777" w:rsidR="000F754C" w:rsidRDefault="000F75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BBB14" w14:textId="77777777" w:rsidR="000C6EDB" w:rsidRDefault="000C6E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171680A0" w:rsidR="009C2650" w:rsidRPr="00491C20" w:rsidRDefault="009F1496" w:rsidP="00491C20">
    <w:sdt>
      <w:sdtPr>
        <w:id w:val="-143226854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C6530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6819" w:rsidRPr="00491C20">
      <w:t>PPM</w:t>
    </w:r>
    <w:r w:rsidR="004E09D2">
      <w:t>RFO</w:t>
    </w:r>
    <w:r w:rsidR="001B6819" w:rsidRPr="00491C20">
      <w:t>3</w:t>
    </w:r>
    <w:r w:rsidR="001B6819">
      <w:t>XX</w:t>
    </w:r>
    <w:r w:rsidR="001B6819" w:rsidRPr="00491C20">
      <w:t xml:space="preserve"> </w:t>
    </w:r>
    <w:r w:rsidR="001B6819">
      <w:t xml:space="preserve">Perform </w:t>
    </w:r>
    <w:r w:rsidR="004E09D2">
      <w:t>recovered fibre</w:t>
    </w:r>
    <w:r w:rsidR="00491C20" w:rsidRPr="00491C20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AF31" w14:textId="77777777" w:rsidR="000C6EDB" w:rsidRDefault="000C6E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3563"/>
    <w:rsid w:val="00064BFE"/>
    <w:rsid w:val="000671A5"/>
    <w:rsid w:val="00070B3E"/>
    <w:rsid w:val="00071F95"/>
    <w:rsid w:val="000737BB"/>
    <w:rsid w:val="00074E47"/>
    <w:rsid w:val="000754EC"/>
    <w:rsid w:val="000835E0"/>
    <w:rsid w:val="0009093B"/>
    <w:rsid w:val="000A5441"/>
    <w:rsid w:val="000B2022"/>
    <w:rsid w:val="000C149A"/>
    <w:rsid w:val="000C224E"/>
    <w:rsid w:val="000C6EDB"/>
    <w:rsid w:val="000D4E32"/>
    <w:rsid w:val="000E25E6"/>
    <w:rsid w:val="000E2C86"/>
    <w:rsid w:val="000E73CC"/>
    <w:rsid w:val="000F29F2"/>
    <w:rsid w:val="000F754C"/>
    <w:rsid w:val="00101659"/>
    <w:rsid w:val="00105AEA"/>
    <w:rsid w:val="001078BF"/>
    <w:rsid w:val="00111107"/>
    <w:rsid w:val="00116E1B"/>
    <w:rsid w:val="00133957"/>
    <w:rsid w:val="001372F6"/>
    <w:rsid w:val="00144385"/>
    <w:rsid w:val="0014440C"/>
    <w:rsid w:val="00146EEC"/>
    <w:rsid w:val="00151D55"/>
    <w:rsid w:val="00151D93"/>
    <w:rsid w:val="00156EF3"/>
    <w:rsid w:val="00166A8B"/>
    <w:rsid w:val="00171DBB"/>
    <w:rsid w:val="00176E4F"/>
    <w:rsid w:val="0018546B"/>
    <w:rsid w:val="001A6A3E"/>
    <w:rsid w:val="001A7B6D"/>
    <w:rsid w:val="001B34D5"/>
    <w:rsid w:val="001B513A"/>
    <w:rsid w:val="001B6819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D78"/>
    <w:rsid w:val="001F308D"/>
    <w:rsid w:val="001F5A09"/>
    <w:rsid w:val="00201A7C"/>
    <w:rsid w:val="0021210E"/>
    <w:rsid w:val="0021414D"/>
    <w:rsid w:val="0021420D"/>
    <w:rsid w:val="00223124"/>
    <w:rsid w:val="00227999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4AA4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B7DC8"/>
    <w:rsid w:val="003C13AE"/>
    <w:rsid w:val="003C7152"/>
    <w:rsid w:val="003D2E73"/>
    <w:rsid w:val="003E72B6"/>
    <w:rsid w:val="003E7BBE"/>
    <w:rsid w:val="004127E3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C20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09D2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0B7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22D0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9E5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5718E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58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C33C3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D21CC"/>
    <w:rsid w:val="008D507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AA5"/>
    <w:rsid w:val="009527CB"/>
    <w:rsid w:val="00953835"/>
    <w:rsid w:val="00960F6C"/>
    <w:rsid w:val="00970747"/>
    <w:rsid w:val="00992E84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9F1496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0E14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3675E"/>
    <w:rsid w:val="00B443EE"/>
    <w:rsid w:val="00B53F02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61035"/>
    <w:rsid w:val="00C70626"/>
    <w:rsid w:val="00C72835"/>
    <w:rsid w:val="00C72860"/>
    <w:rsid w:val="00C72A48"/>
    <w:rsid w:val="00C73582"/>
    <w:rsid w:val="00C73B90"/>
    <w:rsid w:val="00C742EC"/>
    <w:rsid w:val="00C925A3"/>
    <w:rsid w:val="00C926B1"/>
    <w:rsid w:val="00C96AF3"/>
    <w:rsid w:val="00C97CCC"/>
    <w:rsid w:val="00CA0274"/>
    <w:rsid w:val="00CA139A"/>
    <w:rsid w:val="00CB03A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37FE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66A3F"/>
    <w:rsid w:val="00D71A68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38E6"/>
    <w:rsid w:val="00E317A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D5341"/>
    <w:rsid w:val="00EF01F8"/>
    <w:rsid w:val="00EF3268"/>
    <w:rsid w:val="00EF40EF"/>
    <w:rsid w:val="00EF47FE"/>
    <w:rsid w:val="00F04528"/>
    <w:rsid w:val="00F069BD"/>
    <w:rsid w:val="00F11D7F"/>
    <w:rsid w:val="00F1480E"/>
    <w:rsid w:val="00F1497D"/>
    <w:rsid w:val="00F16AAC"/>
    <w:rsid w:val="00F30C7D"/>
    <w:rsid w:val="00F3353B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86A5B"/>
    <w:rsid w:val="00FB232E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1B681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4F41A9BB89B34AB184D9E4C88D0A35" ma:contentTypeVersion="4" ma:contentTypeDescription="Create a new document." ma:contentTypeScope="" ma:versionID="7bbb0ba55abd2d0df8cf86c9d420832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13d7fd-f7ef-4137-952c-ed8dcc2c9659" targetNamespace="http://schemas.microsoft.com/office/2006/metadata/properties" ma:root="true" ma:fieldsID="7fa685f97f267c02dc91e19ff25dd875" ns1:_="" ns2:_="" ns3:_="">
    <xsd:import namespace="http://schemas.microsoft.com/sharepoint/v3"/>
    <xsd:import namespace="d50bbff7-d6dd-47d2-864a-cfdc2c3db0f4"/>
    <xsd:import namespace="4e13d7fd-f7ef-4137-952c-ed8dcc2c96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3d7fd-f7ef-4137-952c-ed8dcc2c9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BBA34A16-7484-4EC6-ADF1-ABAE4B779D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CCDBA-D02B-48B3-934F-9EBF797C9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13d7fd-f7ef-4137-952c-ed8dcc2c9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2021-06-01T11:48:00Z</dcterms:created>
  <dcterms:modified xsi:type="dcterms:W3CDTF">2021-06-01T11:48:00Z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0x0101006F4F41A9BB89B34AB184D9E4C88D0A35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