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E66687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E6668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E66687">
            <w:pPr>
              <w:pStyle w:val="SIText-Bold"/>
            </w:pPr>
            <w:r w:rsidRPr="00A326C2">
              <w:t>Comments</w:t>
            </w:r>
          </w:p>
        </w:tc>
      </w:tr>
      <w:tr w:rsidR="0080415E" w14:paraId="78822793" w14:textId="77777777" w:rsidTr="00E66687">
        <w:tc>
          <w:tcPr>
            <w:tcW w:w="2689" w:type="dxa"/>
          </w:tcPr>
          <w:p w14:paraId="6DCA1E24" w14:textId="0A33CEE1" w:rsidR="0080415E" w:rsidRPr="005E04F7" w:rsidRDefault="0080415E" w:rsidP="005E04F7">
            <w:pPr>
              <w:pStyle w:val="SIText"/>
            </w:pPr>
            <w:r>
              <w:t xml:space="preserve">Release </w:t>
            </w:r>
            <w:proofErr w:type="gramStart"/>
            <w:r w:rsidR="00CF6502">
              <w:t>1</w:t>
            </w:r>
            <w:proofErr w:type="gramEnd"/>
          </w:p>
        </w:tc>
        <w:tc>
          <w:tcPr>
            <w:tcW w:w="6939" w:type="dxa"/>
          </w:tcPr>
          <w:p w14:paraId="7DF343EF" w14:textId="63FAC6C0" w:rsidR="0080415E" w:rsidRPr="005E04F7" w:rsidRDefault="0080415E" w:rsidP="005E04F7">
            <w:pPr>
              <w:pStyle w:val="SIText"/>
            </w:pPr>
            <w:r w:rsidRPr="00346505">
              <w:t>This version released with FWP Forest and Wood Products Training Package Version</w:t>
            </w:r>
            <w:r w:rsidRPr="0080415E">
              <w:t xml:space="preserve"> </w:t>
            </w:r>
            <w:r w:rsidR="00CF6502">
              <w:t>7</w:t>
            </w:r>
            <w:r w:rsidRPr="0080415E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D7775B">
        <w:tc>
          <w:tcPr>
            <w:tcW w:w="1396" w:type="pct"/>
          </w:tcPr>
          <w:p w14:paraId="1C294870" w14:textId="7C1C1B0E" w:rsidR="00F1480E" w:rsidRPr="00923720" w:rsidRDefault="00CF6502" w:rsidP="00923720">
            <w:pPr>
              <w:pStyle w:val="SIQUALCODE"/>
            </w:pPr>
            <w:r w:rsidRPr="00FE0937">
              <w:t>FWP4</w:t>
            </w:r>
            <w:r>
              <w:t>XX</w:t>
            </w:r>
            <w:r w:rsidR="003842A9">
              <w:t>21</w:t>
            </w:r>
          </w:p>
        </w:tc>
        <w:tc>
          <w:tcPr>
            <w:tcW w:w="3604" w:type="pct"/>
          </w:tcPr>
          <w:p w14:paraId="76CCBE63" w14:textId="36A5582C" w:rsidR="00F1480E" w:rsidRPr="00923720" w:rsidRDefault="00FE0937" w:rsidP="00A772D9">
            <w:pPr>
              <w:pStyle w:val="SIQUALtitle"/>
            </w:pPr>
            <w:r w:rsidRPr="00FE0937">
              <w:t>Certificate IV in Forest Operations</w:t>
            </w:r>
          </w:p>
        </w:tc>
      </w:tr>
      <w:tr w:rsidR="00A772D9" w:rsidRPr="00963A46" w14:paraId="50733A88" w14:textId="77777777" w:rsidTr="00D7775B">
        <w:tc>
          <w:tcPr>
            <w:tcW w:w="5000" w:type="pct"/>
            <w:gridSpan w:val="2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C6BA832" w14:textId="615C672C" w:rsidR="005D3BF9" w:rsidRDefault="005D3BF9" w:rsidP="005D3BF9">
            <w:pPr>
              <w:pStyle w:val="SIText"/>
            </w:pPr>
            <w:r w:rsidRPr="005D3BF9">
              <w:t xml:space="preserve">This qualification reflects the job of people who work as managers </w:t>
            </w:r>
            <w:r w:rsidR="0055262B">
              <w:t xml:space="preserve">or </w:t>
            </w:r>
            <w:r w:rsidR="0055262B" w:rsidRPr="0055262B">
              <w:t xml:space="preserve">crew </w:t>
            </w:r>
            <w:r w:rsidR="0055262B">
              <w:t>leaders</w:t>
            </w:r>
            <w:r w:rsidR="0055262B" w:rsidRPr="0055262B">
              <w:t xml:space="preserve"> </w:t>
            </w:r>
            <w:r w:rsidRPr="005D3BF9">
              <w:t xml:space="preserve">in forestry </w:t>
            </w:r>
            <w:r w:rsidR="00D920B7">
              <w:t xml:space="preserve">contractor </w:t>
            </w:r>
            <w:r w:rsidR="001640D5">
              <w:t>businesses</w:t>
            </w:r>
            <w:r w:rsidRPr="005D3BF9">
              <w:t xml:space="preserve">. </w:t>
            </w:r>
          </w:p>
          <w:p w14:paraId="2702238C" w14:textId="77777777" w:rsidR="005D3BF9" w:rsidRPr="005D3BF9" w:rsidRDefault="005D3BF9" w:rsidP="0055262B">
            <w:pPr>
              <w:pStyle w:val="SIText"/>
            </w:pPr>
          </w:p>
          <w:p w14:paraId="192036DF" w14:textId="44B4B366" w:rsidR="005D3BF9" w:rsidRPr="005D3BF9" w:rsidRDefault="005D3BF9" w:rsidP="0055262B">
            <w:pPr>
              <w:pStyle w:val="SIText"/>
            </w:pPr>
            <w:r w:rsidRPr="005D3BF9">
              <w:t xml:space="preserve">Individuals with this qualification apply a broad range of </w:t>
            </w:r>
            <w:r w:rsidR="00024BD7">
              <w:t xml:space="preserve">specialised </w:t>
            </w:r>
            <w:r w:rsidRPr="005D3BF9">
              <w:t xml:space="preserve">skills and knowledge in forest operations management. This includes </w:t>
            </w:r>
            <w:proofErr w:type="gramStart"/>
            <w:r w:rsidR="00024BD7">
              <w:t>establishing</w:t>
            </w:r>
            <w:proofErr w:type="gramEnd"/>
            <w:r w:rsidR="00024BD7">
              <w:t xml:space="preserve"> operational </w:t>
            </w:r>
            <w:r w:rsidR="00C46E39">
              <w:t xml:space="preserve">plans for </w:t>
            </w:r>
            <w:r w:rsidRPr="005D3BF9">
              <w:t>forestry operation</w:t>
            </w:r>
            <w:r w:rsidR="00C46E39">
              <w:t xml:space="preserve">s and </w:t>
            </w:r>
            <w:r w:rsidRPr="005D3BF9">
              <w:t>supervis</w:t>
            </w:r>
            <w:r w:rsidR="00C46E39">
              <w:t>ing</w:t>
            </w:r>
            <w:r w:rsidR="007C34D7">
              <w:t xml:space="preserve"> teams involved in implementing operational plan</w:t>
            </w:r>
            <w:r w:rsidR="00AB2C24">
              <w:t>s</w:t>
            </w:r>
            <w:r w:rsidR="007C34D7">
              <w:t xml:space="preserve"> in </w:t>
            </w:r>
            <w:r w:rsidR="004935F3">
              <w:t>line with the requirements of a forest management organisation</w:t>
            </w:r>
            <w:r w:rsidRPr="005D3BF9">
              <w:t>.</w:t>
            </w:r>
          </w:p>
          <w:p w14:paraId="60EAC6C7" w14:textId="77777777" w:rsidR="005D3BF9" w:rsidRDefault="005D3BF9" w:rsidP="005E04F7">
            <w:pPr>
              <w:pStyle w:val="SIText"/>
            </w:pPr>
          </w:p>
          <w:p w14:paraId="7A358720" w14:textId="7AA09900" w:rsidR="005D3BF9" w:rsidRDefault="00063641" w:rsidP="005E04F7">
            <w:pPr>
              <w:pStyle w:val="SIText"/>
            </w:pPr>
            <w:r w:rsidRPr="00306AC1">
              <w:t>No licensing, legislative or certification requirements apply to this qualification at the time of publication.</w:t>
            </w:r>
          </w:p>
          <w:p w14:paraId="45AE72B4" w14:textId="67458627" w:rsidR="00A772D9" w:rsidRPr="00856837" w:rsidRDefault="00A772D9" w:rsidP="005E04F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D7775B">
        <w:trPr>
          <w:trHeight w:val="1232"/>
        </w:trPr>
        <w:tc>
          <w:tcPr>
            <w:tcW w:w="5000" w:type="pct"/>
            <w:gridSpan w:val="2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8A24B22" w14:textId="77777777" w:rsidR="00E048B1" w:rsidRDefault="00E048B1" w:rsidP="00894FBB">
            <w:pPr>
              <w:pStyle w:val="SIText"/>
            </w:pPr>
          </w:p>
          <w:p w14:paraId="0A509F75" w14:textId="3CEACFCF" w:rsidR="001F28F9" w:rsidRPr="008908DE" w:rsidRDefault="00856837" w:rsidP="00F91AC6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D7775B">
        <w:trPr>
          <w:trHeight w:val="11756"/>
        </w:trPr>
        <w:tc>
          <w:tcPr>
            <w:tcW w:w="5000" w:type="pct"/>
            <w:gridSpan w:val="2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3155AD9" w14:textId="77777777" w:rsidR="00F745E3" w:rsidRPr="00F745E3" w:rsidRDefault="00F745E3" w:rsidP="00F745E3">
            <w:pPr>
              <w:pStyle w:val="SIText"/>
            </w:pPr>
            <w:r w:rsidRPr="00F745E3">
              <w:t xml:space="preserve">To achieve this qualification, competency must be </w:t>
            </w:r>
            <w:proofErr w:type="gramStart"/>
            <w:r w:rsidRPr="00F745E3">
              <w:t>demonstrated</w:t>
            </w:r>
            <w:proofErr w:type="gramEnd"/>
            <w:r w:rsidRPr="00F745E3">
              <w:t xml:space="preserve"> in: </w:t>
            </w:r>
          </w:p>
          <w:p w14:paraId="254B0BF4" w14:textId="5968FBFE" w:rsidR="00F745E3" w:rsidRPr="00F745E3" w:rsidRDefault="00EF18A5" w:rsidP="00F745E3">
            <w:pPr>
              <w:pStyle w:val="SIBulletList1"/>
            </w:pPr>
            <w:proofErr w:type="gramStart"/>
            <w:r>
              <w:t>12</w:t>
            </w:r>
            <w:proofErr w:type="gramEnd"/>
            <w:r w:rsidRPr="00F745E3">
              <w:t xml:space="preserve"> </w:t>
            </w:r>
            <w:r w:rsidR="00F745E3" w:rsidRPr="00F745E3">
              <w:t>units of competency:</w:t>
            </w:r>
          </w:p>
          <w:p w14:paraId="4B16674E" w14:textId="05CBB66B" w:rsidR="00F745E3" w:rsidRPr="00F745E3" w:rsidRDefault="00CE05B3" w:rsidP="00F745E3">
            <w:pPr>
              <w:pStyle w:val="SIBulletList2"/>
            </w:pPr>
            <w:proofErr w:type="gramStart"/>
            <w:r>
              <w:t>2</w:t>
            </w:r>
            <w:proofErr w:type="gramEnd"/>
            <w:r w:rsidRPr="00F745E3">
              <w:t xml:space="preserve"> </w:t>
            </w:r>
            <w:r w:rsidR="00F745E3" w:rsidRPr="00F745E3">
              <w:t>core units plus</w:t>
            </w:r>
          </w:p>
          <w:p w14:paraId="3586091B" w14:textId="72F0AEF4" w:rsidR="00F745E3" w:rsidRPr="00F745E3" w:rsidRDefault="00CE05B3" w:rsidP="00F745E3">
            <w:pPr>
              <w:pStyle w:val="SIBulletList2"/>
            </w:pPr>
            <w:proofErr w:type="gramStart"/>
            <w:r>
              <w:t>1</w:t>
            </w:r>
            <w:r w:rsidR="00EF18A5">
              <w:t>0</w:t>
            </w:r>
            <w:proofErr w:type="gramEnd"/>
            <w:r w:rsidRPr="00F745E3">
              <w:t xml:space="preserve"> </w:t>
            </w:r>
            <w:r w:rsidR="00F745E3" w:rsidRPr="00F745E3">
              <w:t>elective units.</w:t>
            </w:r>
          </w:p>
          <w:p w14:paraId="01CD7BDC" w14:textId="77777777" w:rsidR="00F745E3" w:rsidRDefault="00F745E3" w:rsidP="005E04F7">
            <w:pPr>
              <w:pStyle w:val="SIText"/>
            </w:pPr>
          </w:p>
          <w:p w14:paraId="3E4D8B79" w14:textId="2F3A529E" w:rsidR="00F745E3" w:rsidRPr="00F745E3" w:rsidRDefault="00F745E3" w:rsidP="00F745E3">
            <w:pPr>
              <w:pStyle w:val="SIText"/>
            </w:pPr>
            <w:r w:rsidRPr="00F745E3">
              <w:t xml:space="preserve">Elective units must ensure the integrity of the </w:t>
            </w:r>
            <w:r w:rsidR="006D4D6D">
              <w:t xml:space="preserve">alignment </w:t>
            </w:r>
            <w:r w:rsidR="009F7CBF">
              <w:t xml:space="preserve">between the </w:t>
            </w:r>
            <w:r w:rsidRPr="00F745E3">
              <w:t>qualification</w:t>
            </w:r>
            <w:r w:rsidR="009F7CBF">
              <w:t xml:space="preserve"> and </w:t>
            </w:r>
            <w:r w:rsidRPr="00F745E3">
              <w:t>Australian Qualification Framework (AQF) and contribute to a valid, industry-supported vocational outcome. The electives are to be chosen as follows:</w:t>
            </w:r>
          </w:p>
          <w:p w14:paraId="0C716935" w14:textId="157C4691" w:rsidR="005E04F7" w:rsidRPr="005E04F7" w:rsidRDefault="005C428D" w:rsidP="00F745E3">
            <w:pPr>
              <w:pStyle w:val="SIBulletList1"/>
            </w:pPr>
            <w:r>
              <w:t xml:space="preserve">at least </w:t>
            </w:r>
            <w:proofErr w:type="gramStart"/>
            <w:r w:rsidR="00433AF8">
              <w:t>3</w:t>
            </w:r>
            <w:proofErr w:type="gramEnd"/>
            <w:r w:rsidR="0080586A" w:rsidRPr="005E04F7">
              <w:t xml:space="preserve"> </w:t>
            </w:r>
            <w:r w:rsidR="005E04F7" w:rsidRPr="005E04F7">
              <w:t xml:space="preserve">units </w:t>
            </w:r>
            <w:r>
              <w:t>must be selected from</w:t>
            </w:r>
            <w:r w:rsidR="005E04F7" w:rsidRPr="005E04F7">
              <w:t xml:space="preserve"> Group </w:t>
            </w:r>
            <w:r w:rsidR="008A7182">
              <w:t>A</w:t>
            </w:r>
          </w:p>
          <w:p w14:paraId="7F085E52" w14:textId="6F1A8872" w:rsidR="00284CA4" w:rsidRDefault="000E0B11" w:rsidP="00F745E3">
            <w:pPr>
              <w:pStyle w:val="SIBulletList1"/>
            </w:pPr>
            <w:r>
              <w:t>at l</w:t>
            </w:r>
            <w:r w:rsidR="00675659">
              <w:t>ea</w:t>
            </w:r>
            <w:r>
              <w:t xml:space="preserve">st </w:t>
            </w:r>
            <w:r w:rsidR="00644FF0">
              <w:t>3</w:t>
            </w:r>
            <w:r w:rsidR="0080586A">
              <w:t xml:space="preserve"> </w:t>
            </w:r>
            <w:r>
              <w:t xml:space="preserve">units must be selected </w:t>
            </w:r>
            <w:r w:rsidR="005E04F7" w:rsidRPr="005E04F7">
              <w:t xml:space="preserve">from Group </w:t>
            </w:r>
            <w:proofErr w:type="gramStart"/>
            <w:r w:rsidR="005E04F7" w:rsidRPr="005E04F7">
              <w:t>B</w:t>
            </w:r>
            <w:proofErr w:type="gramEnd"/>
          </w:p>
          <w:p w14:paraId="75DDDDFF" w14:textId="720B2CD3" w:rsidR="005E04F7" w:rsidRPr="005E04F7" w:rsidRDefault="00284CA4" w:rsidP="00F745E3">
            <w:pPr>
              <w:pStyle w:val="SIBulletList1"/>
            </w:pPr>
            <w:proofErr w:type="gramStart"/>
            <w:r>
              <w:t>remaining</w:t>
            </w:r>
            <w:proofErr w:type="gramEnd"/>
            <w:r>
              <w:t xml:space="preserve"> elective units can be selected from </w:t>
            </w:r>
            <w:r w:rsidR="008C3E0E">
              <w:t>Group</w:t>
            </w:r>
            <w:r w:rsidR="00DB0C5E">
              <w:t>s</w:t>
            </w:r>
            <w:r w:rsidR="008C3E0E">
              <w:t xml:space="preserve"> </w:t>
            </w:r>
            <w:r w:rsidR="000D58B4">
              <w:t>A</w:t>
            </w:r>
            <w:r w:rsidR="008C3E0E" w:rsidRPr="008C3E0E">
              <w:t xml:space="preserve">, </w:t>
            </w:r>
            <w:r w:rsidR="000D58B4">
              <w:t>B</w:t>
            </w:r>
            <w:r w:rsidR="008C3E0E" w:rsidRPr="008C3E0E">
              <w:t xml:space="preserve"> or </w:t>
            </w:r>
            <w:r w:rsidR="000D58B4">
              <w:t>C</w:t>
            </w:r>
            <w:r w:rsidR="008C3E0E" w:rsidRPr="008C3E0E">
              <w:t xml:space="preserve"> and can include up to 2 units from any currently endorsed Training Package or accredited course</w:t>
            </w:r>
            <w:r w:rsidR="005E04F7" w:rsidRPr="005E04F7">
              <w:t>.</w:t>
            </w:r>
          </w:p>
          <w:p w14:paraId="2E6452E9" w14:textId="77777777" w:rsidR="005E04F7" w:rsidRDefault="005E04F7" w:rsidP="005E04F7">
            <w:pPr>
              <w:pStyle w:val="SIText"/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1"/>
              <w:gridCol w:w="6416"/>
            </w:tblGrid>
            <w:tr w:rsidR="00AB2C24" w:rsidRPr="005C7EA8" w14:paraId="6E459AF2" w14:textId="6E2A1B99" w:rsidTr="002C4FF0">
              <w:tc>
                <w:tcPr>
                  <w:tcW w:w="1681" w:type="dxa"/>
                </w:tcPr>
                <w:p w14:paraId="408292FA" w14:textId="022A3D58" w:rsidR="00AB2C24" w:rsidRPr="00342CF8" w:rsidRDefault="00AB2C24" w:rsidP="00342CF8">
                  <w:pPr>
                    <w:pStyle w:val="SIText"/>
                  </w:pPr>
                  <w:r w:rsidRPr="00342CF8">
                    <w:t>FWPCOR4XXX</w:t>
                  </w:r>
                </w:p>
              </w:tc>
              <w:tc>
                <w:tcPr>
                  <w:tcW w:w="6416" w:type="dxa"/>
                </w:tcPr>
                <w:p w14:paraId="6C4D5869" w14:textId="1C72BCE8" w:rsidR="00AB2C24" w:rsidRPr="00342CF8" w:rsidRDefault="00AB2C24" w:rsidP="00342CF8">
                  <w:pPr>
                    <w:pStyle w:val="SIText"/>
                  </w:pPr>
                  <w:r w:rsidRPr="00342CF8">
                    <w:t>Monitor safety, health and environment policies and procedures</w:t>
                  </w:r>
                </w:p>
              </w:tc>
            </w:tr>
            <w:tr w:rsidR="00AB2C24" w:rsidRPr="005C7EA8" w14:paraId="65BEF48B" w14:textId="40B1216F" w:rsidTr="002C4FF0">
              <w:tc>
                <w:tcPr>
                  <w:tcW w:w="1681" w:type="dxa"/>
                </w:tcPr>
                <w:p w14:paraId="7F5617D8" w14:textId="3E076B38" w:rsidR="00AB2C24" w:rsidRPr="00342CF8" w:rsidRDefault="00AB2C24" w:rsidP="00342CF8">
                  <w:pPr>
                    <w:pStyle w:val="SIText"/>
                  </w:pPr>
                  <w:r w:rsidRPr="00342CF8">
                    <w:t>FWPCOR4XXX</w:t>
                  </w:r>
                </w:p>
              </w:tc>
              <w:tc>
                <w:tcPr>
                  <w:tcW w:w="6416" w:type="dxa"/>
                </w:tcPr>
                <w:p w14:paraId="24DDA2E5" w14:textId="67F1621E" w:rsidR="00AB2C24" w:rsidRPr="00342CF8" w:rsidRDefault="00AB2C24" w:rsidP="00342CF8">
                  <w:pPr>
                    <w:pStyle w:val="SIText"/>
                  </w:pPr>
                  <w:r w:rsidRPr="00342CF8">
                    <w:t xml:space="preserve">Monitor and </w:t>
                  </w:r>
                  <w:r>
                    <w:t>improve</w:t>
                  </w:r>
                  <w:r w:rsidRPr="00342CF8">
                    <w:t xml:space="preserve"> forestry operations</w:t>
                  </w:r>
                </w:p>
              </w:tc>
            </w:tr>
          </w:tbl>
          <w:p w14:paraId="2F483BA1" w14:textId="01246297" w:rsidR="00DA7EC0" w:rsidRDefault="00DA7EC0" w:rsidP="00DA7EC0">
            <w:pPr>
              <w:rPr>
                <w:lang w:eastAsia="en-US"/>
              </w:rPr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D973DC0" w14:textId="1BB6D75C" w:rsidR="00F115E1" w:rsidRDefault="00F115E1" w:rsidP="00F115E1">
            <w:pPr>
              <w:pStyle w:val="SIText-Bold"/>
            </w:pPr>
            <w:r>
              <w:t xml:space="preserve">Group A: </w:t>
            </w:r>
            <w:r w:rsidRPr="00F115E1">
              <w:t>Management Systems</w:t>
            </w:r>
          </w:p>
          <w:p w14:paraId="78BE2DB2" w14:textId="075BB557" w:rsidR="00D20FBA" w:rsidRDefault="00D20FBA" w:rsidP="00F115E1">
            <w:pPr>
              <w:pStyle w:val="SIText-Bold"/>
            </w:pPr>
            <w:r w:rsidRPr="00D20FBA">
              <w:t>Safety, Environment and Quality</w:t>
            </w:r>
            <w:r w:rsidR="00D46800">
              <w:t xml:space="preserve"> Managem</w:t>
            </w:r>
            <w:r w:rsidR="000D6101">
              <w:t>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0"/>
              <w:gridCol w:w="6417"/>
            </w:tblGrid>
            <w:tr w:rsidR="00AB2C24" w:rsidRPr="005C7EA8" w14:paraId="3AA6A49B" w14:textId="086DE681" w:rsidTr="002C4FF0">
              <w:tc>
                <w:tcPr>
                  <w:tcW w:w="1680" w:type="dxa"/>
                </w:tcPr>
                <w:p w14:paraId="2139D814" w14:textId="7C2BF0DC" w:rsidR="00AB2C24" w:rsidRPr="00777934" w:rsidRDefault="00AB2C24" w:rsidP="00777934">
                  <w:pPr>
                    <w:pStyle w:val="SIText"/>
                  </w:pPr>
                  <w:r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432341F8" w14:textId="5ADBF651" w:rsidR="00AB2C24" w:rsidRPr="00777934" w:rsidRDefault="00AB2C24" w:rsidP="00777934">
                  <w:pPr>
                    <w:pStyle w:val="SIText"/>
                  </w:pPr>
                  <w:r w:rsidRPr="00777934">
                    <w:t>Implement</w:t>
                  </w:r>
                  <w:r w:rsidR="00EC1125">
                    <w:t xml:space="preserve"> </w:t>
                  </w:r>
                  <w:r w:rsidRPr="00777934">
                    <w:t>environmental management practices to</w:t>
                  </w:r>
                  <w:r w:rsidR="00EC1125">
                    <w:t xml:space="preserve"> </w:t>
                  </w:r>
                  <w:r w:rsidRPr="00777934">
                    <w:t>timber harvesting operations</w:t>
                  </w:r>
                </w:p>
              </w:tc>
            </w:tr>
            <w:tr w:rsidR="00AB2C24" w:rsidRPr="005C7EA8" w14:paraId="74D344AE" w14:textId="0A2D3FFC" w:rsidTr="002C4FF0">
              <w:tc>
                <w:tcPr>
                  <w:tcW w:w="1680" w:type="dxa"/>
                </w:tcPr>
                <w:p w14:paraId="23C17235" w14:textId="48AC4EC1" w:rsidR="00AB2C24" w:rsidRPr="00777934" w:rsidRDefault="00AB2C24" w:rsidP="00777934">
                  <w:pPr>
                    <w:pStyle w:val="SIText"/>
                  </w:pPr>
                  <w:r w:rsidRPr="000733A1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4F4713E6" w14:textId="7C349B54" w:rsidR="00AB2C24" w:rsidRPr="00777934" w:rsidRDefault="00AB2C24" w:rsidP="00777934">
                  <w:pPr>
                    <w:pStyle w:val="SIText"/>
                  </w:pPr>
                  <w:r w:rsidRPr="00777934">
                    <w:t xml:space="preserve">Implement environmental management practices to a forestry operation site </w:t>
                  </w:r>
                </w:p>
              </w:tc>
            </w:tr>
            <w:tr w:rsidR="00AB2C24" w:rsidRPr="005C7EA8" w14:paraId="3FE909D3" w14:textId="295886DD" w:rsidTr="002C4FF0">
              <w:tc>
                <w:tcPr>
                  <w:tcW w:w="1680" w:type="dxa"/>
                </w:tcPr>
                <w:p w14:paraId="6C9C3DBE" w14:textId="155630DC" w:rsidR="00AB2C24" w:rsidRPr="00777934" w:rsidRDefault="00AB2C24" w:rsidP="00777934">
                  <w:pPr>
                    <w:pStyle w:val="SIText"/>
                  </w:pPr>
                  <w:r w:rsidRPr="000733A1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40F98827" w14:textId="763DBAB8" w:rsidR="00AB2C24" w:rsidRPr="00777934" w:rsidRDefault="00AB2C24" w:rsidP="00777934">
                  <w:pPr>
                    <w:pStyle w:val="SIText"/>
                  </w:pPr>
                  <w:r w:rsidRPr="00777934">
                    <w:t>Apply a safety mindset in forestry operations</w:t>
                  </w:r>
                </w:p>
              </w:tc>
            </w:tr>
            <w:tr w:rsidR="00AB2C24" w:rsidRPr="005C7EA8" w14:paraId="466908DB" w14:textId="77777777" w:rsidTr="002C4FF0">
              <w:tc>
                <w:tcPr>
                  <w:tcW w:w="1680" w:type="dxa"/>
                </w:tcPr>
                <w:p w14:paraId="342EDD96" w14:textId="0756E7BC" w:rsidR="00AB2C24" w:rsidRPr="0056668B" w:rsidRDefault="00AB2C24" w:rsidP="0056668B">
                  <w:pPr>
                    <w:pStyle w:val="SIText"/>
                  </w:pPr>
                  <w:r w:rsidRPr="00342CF8">
                    <w:t>FWPCO</w:t>
                  </w:r>
                  <w:r>
                    <w:t>T</w:t>
                  </w:r>
                  <w:r w:rsidRPr="00342CF8">
                    <w:t>4XXX</w:t>
                  </w:r>
                </w:p>
              </w:tc>
              <w:tc>
                <w:tcPr>
                  <w:tcW w:w="6417" w:type="dxa"/>
                </w:tcPr>
                <w:p w14:paraId="04F79026" w14:textId="4ED34B06" w:rsidR="00AB2C24" w:rsidRPr="0056668B" w:rsidRDefault="00AB2C24" w:rsidP="0056668B">
                  <w:pPr>
                    <w:pStyle w:val="SIText"/>
                  </w:pPr>
                  <w:r w:rsidRPr="00342CF8">
                    <w:t xml:space="preserve">Monitor </w:t>
                  </w:r>
                  <w:r>
                    <w:t xml:space="preserve">and manage product </w:t>
                  </w:r>
                  <w:r w:rsidRPr="00342CF8">
                    <w:t xml:space="preserve">quality and </w:t>
                  </w:r>
                  <w:r>
                    <w:t>supply</w:t>
                  </w:r>
                </w:p>
              </w:tc>
            </w:tr>
            <w:tr w:rsidR="00AB2C24" w:rsidRPr="005C7EA8" w14:paraId="70DAE950" w14:textId="77032C5C" w:rsidTr="002C4FF0">
              <w:tc>
                <w:tcPr>
                  <w:tcW w:w="1680" w:type="dxa"/>
                </w:tcPr>
                <w:p w14:paraId="3709FB7B" w14:textId="1FB8A3DB" w:rsidR="00AB2C24" w:rsidRPr="0056668B" w:rsidRDefault="00AB2C24" w:rsidP="0056668B">
                  <w:pPr>
                    <w:pStyle w:val="SIText"/>
                  </w:pPr>
                  <w:r w:rsidRPr="00795C9D">
                    <w:t>AHCMOM402</w:t>
                  </w:r>
                </w:p>
              </w:tc>
              <w:tc>
                <w:tcPr>
                  <w:tcW w:w="6417" w:type="dxa"/>
                  <w:vAlign w:val="center"/>
                </w:tcPr>
                <w:p w14:paraId="1501605F" w14:textId="2D756E63" w:rsidR="00AB2C24" w:rsidRPr="0056668B" w:rsidRDefault="00AB2C24" w:rsidP="0056668B">
                  <w:pPr>
                    <w:pStyle w:val="SIText"/>
                  </w:pPr>
                  <w:r w:rsidRPr="00795C9D">
                    <w:t xml:space="preserve">Supervise maintenance of property, </w:t>
                  </w:r>
                  <w:proofErr w:type="gramStart"/>
                  <w:r w:rsidRPr="00795C9D">
                    <w:t>machinery</w:t>
                  </w:r>
                  <w:proofErr w:type="gramEnd"/>
                  <w:r w:rsidRPr="00795C9D">
                    <w:t xml:space="preserve"> and equipment</w:t>
                  </w:r>
                </w:p>
              </w:tc>
            </w:tr>
            <w:tr w:rsidR="00AB2C24" w:rsidRPr="005C7EA8" w14:paraId="40391FC1" w14:textId="7854ACBA" w:rsidTr="002C4FF0">
              <w:tc>
                <w:tcPr>
                  <w:tcW w:w="1680" w:type="dxa"/>
                </w:tcPr>
                <w:p w14:paraId="2A910A9A" w14:textId="245A815C" w:rsidR="00AB2C24" w:rsidRPr="0056668B" w:rsidRDefault="00AB2C24" w:rsidP="0056668B">
                  <w:pPr>
                    <w:pStyle w:val="SIText"/>
                  </w:pPr>
                  <w:r w:rsidRPr="00795C9D">
                    <w:t>HLTAID011</w:t>
                  </w:r>
                </w:p>
              </w:tc>
              <w:tc>
                <w:tcPr>
                  <w:tcW w:w="6417" w:type="dxa"/>
                </w:tcPr>
                <w:p w14:paraId="19507F87" w14:textId="3F216B95" w:rsidR="00AB2C24" w:rsidRPr="0056668B" w:rsidRDefault="00AB2C24" w:rsidP="0056668B">
                  <w:pPr>
                    <w:pStyle w:val="SIText"/>
                  </w:pPr>
                  <w:proofErr w:type="gramStart"/>
                  <w:r w:rsidRPr="00795C9D">
                    <w:t>Provide</w:t>
                  </w:r>
                  <w:proofErr w:type="gramEnd"/>
                  <w:r w:rsidRPr="00795C9D">
                    <w:t xml:space="preserve"> First Aid</w:t>
                  </w:r>
                </w:p>
              </w:tc>
            </w:tr>
            <w:tr w:rsidR="00AB2C24" w:rsidRPr="005C7EA8" w14:paraId="18A7EE6E" w14:textId="2B279192" w:rsidTr="002C4FF0">
              <w:tc>
                <w:tcPr>
                  <w:tcW w:w="1680" w:type="dxa"/>
                </w:tcPr>
                <w:p w14:paraId="56A79194" w14:textId="0028FFB6" w:rsidR="00AB2C24" w:rsidRPr="0056668B" w:rsidRDefault="00AB2C24" w:rsidP="0056668B">
                  <w:pPr>
                    <w:pStyle w:val="SIText"/>
                  </w:pPr>
                  <w:r w:rsidRPr="00795C9D">
                    <w:t xml:space="preserve">HLTAID014 </w:t>
                  </w:r>
                </w:p>
              </w:tc>
              <w:tc>
                <w:tcPr>
                  <w:tcW w:w="6417" w:type="dxa"/>
                </w:tcPr>
                <w:p w14:paraId="7588B580" w14:textId="3FE68EA8" w:rsidR="00AB2C24" w:rsidRPr="0056668B" w:rsidRDefault="00AB2C24" w:rsidP="0056668B">
                  <w:pPr>
                    <w:pStyle w:val="SIText"/>
                  </w:pPr>
                  <w:proofErr w:type="gramStart"/>
                  <w:r w:rsidRPr="00795C9D">
                    <w:t>Provide</w:t>
                  </w:r>
                  <w:proofErr w:type="gramEnd"/>
                  <w:r w:rsidRPr="00795C9D">
                    <w:t xml:space="preserve"> advanced First Aid</w:t>
                  </w:r>
                </w:p>
              </w:tc>
            </w:tr>
            <w:tr w:rsidR="00AB2C24" w:rsidRPr="005C7EA8" w14:paraId="77240122" w14:textId="66394D51" w:rsidTr="002C4FF0">
              <w:tc>
                <w:tcPr>
                  <w:tcW w:w="1680" w:type="dxa"/>
                  <w:vAlign w:val="bottom"/>
                </w:tcPr>
                <w:p w14:paraId="1F425178" w14:textId="0AFB9CF3" w:rsidR="00AB2C24" w:rsidRPr="0056668B" w:rsidRDefault="00AB2C24" w:rsidP="0056668B">
                  <w:pPr>
                    <w:pStyle w:val="SIText"/>
                  </w:pPr>
                  <w:r w:rsidRPr="00795C9D">
                    <w:t xml:space="preserve">HLTAID016 </w:t>
                  </w:r>
                </w:p>
              </w:tc>
              <w:tc>
                <w:tcPr>
                  <w:tcW w:w="6417" w:type="dxa"/>
                  <w:vAlign w:val="bottom"/>
                </w:tcPr>
                <w:p w14:paraId="4E3C3758" w14:textId="71C0D6F0" w:rsidR="00AB2C24" w:rsidRPr="0056668B" w:rsidRDefault="00AB2C24" w:rsidP="0056668B">
                  <w:pPr>
                    <w:pStyle w:val="SIText"/>
                  </w:pPr>
                  <w:r w:rsidRPr="00795C9D">
                    <w:t>Manage first aid services and resources</w:t>
                  </w:r>
                </w:p>
              </w:tc>
            </w:tr>
          </w:tbl>
          <w:p w14:paraId="5CF50CD0" w14:textId="79C5494F" w:rsidR="00D20FBA" w:rsidRDefault="00D20FBA" w:rsidP="0055262B">
            <w:pPr>
              <w:pStyle w:val="SIText-Bold"/>
            </w:pPr>
            <w:r>
              <w:t>Business and People</w:t>
            </w:r>
            <w:r w:rsidR="000D6101">
              <w:t xml:space="preserve">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0"/>
              <w:gridCol w:w="6417"/>
            </w:tblGrid>
            <w:tr w:rsidR="00AB2C24" w:rsidRPr="00777934" w14:paraId="273F3A0B" w14:textId="77777777" w:rsidTr="002C4FF0">
              <w:tc>
                <w:tcPr>
                  <w:tcW w:w="1680" w:type="dxa"/>
                </w:tcPr>
                <w:p w14:paraId="1507A441" w14:textId="77777777" w:rsidR="00AB2C24" w:rsidRPr="00A075B0" w:rsidRDefault="00AB2C24" w:rsidP="00A075B0">
                  <w:pPr>
                    <w:pStyle w:val="SIText"/>
                  </w:pPr>
                  <w:r w:rsidRPr="00A075B0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6135211C" w14:textId="1944BBC2" w:rsidR="00AB2C24" w:rsidRPr="00A075B0" w:rsidRDefault="00AB2C24" w:rsidP="00A075B0">
                  <w:pPr>
                    <w:pStyle w:val="SIText"/>
                  </w:pPr>
                  <w:r w:rsidRPr="00A075B0">
                    <w:t xml:space="preserve">Manage </w:t>
                  </w:r>
                  <w:r w:rsidR="00736BE1">
                    <w:t xml:space="preserve">business operations of </w:t>
                  </w:r>
                  <w:r w:rsidRPr="00A075B0">
                    <w:t>a forestry contractor business</w:t>
                  </w:r>
                </w:p>
              </w:tc>
            </w:tr>
            <w:tr w:rsidR="00AB2C24" w:rsidRPr="00777934" w14:paraId="0766F143" w14:textId="77777777" w:rsidTr="002C4FF0">
              <w:tc>
                <w:tcPr>
                  <w:tcW w:w="1680" w:type="dxa"/>
                </w:tcPr>
                <w:p w14:paraId="3FA278E2" w14:textId="77777777" w:rsidR="00AB2C24" w:rsidRPr="00A075B0" w:rsidRDefault="00AB2C24" w:rsidP="00A075B0">
                  <w:pPr>
                    <w:pStyle w:val="SIText"/>
                  </w:pPr>
                  <w:r w:rsidRPr="00A075B0">
                    <w:t>FWPFGM4XXX</w:t>
                  </w:r>
                </w:p>
              </w:tc>
              <w:tc>
                <w:tcPr>
                  <w:tcW w:w="6417" w:type="dxa"/>
                  <w:vAlign w:val="center"/>
                </w:tcPr>
                <w:p w14:paraId="57045B7A" w14:textId="533AF582" w:rsidR="00AB2C24" w:rsidRPr="00A075B0" w:rsidRDefault="00AB2C24" w:rsidP="00A075B0">
                  <w:pPr>
                    <w:pStyle w:val="SIText"/>
                  </w:pPr>
                  <w:r w:rsidRPr="00A075B0">
                    <w:t>Manage people</w:t>
                  </w:r>
                  <w:r w:rsidR="00EB3738">
                    <w:t xml:space="preserve"> practices</w:t>
                  </w:r>
                  <w:r w:rsidRPr="00A075B0">
                    <w:t xml:space="preserve"> in a forestry contractor business</w:t>
                  </w:r>
                </w:p>
              </w:tc>
            </w:tr>
          </w:tbl>
          <w:p w14:paraId="573D5B0E" w14:textId="67DB0D9D" w:rsidR="00D46800" w:rsidRDefault="00D46800" w:rsidP="0055262B">
            <w:pPr>
              <w:pStyle w:val="SIText-Bold"/>
            </w:pPr>
          </w:p>
          <w:p w14:paraId="714F44B3" w14:textId="3FF97110" w:rsidR="00A31F24" w:rsidRDefault="00247927" w:rsidP="0055262B">
            <w:pPr>
              <w:pStyle w:val="SIText-Bold"/>
            </w:pPr>
            <w:r>
              <w:t xml:space="preserve">Group </w:t>
            </w:r>
            <w:r w:rsidR="009D1152">
              <w:t>B</w:t>
            </w:r>
            <w:r>
              <w:t xml:space="preserve">: </w:t>
            </w:r>
            <w:r w:rsidR="00A31F24" w:rsidRPr="00A31F24">
              <w:t>Forest Operations Management</w:t>
            </w:r>
          </w:p>
          <w:p w14:paraId="078E356C" w14:textId="7B458653" w:rsidR="002255AD" w:rsidRPr="00A31F24" w:rsidRDefault="002255AD" w:rsidP="0055262B">
            <w:pPr>
              <w:pStyle w:val="SIText-Bold"/>
            </w:pPr>
            <w:r>
              <w:t>Silviculture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5C7EA8" w14:paraId="127E5228" w14:textId="71859F19" w:rsidTr="002C4FF0">
              <w:tc>
                <w:tcPr>
                  <w:tcW w:w="1757" w:type="dxa"/>
                </w:tcPr>
                <w:p w14:paraId="086D87B4" w14:textId="3448A95F" w:rsidR="00AB2C24" w:rsidRPr="00286668" w:rsidRDefault="00AB2C24" w:rsidP="00286668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6CFBC9EC" w14:textId="0937D17E" w:rsidR="00AB2C24" w:rsidRPr="00286668" w:rsidRDefault="00AB2C24" w:rsidP="00286668">
                  <w:pPr>
                    <w:pStyle w:val="SIText"/>
                  </w:pPr>
                  <w:r w:rsidRPr="00286668">
                    <w:t>Plan for and coordinate a regeneration rate assessment</w:t>
                  </w:r>
                </w:p>
              </w:tc>
            </w:tr>
            <w:tr w:rsidR="00AB2C24" w:rsidRPr="005C7EA8" w14:paraId="3C240E5C" w14:textId="56148CED" w:rsidTr="002C4FF0">
              <w:tc>
                <w:tcPr>
                  <w:tcW w:w="1757" w:type="dxa"/>
                </w:tcPr>
                <w:p w14:paraId="6A5F1B9C" w14:textId="629683D1" w:rsidR="00AB2C24" w:rsidRPr="00286668" w:rsidRDefault="00AB2C24" w:rsidP="00286668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5DB321C9" w14:textId="39364568" w:rsidR="00AB2C24" w:rsidRPr="00286668" w:rsidRDefault="00AB2C24" w:rsidP="00286668">
                  <w:pPr>
                    <w:pStyle w:val="SIText"/>
                  </w:pPr>
                  <w:r w:rsidRPr="00286668">
                    <w:t>Plan for and coordinate a forest site assessment</w:t>
                  </w:r>
                </w:p>
              </w:tc>
            </w:tr>
            <w:tr w:rsidR="00AB2C24" w:rsidRPr="005C7EA8" w14:paraId="73901E2F" w14:textId="726E2DCD" w:rsidTr="002C4FF0">
              <w:tc>
                <w:tcPr>
                  <w:tcW w:w="1757" w:type="dxa"/>
                </w:tcPr>
                <w:p w14:paraId="1C83CA20" w14:textId="434BCEC1" w:rsidR="00AB2C24" w:rsidRPr="00286668" w:rsidRDefault="00AB2C24" w:rsidP="00286668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6EE005A" w14:textId="25FB945D" w:rsidR="00AB2C24" w:rsidRPr="00286668" w:rsidRDefault="00AB2C24" w:rsidP="00286668">
                  <w:pPr>
                    <w:pStyle w:val="SIText"/>
                  </w:pPr>
                  <w:r w:rsidRPr="00286668">
                    <w:t>Plan for and coordinate a pests and diseases assessment</w:t>
                  </w:r>
                </w:p>
              </w:tc>
            </w:tr>
            <w:tr w:rsidR="00AB2C24" w:rsidRPr="005C7EA8" w14:paraId="3301D0EA" w14:textId="77777777" w:rsidTr="002C4FF0">
              <w:tc>
                <w:tcPr>
                  <w:tcW w:w="1757" w:type="dxa"/>
                </w:tcPr>
                <w:p w14:paraId="6BF611C6" w14:textId="13B4E319" w:rsidR="00AB2C24" w:rsidRPr="004C7EA1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5A14C846" w14:textId="7A654166" w:rsidR="00AB2C24" w:rsidRPr="004C7EA1" w:rsidRDefault="00AB2C24" w:rsidP="004C7EA1">
                  <w:pPr>
                    <w:pStyle w:val="SIText"/>
                  </w:pPr>
                  <w:r>
                    <w:t xml:space="preserve">Plan </w:t>
                  </w:r>
                  <w:r w:rsidRPr="004C7EA1">
                    <w:t>for and coordinate forest site preparation operations</w:t>
                  </w:r>
                </w:p>
              </w:tc>
            </w:tr>
            <w:tr w:rsidR="00AB2C24" w:rsidRPr="005C7EA8" w14:paraId="2FF6AB8D" w14:textId="7A796B82" w:rsidTr="002C4FF0">
              <w:tc>
                <w:tcPr>
                  <w:tcW w:w="1757" w:type="dxa"/>
                </w:tcPr>
                <w:p w14:paraId="0FEB43E7" w14:textId="4E47962F" w:rsidR="00AB2C24" w:rsidRPr="004C7EA1" w:rsidRDefault="00AB2C24" w:rsidP="004C7EA1">
                  <w:pPr>
                    <w:pStyle w:val="SIText"/>
                    <w:rPr>
                      <w:rStyle w:val="SITemporarytext-red"/>
                    </w:rPr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F98B222" w14:textId="676D1136" w:rsidR="00AB2C24" w:rsidRPr="004C7EA1" w:rsidRDefault="00AB2C24" w:rsidP="004C7EA1">
                  <w:pPr>
                    <w:pStyle w:val="SIText"/>
                    <w:rPr>
                      <w:rStyle w:val="SITemporarytext-red"/>
                    </w:rPr>
                  </w:pPr>
                  <w:r w:rsidRPr="00286668">
                    <w:t>Plan for and coordinate a stand health and nutrition program</w:t>
                  </w:r>
                </w:p>
              </w:tc>
            </w:tr>
            <w:tr w:rsidR="00AB2C24" w:rsidRPr="005C7EA8" w14:paraId="7175BD27" w14:textId="3A1C5A13" w:rsidTr="002C4FF0">
              <w:tc>
                <w:tcPr>
                  <w:tcW w:w="1757" w:type="dxa"/>
                </w:tcPr>
                <w:p w14:paraId="2D56DE91" w14:textId="2B595B46" w:rsidR="00AB2C24" w:rsidRPr="004C7EA1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78A51DD0" w14:textId="7869EC42" w:rsidR="00AB2C24" w:rsidRPr="004C7EA1" w:rsidRDefault="00AB2C24" w:rsidP="004C7EA1">
                  <w:pPr>
                    <w:pStyle w:val="SIText"/>
                  </w:pPr>
                  <w:r w:rsidRPr="00286668">
                    <w:t>Plan for and coordinate forest establishment operations</w:t>
                  </w:r>
                </w:p>
              </w:tc>
            </w:tr>
            <w:tr w:rsidR="00AB2C24" w:rsidRPr="005C7EA8" w14:paraId="65708F56" w14:textId="0F0605A3" w:rsidTr="002C4FF0">
              <w:tc>
                <w:tcPr>
                  <w:tcW w:w="1757" w:type="dxa"/>
                </w:tcPr>
                <w:p w14:paraId="1ED1BC7B" w14:textId="1E0F49E0" w:rsidR="00AB2C24" w:rsidRPr="004C7EA1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6F387F17" w14:textId="3D5F9BAC" w:rsidR="00AB2C24" w:rsidRPr="004C7EA1" w:rsidRDefault="00AB2C24" w:rsidP="004C7EA1">
                  <w:pPr>
                    <w:pStyle w:val="SIText"/>
                  </w:pPr>
                  <w:r w:rsidRPr="00286668">
                    <w:t>Plan for and coordinate </w:t>
                  </w:r>
                  <w:r w:rsidRPr="004C7EA1">
                    <w:t>tending operations in a native forest or plantation</w:t>
                  </w:r>
                </w:p>
              </w:tc>
            </w:tr>
            <w:tr w:rsidR="00AB2C24" w:rsidRPr="005C7EA8" w14:paraId="1B4B5F36" w14:textId="77777777" w:rsidTr="002C4FF0">
              <w:tc>
                <w:tcPr>
                  <w:tcW w:w="1757" w:type="dxa"/>
                </w:tcPr>
                <w:p w14:paraId="4B7B1594" w14:textId="398A3329" w:rsidR="00AB2C24" w:rsidRPr="00286668" w:rsidRDefault="00AB2C24" w:rsidP="004C7EA1">
                  <w:pPr>
                    <w:pStyle w:val="SIText"/>
                  </w:pPr>
                  <w:r w:rsidRPr="00286668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BF79F77" w14:textId="668C8384" w:rsidR="00AB2C24" w:rsidRPr="00286668" w:rsidRDefault="00AB2C24" w:rsidP="004C7EA1">
                  <w:pPr>
                    <w:pStyle w:val="SIText"/>
                  </w:pPr>
                  <w:r w:rsidRPr="00286668">
                    <w:t>Plan for and coordinate </w:t>
                  </w:r>
                  <w:r>
                    <w:t>thinning</w:t>
                  </w:r>
                  <w:r w:rsidRPr="00A74C6F">
                    <w:t xml:space="preserve"> operations in a native forest or plantation</w:t>
                  </w:r>
                </w:p>
              </w:tc>
            </w:tr>
            <w:tr w:rsidR="00AB2C24" w:rsidRPr="005C7EA8" w14:paraId="193267A2" w14:textId="77777777" w:rsidTr="002C4FF0">
              <w:tc>
                <w:tcPr>
                  <w:tcW w:w="1757" w:type="dxa"/>
                </w:tcPr>
                <w:p w14:paraId="094CA929" w14:textId="79738411" w:rsidR="00AB2C24" w:rsidRPr="00286668" w:rsidRDefault="00AB2C24" w:rsidP="004C7EA1">
                  <w:pPr>
                    <w:pStyle w:val="SIText"/>
                  </w:pPr>
                  <w:r w:rsidRPr="00165E52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5D023667" w14:textId="201C519C" w:rsidR="00AB2C24" w:rsidRPr="00286668" w:rsidRDefault="00AB2C24" w:rsidP="004C7EA1">
                  <w:pPr>
                    <w:pStyle w:val="SIText"/>
                  </w:pPr>
                  <w:r w:rsidRPr="00165E52">
                    <w:t xml:space="preserve">Plan for and coordinate stem improvement operations  </w:t>
                  </w:r>
                </w:p>
              </w:tc>
            </w:tr>
            <w:tr w:rsidR="00AB2C24" w:rsidRPr="005C7EA8" w14:paraId="0A565A1D" w14:textId="77777777" w:rsidTr="002C4FF0">
              <w:tc>
                <w:tcPr>
                  <w:tcW w:w="1757" w:type="dxa"/>
                  <w:vAlign w:val="center"/>
                </w:tcPr>
                <w:p w14:paraId="5F603FBD" w14:textId="0962A62E" w:rsidR="00AB2C24" w:rsidRPr="004C7EA1" w:rsidRDefault="00AB2C24" w:rsidP="004C7EA1">
                  <w:pPr>
                    <w:pStyle w:val="SIText"/>
                  </w:pPr>
                  <w:r w:rsidRPr="00621229">
                    <w:t>AHCCHM405</w:t>
                  </w:r>
                </w:p>
              </w:tc>
              <w:tc>
                <w:tcPr>
                  <w:tcW w:w="6340" w:type="dxa"/>
                  <w:vAlign w:val="center"/>
                </w:tcPr>
                <w:p w14:paraId="0A7A126D" w14:textId="14857682" w:rsidR="00AB2C24" w:rsidRPr="004C7EA1" w:rsidRDefault="00AB2C24" w:rsidP="004C7EA1">
                  <w:pPr>
                    <w:pStyle w:val="SIText"/>
                  </w:pPr>
                  <w:r w:rsidRPr="00621229">
                    <w:t>Plan and</w:t>
                  </w:r>
                  <w:r w:rsidR="004157BB">
                    <w:t xml:space="preserve"> </w:t>
                  </w:r>
                  <w:r w:rsidRPr="00621229">
                    <w:t>implement a chemical use program</w:t>
                  </w:r>
                </w:p>
              </w:tc>
            </w:tr>
            <w:tr w:rsidR="00AB2C24" w:rsidRPr="005C7EA8" w14:paraId="261CC070" w14:textId="77777777" w:rsidTr="002C4FF0">
              <w:tc>
                <w:tcPr>
                  <w:tcW w:w="1757" w:type="dxa"/>
                  <w:vAlign w:val="center"/>
                </w:tcPr>
                <w:p w14:paraId="376E5E88" w14:textId="649F89CF" w:rsidR="00AB2C24" w:rsidRPr="004C7EA1" w:rsidRDefault="00AB2C24" w:rsidP="004C7EA1">
                  <w:pPr>
                    <w:pStyle w:val="SIText"/>
                  </w:pPr>
                  <w:r w:rsidRPr="00621229">
                    <w:t>AHCCHM404</w:t>
                  </w:r>
                </w:p>
              </w:tc>
              <w:tc>
                <w:tcPr>
                  <w:tcW w:w="6340" w:type="dxa"/>
                  <w:vAlign w:val="center"/>
                </w:tcPr>
                <w:p w14:paraId="202D654B" w14:textId="5776B772" w:rsidR="00AB2C24" w:rsidRPr="004C7EA1" w:rsidRDefault="00AB2C24" w:rsidP="004C7EA1">
                  <w:pPr>
                    <w:pStyle w:val="SIText"/>
                  </w:pPr>
                  <w:r w:rsidRPr="00621229">
                    <w:t>Develop procedures to minimise risks in the use of chemicals</w:t>
                  </w:r>
                </w:p>
              </w:tc>
            </w:tr>
            <w:tr w:rsidR="00AB2C24" w:rsidRPr="005C7EA8" w14:paraId="553CC3F3" w14:textId="77777777" w:rsidTr="002C4FF0">
              <w:tc>
                <w:tcPr>
                  <w:tcW w:w="1757" w:type="dxa"/>
                  <w:vAlign w:val="center"/>
                </w:tcPr>
                <w:p w14:paraId="5E8F299C" w14:textId="1E9970CE" w:rsidR="00AB2C24" w:rsidRPr="004C7EA1" w:rsidRDefault="00AB2C24" w:rsidP="004C7EA1">
                  <w:pPr>
                    <w:pStyle w:val="SIText"/>
                  </w:pPr>
                  <w:r w:rsidRPr="00861438">
                    <w:t>FWPFGM3217</w:t>
                  </w:r>
                </w:p>
              </w:tc>
              <w:tc>
                <w:tcPr>
                  <w:tcW w:w="6340" w:type="dxa"/>
                  <w:vAlign w:val="center"/>
                </w:tcPr>
                <w:p w14:paraId="353C4041" w14:textId="52A1A73B" w:rsidR="00AB2C24" w:rsidRPr="004C7EA1" w:rsidRDefault="00AB2C24" w:rsidP="004C7EA1">
                  <w:pPr>
                    <w:pStyle w:val="SIText"/>
                  </w:pPr>
                  <w:r w:rsidRPr="00861438">
                    <w:t xml:space="preserve">Fell trees manually (advanced) </w:t>
                  </w:r>
                </w:p>
              </w:tc>
            </w:tr>
          </w:tbl>
          <w:p w14:paraId="56A88B63" w14:textId="12896EA7" w:rsidR="00713260" w:rsidRDefault="00713260" w:rsidP="00713260">
            <w:pPr>
              <w:pStyle w:val="SIText-Bold"/>
            </w:pPr>
            <w:r>
              <w:t>Timber Harvesting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3E69B9" w:rsidRPr="00286668" w14:paraId="6C76D99D" w14:textId="77777777" w:rsidTr="00A22391">
              <w:tc>
                <w:tcPr>
                  <w:tcW w:w="1757" w:type="dxa"/>
                  <w:vAlign w:val="center"/>
                </w:tcPr>
                <w:p w14:paraId="235E24C7" w14:textId="1A89985C" w:rsidR="003E69B9" w:rsidRPr="003E69B9" w:rsidRDefault="00314FF1" w:rsidP="003E69B9">
                  <w:pPr>
                    <w:pStyle w:val="SIText"/>
                  </w:pPr>
                  <w:r>
                    <w:t>FWP</w:t>
                  </w:r>
                  <w:r w:rsidR="002F63A3">
                    <w:t>HAR3209</w:t>
                  </w:r>
                </w:p>
              </w:tc>
              <w:tc>
                <w:tcPr>
                  <w:tcW w:w="6340" w:type="dxa"/>
                  <w:vAlign w:val="center"/>
                </w:tcPr>
                <w:p w14:paraId="6DB5A48E" w14:textId="3C2AA132" w:rsidR="003E69B9" w:rsidRPr="003E69B9" w:rsidRDefault="002F63A3" w:rsidP="003E69B9">
                  <w:pPr>
                    <w:pStyle w:val="SIText"/>
                  </w:pPr>
                  <w:r>
                    <w:t>Harvest tree manually (advanced)</w:t>
                  </w:r>
                </w:p>
              </w:tc>
            </w:tr>
            <w:tr w:rsidR="003E69B9" w:rsidRPr="00286668" w14:paraId="140DE6C2" w14:textId="77777777" w:rsidTr="002C4FF0">
              <w:tc>
                <w:tcPr>
                  <w:tcW w:w="1757" w:type="dxa"/>
                </w:tcPr>
                <w:p w14:paraId="1CE48F0D" w14:textId="27122516" w:rsidR="003E69B9" w:rsidRPr="003E69B9" w:rsidRDefault="003E69B9" w:rsidP="003E69B9">
                  <w:pPr>
                    <w:pStyle w:val="SIText"/>
                  </w:pPr>
                  <w:r w:rsidRPr="003E69B9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750A9C3" w14:textId="53F56EB0" w:rsidR="003E69B9" w:rsidRPr="003E69B9" w:rsidRDefault="003E69B9" w:rsidP="003E69B9">
                  <w:pPr>
                    <w:pStyle w:val="SIText"/>
                  </w:pPr>
                  <w:r w:rsidRPr="003E69B9">
                    <w:t>Plan for and coordinate forest harvesting operations</w:t>
                  </w:r>
                </w:p>
              </w:tc>
            </w:tr>
            <w:tr w:rsidR="00EE450F" w:rsidRPr="00286668" w14:paraId="26F3DA16" w14:textId="77777777" w:rsidTr="00DA59C5">
              <w:tc>
                <w:tcPr>
                  <w:tcW w:w="1757" w:type="dxa"/>
                </w:tcPr>
                <w:p w14:paraId="14F5F19B" w14:textId="798D6B8F" w:rsidR="00EE450F" w:rsidRPr="00EE450F" w:rsidRDefault="00EE450F" w:rsidP="00EE450F">
                  <w:pPr>
                    <w:pStyle w:val="SIText"/>
                  </w:pPr>
                  <w:r w:rsidRPr="00EE450F">
                    <w:t>FWPHAR4XXX</w:t>
                  </w:r>
                </w:p>
              </w:tc>
              <w:tc>
                <w:tcPr>
                  <w:tcW w:w="6340" w:type="dxa"/>
                </w:tcPr>
                <w:p w14:paraId="3A429250" w14:textId="18045714" w:rsidR="00EE450F" w:rsidRPr="00EE450F" w:rsidRDefault="00EE450F" w:rsidP="00EE450F">
                  <w:pPr>
                    <w:pStyle w:val="SIText"/>
                  </w:pPr>
                  <w:r w:rsidRPr="00EE450F">
                    <w:t>Plan for and coordinate log recovery (hook tender)</w:t>
                  </w:r>
                </w:p>
              </w:tc>
            </w:tr>
            <w:tr w:rsidR="003E69B9" w:rsidRPr="00286668" w14:paraId="5B94505C" w14:textId="77777777" w:rsidTr="002C4FF0">
              <w:tc>
                <w:tcPr>
                  <w:tcW w:w="1757" w:type="dxa"/>
                </w:tcPr>
                <w:p w14:paraId="745A4E68" w14:textId="4741C069" w:rsidR="003E69B9" w:rsidRPr="003E69B9" w:rsidRDefault="003E69B9" w:rsidP="003E69B9">
                  <w:pPr>
                    <w:pStyle w:val="SIText"/>
                  </w:pPr>
                  <w:r w:rsidRPr="003E69B9">
                    <w:lastRenderedPageBreak/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77ED2E2" w14:textId="7C95A245" w:rsidR="003E69B9" w:rsidRPr="003E69B9" w:rsidRDefault="003E69B9" w:rsidP="003E69B9">
                  <w:pPr>
                    <w:pStyle w:val="SIText"/>
                  </w:pPr>
                  <w:r w:rsidRPr="003E69B9">
                    <w:t>Plan for and coordinate fire salvage operations</w:t>
                  </w:r>
                </w:p>
              </w:tc>
            </w:tr>
            <w:tr w:rsidR="003E69B9" w:rsidRPr="00286668" w14:paraId="20B9601D" w14:textId="77777777" w:rsidTr="002C4FF0">
              <w:tc>
                <w:tcPr>
                  <w:tcW w:w="1757" w:type="dxa"/>
                </w:tcPr>
                <w:p w14:paraId="63DBC398" w14:textId="407F4A98" w:rsidR="003E69B9" w:rsidRPr="003E69B9" w:rsidRDefault="003E69B9" w:rsidP="003E69B9">
                  <w:pPr>
                    <w:pStyle w:val="SIText"/>
                  </w:pPr>
                  <w:r w:rsidRPr="003E69B9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0EB86D3" w14:textId="106CC302" w:rsidR="003E69B9" w:rsidRPr="003E69B9" w:rsidRDefault="003E69B9" w:rsidP="003E69B9">
                  <w:pPr>
                    <w:pStyle w:val="SIText"/>
                  </w:pPr>
                  <w:r w:rsidRPr="003E69B9">
                    <w:t>Process and interpret harvester and forwarder optimisation data</w:t>
                  </w:r>
                </w:p>
              </w:tc>
            </w:tr>
            <w:tr w:rsidR="003E69B9" w:rsidRPr="00286668" w14:paraId="17BCD62B" w14:textId="77777777" w:rsidTr="002C4FF0">
              <w:tc>
                <w:tcPr>
                  <w:tcW w:w="1757" w:type="dxa"/>
                </w:tcPr>
                <w:p w14:paraId="02A90F4E" w14:textId="6E5D89E0" w:rsidR="003E69B9" w:rsidRPr="003E69B9" w:rsidRDefault="003E69B9" w:rsidP="003E69B9">
                  <w:pPr>
                    <w:pStyle w:val="SIText"/>
                    <w:rPr>
                      <w:rStyle w:val="SITemporarytext-red"/>
                    </w:rPr>
                  </w:pPr>
                  <w:r w:rsidRPr="003E69B9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2ABCE3DA" w14:textId="0BE48F29" w:rsidR="003E69B9" w:rsidRPr="003E69B9" w:rsidRDefault="003E69B9" w:rsidP="003E69B9">
                  <w:pPr>
                    <w:pStyle w:val="SIText"/>
                    <w:rPr>
                      <w:rStyle w:val="SITemporarytext-red"/>
                    </w:rPr>
                  </w:pPr>
                  <w:r w:rsidRPr="003E69B9">
                    <w:t>Conduct a wood volume and yield assessment</w:t>
                  </w:r>
                </w:p>
              </w:tc>
            </w:tr>
          </w:tbl>
          <w:p w14:paraId="58D53ABF" w14:textId="6EF53544" w:rsidR="00FE6531" w:rsidRDefault="00FE6531" w:rsidP="00F115E1">
            <w:pPr>
              <w:pStyle w:val="SIText-Bold"/>
            </w:pPr>
            <w:r>
              <w:t xml:space="preserve">Log Haulage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805DBD" w14:paraId="1E969562" w14:textId="77777777" w:rsidTr="002C4FF0">
              <w:tc>
                <w:tcPr>
                  <w:tcW w:w="1757" w:type="dxa"/>
                </w:tcPr>
                <w:p w14:paraId="2184B703" w14:textId="0535765F" w:rsidR="00AB2C24" w:rsidRPr="00DE19F7" w:rsidRDefault="00AB2C24" w:rsidP="00DE19F7">
                  <w:pPr>
                    <w:pStyle w:val="SIText"/>
                  </w:pPr>
                  <w:r w:rsidRPr="00DE19F7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7B6DB724" w14:textId="3436F3FB" w:rsidR="00AB2C24" w:rsidRPr="00DE19F7" w:rsidRDefault="00AB2C24" w:rsidP="00DE19F7">
                  <w:pPr>
                    <w:pStyle w:val="SIText"/>
                  </w:pPr>
                  <w:r w:rsidRPr="00DE19F7">
                    <w:t>Plan for and coordinate log loading and haulage operations</w:t>
                  </w:r>
                </w:p>
              </w:tc>
            </w:tr>
            <w:tr w:rsidR="00AB2C24" w:rsidRPr="007F224F" w14:paraId="4DBC7AA0" w14:textId="77777777" w:rsidTr="002C4FF0">
              <w:tc>
                <w:tcPr>
                  <w:tcW w:w="1757" w:type="dxa"/>
                  <w:vAlign w:val="center"/>
                </w:tcPr>
                <w:p w14:paraId="11EDA593" w14:textId="1BA139F3" w:rsidR="00AB2C24" w:rsidRPr="00621229" w:rsidRDefault="00AB2C24" w:rsidP="00621229">
                  <w:pPr>
                    <w:pStyle w:val="SIText"/>
                  </w:pPr>
                  <w:r w:rsidRPr="00621229">
                    <w:t>TLIF0014</w:t>
                  </w:r>
                </w:p>
              </w:tc>
              <w:tc>
                <w:tcPr>
                  <w:tcW w:w="6340" w:type="dxa"/>
                  <w:vAlign w:val="center"/>
                </w:tcPr>
                <w:p w14:paraId="64F5AB20" w14:textId="0AD16155" w:rsidR="00AB2C24" w:rsidRPr="00621229" w:rsidRDefault="00AB2C24" w:rsidP="00621229">
                  <w:pPr>
                    <w:pStyle w:val="SIText"/>
                  </w:pPr>
                  <w:r w:rsidRPr="00621229">
                    <w:t>Monitor the safety of transport activities (Chain of Responsibility)</w:t>
                  </w:r>
                </w:p>
              </w:tc>
            </w:tr>
            <w:tr w:rsidR="00AB2C24" w:rsidRPr="007F224F" w14:paraId="6C8D1FAC" w14:textId="77777777" w:rsidTr="002C4FF0">
              <w:tc>
                <w:tcPr>
                  <w:tcW w:w="1757" w:type="dxa"/>
                </w:tcPr>
                <w:p w14:paraId="52B93CF7" w14:textId="6167CEE1" w:rsidR="00AB2C24" w:rsidRPr="0026071E" w:rsidRDefault="00AB2C24" w:rsidP="002607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071E">
                    <w:rPr>
                      <w:rStyle w:val="SITemporarytext-green"/>
                      <w:color w:val="auto"/>
                      <w:sz w:val="20"/>
                    </w:rPr>
                    <w:t>TLIF4064</w:t>
                  </w:r>
                </w:p>
              </w:tc>
              <w:tc>
                <w:tcPr>
                  <w:tcW w:w="6340" w:type="dxa"/>
                </w:tcPr>
                <w:p w14:paraId="2764BEB3" w14:textId="48D2EC66" w:rsidR="00AB2C24" w:rsidRPr="0026071E" w:rsidRDefault="00AB2C24" w:rsidP="0026071E">
                  <w:pPr>
                    <w:pStyle w:val="SIText"/>
                  </w:pPr>
                  <w:r w:rsidRPr="0026071E">
                    <w:t xml:space="preserve">Manage fatigue management policy and procedures </w:t>
                  </w:r>
                </w:p>
              </w:tc>
            </w:tr>
          </w:tbl>
          <w:p w14:paraId="2899DC08" w14:textId="3BB59F0E" w:rsidR="008A67BC" w:rsidRDefault="008A67BC" w:rsidP="00F115E1">
            <w:pPr>
              <w:pStyle w:val="SIText-Bold"/>
            </w:pPr>
            <w:r>
              <w:t>Site Access and Roading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7"/>
              <w:gridCol w:w="6340"/>
            </w:tblGrid>
            <w:tr w:rsidR="00AB2C24" w:rsidRPr="00805DBD" w14:paraId="7B475230" w14:textId="77777777" w:rsidTr="002C4FF0">
              <w:tc>
                <w:tcPr>
                  <w:tcW w:w="1757" w:type="dxa"/>
                </w:tcPr>
                <w:p w14:paraId="5F75C7BE" w14:textId="77777777" w:rsidR="00AB2C24" w:rsidRPr="005878B0" w:rsidRDefault="00AB2C24" w:rsidP="005878B0">
                  <w:pPr>
                    <w:pStyle w:val="SIText"/>
                  </w:pPr>
                  <w:r w:rsidRPr="005878B0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47CBAC9" w14:textId="72C13F3B" w:rsidR="00AB2C24" w:rsidRPr="005878B0" w:rsidRDefault="00AB2C24" w:rsidP="005878B0">
                  <w:pPr>
                    <w:pStyle w:val="SIText"/>
                  </w:pPr>
                  <w:r w:rsidRPr="005878B0">
                    <w:t>Plan for and coordinate quarry operations</w:t>
                  </w:r>
                </w:p>
              </w:tc>
            </w:tr>
            <w:tr w:rsidR="00AB2C24" w:rsidRPr="007F224F" w14:paraId="13FBBA34" w14:textId="77777777" w:rsidTr="002C4FF0">
              <w:tc>
                <w:tcPr>
                  <w:tcW w:w="1757" w:type="dxa"/>
                </w:tcPr>
                <w:p w14:paraId="7A28E72F" w14:textId="77777777" w:rsidR="00AB2C24" w:rsidRPr="005878B0" w:rsidRDefault="00AB2C24" w:rsidP="005878B0">
                  <w:pPr>
                    <w:pStyle w:val="SIText"/>
                  </w:pPr>
                  <w:r w:rsidRPr="005878B0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0E39E559" w14:textId="7580F971" w:rsidR="00AB2C24" w:rsidRPr="005878B0" w:rsidRDefault="00AB2C24" w:rsidP="005878B0">
                  <w:pPr>
                    <w:pStyle w:val="SIText"/>
                  </w:pPr>
                  <w:r w:rsidRPr="005878B0">
                    <w:t>Plan for and coordinate road construction and maintenance</w:t>
                  </w:r>
                </w:p>
              </w:tc>
            </w:tr>
            <w:tr w:rsidR="00AB2C24" w:rsidRPr="007F224F" w14:paraId="4E8D652D" w14:textId="77777777" w:rsidTr="002C4FF0">
              <w:tc>
                <w:tcPr>
                  <w:tcW w:w="1757" w:type="dxa"/>
                </w:tcPr>
                <w:p w14:paraId="3B231F0E" w14:textId="77777777" w:rsidR="00AB2C24" w:rsidRPr="005878B0" w:rsidRDefault="00AB2C24" w:rsidP="005878B0">
                  <w:pPr>
                    <w:pStyle w:val="SIText"/>
                  </w:pPr>
                  <w:r w:rsidRPr="005878B0">
                    <w:t>FWPFGM4XXX</w:t>
                  </w:r>
                </w:p>
              </w:tc>
              <w:tc>
                <w:tcPr>
                  <w:tcW w:w="6340" w:type="dxa"/>
                  <w:vAlign w:val="center"/>
                </w:tcPr>
                <w:p w14:paraId="4D6B1E79" w14:textId="23B78F55" w:rsidR="00AB2C24" w:rsidRPr="005878B0" w:rsidRDefault="00AB2C24" w:rsidP="005878B0">
                  <w:pPr>
                    <w:pStyle w:val="SIText"/>
                  </w:pPr>
                  <w:r w:rsidRPr="005878B0">
                    <w:t>Plan for and coordinate construction of log landing and snig tracks</w:t>
                  </w:r>
                </w:p>
              </w:tc>
            </w:tr>
          </w:tbl>
          <w:p w14:paraId="6C3529CD" w14:textId="25067D93" w:rsidR="007C214F" w:rsidRPr="007C214F" w:rsidRDefault="007C214F" w:rsidP="007C214F">
            <w:pPr>
              <w:pStyle w:val="SIText-Bold"/>
            </w:pPr>
            <w:r w:rsidRPr="007C214F">
              <w:t>Fire Control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7"/>
              <w:gridCol w:w="6420"/>
            </w:tblGrid>
            <w:tr w:rsidR="00AB2C24" w:rsidRPr="005E04F7" w14:paraId="0D055B7B" w14:textId="77777777" w:rsidTr="002C4FF0">
              <w:tc>
                <w:tcPr>
                  <w:tcW w:w="1677" w:type="dxa"/>
                </w:tcPr>
                <w:p w14:paraId="4E919445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FWPFGM3XXX</w:t>
                  </w:r>
                </w:p>
              </w:tc>
              <w:tc>
                <w:tcPr>
                  <w:tcW w:w="6420" w:type="dxa"/>
                  <w:vAlign w:val="center"/>
                </w:tcPr>
                <w:p w14:paraId="41F207CA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Evaluate fire potential and prevention</w:t>
                  </w:r>
                </w:p>
              </w:tc>
            </w:tr>
            <w:tr w:rsidR="00AB2C24" w:rsidRPr="005E04F7" w14:paraId="25FD8A3A" w14:textId="77777777" w:rsidTr="002C4FF0">
              <w:tc>
                <w:tcPr>
                  <w:tcW w:w="1677" w:type="dxa"/>
                  <w:vAlign w:val="center"/>
                </w:tcPr>
                <w:p w14:paraId="736BEC6D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PUAFIR407</w:t>
                  </w:r>
                </w:p>
              </w:tc>
              <w:tc>
                <w:tcPr>
                  <w:tcW w:w="6420" w:type="dxa"/>
                  <w:vAlign w:val="center"/>
                </w:tcPr>
                <w:p w14:paraId="0E5A025E" w14:textId="77777777" w:rsidR="00AB2C24" w:rsidRPr="007C214F" w:rsidRDefault="00AB2C24" w:rsidP="007C214F">
                  <w:pPr>
                    <w:pStyle w:val="SIText"/>
                  </w:pPr>
                  <w:r w:rsidRPr="007C214F">
                    <w:t>Interpret and analyse fire weather information</w:t>
                  </w:r>
                </w:p>
              </w:tc>
            </w:tr>
            <w:tr w:rsidR="00972A9A" w:rsidRPr="005E04F7" w14:paraId="7F4979C7" w14:textId="77777777" w:rsidTr="002C4FF0">
              <w:tc>
                <w:tcPr>
                  <w:tcW w:w="1677" w:type="dxa"/>
                  <w:vAlign w:val="center"/>
                </w:tcPr>
                <w:p w14:paraId="278E7881" w14:textId="3804A8FF" w:rsidR="00972A9A" w:rsidRPr="007C214F" w:rsidRDefault="00BB0171" w:rsidP="007C214F">
                  <w:pPr>
                    <w:pStyle w:val="SIText"/>
                  </w:pPr>
                  <w:r w:rsidRPr="00BB0171">
                    <w:t>PUAFIR204</w:t>
                  </w:r>
                  <w:r w:rsidR="00814D86">
                    <w:t>*</w:t>
                  </w:r>
                </w:p>
              </w:tc>
              <w:tc>
                <w:tcPr>
                  <w:tcW w:w="6420" w:type="dxa"/>
                  <w:vAlign w:val="center"/>
                </w:tcPr>
                <w:p w14:paraId="1FB1B3BF" w14:textId="3411DC22" w:rsidR="00972A9A" w:rsidRPr="007C214F" w:rsidRDefault="00BB0171" w:rsidP="007C214F">
                  <w:pPr>
                    <w:pStyle w:val="SIText"/>
                  </w:pPr>
                  <w:r w:rsidRPr="00BB0171">
                    <w:t>Respond to wildfire</w:t>
                  </w:r>
                </w:p>
              </w:tc>
            </w:tr>
            <w:tr w:rsidR="00AD4F67" w:rsidRPr="005E04F7" w14:paraId="2662D6B7" w14:textId="77777777" w:rsidTr="002C4FF0">
              <w:tc>
                <w:tcPr>
                  <w:tcW w:w="1677" w:type="dxa"/>
                  <w:vAlign w:val="center"/>
                </w:tcPr>
                <w:p w14:paraId="59C5A888" w14:textId="68801BB5" w:rsidR="00AD4F67" w:rsidRPr="00BB0171" w:rsidRDefault="00AD4F67" w:rsidP="007C214F">
                  <w:pPr>
                    <w:pStyle w:val="SIText"/>
                  </w:pPr>
                  <w:r w:rsidRPr="00AD4F67">
                    <w:t>PUAFIR210</w:t>
                  </w:r>
                </w:p>
              </w:tc>
              <w:tc>
                <w:tcPr>
                  <w:tcW w:w="6420" w:type="dxa"/>
                  <w:vAlign w:val="center"/>
                </w:tcPr>
                <w:p w14:paraId="0EDF44E6" w14:textId="62120614" w:rsidR="00AD4F67" w:rsidRPr="00BB0171" w:rsidRDefault="00AD4F67" w:rsidP="007C214F">
                  <w:pPr>
                    <w:pStyle w:val="SIText"/>
                  </w:pPr>
                  <w:r w:rsidRPr="00AD4F67">
                    <w:t>Prevent injury</w:t>
                  </w:r>
                </w:p>
              </w:tc>
            </w:tr>
            <w:tr w:rsidR="00AB2C24" w:rsidRPr="005E04F7" w14:paraId="1A49F85B" w14:textId="77777777" w:rsidTr="002C4FF0">
              <w:tc>
                <w:tcPr>
                  <w:tcW w:w="1677" w:type="dxa"/>
                  <w:vAlign w:val="center"/>
                </w:tcPr>
                <w:p w14:paraId="0AAC9CBA" w14:textId="4F72956C" w:rsidR="00AB2C24" w:rsidRPr="00621229" w:rsidRDefault="00AB2C24" w:rsidP="00621229">
                  <w:pPr>
                    <w:pStyle w:val="SIText"/>
                  </w:pPr>
                  <w:r w:rsidRPr="00621229">
                    <w:t>PUAFIR303</w:t>
                  </w:r>
                  <w:r w:rsidR="00BB0171">
                    <w:t>*</w:t>
                  </w:r>
                </w:p>
              </w:tc>
              <w:tc>
                <w:tcPr>
                  <w:tcW w:w="6420" w:type="dxa"/>
                  <w:vAlign w:val="center"/>
                </w:tcPr>
                <w:p w14:paraId="1B055441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Suppress wildfire</w:t>
                  </w:r>
                </w:p>
              </w:tc>
            </w:tr>
            <w:tr w:rsidR="00AB2C24" w:rsidRPr="005E04F7" w14:paraId="73BC5C20" w14:textId="77777777" w:rsidTr="002C4FF0">
              <w:tc>
                <w:tcPr>
                  <w:tcW w:w="1677" w:type="dxa"/>
                  <w:vAlign w:val="center"/>
                </w:tcPr>
                <w:p w14:paraId="22C98038" w14:textId="272603B4" w:rsidR="00AB2C24" w:rsidRPr="00621229" w:rsidRDefault="00AB2C24" w:rsidP="00621229">
                  <w:pPr>
                    <w:pStyle w:val="SIText"/>
                  </w:pPr>
                  <w:r w:rsidRPr="00621229">
                    <w:t>PUAFIR417</w:t>
                  </w:r>
                  <w:r w:rsidR="00EF69D8">
                    <w:t>*</w:t>
                  </w:r>
                  <w:r w:rsidRPr="00621229">
                    <w:t xml:space="preserve"> </w:t>
                  </w:r>
                </w:p>
              </w:tc>
              <w:tc>
                <w:tcPr>
                  <w:tcW w:w="6420" w:type="dxa"/>
                  <w:vAlign w:val="center"/>
                </w:tcPr>
                <w:p w14:paraId="2748B0EC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Supervise use of machinery in wildfire operations</w:t>
                  </w:r>
                </w:p>
              </w:tc>
            </w:tr>
            <w:tr w:rsidR="00AB2C24" w:rsidRPr="005E04F7" w14:paraId="33CC5963" w14:textId="77777777" w:rsidTr="002C4FF0">
              <w:tc>
                <w:tcPr>
                  <w:tcW w:w="1677" w:type="dxa"/>
                  <w:vAlign w:val="center"/>
                </w:tcPr>
                <w:p w14:paraId="1C2736A2" w14:textId="67A1A505" w:rsidR="00AB2C24" w:rsidRPr="00621229" w:rsidRDefault="00AB2C24" w:rsidP="00621229">
                  <w:pPr>
                    <w:pStyle w:val="SIText"/>
                  </w:pPr>
                  <w:r w:rsidRPr="00621229">
                    <w:t>PUAFIR506</w:t>
                  </w:r>
                  <w:r w:rsidR="00156506">
                    <w:t>*</w:t>
                  </w:r>
                </w:p>
              </w:tc>
              <w:tc>
                <w:tcPr>
                  <w:tcW w:w="6420" w:type="dxa"/>
                  <w:vAlign w:val="center"/>
                </w:tcPr>
                <w:p w14:paraId="276793D5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Conduct complex prescribed burns</w:t>
                  </w:r>
                </w:p>
              </w:tc>
            </w:tr>
            <w:tr w:rsidR="00AB2C24" w:rsidRPr="005E04F7" w14:paraId="6B7C1F2E" w14:textId="77777777" w:rsidTr="002C4FF0">
              <w:tc>
                <w:tcPr>
                  <w:tcW w:w="1677" w:type="dxa"/>
                  <w:vAlign w:val="center"/>
                </w:tcPr>
                <w:p w14:paraId="418E0913" w14:textId="7589DC88" w:rsidR="00AB2C24" w:rsidRPr="00621229" w:rsidRDefault="00AB2C24" w:rsidP="00621229">
                  <w:pPr>
                    <w:pStyle w:val="SIText"/>
                  </w:pPr>
                  <w:r w:rsidRPr="00621229">
                    <w:t>PUAFIR402</w:t>
                  </w:r>
                  <w:r w:rsidR="00CC0B66">
                    <w:t>*</w:t>
                  </w:r>
                </w:p>
              </w:tc>
              <w:tc>
                <w:tcPr>
                  <w:tcW w:w="6420" w:type="dxa"/>
                  <w:vAlign w:val="center"/>
                </w:tcPr>
                <w:p w14:paraId="00FEFD24" w14:textId="77777777" w:rsidR="00AB2C24" w:rsidRPr="00621229" w:rsidRDefault="00AB2C24" w:rsidP="00621229">
                  <w:pPr>
                    <w:pStyle w:val="SIText"/>
                  </w:pPr>
                  <w:r w:rsidRPr="00621229">
                    <w:t>Conduct simple prescribed burns</w:t>
                  </w:r>
                </w:p>
              </w:tc>
            </w:tr>
          </w:tbl>
          <w:p w14:paraId="73AE28E4" w14:textId="7B63B307" w:rsidR="007C214F" w:rsidRDefault="007C214F" w:rsidP="00F115E1">
            <w:pPr>
              <w:pStyle w:val="SIText-Bold"/>
            </w:pPr>
          </w:p>
          <w:p w14:paraId="3AD80BA7" w14:textId="17402832" w:rsidR="007C214F" w:rsidRDefault="001311F0" w:rsidP="00F115E1">
            <w:pPr>
              <w:pStyle w:val="SIText-Bold"/>
            </w:pPr>
            <w:r>
              <w:t>Group C: Other</w:t>
            </w:r>
          </w:p>
          <w:p w14:paraId="77ADA1FE" w14:textId="0AAF1467" w:rsidR="001D0164" w:rsidRDefault="001D0164" w:rsidP="00F115E1">
            <w:pPr>
              <w:pStyle w:val="SIText-Bold"/>
            </w:pPr>
            <w:r>
              <w:t>Stakeholder communication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7"/>
              <w:gridCol w:w="6420"/>
            </w:tblGrid>
            <w:tr w:rsidR="00AB2C24" w:rsidRPr="007C214F" w14:paraId="59676324" w14:textId="77777777" w:rsidTr="002C4FF0">
              <w:tc>
                <w:tcPr>
                  <w:tcW w:w="1677" w:type="dxa"/>
                  <w:vAlign w:val="center"/>
                </w:tcPr>
                <w:p w14:paraId="16FB7396" w14:textId="3D613549" w:rsidR="00AB2C24" w:rsidRPr="005C39B5" w:rsidRDefault="00AB2C24" w:rsidP="005C39B5">
                  <w:pPr>
                    <w:pStyle w:val="SIText"/>
                  </w:pPr>
                  <w:r w:rsidRPr="005C39B5">
                    <w:t>BSBPMG634</w:t>
                  </w:r>
                </w:p>
              </w:tc>
              <w:tc>
                <w:tcPr>
                  <w:tcW w:w="6420" w:type="dxa"/>
                  <w:vAlign w:val="center"/>
                </w:tcPr>
                <w:p w14:paraId="478DF963" w14:textId="354E77A6" w:rsidR="00AB2C24" w:rsidRPr="005C39B5" w:rsidRDefault="00AB2C24" w:rsidP="005C39B5">
                  <w:pPr>
                    <w:pStyle w:val="SIText"/>
                  </w:pPr>
                  <w:r w:rsidRPr="005C39B5">
                    <w:t>Facilitate stakeholder engagement</w:t>
                  </w:r>
                </w:p>
              </w:tc>
            </w:tr>
          </w:tbl>
          <w:p w14:paraId="5BDA39BB" w14:textId="120A465A" w:rsidR="001D0164" w:rsidRDefault="001D0164" w:rsidP="00F115E1">
            <w:pPr>
              <w:pStyle w:val="SIText-Bold"/>
            </w:pPr>
            <w:r>
              <w:t>Personal Development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7"/>
              <w:gridCol w:w="6420"/>
            </w:tblGrid>
            <w:tr w:rsidR="00414306" w:rsidRPr="007C214F" w14:paraId="026CF83A" w14:textId="77777777" w:rsidTr="00921E40">
              <w:tc>
                <w:tcPr>
                  <w:tcW w:w="1677" w:type="dxa"/>
                  <w:vAlign w:val="center"/>
                </w:tcPr>
                <w:p w14:paraId="393BEFA4" w14:textId="77777777" w:rsidR="00414306" w:rsidRPr="00414306" w:rsidRDefault="00414306" w:rsidP="00414306">
                  <w:pPr>
                    <w:pStyle w:val="SIText"/>
                  </w:pPr>
                  <w:r w:rsidRPr="00414306">
                    <w:t>FWPFGM5XXX</w:t>
                  </w:r>
                </w:p>
              </w:tc>
              <w:tc>
                <w:tcPr>
                  <w:tcW w:w="6420" w:type="dxa"/>
                  <w:vAlign w:val="center"/>
                </w:tcPr>
                <w:p w14:paraId="4B6525EE" w14:textId="77777777" w:rsidR="00414306" w:rsidRPr="00414306" w:rsidRDefault="00414306" w:rsidP="00414306">
                  <w:pPr>
                    <w:pStyle w:val="SIText"/>
                  </w:pPr>
                  <w:r w:rsidRPr="00414306">
                    <w:t>Manage innovation and investigate best practice in forestry</w:t>
                  </w:r>
                </w:p>
              </w:tc>
            </w:tr>
            <w:tr w:rsidR="00414306" w:rsidRPr="007C214F" w14:paraId="4D097D04" w14:textId="77777777" w:rsidTr="00921E40">
              <w:tc>
                <w:tcPr>
                  <w:tcW w:w="1677" w:type="dxa"/>
                  <w:vAlign w:val="center"/>
                </w:tcPr>
                <w:p w14:paraId="297B779A" w14:textId="77777777" w:rsidR="00414306" w:rsidRPr="00414306" w:rsidRDefault="00414306" w:rsidP="00414306">
                  <w:pPr>
                    <w:pStyle w:val="SIText"/>
                  </w:pPr>
                  <w:r w:rsidRPr="00414306">
                    <w:t>BSBPEF402</w:t>
                  </w:r>
                </w:p>
              </w:tc>
              <w:tc>
                <w:tcPr>
                  <w:tcW w:w="6420" w:type="dxa"/>
                  <w:vAlign w:val="center"/>
                </w:tcPr>
                <w:p w14:paraId="00A82113" w14:textId="77777777" w:rsidR="00414306" w:rsidRPr="00414306" w:rsidRDefault="00414306" w:rsidP="00414306">
                  <w:pPr>
                    <w:pStyle w:val="SIText"/>
                  </w:pPr>
                  <w:r w:rsidRPr="00414306">
                    <w:t>Develop personal work priorities</w:t>
                  </w:r>
                </w:p>
              </w:tc>
            </w:tr>
          </w:tbl>
          <w:p w14:paraId="2DBAD28A" w14:textId="77777777" w:rsidR="004270D2" w:rsidRDefault="004270D2" w:rsidP="008E7B69"/>
          <w:p w14:paraId="64BC4B8E" w14:textId="77777777" w:rsidR="00FB6A40" w:rsidRPr="00FB6A40" w:rsidRDefault="00FB6A40" w:rsidP="00FB6A40">
            <w:pPr>
              <w:pStyle w:val="SITextHeading2"/>
            </w:pPr>
            <w:r w:rsidRPr="00FB6A40">
              <w:t>Prerequisite requirements</w:t>
            </w:r>
          </w:p>
          <w:p w14:paraId="26AB654C" w14:textId="77777777" w:rsidR="00FB6A40" w:rsidRPr="00FB6A40" w:rsidRDefault="00FB6A40" w:rsidP="00FB6A40">
            <w:pPr>
              <w:pStyle w:val="SIText"/>
            </w:pPr>
            <w:r w:rsidRPr="00FB6A40">
              <w:t>Units listed in the </w:t>
            </w:r>
            <w:r w:rsidRPr="00FB6A40">
              <w:rPr>
                <w:rStyle w:val="Emphasis"/>
              </w:rPr>
              <w:t>Prerequisite requirement</w:t>
            </w:r>
            <w:r w:rsidRPr="00FB6A40">
              <w:t> column that have their own prerequisite requirements are shown with an asterisk (*)</w:t>
            </w:r>
          </w:p>
          <w:p w14:paraId="1859DEDE" w14:textId="77777777" w:rsidR="00FB6A40" w:rsidRPr="00FB6A40" w:rsidRDefault="00FB6A40" w:rsidP="00FB6A40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78"/>
              <w:gridCol w:w="4397"/>
            </w:tblGrid>
            <w:tr w:rsidR="00FB6A40" w14:paraId="510091AC" w14:textId="77777777" w:rsidTr="00F91AC6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C79E59" w14:textId="77777777" w:rsidR="00FB6A40" w:rsidRPr="00FB6A40" w:rsidRDefault="00FB6A40" w:rsidP="00FB6A40">
                  <w:pPr>
                    <w:pStyle w:val="SIText-Bold"/>
                  </w:pPr>
                  <w:r w:rsidRPr="00FB6A40">
                    <w:t>Unit of competency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12A2E8" w14:textId="77777777" w:rsidR="00FB6A40" w:rsidRPr="00FB6A40" w:rsidRDefault="00FB6A40" w:rsidP="00FB6A40">
                  <w:pPr>
                    <w:pStyle w:val="SIText-Bold"/>
                  </w:pPr>
                  <w:r w:rsidRPr="00FB6A40">
                    <w:t>Prerequisite requirement</w:t>
                  </w:r>
                </w:p>
              </w:tc>
            </w:tr>
            <w:tr w:rsidR="00FB6A40" w14:paraId="233BA15A" w14:textId="77777777" w:rsidTr="00F91AC6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142D6" w14:textId="11FEB28C" w:rsidR="00FB6A40" w:rsidRPr="00FB6A40" w:rsidRDefault="00BB0171" w:rsidP="00FB6A40">
                  <w:pPr>
                    <w:pStyle w:val="SIText"/>
                  </w:pPr>
                  <w:r w:rsidRPr="00BB0171">
                    <w:t>PUAFIR303</w:t>
                  </w:r>
                  <w:r>
                    <w:t xml:space="preserve"> </w:t>
                  </w:r>
                  <w:r w:rsidRPr="00BB0171">
                    <w:t>Suppress wildfire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DCCEE" w14:textId="468E2462" w:rsidR="00FB6A40" w:rsidRPr="00FB6A40" w:rsidRDefault="00814D86" w:rsidP="00FB6A40">
                  <w:pPr>
                    <w:pStyle w:val="SIText"/>
                  </w:pPr>
                  <w:r w:rsidRPr="00814D86">
                    <w:t>PUAFIR204 Respond to wildfire</w:t>
                  </w:r>
                </w:p>
              </w:tc>
            </w:tr>
            <w:tr w:rsidR="00814D86" w14:paraId="2EA7F260" w14:textId="77777777" w:rsidTr="00F91AC6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98092" w14:textId="29633BF0" w:rsidR="00814D86" w:rsidRPr="00BB0171" w:rsidRDefault="00AD4F67" w:rsidP="00FB6A40">
                  <w:pPr>
                    <w:pStyle w:val="SIText"/>
                  </w:pPr>
                  <w:r w:rsidRPr="00AD4F67">
                    <w:t>PUAFIR204</w:t>
                  </w:r>
                  <w:r>
                    <w:t xml:space="preserve"> </w:t>
                  </w:r>
                  <w:r w:rsidR="00814D86" w:rsidRPr="00814D86">
                    <w:t>Respond to wildfire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61B08" w14:textId="77030A6F" w:rsidR="00814D86" w:rsidRPr="00814D86" w:rsidRDefault="00AD4F67" w:rsidP="00FB6A40">
                  <w:pPr>
                    <w:pStyle w:val="SIText"/>
                  </w:pPr>
                  <w:r w:rsidRPr="00AD4F67">
                    <w:t>PUAFIR210 Prevent injury</w:t>
                  </w:r>
                </w:p>
              </w:tc>
            </w:tr>
            <w:tr w:rsidR="00EF69D8" w14:paraId="63D6C675" w14:textId="77777777" w:rsidTr="00F91AC6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7912D" w14:textId="00104646" w:rsidR="00EF69D8" w:rsidRPr="00AD4F67" w:rsidRDefault="00EF69D8" w:rsidP="00FB6A40">
                  <w:pPr>
                    <w:pStyle w:val="SIText"/>
                  </w:pPr>
                  <w:r w:rsidRPr="00EF69D8">
                    <w:t>PUAFIR417</w:t>
                  </w:r>
                  <w:r>
                    <w:t xml:space="preserve"> </w:t>
                  </w:r>
                  <w:r w:rsidRPr="00EF69D8">
                    <w:t>Supervise use of machinery in wildfire operations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95FA2" w14:textId="719F94AD" w:rsidR="00EF69D8" w:rsidRPr="00AD4F67" w:rsidRDefault="00156506" w:rsidP="00FB6A40">
                  <w:pPr>
                    <w:pStyle w:val="SIText"/>
                  </w:pPr>
                  <w:r w:rsidRPr="00156506">
                    <w:t>PUAFIR303 Suppress wildfire</w:t>
                  </w:r>
                </w:p>
              </w:tc>
            </w:tr>
            <w:tr w:rsidR="00156506" w14:paraId="3BD309E6" w14:textId="77777777" w:rsidTr="00F91AC6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42E279" w14:textId="5C99F9BE" w:rsidR="00156506" w:rsidRPr="00EF69D8" w:rsidRDefault="00156506" w:rsidP="00FB6A40">
                  <w:pPr>
                    <w:pStyle w:val="SIText"/>
                  </w:pPr>
                  <w:r w:rsidRPr="00156506">
                    <w:t>PUAFIR506</w:t>
                  </w:r>
                  <w:r>
                    <w:t xml:space="preserve"> </w:t>
                  </w:r>
                  <w:r w:rsidRPr="00156506">
                    <w:t>Conduct complex prescribed burns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7004B" w14:textId="40E473C8" w:rsidR="00156506" w:rsidRPr="00156506" w:rsidRDefault="00156506" w:rsidP="00FB6A40">
                  <w:pPr>
                    <w:pStyle w:val="SIText"/>
                  </w:pPr>
                  <w:r w:rsidRPr="00156506">
                    <w:t>PUAFIR303 Suppress wildfire</w:t>
                  </w:r>
                </w:p>
              </w:tc>
            </w:tr>
            <w:tr w:rsidR="00CC0B66" w14:paraId="30CDC6BF" w14:textId="77777777" w:rsidTr="00F91AC6">
              <w:tc>
                <w:tcPr>
                  <w:tcW w:w="4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6B229" w14:textId="563F1FDF" w:rsidR="00CC0B66" w:rsidRPr="00156506" w:rsidRDefault="00CC0B66" w:rsidP="00FB6A40">
                  <w:pPr>
                    <w:pStyle w:val="SIText"/>
                  </w:pPr>
                  <w:r w:rsidRPr="00CC0B66">
                    <w:t>PUAFIR402</w:t>
                  </w:r>
                  <w:r>
                    <w:t xml:space="preserve"> </w:t>
                  </w:r>
                  <w:r w:rsidRPr="00CC0B66">
                    <w:t>Conduct simple prescribed burns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DA848" w14:textId="2E45029F" w:rsidR="00CC0B66" w:rsidRPr="00156506" w:rsidRDefault="00CC0B66" w:rsidP="00FB6A40">
                  <w:pPr>
                    <w:pStyle w:val="SIText"/>
                  </w:pPr>
                  <w:r w:rsidRPr="00CC0B66">
                    <w:t>PUAFIR303 Suppress wildfire</w:t>
                  </w:r>
                </w:p>
              </w:tc>
            </w:tr>
          </w:tbl>
          <w:p w14:paraId="6B11E8C3" w14:textId="000DD541" w:rsidR="00414306" w:rsidRDefault="00414306" w:rsidP="008E7B69"/>
        </w:tc>
      </w:tr>
    </w:tbl>
    <w:p w14:paraId="1C2591C7" w14:textId="0739BA3F" w:rsidR="00DF5497" w:rsidRDefault="00DF5497"/>
    <w:p w14:paraId="4CAABCCE" w14:textId="77777777" w:rsidR="00DF5497" w:rsidRDefault="00DF5497">
      <w:pPr>
        <w:spacing w:after="200" w:line="276" w:lineRule="auto"/>
      </w:pPr>
      <w:r>
        <w:br w:type="page"/>
      </w:r>
    </w:p>
    <w:p w14:paraId="2D25339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E66687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 xml:space="preserve">Code and title </w:t>
                  </w:r>
                  <w:proofErr w:type="gramStart"/>
                  <w:r w:rsidRPr="000C13F1">
                    <w:t>previous</w:t>
                  </w:r>
                  <w:proofErr w:type="gramEnd"/>
                  <w:r w:rsidRPr="000C13F1">
                    <w:t>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E04F7" w:rsidRPr="00BC49BB" w14:paraId="3794A909" w14:textId="77777777" w:rsidTr="00E66687">
              <w:tc>
                <w:tcPr>
                  <w:tcW w:w="1028" w:type="pct"/>
                </w:tcPr>
                <w:p w14:paraId="0E6EA8A5" w14:textId="5768AACD" w:rsidR="005E04F7" w:rsidRDefault="005E04F7" w:rsidP="005E04F7">
                  <w:pPr>
                    <w:pStyle w:val="SIText"/>
                  </w:pPr>
                  <w:r w:rsidRPr="005E04F7">
                    <w:t>FWP4</w:t>
                  </w:r>
                  <w:r w:rsidR="007C0B06">
                    <w:t>XX</w:t>
                  </w:r>
                  <w:r w:rsidR="003842A9">
                    <w:t>21</w:t>
                  </w:r>
                  <w:r w:rsidRPr="005E04F7">
                    <w:t xml:space="preserve"> Certificate IV in Forest Operations</w:t>
                  </w:r>
                </w:p>
                <w:p w14:paraId="07CFF679" w14:textId="1DDD29D6" w:rsidR="00625737" w:rsidRPr="005E04F7" w:rsidRDefault="00625737" w:rsidP="005E04F7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7D3AC4CC" w14:textId="0BB87280" w:rsidR="005E04F7" w:rsidRDefault="00625737" w:rsidP="005E04F7">
                  <w:pPr>
                    <w:pStyle w:val="SIText"/>
                  </w:pPr>
                  <w:r w:rsidRPr="005E04F7">
                    <w:t>FWP40116 Certificate IV in Forest Operations</w:t>
                  </w:r>
                </w:p>
                <w:p w14:paraId="40787C9B" w14:textId="489AC079" w:rsidR="00625737" w:rsidRPr="005E04F7" w:rsidRDefault="00625737" w:rsidP="005E04F7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69511654" w14:textId="6BC79418" w:rsidR="005E04F7" w:rsidRPr="005E04F7" w:rsidRDefault="005E04F7" w:rsidP="0098788B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4AB8DBBD" w:rsidR="005E04F7" w:rsidRPr="005E04F7" w:rsidRDefault="007C0B06" w:rsidP="005E04F7">
                  <w:pPr>
                    <w:pStyle w:val="SIText"/>
                  </w:pPr>
                  <w:r>
                    <w:t>No</w:t>
                  </w:r>
                  <w:r w:rsidR="00762993">
                    <w:t>t</w:t>
                  </w:r>
                  <w:r>
                    <w:t xml:space="preserve"> </w:t>
                  </w:r>
                  <w:r w:rsidR="00621229">
                    <w:t>e</w:t>
                  </w:r>
                  <w:r w:rsidR="005E04F7" w:rsidRPr="005E04F7">
                    <w:t xml:space="preserve">quivalent 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FBD00" w14:textId="77777777" w:rsidR="000808F7" w:rsidRDefault="000808F7" w:rsidP="00BF3F0A">
      <w:r>
        <w:separator/>
      </w:r>
    </w:p>
    <w:p w14:paraId="0C62A84F" w14:textId="77777777" w:rsidR="000808F7" w:rsidRDefault="000808F7"/>
  </w:endnote>
  <w:endnote w:type="continuationSeparator" w:id="0">
    <w:p w14:paraId="7CB8B3E2" w14:textId="77777777" w:rsidR="000808F7" w:rsidRDefault="000808F7" w:rsidP="00BF3F0A">
      <w:r>
        <w:continuationSeparator/>
      </w:r>
    </w:p>
    <w:p w14:paraId="54D9D113" w14:textId="77777777" w:rsidR="000808F7" w:rsidRDefault="000808F7"/>
  </w:endnote>
  <w:endnote w:type="continuationNotice" w:id="1">
    <w:p w14:paraId="20255E83" w14:textId="77777777" w:rsidR="000808F7" w:rsidRDefault="000808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AB31" w14:textId="77777777" w:rsidR="000808F7" w:rsidRDefault="000808F7" w:rsidP="00BF3F0A">
      <w:r>
        <w:separator/>
      </w:r>
    </w:p>
    <w:p w14:paraId="2578372B" w14:textId="77777777" w:rsidR="000808F7" w:rsidRDefault="000808F7"/>
  </w:footnote>
  <w:footnote w:type="continuationSeparator" w:id="0">
    <w:p w14:paraId="7DAC4ECF" w14:textId="77777777" w:rsidR="000808F7" w:rsidRDefault="000808F7" w:rsidP="00BF3F0A">
      <w:r>
        <w:continuationSeparator/>
      </w:r>
    </w:p>
    <w:p w14:paraId="565869DD" w14:textId="77777777" w:rsidR="000808F7" w:rsidRDefault="000808F7"/>
  </w:footnote>
  <w:footnote w:type="continuationNotice" w:id="1">
    <w:p w14:paraId="349E30A5" w14:textId="77777777" w:rsidR="000808F7" w:rsidRDefault="000808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2F35B630" w:rsidR="009C2650" w:rsidRPr="00FE0937" w:rsidRDefault="00FE0937" w:rsidP="006D22E5">
    <w:pPr>
      <w:pStyle w:val="SIText"/>
    </w:pPr>
    <w:r w:rsidRPr="00FE0937">
      <w:t>FWP4</w:t>
    </w:r>
    <w:r w:rsidR="00CF6502">
      <w:t>XX</w:t>
    </w:r>
    <w:r w:rsidR="003842A9">
      <w:t>21</w:t>
    </w:r>
    <w:r w:rsidRPr="00FE0937">
      <w:t xml:space="preserve"> Certificate IV in Forest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1E02BF"/>
    <w:multiLevelType w:val="hybridMultilevel"/>
    <w:tmpl w:val="F9D64E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6"/>
  </w:num>
  <w:num w:numId="16">
    <w:abstractNumId w:val="5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N7KwMDSwMLM0trBU0lEKTi0uzszPAykwNqsFAEsJhsMtAAAA"/>
  </w:docVars>
  <w:rsids>
    <w:rsidRoot w:val="00110385"/>
    <w:rsid w:val="000014B9"/>
    <w:rsid w:val="00005A15"/>
    <w:rsid w:val="00007BC5"/>
    <w:rsid w:val="00010AD1"/>
    <w:rsid w:val="0001108F"/>
    <w:rsid w:val="000115E2"/>
    <w:rsid w:val="00012520"/>
    <w:rsid w:val="0001296A"/>
    <w:rsid w:val="00016803"/>
    <w:rsid w:val="00017C6F"/>
    <w:rsid w:val="00020B45"/>
    <w:rsid w:val="0002127B"/>
    <w:rsid w:val="00022F07"/>
    <w:rsid w:val="00023992"/>
    <w:rsid w:val="00024BD7"/>
    <w:rsid w:val="0004122F"/>
    <w:rsid w:val="00041E59"/>
    <w:rsid w:val="00045D17"/>
    <w:rsid w:val="00047BC7"/>
    <w:rsid w:val="000509D0"/>
    <w:rsid w:val="000634AD"/>
    <w:rsid w:val="00063641"/>
    <w:rsid w:val="00064B2D"/>
    <w:rsid w:val="00064BFE"/>
    <w:rsid w:val="00070B3E"/>
    <w:rsid w:val="00071F95"/>
    <w:rsid w:val="000733A1"/>
    <w:rsid w:val="000737BB"/>
    <w:rsid w:val="00074E47"/>
    <w:rsid w:val="000752E4"/>
    <w:rsid w:val="000760FD"/>
    <w:rsid w:val="000808F7"/>
    <w:rsid w:val="000971BE"/>
    <w:rsid w:val="000A5441"/>
    <w:rsid w:val="000A6DD4"/>
    <w:rsid w:val="000B1837"/>
    <w:rsid w:val="000B49F3"/>
    <w:rsid w:val="000C00E2"/>
    <w:rsid w:val="000C13F1"/>
    <w:rsid w:val="000C7466"/>
    <w:rsid w:val="000D58B4"/>
    <w:rsid w:val="000D6101"/>
    <w:rsid w:val="000D7BE6"/>
    <w:rsid w:val="000E09BC"/>
    <w:rsid w:val="000E0B11"/>
    <w:rsid w:val="000E2C86"/>
    <w:rsid w:val="000E38C4"/>
    <w:rsid w:val="000F29F2"/>
    <w:rsid w:val="00101659"/>
    <w:rsid w:val="001078BF"/>
    <w:rsid w:val="00110385"/>
    <w:rsid w:val="00121E98"/>
    <w:rsid w:val="00123B11"/>
    <w:rsid w:val="001304F6"/>
    <w:rsid w:val="001311F0"/>
    <w:rsid w:val="00133957"/>
    <w:rsid w:val="001372F6"/>
    <w:rsid w:val="00140954"/>
    <w:rsid w:val="00144385"/>
    <w:rsid w:val="00151293"/>
    <w:rsid w:val="00151D93"/>
    <w:rsid w:val="00153FAA"/>
    <w:rsid w:val="00156506"/>
    <w:rsid w:val="00156EF3"/>
    <w:rsid w:val="001640D5"/>
    <w:rsid w:val="00165E52"/>
    <w:rsid w:val="001725DC"/>
    <w:rsid w:val="00176E4F"/>
    <w:rsid w:val="0018546B"/>
    <w:rsid w:val="001A09BF"/>
    <w:rsid w:val="001A25C2"/>
    <w:rsid w:val="001A3366"/>
    <w:rsid w:val="001A6A3E"/>
    <w:rsid w:val="001A7B6D"/>
    <w:rsid w:val="001B3104"/>
    <w:rsid w:val="001B34D5"/>
    <w:rsid w:val="001B513A"/>
    <w:rsid w:val="001C0A75"/>
    <w:rsid w:val="001D0164"/>
    <w:rsid w:val="001D128F"/>
    <w:rsid w:val="001E16BC"/>
    <w:rsid w:val="001E46FB"/>
    <w:rsid w:val="001F28F9"/>
    <w:rsid w:val="001F2BA5"/>
    <w:rsid w:val="001F308D"/>
    <w:rsid w:val="00201A7C"/>
    <w:rsid w:val="00212B3B"/>
    <w:rsid w:val="0021414D"/>
    <w:rsid w:val="00223124"/>
    <w:rsid w:val="002255AD"/>
    <w:rsid w:val="00234444"/>
    <w:rsid w:val="002408B1"/>
    <w:rsid w:val="00242293"/>
    <w:rsid w:val="00244EA7"/>
    <w:rsid w:val="00247927"/>
    <w:rsid w:val="00253B1E"/>
    <w:rsid w:val="0026071E"/>
    <w:rsid w:val="00262242"/>
    <w:rsid w:val="00262FC3"/>
    <w:rsid w:val="00275374"/>
    <w:rsid w:val="00276DB8"/>
    <w:rsid w:val="0028003F"/>
    <w:rsid w:val="00282664"/>
    <w:rsid w:val="00284CA4"/>
    <w:rsid w:val="00285FB8"/>
    <w:rsid w:val="00286668"/>
    <w:rsid w:val="00287C4E"/>
    <w:rsid w:val="002931C2"/>
    <w:rsid w:val="0029473A"/>
    <w:rsid w:val="002A0B87"/>
    <w:rsid w:val="002A2BF7"/>
    <w:rsid w:val="002A4CD3"/>
    <w:rsid w:val="002A5C78"/>
    <w:rsid w:val="002B3B0D"/>
    <w:rsid w:val="002C4FF0"/>
    <w:rsid w:val="002C55E9"/>
    <w:rsid w:val="002C6186"/>
    <w:rsid w:val="002D0C8B"/>
    <w:rsid w:val="002E193E"/>
    <w:rsid w:val="002F1BE6"/>
    <w:rsid w:val="002F297D"/>
    <w:rsid w:val="002F3BD0"/>
    <w:rsid w:val="002F63A3"/>
    <w:rsid w:val="00314FF1"/>
    <w:rsid w:val="00320368"/>
    <w:rsid w:val="00321C7C"/>
    <w:rsid w:val="00323DE4"/>
    <w:rsid w:val="00326F5A"/>
    <w:rsid w:val="00331269"/>
    <w:rsid w:val="00337E82"/>
    <w:rsid w:val="00342CF8"/>
    <w:rsid w:val="00350BB1"/>
    <w:rsid w:val="00352C83"/>
    <w:rsid w:val="00364133"/>
    <w:rsid w:val="00367FB7"/>
    <w:rsid w:val="0037067D"/>
    <w:rsid w:val="0037365B"/>
    <w:rsid w:val="0037371F"/>
    <w:rsid w:val="003842A9"/>
    <w:rsid w:val="0038735B"/>
    <w:rsid w:val="003916D1"/>
    <w:rsid w:val="003A21F0"/>
    <w:rsid w:val="003A411E"/>
    <w:rsid w:val="003A58BA"/>
    <w:rsid w:val="003A5AE7"/>
    <w:rsid w:val="003A7221"/>
    <w:rsid w:val="003C13AE"/>
    <w:rsid w:val="003D2E73"/>
    <w:rsid w:val="003D3C3D"/>
    <w:rsid w:val="003D3E14"/>
    <w:rsid w:val="003D5EAC"/>
    <w:rsid w:val="003E69B9"/>
    <w:rsid w:val="003E7BBE"/>
    <w:rsid w:val="003F283F"/>
    <w:rsid w:val="00407D99"/>
    <w:rsid w:val="004127E3"/>
    <w:rsid w:val="00414306"/>
    <w:rsid w:val="004157BB"/>
    <w:rsid w:val="004159F9"/>
    <w:rsid w:val="00416FD3"/>
    <w:rsid w:val="00423D30"/>
    <w:rsid w:val="00425C66"/>
    <w:rsid w:val="004270D2"/>
    <w:rsid w:val="0043212E"/>
    <w:rsid w:val="00433AF8"/>
    <w:rsid w:val="00434366"/>
    <w:rsid w:val="00440FAA"/>
    <w:rsid w:val="00444423"/>
    <w:rsid w:val="00452F3E"/>
    <w:rsid w:val="004545D5"/>
    <w:rsid w:val="00457E20"/>
    <w:rsid w:val="00463B62"/>
    <w:rsid w:val="004640AE"/>
    <w:rsid w:val="004678BA"/>
    <w:rsid w:val="00475172"/>
    <w:rsid w:val="004758B0"/>
    <w:rsid w:val="00477A5F"/>
    <w:rsid w:val="004832D2"/>
    <w:rsid w:val="00485559"/>
    <w:rsid w:val="004935F3"/>
    <w:rsid w:val="00494E0C"/>
    <w:rsid w:val="004A142B"/>
    <w:rsid w:val="004A44E8"/>
    <w:rsid w:val="004A6524"/>
    <w:rsid w:val="004B29B7"/>
    <w:rsid w:val="004B2A2B"/>
    <w:rsid w:val="004B6894"/>
    <w:rsid w:val="004C2244"/>
    <w:rsid w:val="004C3778"/>
    <w:rsid w:val="004C79A1"/>
    <w:rsid w:val="004C7E1B"/>
    <w:rsid w:val="004C7EA1"/>
    <w:rsid w:val="004D0D5F"/>
    <w:rsid w:val="004D1569"/>
    <w:rsid w:val="004D26B5"/>
    <w:rsid w:val="004D2710"/>
    <w:rsid w:val="004D44B1"/>
    <w:rsid w:val="004E0460"/>
    <w:rsid w:val="004E073C"/>
    <w:rsid w:val="004E1579"/>
    <w:rsid w:val="004E5FAE"/>
    <w:rsid w:val="004E7094"/>
    <w:rsid w:val="004F5537"/>
    <w:rsid w:val="004F5DC7"/>
    <w:rsid w:val="004F78DA"/>
    <w:rsid w:val="00502C52"/>
    <w:rsid w:val="00503587"/>
    <w:rsid w:val="00514FB5"/>
    <w:rsid w:val="00524789"/>
    <w:rsid w:val="005248C1"/>
    <w:rsid w:val="00526134"/>
    <w:rsid w:val="00527F90"/>
    <w:rsid w:val="00537690"/>
    <w:rsid w:val="005427C8"/>
    <w:rsid w:val="005446D1"/>
    <w:rsid w:val="00547704"/>
    <w:rsid w:val="0055262B"/>
    <w:rsid w:val="00552C35"/>
    <w:rsid w:val="00556C4C"/>
    <w:rsid w:val="00557369"/>
    <w:rsid w:val="00557B77"/>
    <w:rsid w:val="00561F08"/>
    <w:rsid w:val="00564909"/>
    <w:rsid w:val="0056668B"/>
    <w:rsid w:val="005708EB"/>
    <w:rsid w:val="00575BC6"/>
    <w:rsid w:val="00582AC6"/>
    <w:rsid w:val="00583902"/>
    <w:rsid w:val="005878B0"/>
    <w:rsid w:val="00587E9B"/>
    <w:rsid w:val="00593FE0"/>
    <w:rsid w:val="005A172B"/>
    <w:rsid w:val="005A3A71"/>
    <w:rsid w:val="005A3AA5"/>
    <w:rsid w:val="005A6C9C"/>
    <w:rsid w:val="005A74DC"/>
    <w:rsid w:val="005B119D"/>
    <w:rsid w:val="005B2692"/>
    <w:rsid w:val="005B3BA5"/>
    <w:rsid w:val="005B5146"/>
    <w:rsid w:val="005B68F5"/>
    <w:rsid w:val="005C39B5"/>
    <w:rsid w:val="005C428D"/>
    <w:rsid w:val="005C7EA8"/>
    <w:rsid w:val="005D3BF9"/>
    <w:rsid w:val="005E04F7"/>
    <w:rsid w:val="005E5CFC"/>
    <w:rsid w:val="005F33CC"/>
    <w:rsid w:val="0060191D"/>
    <w:rsid w:val="00605643"/>
    <w:rsid w:val="006121D4"/>
    <w:rsid w:val="00613B49"/>
    <w:rsid w:val="0061429B"/>
    <w:rsid w:val="0061583E"/>
    <w:rsid w:val="00620E8E"/>
    <w:rsid w:val="00621229"/>
    <w:rsid w:val="006231B3"/>
    <w:rsid w:val="00625737"/>
    <w:rsid w:val="00627C67"/>
    <w:rsid w:val="00633CFE"/>
    <w:rsid w:val="00634FCA"/>
    <w:rsid w:val="006404B5"/>
    <w:rsid w:val="00644FF0"/>
    <w:rsid w:val="006452B8"/>
    <w:rsid w:val="00646993"/>
    <w:rsid w:val="0065046A"/>
    <w:rsid w:val="00652E62"/>
    <w:rsid w:val="0065548E"/>
    <w:rsid w:val="00666053"/>
    <w:rsid w:val="006742CF"/>
    <w:rsid w:val="00675659"/>
    <w:rsid w:val="00687B62"/>
    <w:rsid w:val="00690C44"/>
    <w:rsid w:val="0069573E"/>
    <w:rsid w:val="006969D9"/>
    <w:rsid w:val="00697A36"/>
    <w:rsid w:val="006A2B68"/>
    <w:rsid w:val="006A5126"/>
    <w:rsid w:val="006B16CB"/>
    <w:rsid w:val="006B19B1"/>
    <w:rsid w:val="006C1BEB"/>
    <w:rsid w:val="006C2F32"/>
    <w:rsid w:val="006D14F3"/>
    <w:rsid w:val="006D22E5"/>
    <w:rsid w:val="006D4448"/>
    <w:rsid w:val="006D4D6D"/>
    <w:rsid w:val="006D673E"/>
    <w:rsid w:val="006E09CD"/>
    <w:rsid w:val="006E1BD9"/>
    <w:rsid w:val="006E2C4D"/>
    <w:rsid w:val="00705EEC"/>
    <w:rsid w:val="00707741"/>
    <w:rsid w:val="00713260"/>
    <w:rsid w:val="00722769"/>
    <w:rsid w:val="00726734"/>
    <w:rsid w:val="00727901"/>
    <w:rsid w:val="0073075B"/>
    <w:rsid w:val="007341FF"/>
    <w:rsid w:val="00735CCA"/>
    <w:rsid w:val="00736BE1"/>
    <w:rsid w:val="00740143"/>
    <w:rsid w:val="007404E9"/>
    <w:rsid w:val="00744170"/>
    <w:rsid w:val="007444CF"/>
    <w:rsid w:val="0075029F"/>
    <w:rsid w:val="00756807"/>
    <w:rsid w:val="00762993"/>
    <w:rsid w:val="0076523B"/>
    <w:rsid w:val="00770C15"/>
    <w:rsid w:val="00771B60"/>
    <w:rsid w:val="00772A7C"/>
    <w:rsid w:val="007768C7"/>
    <w:rsid w:val="00777934"/>
    <w:rsid w:val="00781D77"/>
    <w:rsid w:val="007860B7"/>
    <w:rsid w:val="00786DC8"/>
    <w:rsid w:val="00795C9D"/>
    <w:rsid w:val="00797D28"/>
    <w:rsid w:val="007A1149"/>
    <w:rsid w:val="007B7D71"/>
    <w:rsid w:val="007C0B06"/>
    <w:rsid w:val="007C214F"/>
    <w:rsid w:val="007C34D7"/>
    <w:rsid w:val="007D5A78"/>
    <w:rsid w:val="007E1C7E"/>
    <w:rsid w:val="007E3046"/>
    <w:rsid w:val="007E3BD1"/>
    <w:rsid w:val="007F1563"/>
    <w:rsid w:val="007F224F"/>
    <w:rsid w:val="007F3F27"/>
    <w:rsid w:val="007F44DB"/>
    <w:rsid w:val="007F5A8B"/>
    <w:rsid w:val="00802587"/>
    <w:rsid w:val="0080415E"/>
    <w:rsid w:val="0080586A"/>
    <w:rsid w:val="00805DBD"/>
    <w:rsid w:val="00814D86"/>
    <w:rsid w:val="00817D51"/>
    <w:rsid w:val="00817DA0"/>
    <w:rsid w:val="00823530"/>
    <w:rsid w:val="00823FF4"/>
    <w:rsid w:val="008306E7"/>
    <w:rsid w:val="00834AC4"/>
    <w:rsid w:val="00834BC8"/>
    <w:rsid w:val="00837FD6"/>
    <w:rsid w:val="00843E87"/>
    <w:rsid w:val="00847B60"/>
    <w:rsid w:val="00850243"/>
    <w:rsid w:val="008545EB"/>
    <w:rsid w:val="00856837"/>
    <w:rsid w:val="00861438"/>
    <w:rsid w:val="00861E6E"/>
    <w:rsid w:val="00865011"/>
    <w:rsid w:val="00874A7C"/>
    <w:rsid w:val="00876ED4"/>
    <w:rsid w:val="00883C6C"/>
    <w:rsid w:val="00885277"/>
    <w:rsid w:val="00886790"/>
    <w:rsid w:val="008908DE"/>
    <w:rsid w:val="00894FBB"/>
    <w:rsid w:val="008A12ED"/>
    <w:rsid w:val="008A67BC"/>
    <w:rsid w:val="008A7182"/>
    <w:rsid w:val="008B2C77"/>
    <w:rsid w:val="008B4AD2"/>
    <w:rsid w:val="008C0739"/>
    <w:rsid w:val="008C3E0E"/>
    <w:rsid w:val="008C4848"/>
    <w:rsid w:val="008E1B41"/>
    <w:rsid w:val="008E39BE"/>
    <w:rsid w:val="008E62EC"/>
    <w:rsid w:val="008E7B69"/>
    <w:rsid w:val="008F32F6"/>
    <w:rsid w:val="00900B40"/>
    <w:rsid w:val="00907EA4"/>
    <w:rsid w:val="00911C2B"/>
    <w:rsid w:val="00916CD7"/>
    <w:rsid w:val="00920927"/>
    <w:rsid w:val="00921B38"/>
    <w:rsid w:val="00923720"/>
    <w:rsid w:val="009249FE"/>
    <w:rsid w:val="00924FBA"/>
    <w:rsid w:val="009251EC"/>
    <w:rsid w:val="00925311"/>
    <w:rsid w:val="0092586D"/>
    <w:rsid w:val="009278C9"/>
    <w:rsid w:val="009303A7"/>
    <w:rsid w:val="0093601E"/>
    <w:rsid w:val="009527CB"/>
    <w:rsid w:val="009529BD"/>
    <w:rsid w:val="00953835"/>
    <w:rsid w:val="00960F6C"/>
    <w:rsid w:val="00962569"/>
    <w:rsid w:val="00964D87"/>
    <w:rsid w:val="00970747"/>
    <w:rsid w:val="009707D8"/>
    <w:rsid w:val="00972A9A"/>
    <w:rsid w:val="009811DC"/>
    <w:rsid w:val="0098725E"/>
    <w:rsid w:val="0098788B"/>
    <w:rsid w:val="009A12BB"/>
    <w:rsid w:val="009A5900"/>
    <w:rsid w:val="009B0E77"/>
    <w:rsid w:val="009C176A"/>
    <w:rsid w:val="009C2650"/>
    <w:rsid w:val="009C52F6"/>
    <w:rsid w:val="009C76C8"/>
    <w:rsid w:val="009D1152"/>
    <w:rsid w:val="009D15E2"/>
    <w:rsid w:val="009D15FE"/>
    <w:rsid w:val="009D1EFF"/>
    <w:rsid w:val="009D5D2C"/>
    <w:rsid w:val="009E4682"/>
    <w:rsid w:val="009E568C"/>
    <w:rsid w:val="009F0DCC"/>
    <w:rsid w:val="009F11CA"/>
    <w:rsid w:val="009F6121"/>
    <w:rsid w:val="009F722D"/>
    <w:rsid w:val="009F7CBF"/>
    <w:rsid w:val="00A01C5A"/>
    <w:rsid w:val="00A0695B"/>
    <w:rsid w:val="00A075B0"/>
    <w:rsid w:val="00A13052"/>
    <w:rsid w:val="00A216A8"/>
    <w:rsid w:val="00A219E7"/>
    <w:rsid w:val="00A223A6"/>
    <w:rsid w:val="00A259E9"/>
    <w:rsid w:val="00A269B2"/>
    <w:rsid w:val="00A31F24"/>
    <w:rsid w:val="00A354FC"/>
    <w:rsid w:val="00A35786"/>
    <w:rsid w:val="00A5092E"/>
    <w:rsid w:val="00A50CA4"/>
    <w:rsid w:val="00A56E14"/>
    <w:rsid w:val="00A637BB"/>
    <w:rsid w:val="00A6476B"/>
    <w:rsid w:val="00A6651B"/>
    <w:rsid w:val="00A74C6F"/>
    <w:rsid w:val="00A76C6C"/>
    <w:rsid w:val="00A772D9"/>
    <w:rsid w:val="00A80143"/>
    <w:rsid w:val="00A92DD1"/>
    <w:rsid w:val="00A94F2C"/>
    <w:rsid w:val="00A952D4"/>
    <w:rsid w:val="00AA260D"/>
    <w:rsid w:val="00AA5338"/>
    <w:rsid w:val="00AB1B8E"/>
    <w:rsid w:val="00AB2C24"/>
    <w:rsid w:val="00AB386E"/>
    <w:rsid w:val="00AC0696"/>
    <w:rsid w:val="00AC4C98"/>
    <w:rsid w:val="00AC5F6B"/>
    <w:rsid w:val="00AC60E3"/>
    <w:rsid w:val="00AD3896"/>
    <w:rsid w:val="00AD4F67"/>
    <w:rsid w:val="00AD5B47"/>
    <w:rsid w:val="00AD75F9"/>
    <w:rsid w:val="00AE1ED9"/>
    <w:rsid w:val="00AE32CB"/>
    <w:rsid w:val="00AF2F35"/>
    <w:rsid w:val="00AF3957"/>
    <w:rsid w:val="00B007CE"/>
    <w:rsid w:val="00B12013"/>
    <w:rsid w:val="00B22C67"/>
    <w:rsid w:val="00B25998"/>
    <w:rsid w:val="00B27188"/>
    <w:rsid w:val="00B32506"/>
    <w:rsid w:val="00B3508F"/>
    <w:rsid w:val="00B443EE"/>
    <w:rsid w:val="00B47548"/>
    <w:rsid w:val="00B560C8"/>
    <w:rsid w:val="00B61150"/>
    <w:rsid w:val="00B65BC7"/>
    <w:rsid w:val="00B746B9"/>
    <w:rsid w:val="00B81719"/>
    <w:rsid w:val="00B848D4"/>
    <w:rsid w:val="00B865B7"/>
    <w:rsid w:val="00B92B89"/>
    <w:rsid w:val="00BA1CB1"/>
    <w:rsid w:val="00BA482D"/>
    <w:rsid w:val="00BB0171"/>
    <w:rsid w:val="00BB1A9D"/>
    <w:rsid w:val="00BB23F4"/>
    <w:rsid w:val="00BC025E"/>
    <w:rsid w:val="00BC5075"/>
    <w:rsid w:val="00BC747B"/>
    <w:rsid w:val="00BD3B0F"/>
    <w:rsid w:val="00BD5524"/>
    <w:rsid w:val="00BE05BB"/>
    <w:rsid w:val="00BE7DD3"/>
    <w:rsid w:val="00BF1D4C"/>
    <w:rsid w:val="00BF2E5B"/>
    <w:rsid w:val="00BF3F0A"/>
    <w:rsid w:val="00C04D87"/>
    <w:rsid w:val="00C12DBF"/>
    <w:rsid w:val="00C143C3"/>
    <w:rsid w:val="00C1739B"/>
    <w:rsid w:val="00C17E8C"/>
    <w:rsid w:val="00C22622"/>
    <w:rsid w:val="00C26067"/>
    <w:rsid w:val="00C263C1"/>
    <w:rsid w:val="00C30A29"/>
    <w:rsid w:val="00C317DC"/>
    <w:rsid w:val="00C46E39"/>
    <w:rsid w:val="00C52FE6"/>
    <w:rsid w:val="00C578E9"/>
    <w:rsid w:val="00C63A88"/>
    <w:rsid w:val="00C703E2"/>
    <w:rsid w:val="00C70626"/>
    <w:rsid w:val="00C72860"/>
    <w:rsid w:val="00C73B90"/>
    <w:rsid w:val="00C86598"/>
    <w:rsid w:val="00C87E0C"/>
    <w:rsid w:val="00C96AF3"/>
    <w:rsid w:val="00C97CCC"/>
    <w:rsid w:val="00CA0274"/>
    <w:rsid w:val="00CA2FBD"/>
    <w:rsid w:val="00CA303F"/>
    <w:rsid w:val="00CB746F"/>
    <w:rsid w:val="00CC0B66"/>
    <w:rsid w:val="00CC2729"/>
    <w:rsid w:val="00CC451E"/>
    <w:rsid w:val="00CD4E9D"/>
    <w:rsid w:val="00CD4F4D"/>
    <w:rsid w:val="00CE05B3"/>
    <w:rsid w:val="00CE4900"/>
    <w:rsid w:val="00CE7D19"/>
    <w:rsid w:val="00CF0CF5"/>
    <w:rsid w:val="00CF2B3E"/>
    <w:rsid w:val="00CF6502"/>
    <w:rsid w:val="00D0201F"/>
    <w:rsid w:val="00D03685"/>
    <w:rsid w:val="00D068F6"/>
    <w:rsid w:val="00D07D4E"/>
    <w:rsid w:val="00D115AA"/>
    <w:rsid w:val="00D145BE"/>
    <w:rsid w:val="00D15D96"/>
    <w:rsid w:val="00D20C57"/>
    <w:rsid w:val="00D20FBA"/>
    <w:rsid w:val="00D25D16"/>
    <w:rsid w:val="00D30BC5"/>
    <w:rsid w:val="00D32124"/>
    <w:rsid w:val="00D46800"/>
    <w:rsid w:val="00D51EE9"/>
    <w:rsid w:val="00D527EF"/>
    <w:rsid w:val="00D54C76"/>
    <w:rsid w:val="00D65221"/>
    <w:rsid w:val="00D65EA3"/>
    <w:rsid w:val="00D71A74"/>
    <w:rsid w:val="00D727F3"/>
    <w:rsid w:val="00D73695"/>
    <w:rsid w:val="00D74AAF"/>
    <w:rsid w:val="00D7775B"/>
    <w:rsid w:val="00D810DE"/>
    <w:rsid w:val="00D82C8B"/>
    <w:rsid w:val="00D87D32"/>
    <w:rsid w:val="00D920B7"/>
    <w:rsid w:val="00D92C83"/>
    <w:rsid w:val="00D967C4"/>
    <w:rsid w:val="00DA0A81"/>
    <w:rsid w:val="00DA3282"/>
    <w:rsid w:val="00DA3C10"/>
    <w:rsid w:val="00DA5290"/>
    <w:rsid w:val="00DA53B5"/>
    <w:rsid w:val="00DA59C5"/>
    <w:rsid w:val="00DA7EC0"/>
    <w:rsid w:val="00DB0C5E"/>
    <w:rsid w:val="00DB16BA"/>
    <w:rsid w:val="00DB2D09"/>
    <w:rsid w:val="00DC00AD"/>
    <w:rsid w:val="00DC1D69"/>
    <w:rsid w:val="00DC5A3A"/>
    <w:rsid w:val="00DD4DFE"/>
    <w:rsid w:val="00DD71CB"/>
    <w:rsid w:val="00DE19F7"/>
    <w:rsid w:val="00DF04D1"/>
    <w:rsid w:val="00DF5497"/>
    <w:rsid w:val="00DF72D0"/>
    <w:rsid w:val="00DF789F"/>
    <w:rsid w:val="00E048B1"/>
    <w:rsid w:val="00E05275"/>
    <w:rsid w:val="00E1114C"/>
    <w:rsid w:val="00E238E6"/>
    <w:rsid w:val="00E246B1"/>
    <w:rsid w:val="00E31518"/>
    <w:rsid w:val="00E3168C"/>
    <w:rsid w:val="00E32832"/>
    <w:rsid w:val="00E339E2"/>
    <w:rsid w:val="00E35064"/>
    <w:rsid w:val="00E438C3"/>
    <w:rsid w:val="00E501F0"/>
    <w:rsid w:val="00E65535"/>
    <w:rsid w:val="00E66687"/>
    <w:rsid w:val="00E73D84"/>
    <w:rsid w:val="00E771FB"/>
    <w:rsid w:val="00E8757E"/>
    <w:rsid w:val="00E87DD7"/>
    <w:rsid w:val="00E913E0"/>
    <w:rsid w:val="00E91BFF"/>
    <w:rsid w:val="00E92933"/>
    <w:rsid w:val="00EA3B97"/>
    <w:rsid w:val="00EA6159"/>
    <w:rsid w:val="00EB0AA4"/>
    <w:rsid w:val="00EB3738"/>
    <w:rsid w:val="00EB58C7"/>
    <w:rsid w:val="00EB5C88"/>
    <w:rsid w:val="00EC0469"/>
    <w:rsid w:val="00EC1125"/>
    <w:rsid w:val="00EC1425"/>
    <w:rsid w:val="00ED2262"/>
    <w:rsid w:val="00EE4147"/>
    <w:rsid w:val="00EE450F"/>
    <w:rsid w:val="00EF01F8"/>
    <w:rsid w:val="00EF18A5"/>
    <w:rsid w:val="00EF40EF"/>
    <w:rsid w:val="00EF4D00"/>
    <w:rsid w:val="00EF4E03"/>
    <w:rsid w:val="00EF66CB"/>
    <w:rsid w:val="00EF69D8"/>
    <w:rsid w:val="00EF780B"/>
    <w:rsid w:val="00EF7BB0"/>
    <w:rsid w:val="00F07C48"/>
    <w:rsid w:val="00F115E1"/>
    <w:rsid w:val="00F117C2"/>
    <w:rsid w:val="00F1480E"/>
    <w:rsid w:val="00F1497D"/>
    <w:rsid w:val="00F16AAC"/>
    <w:rsid w:val="00F20FEE"/>
    <w:rsid w:val="00F2587C"/>
    <w:rsid w:val="00F35A6A"/>
    <w:rsid w:val="00F438FC"/>
    <w:rsid w:val="00F46CD4"/>
    <w:rsid w:val="00F557B7"/>
    <w:rsid w:val="00F5616F"/>
    <w:rsid w:val="00F56827"/>
    <w:rsid w:val="00F62238"/>
    <w:rsid w:val="00F65EF0"/>
    <w:rsid w:val="00F71651"/>
    <w:rsid w:val="00F72B7A"/>
    <w:rsid w:val="00F73518"/>
    <w:rsid w:val="00F745E3"/>
    <w:rsid w:val="00F76CC6"/>
    <w:rsid w:val="00F77ED7"/>
    <w:rsid w:val="00F82F57"/>
    <w:rsid w:val="00F91AC6"/>
    <w:rsid w:val="00F9794B"/>
    <w:rsid w:val="00FB6A40"/>
    <w:rsid w:val="00FC392A"/>
    <w:rsid w:val="00FC3A1A"/>
    <w:rsid w:val="00FE0282"/>
    <w:rsid w:val="00FE0305"/>
    <w:rsid w:val="00FE0937"/>
    <w:rsid w:val="00FE124D"/>
    <w:rsid w:val="00FE38C4"/>
    <w:rsid w:val="00FE6531"/>
    <w:rsid w:val="00FE7024"/>
    <w:rsid w:val="00FE792C"/>
    <w:rsid w:val="00FF2CCA"/>
    <w:rsid w:val="00FF42D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5DD6C7"/>
  <w15:docId w15:val="{8C54BA2E-5442-4F45-9012-74971667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Revision">
    <w:name w:val="Revision"/>
    <w:hidden/>
    <w:uiPriority w:val="99"/>
    <w:semiHidden/>
    <w:rsid w:val="00D65EA3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DE19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20A810D1-98BB-405E-AA03-5B1BD152B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0824AD-9924-46DF-B6EA-3BBC6814D4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1127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USER</dc:creator>
  <cp:keywords/>
  <cp:lastModifiedBy>Georgiana Daian</cp:lastModifiedBy>
  <cp:revision>316</cp:revision>
  <cp:lastPrinted>2016-05-27T22:21:00Z</cp:lastPrinted>
  <dcterms:created xsi:type="dcterms:W3CDTF">2020-04-15T15:16:00Z</dcterms:created>
  <dcterms:modified xsi:type="dcterms:W3CDTF">2021-06-17T06:09:00Z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