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720D778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664A8D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61F6E724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RM</w:t>
            </w:r>
            <w:r w:rsidR="0088465B">
              <w:t>2</w:t>
            </w:r>
            <w:r w:rsidR="00664A8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0FBAAAA" w:rsidR="00F1480E" w:rsidRPr="005404CB" w:rsidRDefault="0088465B" w:rsidP="005404CB">
            <w:pPr>
              <w:pStyle w:val="SIUnittitle"/>
            </w:pPr>
            <w:r w:rsidRPr="0088465B">
              <w:t>Perform lubrication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3ACB32" w14:textId="580E3408" w:rsidR="0088465B" w:rsidRPr="0088465B" w:rsidRDefault="0088465B" w:rsidP="0088465B">
            <w:r w:rsidRPr="0088465B">
              <w:t xml:space="preserve">This unit of competency describes the </w:t>
            </w:r>
            <w:r w:rsidR="00664A8D">
              <w:t xml:space="preserve">skills and knowledge </w:t>
            </w:r>
            <w:r w:rsidRPr="0088465B">
              <w:t>required to lubricate equipment components and to maintain stocks of lubricants in a pulp or paper manufacturing facility.</w:t>
            </w:r>
          </w:p>
          <w:p w14:paraId="12039FD4" w14:textId="77777777" w:rsidR="0088465B" w:rsidRDefault="0088465B" w:rsidP="0088465B"/>
          <w:p w14:paraId="129213C9" w14:textId="49CCACE3" w:rsidR="0088465B" w:rsidRPr="0088465B" w:rsidRDefault="0088465B" w:rsidP="0088465B">
            <w:r w:rsidRPr="0088465B">
              <w:t xml:space="preserve">The unit applies to production </w:t>
            </w:r>
            <w:r w:rsidR="00FA1760">
              <w:t xml:space="preserve">support </w:t>
            </w:r>
            <w:r w:rsidRPr="0088465B">
              <w:t>operators</w:t>
            </w:r>
            <w:r w:rsidR="00627A8C">
              <w:t xml:space="preserve">, who undertake </w:t>
            </w:r>
            <w:r w:rsidR="005E182C">
              <w:t>routine</w:t>
            </w:r>
            <w:r w:rsidR="00627A8C">
              <w:t xml:space="preserve"> </w:t>
            </w:r>
            <w:r w:rsidR="005E182C">
              <w:t xml:space="preserve">maintenance </w:t>
            </w:r>
            <w:r w:rsidR="00627A8C">
              <w:t xml:space="preserve">tasks </w:t>
            </w:r>
            <w:r w:rsidR="00FB206C">
              <w:t>for</w:t>
            </w:r>
            <w:r w:rsidR="00627A8C">
              <w:t xml:space="preserve"> </w:t>
            </w:r>
            <w:r w:rsidR="00FB206C">
              <w:t>complex equipment use</w:t>
            </w:r>
            <w:r w:rsidR="00843730">
              <w:t>d</w:t>
            </w:r>
            <w:r w:rsidR="00FB206C">
              <w:t xml:space="preserve"> </w:t>
            </w:r>
            <w:r w:rsidR="00843730">
              <w:t>continuously</w:t>
            </w:r>
            <w:r w:rsidR="00FB206C">
              <w:t xml:space="preserve"> in</w:t>
            </w:r>
            <w:r w:rsidR="00843730">
              <w:t xml:space="preserve"> </w:t>
            </w:r>
            <w:r w:rsidR="005E182C">
              <w:t xml:space="preserve">a pulp or paper </w:t>
            </w:r>
            <w:r w:rsidR="00FB206C">
              <w:t xml:space="preserve">manufacturing </w:t>
            </w:r>
            <w:r w:rsidR="005E182C">
              <w:t>facility.</w:t>
            </w:r>
          </w:p>
          <w:p w14:paraId="062FA400" w14:textId="77777777" w:rsidR="0088465B" w:rsidRDefault="0088465B" w:rsidP="0088465B"/>
          <w:p w14:paraId="19ADED03" w14:textId="7073A771" w:rsidR="00373436" w:rsidRPr="000754EC" w:rsidRDefault="0088465B" w:rsidP="00C30934">
            <w:r w:rsidRPr="0088465B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ECA39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FEB7FE1" w:rsidR="004D7BE5" w:rsidRPr="005404CB" w:rsidRDefault="00627A8C" w:rsidP="005404CB">
            <w:pPr>
              <w:pStyle w:val="SIText"/>
            </w:pPr>
            <w:r>
              <w:t>Preventative Maintenance (PRM)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8465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C9680F2" w:rsidR="0088465B" w:rsidRPr="0088465B" w:rsidRDefault="0088465B" w:rsidP="0088465B">
            <w:pPr>
              <w:pStyle w:val="SIText"/>
              <w:rPr>
                <w:rStyle w:val="SITemporaryText-red"/>
              </w:rPr>
            </w:pPr>
            <w:r w:rsidRPr="0088465B">
              <w:t>1. Prepare for lubrication</w:t>
            </w:r>
          </w:p>
        </w:tc>
        <w:tc>
          <w:tcPr>
            <w:tcW w:w="3604" w:type="pct"/>
            <w:shd w:val="clear" w:color="auto" w:fill="auto"/>
          </w:tcPr>
          <w:p w14:paraId="4EA76F98" w14:textId="32CCF522" w:rsidR="0088465B" w:rsidRPr="0088465B" w:rsidRDefault="0088465B" w:rsidP="0088465B">
            <w:r w:rsidRPr="0088465B">
              <w:t xml:space="preserve">1.1 Check lubrication schedules at start of shift and plan work activities </w:t>
            </w:r>
            <w:r w:rsidR="008F7119">
              <w:t>according to work health and</w:t>
            </w:r>
            <w:r w:rsidRPr="0088465B">
              <w:t xml:space="preserve"> safety</w:t>
            </w:r>
            <w:r w:rsidR="0058552D">
              <w:t xml:space="preserve"> and environmental requirements </w:t>
            </w:r>
            <w:r w:rsidRPr="0088465B">
              <w:t xml:space="preserve">and </w:t>
            </w:r>
            <w:r w:rsidR="0058552D">
              <w:t>workplace</w:t>
            </w:r>
            <w:r w:rsidRPr="0088465B">
              <w:t xml:space="preserve"> procedures</w:t>
            </w:r>
          </w:p>
          <w:p w14:paraId="2F769EFB" w14:textId="77777777" w:rsidR="008F7119" w:rsidRPr="008F7119" w:rsidRDefault="008F7119" w:rsidP="008F7119">
            <w:r>
              <w:t xml:space="preserve">1.2 </w:t>
            </w:r>
            <w:r w:rsidRPr="008F7119">
              <w:t>Identify health and safety hazards and report safety concerns</w:t>
            </w:r>
          </w:p>
          <w:p w14:paraId="087105F8" w14:textId="3C6DFCDE" w:rsidR="0088465B" w:rsidRPr="0088465B" w:rsidRDefault="0088465B" w:rsidP="0088465B">
            <w:r w:rsidRPr="0088465B">
              <w:t>1.</w:t>
            </w:r>
            <w:r w:rsidR="008F7119">
              <w:t>3</w:t>
            </w:r>
            <w:r w:rsidRPr="0088465B">
              <w:t xml:space="preserve"> Select </w:t>
            </w:r>
            <w:r w:rsidR="008F7119">
              <w:t>required</w:t>
            </w:r>
            <w:r w:rsidR="008F7119" w:rsidRPr="0088465B">
              <w:t xml:space="preserve"> </w:t>
            </w:r>
            <w:r w:rsidRPr="0088465B">
              <w:t>personal protective and other equipment and check for operational effectiveness</w:t>
            </w:r>
          </w:p>
          <w:p w14:paraId="72FEB636" w14:textId="7D146B12" w:rsidR="0088465B" w:rsidRPr="0088465B" w:rsidRDefault="0088465B" w:rsidP="0088465B">
            <w:r w:rsidRPr="0088465B">
              <w:t>1.</w:t>
            </w:r>
            <w:r w:rsidR="008F7119">
              <w:t>4</w:t>
            </w:r>
            <w:r w:rsidRPr="0088465B">
              <w:t>. Obtain type and quantity of lubricants from storage location to fulfil schedule</w:t>
            </w:r>
            <w:r w:rsidR="008F7119">
              <w:t xml:space="preserve"> requirements</w:t>
            </w:r>
          </w:p>
          <w:p w14:paraId="0F6BCA09" w14:textId="71BBDE2F" w:rsidR="0088465B" w:rsidRPr="0088465B" w:rsidRDefault="0088465B" w:rsidP="0088465B">
            <w:pPr>
              <w:pStyle w:val="SIText"/>
              <w:rPr>
                <w:rStyle w:val="SITemporaryText-red"/>
              </w:rPr>
            </w:pPr>
            <w:r w:rsidRPr="0088465B">
              <w:t>1.</w:t>
            </w:r>
            <w:r w:rsidR="008F7119">
              <w:t>5</w:t>
            </w:r>
            <w:r w:rsidRPr="0088465B">
              <w:t xml:space="preserve"> </w:t>
            </w:r>
            <w:r w:rsidR="008F7119">
              <w:t>Communicate</w:t>
            </w:r>
            <w:r w:rsidRPr="0088465B">
              <w:t xml:space="preserve"> with equipment operator to obtain access</w:t>
            </w:r>
          </w:p>
        </w:tc>
      </w:tr>
      <w:tr w:rsidR="0088465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846A923" w:rsidR="0088465B" w:rsidRPr="0088465B" w:rsidRDefault="0088465B" w:rsidP="0088465B">
            <w:pPr>
              <w:pStyle w:val="SIText"/>
              <w:rPr>
                <w:rStyle w:val="SITemporaryText-red"/>
              </w:rPr>
            </w:pPr>
            <w:r w:rsidRPr="0088465B">
              <w:t>2. Lubricate equipment</w:t>
            </w:r>
          </w:p>
        </w:tc>
        <w:tc>
          <w:tcPr>
            <w:tcW w:w="3604" w:type="pct"/>
            <w:shd w:val="clear" w:color="auto" w:fill="auto"/>
          </w:tcPr>
          <w:p w14:paraId="6D5172A0" w14:textId="3114B2AA" w:rsidR="0088465B" w:rsidRPr="0088465B" w:rsidRDefault="0088465B" w:rsidP="0088465B">
            <w:r w:rsidRPr="0088465B">
              <w:t xml:space="preserve">2.1 Complete lubrication tasks </w:t>
            </w:r>
            <w:r w:rsidR="000073A7">
              <w:t>according to</w:t>
            </w:r>
            <w:r w:rsidRPr="0088465B">
              <w:t xml:space="preserve"> schedule</w:t>
            </w:r>
            <w:r w:rsidR="000073A7">
              <w:t xml:space="preserve"> requirements</w:t>
            </w:r>
          </w:p>
          <w:p w14:paraId="68A74441" w14:textId="462D7EFF" w:rsidR="0088465B" w:rsidRPr="0088465B" w:rsidRDefault="0088465B" w:rsidP="0088465B">
            <w:r w:rsidRPr="0088465B">
              <w:t xml:space="preserve">2.2 </w:t>
            </w:r>
            <w:r w:rsidR="000073A7">
              <w:t>U</w:t>
            </w:r>
            <w:r w:rsidRPr="0088465B">
              <w:t xml:space="preserve">se </w:t>
            </w:r>
            <w:proofErr w:type="spellStart"/>
            <w:r w:rsidR="000073A7">
              <w:t>requred</w:t>
            </w:r>
            <w:proofErr w:type="spellEnd"/>
            <w:r w:rsidR="000073A7" w:rsidRPr="0088465B">
              <w:t xml:space="preserve"> </w:t>
            </w:r>
            <w:r w:rsidR="000073A7">
              <w:t xml:space="preserve">lubricant </w:t>
            </w:r>
            <w:r w:rsidRPr="0088465B">
              <w:t>type and quantit</w:t>
            </w:r>
            <w:r w:rsidR="000073A7">
              <w:t>y</w:t>
            </w:r>
            <w:r w:rsidRPr="0088465B">
              <w:t xml:space="preserve"> for specific equipment and components</w:t>
            </w:r>
          </w:p>
          <w:p w14:paraId="73F2739C" w14:textId="421C695E" w:rsidR="0088465B" w:rsidRPr="0088465B" w:rsidRDefault="0088465B" w:rsidP="0088465B">
            <w:r w:rsidRPr="0088465B">
              <w:t xml:space="preserve">2.3 </w:t>
            </w:r>
            <w:r w:rsidR="000073A7">
              <w:t>Refill</w:t>
            </w:r>
            <w:r w:rsidRPr="0088465B">
              <w:t xml:space="preserve"> supplies throughout </w:t>
            </w:r>
            <w:r w:rsidR="00996488">
              <w:t>work</w:t>
            </w:r>
            <w:r w:rsidR="00996488" w:rsidRPr="0088465B">
              <w:t xml:space="preserve"> </w:t>
            </w:r>
            <w:r w:rsidRPr="0088465B">
              <w:t>activities</w:t>
            </w:r>
            <w:r w:rsidR="00996488">
              <w:t xml:space="preserve"> as required</w:t>
            </w:r>
          </w:p>
          <w:p w14:paraId="78AF98CD" w14:textId="4B2D0057" w:rsidR="0088465B" w:rsidRDefault="0088465B" w:rsidP="0088465B">
            <w:pPr>
              <w:pStyle w:val="SIText"/>
            </w:pPr>
            <w:r w:rsidRPr="0088465B">
              <w:t xml:space="preserve">2.4 Identify any equipment issues during lubrication and advise operator or </w:t>
            </w:r>
            <w:r w:rsidR="00996488">
              <w:t>relevant</w:t>
            </w:r>
            <w:r w:rsidR="00996488" w:rsidRPr="0088465B">
              <w:t xml:space="preserve"> </w:t>
            </w:r>
            <w:r w:rsidRPr="0088465B">
              <w:t>personnel</w:t>
            </w:r>
          </w:p>
          <w:p w14:paraId="07EE19E6" w14:textId="052FC78A" w:rsidR="00DD4AA2" w:rsidRPr="007611E2" w:rsidRDefault="00DD4AA2" w:rsidP="00DD4AA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 xml:space="preserve">2.5 Dispose of waste lubricant according </w:t>
            </w:r>
            <w:r w:rsidRPr="00DD4AA2">
              <w:t xml:space="preserve">work health and safety and environmental requirements </w:t>
            </w:r>
          </w:p>
        </w:tc>
      </w:tr>
      <w:tr w:rsidR="0088465B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33C02480" w:rsidR="0088465B" w:rsidRPr="0088465B" w:rsidRDefault="0088465B" w:rsidP="0088465B">
            <w:pPr>
              <w:pStyle w:val="SIText"/>
            </w:pPr>
            <w:r w:rsidRPr="0088465B">
              <w:t>3. Maintain stock in lubrication store</w:t>
            </w:r>
          </w:p>
        </w:tc>
        <w:tc>
          <w:tcPr>
            <w:tcW w:w="3604" w:type="pct"/>
            <w:shd w:val="clear" w:color="auto" w:fill="auto"/>
          </w:tcPr>
          <w:p w14:paraId="6D45014A" w14:textId="088135A0" w:rsidR="0088465B" w:rsidRPr="0088465B" w:rsidRDefault="0088465B" w:rsidP="0088465B">
            <w:r w:rsidRPr="0088465B">
              <w:t>3.1 Check stocks of required lubricant types regularly and re-order as required</w:t>
            </w:r>
          </w:p>
          <w:p w14:paraId="7B676DC6" w14:textId="7089BF9C" w:rsidR="0088465B" w:rsidRPr="0088465B" w:rsidRDefault="0088465B" w:rsidP="0088465B">
            <w:r w:rsidRPr="0088465B">
              <w:t xml:space="preserve">3.2 Complete stocktake of lubricant stocks </w:t>
            </w:r>
            <w:r w:rsidR="00996488">
              <w:t>according to</w:t>
            </w:r>
            <w:r w:rsidRPr="0088465B">
              <w:t xml:space="preserve"> stocktake schedules</w:t>
            </w:r>
            <w:r w:rsidR="00996488">
              <w:t xml:space="preserve"> and workplace requirements</w:t>
            </w:r>
          </w:p>
        </w:tc>
      </w:tr>
      <w:tr w:rsidR="0088465B" w:rsidRPr="00963A46" w14:paraId="7644A5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7D957B" w14:textId="7DA1B5B9" w:rsidR="0088465B" w:rsidRPr="0088465B" w:rsidRDefault="0088465B" w:rsidP="0088465B">
            <w:pPr>
              <w:pStyle w:val="SIText"/>
            </w:pPr>
            <w:r w:rsidRPr="0088465B">
              <w:t>4. Record and report on lubrication activities</w:t>
            </w:r>
          </w:p>
        </w:tc>
        <w:tc>
          <w:tcPr>
            <w:tcW w:w="3604" w:type="pct"/>
            <w:shd w:val="clear" w:color="auto" w:fill="auto"/>
          </w:tcPr>
          <w:p w14:paraId="3FC587F9" w14:textId="69514244" w:rsidR="0088465B" w:rsidRPr="0088465B" w:rsidRDefault="0088465B" w:rsidP="0088465B">
            <w:r w:rsidRPr="0088465B">
              <w:t xml:space="preserve">4.1. Record lubrication activities, </w:t>
            </w:r>
            <w:proofErr w:type="gramStart"/>
            <w:r w:rsidRPr="0088465B">
              <w:t>processes</w:t>
            </w:r>
            <w:proofErr w:type="gramEnd"/>
            <w:r w:rsidRPr="0088465B">
              <w:t xml:space="preserve"> and outcomes</w:t>
            </w:r>
            <w:r w:rsidR="004747BF">
              <w:t xml:space="preserve"> according to workplace requirements</w:t>
            </w:r>
          </w:p>
          <w:p w14:paraId="17FE2869" w14:textId="4CCD7FC9" w:rsidR="0088465B" w:rsidRPr="0088465B" w:rsidRDefault="0088465B" w:rsidP="0088465B">
            <w:r w:rsidRPr="0088465B">
              <w:t>4.2 Raise work orders as required</w:t>
            </w:r>
          </w:p>
          <w:p w14:paraId="0F014A00" w14:textId="2028936C" w:rsidR="004747BF" w:rsidRDefault="0088465B" w:rsidP="0088465B">
            <w:r w:rsidRPr="0088465B">
              <w:t xml:space="preserve">4.3 Maintain records of lubricant </w:t>
            </w:r>
            <w:r w:rsidR="00627A8C">
              <w:t>inventory</w:t>
            </w:r>
          </w:p>
          <w:p w14:paraId="6FDC6CBE" w14:textId="4FAC643D" w:rsidR="0088465B" w:rsidRPr="0088465B" w:rsidRDefault="004747BF" w:rsidP="0088465B">
            <w:r>
              <w:t xml:space="preserve">4.4 Communicate </w:t>
            </w:r>
            <w:r w:rsidR="00627A8C">
              <w:t xml:space="preserve">required </w:t>
            </w:r>
            <w:r>
              <w:t xml:space="preserve">information to </w:t>
            </w:r>
            <w:r w:rsidR="00627A8C">
              <w:t>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37E02" w:rsidRPr="00336FCA" w:rsidDel="00423CB2" w14:paraId="2C76F5B3" w14:textId="77777777" w:rsidTr="00CA2922">
        <w:tc>
          <w:tcPr>
            <w:tcW w:w="1396" w:type="pct"/>
          </w:tcPr>
          <w:p w14:paraId="3D708245" w14:textId="238E4603" w:rsidR="00837E02" w:rsidRPr="00837E02" w:rsidRDefault="00837E02" w:rsidP="00837E02">
            <w:pPr>
              <w:pStyle w:val="SIText"/>
              <w:rPr>
                <w:rStyle w:val="SITemporaryText-red"/>
              </w:rPr>
            </w:pPr>
            <w:r w:rsidRPr="0088465B">
              <w:t xml:space="preserve">Reading </w:t>
            </w:r>
          </w:p>
        </w:tc>
        <w:tc>
          <w:tcPr>
            <w:tcW w:w="3604" w:type="pct"/>
          </w:tcPr>
          <w:p w14:paraId="204259AD" w14:textId="27EC929D" w:rsidR="00837E02" w:rsidRPr="00837E02" w:rsidRDefault="00837E02" w:rsidP="00837E02">
            <w:pPr>
              <w:pStyle w:val="SIBulletList1"/>
              <w:rPr>
                <w:rStyle w:val="SITemporaryText-red"/>
                <w:rFonts w:eastAsia="Calibri"/>
              </w:rPr>
            </w:pPr>
            <w:r w:rsidRPr="00775003">
              <w:t xml:space="preserve">Interpret </w:t>
            </w:r>
            <w:r w:rsidRPr="00837E02">
              <w:t xml:space="preserve">information in maintenance schedules, workplace procedures and inventory reports </w:t>
            </w:r>
          </w:p>
        </w:tc>
      </w:tr>
      <w:tr w:rsidR="00837E02" w:rsidRPr="00336FCA" w:rsidDel="00423CB2" w14:paraId="797504F8" w14:textId="77777777" w:rsidTr="00EF2DE3">
        <w:tc>
          <w:tcPr>
            <w:tcW w:w="1396" w:type="pct"/>
          </w:tcPr>
          <w:p w14:paraId="028CB964" w14:textId="77777777" w:rsidR="00837E02" w:rsidRPr="00837E02" w:rsidRDefault="00837E02" w:rsidP="00837E02">
            <w:pPr>
              <w:pStyle w:val="SIText"/>
            </w:pPr>
            <w:r w:rsidRPr="0088465B">
              <w:t xml:space="preserve">Writing </w:t>
            </w:r>
          </w:p>
        </w:tc>
        <w:tc>
          <w:tcPr>
            <w:tcW w:w="3604" w:type="pct"/>
          </w:tcPr>
          <w:p w14:paraId="6BB0D1FF" w14:textId="23CCD40B" w:rsidR="00837E02" w:rsidRPr="00837E02" w:rsidRDefault="00837E02" w:rsidP="00837E02">
            <w:pPr>
              <w:pStyle w:val="SIBulletList1"/>
            </w:pPr>
            <w:r>
              <w:t>C</w:t>
            </w:r>
            <w:r w:rsidRPr="0088465B">
              <w:t xml:space="preserve">omplete accurate basic records </w:t>
            </w:r>
            <w:r w:rsidRPr="00837E02">
              <w:t>in the required format</w:t>
            </w:r>
          </w:p>
        </w:tc>
      </w:tr>
      <w:tr w:rsidR="00837E02" w:rsidRPr="00336FCA" w:rsidDel="00423CB2" w14:paraId="4C0F6F3C" w14:textId="77777777" w:rsidTr="00CA2922">
        <w:tc>
          <w:tcPr>
            <w:tcW w:w="1396" w:type="pct"/>
          </w:tcPr>
          <w:p w14:paraId="6ABCA22D" w14:textId="39C14BDB" w:rsidR="00837E02" w:rsidRPr="00837E02" w:rsidRDefault="00837E02" w:rsidP="00837E02">
            <w:pPr>
              <w:pStyle w:val="SIText"/>
              <w:rPr>
                <w:rStyle w:val="SITemporaryText-red"/>
              </w:rPr>
            </w:pPr>
            <w:r w:rsidRPr="0088465B">
              <w:t xml:space="preserve">Oral </w:t>
            </w:r>
            <w:r w:rsidRPr="00837E02">
              <w:t xml:space="preserve">communication </w:t>
            </w:r>
          </w:p>
        </w:tc>
        <w:tc>
          <w:tcPr>
            <w:tcW w:w="3604" w:type="pct"/>
          </w:tcPr>
          <w:p w14:paraId="61A6837E" w14:textId="41D99804" w:rsidR="00837E02" w:rsidRPr="00837E02" w:rsidRDefault="00837E02" w:rsidP="00837E0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Pr="0088465B">
              <w:t>rovide clear unambiguous information to operators about scheduling of lubrication activities and identified equipment issues</w:t>
            </w:r>
          </w:p>
        </w:tc>
      </w:tr>
      <w:tr w:rsidR="00837E02" w:rsidRPr="00336FCA" w:rsidDel="00423CB2" w14:paraId="2E8026BC" w14:textId="77777777" w:rsidTr="00CA2922">
        <w:tc>
          <w:tcPr>
            <w:tcW w:w="1396" w:type="pct"/>
          </w:tcPr>
          <w:p w14:paraId="71BE2F88" w14:textId="2D2064CF" w:rsidR="00837E02" w:rsidRPr="00837E02" w:rsidRDefault="00837E02" w:rsidP="00837E0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83258A9" w14:textId="04B784C9" w:rsidR="00837E02" w:rsidRPr="00837E02" w:rsidRDefault="00837E02" w:rsidP="00837E02">
            <w:pPr>
              <w:pStyle w:val="SIBulletList1"/>
            </w:pPr>
            <w:r>
              <w:t xml:space="preserve">Record basic numerical data for inventory 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FB206C" w14:paraId="61763416" w14:textId="77777777" w:rsidTr="00F33FF2">
        <w:tc>
          <w:tcPr>
            <w:tcW w:w="1028" w:type="pct"/>
          </w:tcPr>
          <w:p w14:paraId="5669FA79" w14:textId="55DC7C7D" w:rsidR="004D7BE5" w:rsidRPr="00FB206C" w:rsidRDefault="00FB206C" w:rsidP="00FB20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PPMPRM2XX Perform lubrication</w:t>
            </w:r>
          </w:p>
        </w:tc>
        <w:tc>
          <w:tcPr>
            <w:tcW w:w="1105" w:type="pct"/>
          </w:tcPr>
          <w:p w14:paraId="3ABAE0D4" w14:textId="549FDFB6" w:rsidR="004D7BE5" w:rsidRPr="00FB206C" w:rsidRDefault="00837E02" w:rsidP="00FB20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PPM</w:t>
            </w:r>
            <w:r w:rsidR="00FB206C" w:rsidRPr="007611E2">
              <w:rPr>
                <w:rStyle w:val="SITemporaryText-red"/>
                <w:color w:val="auto"/>
                <w:sz w:val="20"/>
              </w:rPr>
              <w:t>PRM220 Perform lubrication</w:t>
            </w:r>
          </w:p>
        </w:tc>
        <w:tc>
          <w:tcPr>
            <w:tcW w:w="1251" w:type="pct"/>
          </w:tcPr>
          <w:p w14:paraId="2E4FFBEF" w14:textId="2589E9CA" w:rsidR="004D7BE5" w:rsidRPr="00FB206C" w:rsidRDefault="00FB206C" w:rsidP="00FB20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2D1720D1" w:rsidR="004D7BE5" w:rsidRPr="00FB206C" w:rsidRDefault="00FB206C" w:rsidP="00FB20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206C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F6DCEE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43730" w:rsidRPr="0088465B">
              <w:t>PPMPRM2</w:t>
            </w:r>
            <w:r w:rsidR="00843730">
              <w:t>XX</w:t>
            </w:r>
            <w:r w:rsidR="00843730" w:rsidRPr="0088465B">
              <w:t xml:space="preserve"> </w:t>
            </w:r>
            <w:r w:rsidR="0088465B" w:rsidRPr="0088465B">
              <w:t>Perform lubrication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7611E2" w:rsidRDefault="006E42FE" w:rsidP="009251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7611E2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7611E2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7611E2">
              <w:rPr>
                <w:rStyle w:val="SITemporaryText-red"/>
                <w:color w:val="auto"/>
                <w:sz w:val="20"/>
              </w:rPr>
              <w:t>in</w:t>
            </w:r>
            <w:r w:rsidRPr="007611E2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087B60B5" w14:textId="77777777" w:rsidR="00C30934" w:rsidRPr="007611E2" w:rsidRDefault="00C30934" w:rsidP="0092515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D9FE1EF" w14:textId="20D1E109" w:rsidR="0088465B" w:rsidRPr="0088465B" w:rsidRDefault="007A300D" w:rsidP="007611E2">
            <w:pPr>
              <w:pStyle w:val="SIText"/>
            </w:pPr>
            <w:r w:rsidRPr="0092515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88465B" w:rsidRPr="00925158">
              <w:t>complete</w:t>
            </w:r>
            <w:r w:rsidR="00843730" w:rsidRPr="00925158">
              <w:t>d</w:t>
            </w:r>
            <w:r w:rsidR="0088465B" w:rsidRPr="00925158">
              <w:t xml:space="preserve"> lubrication activities </w:t>
            </w:r>
            <w:r w:rsidR="00925158" w:rsidRPr="00925158">
              <w:t xml:space="preserve">on three different equipment components </w:t>
            </w:r>
            <w:r w:rsidR="00C44C34" w:rsidRPr="00925158">
              <w:t>using</w:t>
            </w:r>
            <w:r w:rsidR="0088465B" w:rsidRPr="00925158">
              <w:t xml:space="preserve"> the following types of lubricants according to equipment</w:t>
            </w:r>
            <w:r w:rsidR="0088465B" w:rsidRPr="0088465B">
              <w:t xml:space="preserve"> requirements:</w:t>
            </w:r>
          </w:p>
          <w:p w14:paraId="39AB5C20" w14:textId="77777777" w:rsidR="0088465B" w:rsidRPr="0088465B" w:rsidRDefault="0088465B" w:rsidP="0088465B">
            <w:pPr>
              <w:pStyle w:val="SIBulletList2"/>
            </w:pPr>
            <w:r w:rsidRPr="0088465B">
              <w:t>various grades of oils and grease</w:t>
            </w:r>
          </w:p>
          <w:p w14:paraId="7DFA0A58" w14:textId="77777777" w:rsidR="0088465B" w:rsidRPr="0088465B" w:rsidRDefault="0088465B" w:rsidP="0088465B">
            <w:pPr>
              <w:pStyle w:val="SIBulletList2"/>
            </w:pPr>
            <w:r w:rsidRPr="0088465B">
              <w:t>graphite grease</w:t>
            </w:r>
          </w:p>
          <w:p w14:paraId="7C6BC02F" w14:textId="304E88B5" w:rsidR="0088465B" w:rsidRDefault="0088465B" w:rsidP="0088465B">
            <w:pPr>
              <w:pStyle w:val="SIBulletList2"/>
            </w:pPr>
            <w:r w:rsidRPr="0088465B">
              <w:t>marine packing grease</w:t>
            </w:r>
            <w:r w:rsidR="00925158">
              <w:t>.</w:t>
            </w:r>
          </w:p>
          <w:p w14:paraId="73C00F2F" w14:textId="77777777" w:rsidR="00DE36BC" w:rsidRDefault="00DE36BC" w:rsidP="00DE36BC">
            <w:pPr>
              <w:pStyle w:val="SIText"/>
            </w:pPr>
          </w:p>
          <w:p w14:paraId="14B20CE1" w14:textId="1E1D3D1A" w:rsidR="00DE36BC" w:rsidRDefault="00DE36BC" w:rsidP="007611E2">
            <w:pPr>
              <w:pStyle w:val="SIText"/>
            </w:pPr>
            <w:r>
              <w:t>In completing the above, there must also be evidence that the individual has:</w:t>
            </w:r>
          </w:p>
          <w:p w14:paraId="1DFAD378" w14:textId="263DDB77" w:rsidR="00BA69C6" w:rsidRPr="0088465B" w:rsidRDefault="0088465B" w:rsidP="00BA69C6">
            <w:pPr>
              <w:pStyle w:val="SIBulletList1"/>
            </w:pPr>
            <w:r w:rsidRPr="0088465B">
              <w:t>complete</w:t>
            </w:r>
            <w:r w:rsidR="00DE36BC">
              <w:t>d</w:t>
            </w:r>
            <w:r w:rsidRPr="0088465B">
              <w:t xml:space="preserve"> accurate basic records for </w:t>
            </w:r>
            <w:r w:rsidR="00DE36BC">
              <w:t xml:space="preserve">each of </w:t>
            </w:r>
            <w:r w:rsidR="00925158">
              <w:t>the</w:t>
            </w:r>
            <w:r w:rsidR="00DE36BC">
              <w:t xml:space="preserve"> </w:t>
            </w:r>
            <w:r w:rsidRPr="0088465B">
              <w:t>lubrication activities</w:t>
            </w:r>
          </w:p>
          <w:p w14:paraId="432FABDD" w14:textId="682E093B" w:rsidR="004D7BE5" w:rsidRPr="005404CB" w:rsidRDefault="0088465B" w:rsidP="00BA69C6">
            <w:pPr>
              <w:pStyle w:val="SIBulletList1"/>
            </w:pPr>
            <w:r w:rsidRPr="0088465B">
              <w:t>complete</w:t>
            </w:r>
            <w:r w:rsidR="00925158">
              <w:t>d</w:t>
            </w:r>
            <w:r w:rsidRPr="0088465B">
              <w:t xml:space="preserve"> </w:t>
            </w:r>
            <w:r w:rsidR="00BA69C6">
              <w:t xml:space="preserve">and recorded </w:t>
            </w:r>
            <w:r w:rsidRPr="0088465B">
              <w:t>a stocktake of lubricant stocks.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7611E2" w:rsidRDefault="006E42FE" w:rsidP="00BA69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BC49FDF" w14:textId="62F16470" w:rsidR="0088465B" w:rsidRPr="0088465B" w:rsidRDefault="0088465B" w:rsidP="0088465B">
            <w:pPr>
              <w:pStyle w:val="SIBulletList1"/>
            </w:pPr>
            <w:r w:rsidRPr="0088465B">
              <w:t xml:space="preserve">purpose, features and operation of pulp and paper manufacturing equipment </w:t>
            </w:r>
            <w:r w:rsidR="00BA69C6">
              <w:t>requiring</w:t>
            </w:r>
            <w:r w:rsidRPr="0088465B">
              <w:t xml:space="preserve"> lubrication </w:t>
            </w:r>
          </w:p>
          <w:p w14:paraId="21360382" w14:textId="77777777" w:rsidR="0088465B" w:rsidRPr="0088465B" w:rsidRDefault="0088465B" w:rsidP="0088465B">
            <w:pPr>
              <w:pStyle w:val="SIBulletList1"/>
            </w:pPr>
            <w:r w:rsidRPr="0088465B">
              <w:t>purpose of lubricants and effects on equipment operations</w:t>
            </w:r>
          </w:p>
          <w:p w14:paraId="30314F5F" w14:textId="77777777" w:rsidR="0088465B" w:rsidRPr="0088465B" w:rsidRDefault="0088465B" w:rsidP="0088465B">
            <w:pPr>
              <w:pStyle w:val="SIBulletList1"/>
            </w:pPr>
            <w:r w:rsidRPr="0088465B">
              <w:t>consequences of inadequate or incorrect lubrication</w:t>
            </w:r>
          </w:p>
          <w:p w14:paraId="6EBEAB60" w14:textId="77777777" w:rsidR="0088465B" w:rsidRPr="0088465B" w:rsidRDefault="0088465B" w:rsidP="0088465B">
            <w:pPr>
              <w:pStyle w:val="SIBulletList1"/>
            </w:pPr>
            <w:r w:rsidRPr="0088465B">
              <w:t>types of lubricants, grades, basic properties and application including:</w:t>
            </w:r>
          </w:p>
          <w:p w14:paraId="23C18719" w14:textId="77777777" w:rsidR="0088465B" w:rsidRPr="0088465B" w:rsidRDefault="0088465B" w:rsidP="0088465B">
            <w:pPr>
              <w:pStyle w:val="SIBulletList2"/>
            </w:pPr>
            <w:r w:rsidRPr="0088465B">
              <w:t>graphite grease</w:t>
            </w:r>
          </w:p>
          <w:p w14:paraId="5268A26C" w14:textId="77777777" w:rsidR="0088465B" w:rsidRPr="0088465B" w:rsidRDefault="0088465B" w:rsidP="0088465B">
            <w:pPr>
              <w:pStyle w:val="SIBulletList2"/>
            </w:pPr>
            <w:r w:rsidRPr="0088465B">
              <w:t>marine packing grease</w:t>
            </w:r>
          </w:p>
          <w:p w14:paraId="132BE8FF" w14:textId="77777777" w:rsidR="0088465B" w:rsidRPr="0088465B" w:rsidRDefault="0088465B" w:rsidP="0088465B">
            <w:pPr>
              <w:pStyle w:val="SIBulletList1"/>
            </w:pPr>
            <w:r w:rsidRPr="0088465B">
              <w:t>methods used to:</w:t>
            </w:r>
          </w:p>
          <w:p w14:paraId="1696375C" w14:textId="77777777" w:rsidR="0088465B" w:rsidRPr="0088465B" w:rsidRDefault="0088465B" w:rsidP="007611E2">
            <w:pPr>
              <w:pStyle w:val="SIBulletList2"/>
            </w:pPr>
            <w:r w:rsidRPr="0088465B">
              <w:t>decant bulk lubricants</w:t>
            </w:r>
          </w:p>
          <w:p w14:paraId="1BD68B28" w14:textId="77777777" w:rsidR="0088465B" w:rsidRPr="0088465B" w:rsidRDefault="0088465B" w:rsidP="007611E2">
            <w:pPr>
              <w:pStyle w:val="SIBulletList2"/>
            </w:pPr>
            <w:r w:rsidRPr="0088465B">
              <w:t>lubricate machinery and components</w:t>
            </w:r>
          </w:p>
          <w:p w14:paraId="10A542FE" w14:textId="61A6FB05" w:rsidR="0088465B" w:rsidRPr="0088465B" w:rsidRDefault="0088465B" w:rsidP="0088465B">
            <w:pPr>
              <w:pStyle w:val="SIBulletList1"/>
            </w:pPr>
            <w:r w:rsidRPr="0088465B">
              <w:t>issues that may arise during lubrication including:</w:t>
            </w:r>
          </w:p>
          <w:p w14:paraId="2F07CC5D" w14:textId="77777777" w:rsidR="0088465B" w:rsidRPr="0088465B" w:rsidRDefault="0088465B" w:rsidP="0088465B">
            <w:pPr>
              <w:pStyle w:val="SIBulletList2"/>
            </w:pPr>
            <w:r w:rsidRPr="0088465B">
              <w:t>leaks</w:t>
            </w:r>
          </w:p>
          <w:p w14:paraId="5937C734" w14:textId="77777777" w:rsidR="0088465B" w:rsidRPr="0088465B" w:rsidRDefault="0088465B" w:rsidP="0088465B">
            <w:pPr>
              <w:pStyle w:val="SIBulletList2"/>
            </w:pPr>
            <w:r w:rsidRPr="0088465B">
              <w:t>overheating</w:t>
            </w:r>
          </w:p>
          <w:p w14:paraId="4BE1F14E" w14:textId="77777777" w:rsidR="0088465B" w:rsidRPr="0088465B" w:rsidRDefault="0088465B" w:rsidP="0088465B">
            <w:pPr>
              <w:pStyle w:val="SIBulletList2"/>
            </w:pPr>
            <w:r w:rsidRPr="0088465B">
              <w:t>dry bearings</w:t>
            </w:r>
          </w:p>
          <w:p w14:paraId="35F307E4" w14:textId="77777777" w:rsidR="0088465B" w:rsidRPr="0088465B" w:rsidRDefault="0088465B" w:rsidP="0088465B">
            <w:pPr>
              <w:pStyle w:val="SIBulletList2"/>
            </w:pPr>
            <w:r w:rsidRPr="0088465B">
              <w:t>vibration</w:t>
            </w:r>
          </w:p>
          <w:p w14:paraId="47828567" w14:textId="77777777" w:rsidR="0088465B" w:rsidRPr="0088465B" w:rsidRDefault="0088465B" w:rsidP="0088465B">
            <w:pPr>
              <w:pStyle w:val="SIBulletList2"/>
            </w:pPr>
            <w:r w:rsidRPr="0088465B">
              <w:t>noise</w:t>
            </w:r>
          </w:p>
          <w:p w14:paraId="75449682" w14:textId="77777777" w:rsidR="0088465B" w:rsidRPr="0088465B" w:rsidRDefault="0088465B" w:rsidP="0088465B">
            <w:pPr>
              <w:pStyle w:val="SIBulletList2"/>
            </w:pPr>
            <w:r w:rsidRPr="0088465B">
              <w:t>smell</w:t>
            </w:r>
          </w:p>
          <w:p w14:paraId="634EEE1D" w14:textId="77777777" w:rsidR="0088465B" w:rsidRPr="0088465B" w:rsidRDefault="0088465B" w:rsidP="0088465B">
            <w:pPr>
              <w:pStyle w:val="SIBulletList2"/>
            </w:pPr>
            <w:r w:rsidRPr="0088465B">
              <w:t>discolouration</w:t>
            </w:r>
          </w:p>
          <w:p w14:paraId="6611B629" w14:textId="77777777" w:rsidR="0088465B" w:rsidRPr="0088465B" w:rsidRDefault="0088465B" w:rsidP="0088465B">
            <w:pPr>
              <w:pStyle w:val="SIBulletList1"/>
            </w:pPr>
            <w:r w:rsidRPr="0088465B">
              <w:t>environmental and workplace safety impacts of lubricant spills and methods used to contain and clean up</w:t>
            </w:r>
          </w:p>
          <w:p w14:paraId="508624C0" w14:textId="77777777" w:rsidR="0088465B" w:rsidRPr="0088465B" w:rsidRDefault="0088465B" w:rsidP="0088465B">
            <w:pPr>
              <w:pStyle w:val="SIBulletList1"/>
            </w:pPr>
            <w:r w:rsidRPr="0088465B">
              <w:t>safe handling and disposal of lubricants</w:t>
            </w:r>
          </w:p>
          <w:p w14:paraId="453CBC21" w14:textId="77777777" w:rsidR="0088465B" w:rsidRPr="0088465B" w:rsidRDefault="0088465B" w:rsidP="0088465B">
            <w:pPr>
              <w:pStyle w:val="SIBulletList1"/>
            </w:pPr>
            <w:r w:rsidRPr="0088465B">
              <w:t>organisational stock reorder cycles for lubricants</w:t>
            </w:r>
          </w:p>
          <w:p w14:paraId="460A2AC9" w14:textId="77777777" w:rsidR="0088465B" w:rsidRPr="0088465B" w:rsidRDefault="0088465B" w:rsidP="0088465B">
            <w:pPr>
              <w:pStyle w:val="SIBulletList1"/>
            </w:pPr>
            <w:r w:rsidRPr="0088465B">
              <w:t>environmental storage requirements to maintain lubricants in optimum condition</w:t>
            </w:r>
          </w:p>
          <w:p w14:paraId="0F1830F9" w14:textId="5DF8E2F4" w:rsidR="0088465B" w:rsidRPr="0088465B" w:rsidRDefault="0058552D" w:rsidP="0088465B">
            <w:pPr>
              <w:pStyle w:val="SIBulletList1"/>
            </w:pPr>
            <w:r>
              <w:t>workplace</w:t>
            </w:r>
            <w:r w:rsidRPr="0088465B">
              <w:t xml:space="preserve"> </w:t>
            </w:r>
            <w:r w:rsidR="0088465B" w:rsidRPr="0088465B">
              <w:t>procedures</w:t>
            </w:r>
            <w:r w:rsidR="00DD4AA2" w:rsidRPr="0088465B">
              <w:t xml:space="preserve"> </w:t>
            </w:r>
            <w:r w:rsidR="00DD4AA2">
              <w:t>relevant to</w:t>
            </w:r>
            <w:r w:rsidR="00DD4AA2" w:rsidRPr="0088465B">
              <w:t xml:space="preserve"> lubricating equipment and completing stocktakes</w:t>
            </w:r>
            <w:r w:rsidR="0088465B" w:rsidRPr="0088465B">
              <w:t>:</w:t>
            </w:r>
          </w:p>
          <w:p w14:paraId="2E1B6CAB" w14:textId="30279950" w:rsidR="0088465B" w:rsidRPr="0088465B" w:rsidRDefault="0088465B" w:rsidP="0088465B">
            <w:pPr>
              <w:pStyle w:val="SIBulletList2"/>
            </w:pPr>
            <w:r w:rsidRPr="0088465B">
              <w:t xml:space="preserve">standard operating procedures </w:t>
            </w:r>
          </w:p>
          <w:p w14:paraId="6D24960A" w14:textId="7A315066" w:rsidR="0088465B" w:rsidRPr="0088465B" w:rsidRDefault="0088465B" w:rsidP="0088465B">
            <w:pPr>
              <w:pStyle w:val="SIBulletList2"/>
            </w:pPr>
            <w:r w:rsidRPr="0088465B">
              <w:t>work health and safety with particular emphasis on use of personal protective equipment and handling hazardous substances</w:t>
            </w:r>
          </w:p>
          <w:p w14:paraId="2F9CE722" w14:textId="77777777" w:rsidR="0088465B" w:rsidRPr="0088465B" w:rsidRDefault="0088465B" w:rsidP="0088465B">
            <w:pPr>
              <w:pStyle w:val="SIBulletList2"/>
            </w:pPr>
            <w:r w:rsidRPr="0088465B">
              <w:t>communication reporting lines</w:t>
            </w:r>
          </w:p>
          <w:p w14:paraId="29A49140" w14:textId="50E65E0D" w:rsidR="004D7BE5" w:rsidRPr="005404CB" w:rsidRDefault="0088465B" w:rsidP="007611E2">
            <w:pPr>
              <w:pStyle w:val="SIBulletList2"/>
            </w:pPr>
            <w:r w:rsidRPr="0088465B">
              <w:t xml:space="preserve">recording and reporting lubrication activities, </w:t>
            </w:r>
            <w:proofErr w:type="gramStart"/>
            <w:r w:rsidRPr="0088465B">
              <w:t>processes</w:t>
            </w:r>
            <w:proofErr w:type="gramEnd"/>
            <w:r w:rsidRPr="0088465B">
              <w:t xml:space="preserve"> and outcomes.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F895D61" w14:textId="77777777" w:rsidR="00E0115B" w:rsidRPr="007611E2" w:rsidRDefault="00E0115B" w:rsidP="00541F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11E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3D02542" w14:textId="77777777" w:rsidR="00E0115B" w:rsidRPr="00E0115B" w:rsidRDefault="00E0115B" w:rsidP="00E0115B">
            <w:pPr>
              <w:pStyle w:val="SIBulletList1"/>
            </w:pPr>
            <w:r w:rsidRPr="00775003">
              <w:t>physical conditions:</w:t>
            </w:r>
          </w:p>
          <w:p w14:paraId="133238B6" w14:textId="77777777" w:rsidR="00E0115B" w:rsidRPr="00E0115B" w:rsidRDefault="00E0115B" w:rsidP="00E0115B">
            <w:pPr>
              <w:pStyle w:val="SIBulletList2"/>
            </w:pPr>
            <w:r>
              <w:t>skills must be demonstrate</w:t>
            </w:r>
            <w:r w:rsidRPr="00E0115B">
              <w:t>d in a pulp or paper manufacturing facility or an environment that accurately reflects performance in a workplace</w:t>
            </w:r>
          </w:p>
          <w:p w14:paraId="08B6489B" w14:textId="77777777" w:rsidR="00E0115B" w:rsidRPr="00E0115B" w:rsidRDefault="00E0115B" w:rsidP="00E0115B">
            <w:pPr>
              <w:pStyle w:val="SIBulletList1"/>
            </w:pPr>
            <w:r w:rsidRPr="00775003">
              <w:t>resources, equipment and materials:</w:t>
            </w:r>
          </w:p>
          <w:p w14:paraId="412EB104" w14:textId="77777777" w:rsidR="00E0115B" w:rsidRPr="00E0115B" w:rsidRDefault="00E0115B" w:rsidP="007611E2">
            <w:pPr>
              <w:pStyle w:val="SIBulletList2"/>
            </w:pPr>
            <w:r w:rsidRPr="0088465B">
              <w:t>lubrication tools and equipment</w:t>
            </w:r>
          </w:p>
          <w:p w14:paraId="3749BBCC" w14:textId="77777777" w:rsidR="00E0115B" w:rsidRPr="00E0115B" w:rsidRDefault="00E0115B" w:rsidP="007611E2">
            <w:pPr>
              <w:pStyle w:val="SIBulletList2"/>
            </w:pPr>
            <w:r w:rsidRPr="0088465B">
              <w:t>various grades of oils and grease</w:t>
            </w:r>
          </w:p>
          <w:p w14:paraId="22B656AE" w14:textId="77777777" w:rsidR="00E0115B" w:rsidRPr="00E0115B" w:rsidRDefault="00E0115B" w:rsidP="007611E2">
            <w:pPr>
              <w:pStyle w:val="SIBulletList2"/>
            </w:pPr>
            <w:r w:rsidRPr="0088465B">
              <w:lastRenderedPageBreak/>
              <w:t>pulp or paper manufacturing equipment to lubricate</w:t>
            </w:r>
          </w:p>
          <w:p w14:paraId="48281552" w14:textId="77777777" w:rsidR="00E0115B" w:rsidRPr="00E0115B" w:rsidRDefault="00E0115B" w:rsidP="007611E2">
            <w:pPr>
              <w:pStyle w:val="SIBulletList2"/>
            </w:pPr>
            <w:r w:rsidRPr="0088465B">
              <w:t>personal protective equipment suitable for lubricating equipment</w:t>
            </w:r>
          </w:p>
          <w:p w14:paraId="06B9593A" w14:textId="3A9E46EF" w:rsidR="00E0115B" w:rsidRPr="00E0115B" w:rsidRDefault="00E0115B" w:rsidP="007611E2">
            <w:pPr>
              <w:pStyle w:val="SIBulletList2"/>
            </w:pPr>
            <w:r w:rsidRPr="00E60D14">
              <w:t>proforma</w:t>
            </w:r>
            <w:r w:rsidRPr="00E0115B">
              <w:t xml:space="preserve"> or recording system for recording </w:t>
            </w:r>
            <w:r w:rsidRPr="0088465B">
              <w:t>for recording lubrication activities</w:t>
            </w:r>
            <w:r>
              <w:t xml:space="preserve"> and inventory and raising work order</w:t>
            </w:r>
          </w:p>
          <w:p w14:paraId="48B9B82D" w14:textId="77777777" w:rsidR="00E0115B" w:rsidRPr="00E0115B" w:rsidRDefault="00E0115B" w:rsidP="00E0115B">
            <w:pPr>
              <w:pStyle w:val="SIBulletList1"/>
            </w:pPr>
            <w:r w:rsidRPr="00E60D14">
              <w:t>specifications:</w:t>
            </w:r>
          </w:p>
          <w:p w14:paraId="17DB7D3A" w14:textId="2A07FB90" w:rsidR="00E0115B" w:rsidRPr="00E0115B" w:rsidRDefault="00E0115B" w:rsidP="00E0115B">
            <w:pPr>
              <w:pStyle w:val="SIBulletList2"/>
            </w:pPr>
            <w:r w:rsidRPr="00631C70">
              <w:t xml:space="preserve">workplace </w:t>
            </w:r>
            <w:r w:rsidRPr="00E0115B">
              <w:t xml:space="preserve">and standard operating procedures relating to </w:t>
            </w:r>
            <w:r w:rsidR="006057E9" w:rsidRPr="0088465B">
              <w:t>lubricating equipment and completing stocktakes</w:t>
            </w:r>
            <w:r w:rsidR="006057E9">
              <w:t>,</w:t>
            </w:r>
            <w:r w:rsidR="006057E9" w:rsidRPr="006057E9">
              <w:t xml:space="preserve"> </w:t>
            </w:r>
            <w:r w:rsidRPr="00E0115B">
              <w:t>including health and safety, risks and hazards identification, plant isolation, quality, housekeeping and environmental requirements</w:t>
            </w:r>
          </w:p>
          <w:p w14:paraId="5A5FDC9B" w14:textId="6252A659" w:rsidR="00E0115B" w:rsidRPr="00E0115B" w:rsidRDefault="00E0115B" w:rsidP="00E0115B">
            <w:pPr>
              <w:pStyle w:val="SIBulletList2"/>
            </w:pPr>
            <w:r w:rsidRPr="00E60D14">
              <w:t>maintenance schedules for</w:t>
            </w:r>
            <w:r w:rsidR="00BC3A57">
              <w:t xml:space="preserve"> plant and equipment</w:t>
            </w:r>
            <w:r w:rsidRPr="00E0115B">
              <w:t>.</w:t>
            </w:r>
          </w:p>
          <w:p w14:paraId="2A9F0B8A" w14:textId="77777777" w:rsidR="00E0115B" w:rsidRPr="00EE268B" w:rsidRDefault="00E0115B" w:rsidP="00E0115B">
            <w:pPr>
              <w:pStyle w:val="SIText"/>
            </w:pPr>
          </w:p>
          <w:p w14:paraId="0F216444" w14:textId="6A7EE025" w:rsidR="00E0115B" w:rsidRDefault="00E0115B" w:rsidP="0088465B">
            <w:r w:rsidRPr="00775003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7611E2">
            <w:p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5699B" w14:textId="77777777" w:rsidR="00A5336D" w:rsidRDefault="00A5336D" w:rsidP="00BF3F0A">
      <w:r>
        <w:separator/>
      </w:r>
    </w:p>
    <w:p w14:paraId="50410D77" w14:textId="77777777" w:rsidR="00A5336D" w:rsidRDefault="00A5336D"/>
  </w:endnote>
  <w:endnote w:type="continuationSeparator" w:id="0">
    <w:p w14:paraId="3F3A6A75" w14:textId="77777777" w:rsidR="00A5336D" w:rsidRDefault="00A5336D" w:rsidP="00BF3F0A">
      <w:r>
        <w:continuationSeparator/>
      </w:r>
    </w:p>
    <w:p w14:paraId="3F12DB6D" w14:textId="77777777" w:rsidR="00A5336D" w:rsidRDefault="00A53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7F15" w14:textId="77777777" w:rsidR="007611E2" w:rsidRDefault="007611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6F8FA" w14:textId="77777777" w:rsidR="007611E2" w:rsidRDefault="007611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B5B94" w14:textId="77777777" w:rsidR="00A5336D" w:rsidRDefault="00A5336D" w:rsidP="00BF3F0A">
      <w:r>
        <w:separator/>
      </w:r>
    </w:p>
    <w:p w14:paraId="5F64E813" w14:textId="77777777" w:rsidR="00A5336D" w:rsidRDefault="00A5336D"/>
  </w:footnote>
  <w:footnote w:type="continuationSeparator" w:id="0">
    <w:p w14:paraId="41B9DD79" w14:textId="77777777" w:rsidR="00A5336D" w:rsidRDefault="00A5336D" w:rsidP="00BF3F0A">
      <w:r>
        <w:continuationSeparator/>
      </w:r>
    </w:p>
    <w:p w14:paraId="127236B6" w14:textId="77777777" w:rsidR="00A5336D" w:rsidRDefault="00A533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2CA7D" w14:textId="77777777" w:rsidR="007611E2" w:rsidRDefault="007611E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659E35FF" w:rsidR="009C2650" w:rsidRPr="0088465B" w:rsidRDefault="008825BC" w:rsidP="0088465B">
    <w:sdt>
      <w:sdtPr>
        <w:rPr>
          <w:lang w:eastAsia="en-US"/>
        </w:rPr>
        <w:id w:val="51669266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007A6C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4A8D" w:rsidRPr="0088465B">
      <w:rPr>
        <w:lang w:eastAsia="en-US"/>
      </w:rPr>
      <w:t>PPMPRM2</w:t>
    </w:r>
    <w:r w:rsidR="00664A8D">
      <w:t>XX</w:t>
    </w:r>
    <w:r w:rsidR="00664A8D" w:rsidRPr="0088465B">
      <w:rPr>
        <w:lang w:eastAsia="en-US"/>
      </w:rPr>
      <w:t xml:space="preserve"> </w:t>
    </w:r>
    <w:r w:rsidR="0088465B" w:rsidRPr="0088465B">
      <w:rPr>
        <w:lang w:eastAsia="en-US"/>
      </w:rPr>
      <w:t>Perform lubrication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84544" w14:textId="77777777" w:rsidR="007611E2" w:rsidRDefault="007611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3EB502D"/>
    <w:multiLevelType w:val="multilevel"/>
    <w:tmpl w:val="4836A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040D98"/>
    <w:multiLevelType w:val="multilevel"/>
    <w:tmpl w:val="52C844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D17B2"/>
    <w:multiLevelType w:val="multilevel"/>
    <w:tmpl w:val="61BA7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4D7564"/>
    <w:multiLevelType w:val="multilevel"/>
    <w:tmpl w:val="A46C3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8B2A2E"/>
    <w:multiLevelType w:val="multilevel"/>
    <w:tmpl w:val="B8FEA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F924C0"/>
    <w:multiLevelType w:val="multilevel"/>
    <w:tmpl w:val="2E7A7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1C1C67"/>
    <w:multiLevelType w:val="multilevel"/>
    <w:tmpl w:val="A4DC1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4210B1"/>
    <w:multiLevelType w:val="multilevel"/>
    <w:tmpl w:val="31446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E00BDA"/>
    <w:multiLevelType w:val="multilevel"/>
    <w:tmpl w:val="CD1AF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1A667B"/>
    <w:multiLevelType w:val="multilevel"/>
    <w:tmpl w:val="73562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BB2DA5"/>
    <w:multiLevelType w:val="multilevel"/>
    <w:tmpl w:val="AB242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430B87"/>
    <w:multiLevelType w:val="multilevel"/>
    <w:tmpl w:val="F418E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884DEF"/>
    <w:multiLevelType w:val="multilevel"/>
    <w:tmpl w:val="101AF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8167CB9"/>
    <w:multiLevelType w:val="multilevel"/>
    <w:tmpl w:val="1E0274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556EC1"/>
    <w:multiLevelType w:val="multilevel"/>
    <w:tmpl w:val="76FCFB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BD23C9"/>
    <w:multiLevelType w:val="multilevel"/>
    <w:tmpl w:val="41E2C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6"/>
  </w:num>
  <w:num w:numId="3">
    <w:abstractNumId w:val="20"/>
  </w:num>
  <w:num w:numId="4">
    <w:abstractNumId w:val="4"/>
  </w:num>
  <w:num w:numId="5">
    <w:abstractNumId w:val="3"/>
  </w:num>
  <w:num w:numId="6">
    <w:abstractNumId w:val="13"/>
  </w:num>
  <w:num w:numId="7">
    <w:abstractNumId w:val="1"/>
  </w:num>
  <w:num w:numId="8">
    <w:abstractNumId w:val="12"/>
  </w:num>
  <w:num w:numId="9">
    <w:abstractNumId w:val="9"/>
  </w:num>
  <w:num w:numId="10">
    <w:abstractNumId w:val="6"/>
  </w:num>
  <w:num w:numId="11">
    <w:abstractNumId w:val="17"/>
  </w:num>
  <w:num w:numId="12">
    <w:abstractNumId w:val="5"/>
  </w:num>
  <w:num w:numId="13">
    <w:abstractNumId w:val="18"/>
  </w:num>
  <w:num w:numId="14">
    <w:abstractNumId w:val="11"/>
  </w:num>
  <w:num w:numId="15">
    <w:abstractNumId w:val="14"/>
  </w:num>
  <w:num w:numId="16">
    <w:abstractNumId w:val="15"/>
  </w:num>
  <w:num w:numId="17">
    <w:abstractNumId w:val="2"/>
  </w:num>
  <w:num w:numId="1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179F"/>
    <w:rsid w:val="00005A15"/>
    <w:rsid w:val="000073A7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378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7BF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1FE6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52D"/>
    <w:rsid w:val="005A1D70"/>
    <w:rsid w:val="005A3AA5"/>
    <w:rsid w:val="005A6C9C"/>
    <w:rsid w:val="005A74DC"/>
    <w:rsid w:val="005B5146"/>
    <w:rsid w:val="005D1AFD"/>
    <w:rsid w:val="005E182C"/>
    <w:rsid w:val="005E51E6"/>
    <w:rsid w:val="005F027A"/>
    <w:rsid w:val="005F33CC"/>
    <w:rsid w:val="005F771F"/>
    <w:rsid w:val="006057E9"/>
    <w:rsid w:val="006121D4"/>
    <w:rsid w:val="00613B49"/>
    <w:rsid w:val="00616845"/>
    <w:rsid w:val="00620E8E"/>
    <w:rsid w:val="00627A8C"/>
    <w:rsid w:val="00633CFE"/>
    <w:rsid w:val="00634FCA"/>
    <w:rsid w:val="00643D1B"/>
    <w:rsid w:val="006452B8"/>
    <w:rsid w:val="00652E62"/>
    <w:rsid w:val="00664A8D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1E2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E02"/>
    <w:rsid w:val="00837FD6"/>
    <w:rsid w:val="00843730"/>
    <w:rsid w:val="00847B60"/>
    <w:rsid w:val="00850243"/>
    <w:rsid w:val="00851BE5"/>
    <w:rsid w:val="008545EB"/>
    <w:rsid w:val="00865011"/>
    <w:rsid w:val="008825BC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119"/>
    <w:rsid w:val="00916CD7"/>
    <w:rsid w:val="00920927"/>
    <w:rsid w:val="00921B38"/>
    <w:rsid w:val="00923720"/>
    <w:rsid w:val="00925158"/>
    <w:rsid w:val="009278C9"/>
    <w:rsid w:val="009309D8"/>
    <w:rsid w:val="00932CD7"/>
    <w:rsid w:val="00944C09"/>
    <w:rsid w:val="009527CB"/>
    <w:rsid w:val="00953835"/>
    <w:rsid w:val="00960F6C"/>
    <w:rsid w:val="00970747"/>
    <w:rsid w:val="0099648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5092E"/>
    <w:rsid w:val="00A5336D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560C8"/>
    <w:rsid w:val="00B61150"/>
    <w:rsid w:val="00B65BC7"/>
    <w:rsid w:val="00B746B9"/>
    <w:rsid w:val="00B848D4"/>
    <w:rsid w:val="00B865B7"/>
    <w:rsid w:val="00B92BC1"/>
    <w:rsid w:val="00B97E0D"/>
    <w:rsid w:val="00BA1CB1"/>
    <w:rsid w:val="00BA4178"/>
    <w:rsid w:val="00BA482D"/>
    <w:rsid w:val="00BA69C6"/>
    <w:rsid w:val="00BB1755"/>
    <w:rsid w:val="00BB23F4"/>
    <w:rsid w:val="00BC3A57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934"/>
    <w:rsid w:val="00C30A29"/>
    <w:rsid w:val="00C317DC"/>
    <w:rsid w:val="00C44C34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AA2"/>
    <w:rsid w:val="00DE36BC"/>
    <w:rsid w:val="00E0115B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E3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760"/>
    <w:rsid w:val="00FB206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837E0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D1800649CC5041B3022038CC32CAF6" ma:contentTypeVersion="4" ma:contentTypeDescription="Create a new document." ma:contentTypeScope="" ma:versionID="79e6be37212a30719d0d3e5bf608c0a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4579d7a-b228-44f0-98be-363f05787d52" targetNamespace="http://schemas.microsoft.com/office/2006/metadata/properties" ma:root="true" ma:fieldsID="678ed818cad4ea1bdb3bacae2bc566be" ns1:_="" ns2:_="" ns3:_="">
    <xsd:import namespace="http://schemas.microsoft.com/sharepoint/v3"/>
    <xsd:import namespace="d50bbff7-d6dd-47d2-864a-cfdc2c3db0f4"/>
    <xsd:import namespace="a4579d7a-b228-44f0-98be-363f05787d5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579d7a-b228-44f0-98be-363f05787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34BFAB-2235-4087-A20C-AFD99ED847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E3710E-22F4-448E-A7E4-68513B9E7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4579d7a-b228-44f0-98be-363f05787d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2021-06-01T12:36:00Z</dcterms:created>
  <dcterms:modified xsi:type="dcterms:W3CDTF">2021-06-01T12:36:00Z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0x01010051D1800649CC5041B3022038CC32CAF6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