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36F5843B" w:rsidR="00A301E0" w:rsidRPr="00752A41" w:rsidRDefault="005F122C" w:rsidP="00A456E0">
            <w:pPr>
              <w:pStyle w:val="SISSCODE"/>
            </w:pPr>
            <w:r w:rsidRPr="005F122C">
              <w:t>FWPSS000</w:t>
            </w:r>
            <w:r w:rsidR="00971951">
              <w:t>0X</w:t>
            </w:r>
          </w:p>
        </w:tc>
        <w:tc>
          <w:tcPr>
            <w:tcW w:w="3604" w:type="pct"/>
            <w:shd w:val="clear" w:color="auto" w:fill="auto"/>
          </w:tcPr>
          <w:p w14:paraId="762CB832" w14:textId="0B877D29" w:rsidR="00A301E0" w:rsidRPr="00752A41" w:rsidRDefault="00C64F85" w:rsidP="00227A64">
            <w:pPr>
              <w:pStyle w:val="SISStitle"/>
            </w:pPr>
            <w:r>
              <w:t xml:space="preserve">Entry into </w:t>
            </w:r>
            <w:r w:rsidR="00DA4083">
              <w:t>Forest</w:t>
            </w:r>
            <w:r w:rsidR="005351AB">
              <w:t>ry</w:t>
            </w:r>
            <w:r w:rsidR="00DA4083">
              <w:t xml:space="preserve"> </w:t>
            </w:r>
            <w:r w:rsidR="005351AB">
              <w:t>Roles</w:t>
            </w:r>
            <w:r w:rsidR="00DA4083">
              <w:t xml:space="preserve"> </w:t>
            </w:r>
            <w:r w:rsidR="00841A0F" w:rsidRPr="00841A0F">
              <w:t>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proofErr w:type="gramStart"/>
            <w:r w:rsidR="00971951"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7019F2F4" w14:textId="25111B58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971951">
              <w:t>7.0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BD11B74" w14:textId="5ABAA28E" w:rsidR="00A772D9" w:rsidRDefault="00376181" w:rsidP="00AD0850">
            <w:pPr>
              <w:pStyle w:val="SIText"/>
            </w:pPr>
            <w:r>
              <w:t xml:space="preserve">This skill set </w:t>
            </w:r>
            <w:proofErr w:type="gramStart"/>
            <w:r>
              <w:t>provides</w:t>
            </w:r>
            <w:proofErr w:type="gramEnd"/>
            <w:r>
              <w:t xml:space="preserve"> the skills and knowledge </w:t>
            </w:r>
            <w:r w:rsidR="00DB669F" w:rsidRPr="00DB669F">
              <w:t>needed to support individuals in gaining basic forest industry knowledge and general technical, health and safety and communication skills as they enter into specialised and non-specialised forestry careers</w:t>
            </w:r>
            <w:r w:rsidR="00284CB4" w:rsidRPr="00284CB4">
              <w:t xml:space="preserve">. </w:t>
            </w:r>
          </w:p>
          <w:p w14:paraId="525D476D" w14:textId="44207263" w:rsidR="00AD0850" w:rsidRPr="00536741" w:rsidRDefault="00AD0850" w:rsidP="00AD0850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76B09739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</w:t>
            </w:r>
            <w:proofErr w:type="gramStart"/>
            <w:r w:rsidRPr="00A65367">
              <w:t>provide</w:t>
            </w:r>
            <w:proofErr w:type="gramEnd"/>
            <w:r w:rsidRPr="00A65367">
              <w:t xml:space="preserve"> credit towards </w:t>
            </w:r>
            <w:r w:rsidRPr="00A65367">
              <w:rPr>
                <w:rStyle w:val="SIText-Italic"/>
              </w:rPr>
              <w:t>FWP</w:t>
            </w:r>
            <w:r w:rsidR="009E4EE6">
              <w:rPr>
                <w:rStyle w:val="SIText-Italic"/>
              </w:rPr>
              <w:t>2</w:t>
            </w:r>
            <w:r w:rsidRPr="00A65367">
              <w:rPr>
                <w:rStyle w:val="SIText-Italic"/>
              </w:rPr>
              <w:t xml:space="preserve">XX21 Certificate </w:t>
            </w:r>
            <w:r w:rsidR="00561D06">
              <w:rPr>
                <w:rStyle w:val="SIText-Italic"/>
              </w:rPr>
              <w:t>I</w:t>
            </w:r>
            <w:r w:rsidRPr="00A65367">
              <w:rPr>
                <w:rStyle w:val="SIText-Italic"/>
              </w:rPr>
              <w:t>I in Forest 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80FC7F8" w14:textId="77777777" w:rsidR="009E4EE6" w:rsidRPr="009E4EE6" w:rsidRDefault="009E4EE6" w:rsidP="009E4EE6">
            <w:pPr>
              <w:pStyle w:val="SIBulletList1"/>
            </w:pPr>
            <w:r w:rsidRPr="009E4EE6">
              <w:t xml:space="preserve">FWPCOT2XXX Develop knowledge of the forest and wood products </w:t>
            </w:r>
            <w:proofErr w:type="gramStart"/>
            <w:r w:rsidRPr="009E4EE6">
              <w:t>industry</w:t>
            </w:r>
            <w:proofErr w:type="gramEnd"/>
          </w:p>
          <w:p w14:paraId="607717DC" w14:textId="4A58AAB9" w:rsidR="009E4EE6" w:rsidRPr="009E4EE6" w:rsidRDefault="009E4EE6" w:rsidP="009E4EE6">
            <w:pPr>
              <w:pStyle w:val="SIBulletList1"/>
            </w:pPr>
            <w:r w:rsidRPr="009E4EE6">
              <w:t xml:space="preserve">FWPHAR2XXX Operate a </w:t>
            </w:r>
            <w:r w:rsidR="006F0627">
              <w:t>virtual</w:t>
            </w:r>
            <w:r w:rsidRPr="009E4EE6">
              <w:t xml:space="preserve"> forest </w:t>
            </w:r>
            <w:proofErr w:type="gramStart"/>
            <w:r w:rsidRPr="009E4EE6">
              <w:t>machine</w:t>
            </w:r>
            <w:proofErr w:type="gramEnd"/>
          </w:p>
          <w:p w14:paraId="53DB378D" w14:textId="77777777" w:rsidR="009E4EE6" w:rsidRPr="009E4EE6" w:rsidRDefault="009E4EE6" w:rsidP="009E4EE6">
            <w:pPr>
              <w:pStyle w:val="SIBulletList1"/>
            </w:pPr>
            <w:r w:rsidRPr="009E4EE6">
              <w:t xml:space="preserve">FWPCOR2XXX Follow health and safety policies and </w:t>
            </w:r>
            <w:proofErr w:type="gramStart"/>
            <w:r w:rsidRPr="009E4EE6">
              <w:t>procedures</w:t>
            </w:r>
            <w:proofErr w:type="gramEnd"/>
          </w:p>
          <w:p w14:paraId="5B148795" w14:textId="1BEEF3E4" w:rsidR="001F28F9" w:rsidRPr="00536741" w:rsidRDefault="009E4EE6" w:rsidP="009E4EE6">
            <w:pPr>
              <w:pStyle w:val="SIBulletList1"/>
            </w:pPr>
            <w:r w:rsidRPr="009E4EE6">
              <w:t>FWPCOR2XXX Communicate and interact effectively in the workplace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A29CBEF" w14:textId="6095F297" w:rsidR="00855647" w:rsidRPr="00855647" w:rsidRDefault="00855647" w:rsidP="00227A64">
            <w:pPr>
              <w:pStyle w:val="SIText"/>
            </w:pPr>
            <w:r w:rsidRPr="00855647">
              <w:t xml:space="preserve">This skill set is for people </w:t>
            </w:r>
            <w:r w:rsidR="0043291D">
              <w:t xml:space="preserve">who are seeking a pathway into the forestry </w:t>
            </w:r>
            <w:r w:rsidR="00D910BA">
              <w:t>industry</w:t>
            </w:r>
            <w:r w:rsidR="00390415">
              <w:t xml:space="preserve"> and require upskilling in basic </w:t>
            </w:r>
            <w:r w:rsidR="00690CAA">
              <w:t xml:space="preserve">forestry </w:t>
            </w:r>
            <w:r w:rsidR="00C67CCD">
              <w:t xml:space="preserve">knowledge and </w:t>
            </w:r>
            <w:r w:rsidR="00736F2A">
              <w:t xml:space="preserve">technical </w:t>
            </w:r>
            <w:r w:rsidR="00CC61E7">
              <w:t>skills</w:t>
            </w:r>
            <w:r w:rsidRPr="00855647">
              <w:t>.</w:t>
            </w:r>
          </w:p>
          <w:p w14:paraId="67336C85" w14:textId="239ED9A8" w:rsidR="0016138C" w:rsidRPr="00536741" w:rsidRDefault="0016138C" w:rsidP="00602F20">
            <w:pPr>
              <w:pStyle w:val="SIText"/>
            </w:pP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 xml:space="preserve">rds for Statement of </w:t>
            </w:r>
            <w:proofErr w:type="gramStart"/>
            <w:r w:rsidRPr="00752A41">
              <w:t>Attainment</w:t>
            </w:r>
            <w:proofErr w:type="gramEnd"/>
          </w:p>
          <w:p w14:paraId="457C01B0" w14:textId="463F06A7" w:rsidR="00A129E4" w:rsidRPr="00A129E4" w:rsidRDefault="00A129E4" w:rsidP="00227A64">
            <w:pPr>
              <w:pStyle w:val="SIText"/>
            </w:pPr>
            <w:r w:rsidRPr="00A129E4">
              <w:t xml:space="preserve">These competencies from the FWP Forest and Wood Products Training Package meet industry requirements for </w:t>
            </w:r>
            <w:r w:rsidR="00C67CCD">
              <w:t xml:space="preserve">gaining </w:t>
            </w:r>
            <w:r w:rsidR="00690CAA" w:rsidRPr="00690CAA">
              <w:t>basic forestry knowledge and technical skills.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96389" w14:textId="77777777" w:rsidR="00EE4BA6" w:rsidRDefault="00EE4BA6" w:rsidP="00BF3F0A">
      <w:r>
        <w:separator/>
      </w:r>
    </w:p>
    <w:p w14:paraId="566C42A7" w14:textId="77777777" w:rsidR="00EE4BA6" w:rsidRDefault="00EE4BA6"/>
  </w:endnote>
  <w:endnote w:type="continuationSeparator" w:id="0">
    <w:p w14:paraId="201E1965" w14:textId="77777777" w:rsidR="00EE4BA6" w:rsidRDefault="00EE4BA6" w:rsidP="00BF3F0A">
      <w:r>
        <w:continuationSeparator/>
      </w:r>
    </w:p>
    <w:p w14:paraId="3DC10B3D" w14:textId="77777777" w:rsidR="00EE4BA6" w:rsidRDefault="00EE4B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</w:t>
        </w:r>
        <w:proofErr w:type="gramStart"/>
        <w:r w:rsidRPr="00536741">
          <w:t>modified</w:t>
        </w:r>
        <w:proofErr w:type="gramEnd"/>
        <w:r w:rsidRPr="00536741">
          <w:t xml:space="preserve">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8D24" w14:textId="77777777" w:rsidR="00EE4BA6" w:rsidRDefault="00EE4BA6" w:rsidP="00BF3F0A">
      <w:r>
        <w:separator/>
      </w:r>
    </w:p>
    <w:p w14:paraId="521D9F7A" w14:textId="77777777" w:rsidR="00EE4BA6" w:rsidRDefault="00EE4BA6"/>
  </w:footnote>
  <w:footnote w:type="continuationSeparator" w:id="0">
    <w:p w14:paraId="11127988" w14:textId="77777777" w:rsidR="00EE4BA6" w:rsidRDefault="00EE4BA6" w:rsidP="00BF3F0A">
      <w:r>
        <w:continuationSeparator/>
      </w:r>
    </w:p>
    <w:p w14:paraId="0CCD0025" w14:textId="77777777" w:rsidR="00EE4BA6" w:rsidRDefault="00EE4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643B46CC" w:rsidR="005F122C" w:rsidRPr="005F122C" w:rsidRDefault="005F122C" w:rsidP="00841A0F">
    <w:pPr>
      <w:pStyle w:val="SIText"/>
    </w:pPr>
    <w:r w:rsidRPr="005F122C">
      <w:t>FWPSS000</w:t>
    </w:r>
    <w:r w:rsidR="00971951">
      <w:t>0X</w:t>
    </w:r>
    <w:r w:rsidRPr="005F122C">
      <w:t xml:space="preserve"> </w:t>
    </w:r>
    <w:r w:rsidR="0045734C">
      <w:t xml:space="preserve">Entry into </w:t>
    </w:r>
    <w:r w:rsidR="0023503E">
      <w:t>Forest</w:t>
    </w:r>
    <w:r w:rsidR="006F0627">
      <w:t>ry Roles</w:t>
    </w:r>
    <w:r w:rsidR="00841A0F">
      <w:t xml:space="preserve">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B45BF"/>
    <w:multiLevelType w:val="hybridMultilevel"/>
    <w:tmpl w:val="03425F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E32A5"/>
    <w:multiLevelType w:val="multilevel"/>
    <w:tmpl w:val="5E648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4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6"/>
  </w:num>
  <w:num w:numId="15">
    <w:abstractNumId w:val="10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mwqAUAhDctViwAAAA="/>
  </w:docVars>
  <w:rsids>
    <w:rsidRoot w:val="00AD00F1"/>
    <w:rsid w:val="000014B9"/>
    <w:rsid w:val="00005A15"/>
    <w:rsid w:val="0001108F"/>
    <w:rsid w:val="000115E2"/>
    <w:rsid w:val="0001296A"/>
    <w:rsid w:val="00016803"/>
    <w:rsid w:val="00023992"/>
    <w:rsid w:val="00027C7F"/>
    <w:rsid w:val="00040188"/>
    <w:rsid w:val="00041E59"/>
    <w:rsid w:val="00053D7E"/>
    <w:rsid w:val="00064BFE"/>
    <w:rsid w:val="00070B3E"/>
    <w:rsid w:val="00071F95"/>
    <w:rsid w:val="000737BB"/>
    <w:rsid w:val="00074E47"/>
    <w:rsid w:val="00076481"/>
    <w:rsid w:val="000860E6"/>
    <w:rsid w:val="000A5441"/>
    <w:rsid w:val="000C13F1"/>
    <w:rsid w:val="000C5B3C"/>
    <w:rsid w:val="000D7BE6"/>
    <w:rsid w:val="000E2C86"/>
    <w:rsid w:val="000F29F2"/>
    <w:rsid w:val="000F5E4D"/>
    <w:rsid w:val="00101659"/>
    <w:rsid w:val="00106863"/>
    <w:rsid w:val="001078BF"/>
    <w:rsid w:val="00133957"/>
    <w:rsid w:val="001372F6"/>
    <w:rsid w:val="00140552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10D5"/>
    <w:rsid w:val="001C2D1B"/>
    <w:rsid w:val="001C6CE0"/>
    <w:rsid w:val="001D2756"/>
    <w:rsid w:val="001D7F54"/>
    <w:rsid w:val="001E16BC"/>
    <w:rsid w:val="001E2748"/>
    <w:rsid w:val="001F28F9"/>
    <w:rsid w:val="001F2BA5"/>
    <w:rsid w:val="001F308D"/>
    <w:rsid w:val="00201A7C"/>
    <w:rsid w:val="00202050"/>
    <w:rsid w:val="0021414D"/>
    <w:rsid w:val="00223124"/>
    <w:rsid w:val="00227A64"/>
    <w:rsid w:val="00234444"/>
    <w:rsid w:val="002349E5"/>
    <w:rsid w:val="0023503E"/>
    <w:rsid w:val="00236A85"/>
    <w:rsid w:val="00236F7C"/>
    <w:rsid w:val="00242293"/>
    <w:rsid w:val="00244EA7"/>
    <w:rsid w:val="002523A2"/>
    <w:rsid w:val="002539C1"/>
    <w:rsid w:val="002568F5"/>
    <w:rsid w:val="00262FC3"/>
    <w:rsid w:val="00276DB8"/>
    <w:rsid w:val="00282664"/>
    <w:rsid w:val="00284CB4"/>
    <w:rsid w:val="002858E6"/>
    <w:rsid w:val="00285FB8"/>
    <w:rsid w:val="002931C2"/>
    <w:rsid w:val="002A4CD3"/>
    <w:rsid w:val="002C55E9"/>
    <w:rsid w:val="002D0C8B"/>
    <w:rsid w:val="002E193E"/>
    <w:rsid w:val="002F4FFE"/>
    <w:rsid w:val="00310771"/>
    <w:rsid w:val="003164AA"/>
    <w:rsid w:val="003315E1"/>
    <w:rsid w:val="00334ACE"/>
    <w:rsid w:val="00337E82"/>
    <w:rsid w:val="00350BB1"/>
    <w:rsid w:val="00352C83"/>
    <w:rsid w:val="0037067D"/>
    <w:rsid w:val="003722C4"/>
    <w:rsid w:val="00376181"/>
    <w:rsid w:val="00384462"/>
    <w:rsid w:val="0038735B"/>
    <w:rsid w:val="00390415"/>
    <w:rsid w:val="00390FDB"/>
    <w:rsid w:val="003916D1"/>
    <w:rsid w:val="003A21F0"/>
    <w:rsid w:val="003A58BA"/>
    <w:rsid w:val="003A5AE7"/>
    <w:rsid w:val="003A7221"/>
    <w:rsid w:val="003B666D"/>
    <w:rsid w:val="003C13AE"/>
    <w:rsid w:val="003C16B1"/>
    <w:rsid w:val="003C2241"/>
    <w:rsid w:val="003D2E73"/>
    <w:rsid w:val="003E7BBE"/>
    <w:rsid w:val="00401209"/>
    <w:rsid w:val="004127E3"/>
    <w:rsid w:val="004269E8"/>
    <w:rsid w:val="0043212E"/>
    <w:rsid w:val="0043291D"/>
    <w:rsid w:val="00434366"/>
    <w:rsid w:val="00444423"/>
    <w:rsid w:val="004463CA"/>
    <w:rsid w:val="00452F3E"/>
    <w:rsid w:val="00453E79"/>
    <w:rsid w:val="0045734C"/>
    <w:rsid w:val="004640AE"/>
    <w:rsid w:val="00475172"/>
    <w:rsid w:val="004758B0"/>
    <w:rsid w:val="004832D2"/>
    <w:rsid w:val="00485559"/>
    <w:rsid w:val="00493E56"/>
    <w:rsid w:val="00493F49"/>
    <w:rsid w:val="0049428F"/>
    <w:rsid w:val="004A142B"/>
    <w:rsid w:val="004A44E8"/>
    <w:rsid w:val="004B29B7"/>
    <w:rsid w:val="004C2244"/>
    <w:rsid w:val="004C79A1"/>
    <w:rsid w:val="004D0D5F"/>
    <w:rsid w:val="004D1569"/>
    <w:rsid w:val="004D2260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26529"/>
    <w:rsid w:val="005351AB"/>
    <w:rsid w:val="00536741"/>
    <w:rsid w:val="00536A2E"/>
    <w:rsid w:val="005427C8"/>
    <w:rsid w:val="005446D1"/>
    <w:rsid w:val="0055293D"/>
    <w:rsid w:val="00553BE3"/>
    <w:rsid w:val="00556C4C"/>
    <w:rsid w:val="00557369"/>
    <w:rsid w:val="0056009D"/>
    <w:rsid w:val="00561D06"/>
    <w:rsid w:val="005708EB"/>
    <w:rsid w:val="00575BC6"/>
    <w:rsid w:val="00583902"/>
    <w:rsid w:val="00584CE8"/>
    <w:rsid w:val="00596C91"/>
    <w:rsid w:val="005A3AA5"/>
    <w:rsid w:val="005A6C9C"/>
    <w:rsid w:val="005A74DC"/>
    <w:rsid w:val="005B5146"/>
    <w:rsid w:val="005C231B"/>
    <w:rsid w:val="005C7EA8"/>
    <w:rsid w:val="005F122C"/>
    <w:rsid w:val="005F33CC"/>
    <w:rsid w:val="00602F20"/>
    <w:rsid w:val="006121D4"/>
    <w:rsid w:val="00613B49"/>
    <w:rsid w:val="006149FA"/>
    <w:rsid w:val="00620E8E"/>
    <w:rsid w:val="006271EA"/>
    <w:rsid w:val="00627D7A"/>
    <w:rsid w:val="00633CFE"/>
    <w:rsid w:val="00634FCA"/>
    <w:rsid w:val="006404B5"/>
    <w:rsid w:val="006452B8"/>
    <w:rsid w:val="00652E62"/>
    <w:rsid w:val="00687B62"/>
    <w:rsid w:val="00690C44"/>
    <w:rsid w:val="00690CAA"/>
    <w:rsid w:val="00695891"/>
    <w:rsid w:val="006969D9"/>
    <w:rsid w:val="006A1D6C"/>
    <w:rsid w:val="006A2B68"/>
    <w:rsid w:val="006C159E"/>
    <w:rsid w:val="006C2F32"/>
    <w:rsid w:val="006D4448"/>
    <w:rsid w:val="006E2C4D"/>
    <w:rsid w:val="006F0627"/>
    <w:rsid w:val="00705EEC"/>
    <w:rsid w:val="00707741"/>
    <w:rsid w:val="00722769"/>
    <w:rsid w:val="00722D00"/>
    <w:rsid w:val="00727901"/>
    <w:rsid w:val="0073075B"/>
    <w:rsid w:val="007341FF"/>
    <w:rsid w:val="00736F2A"/>
    <w:rsid w:val="007404E9"/>
    <w:rsid w:val="007444CF"/>
    <w:rsid w:val="00752A41"/>
    <w:rsid w:val="0076523B"/>
    <w:rsid w:val="00771B60"/>
    <w:rsid w:val="007720CA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2462"/>
    <w:rsid w:val="00823530"/>
    <w:rsid w:val="00823FF4"/>
    <w:rsid w:val="008306E7"/>
    <w:rsid w:val="008312B2"/>
    <w:rsid w:val="00834BC8"/>
    <w:rsid w:val="00837FD6"/>
    <w:rsid w:val="00841A0F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1CD1"/>
    <w:rsid w:val="00923720"/>
    <w:rsid w:val="00924CE8"/>
    <w:rsid w:val="009278C9"/>
    <w:rsid w:val="00941B4E"/>
    <w:rsid w:val="009527CB"/>
    <w:rsid w:val="00953835"/>
    <w:rsid w:val="00960F6C"/>
    <w:rsid w:val="00970747"/>
    <w:rsid w:val="00971951"/>
    <w:rsid w:val="0098725E"/>
    <w:rsid w:val="009A2FBC"/>
    <w:rsid w:val="009A5900"/>
    <w:rsid w:val="009B20C7"/>
    <w:rsid w:val="009B55A5"/>
    <w:rsid w:val="009C2650"/>
    <w:rsid w:val="009D0AFF"/>
    <w:rsid w:val="009D15E2"/>
    <w:rsid w:val="009D15FE"/>
    <w:rsid w:val="009D2BDC"/>
    <w:rsid w:val="009D54EE"/>
    <w:rsid w:val="009D5D2C"/>
    <w:rsid w:val="009E3B41"/>
    <w:rsid w:val="009E4EE6"/>
    <w:rsid w:val="009F0DCC"/>
    <w:rsid w:val="009F11CA"/>
    <w:rsid w:val="00A0695B"/>
    <w:rsid w:val="00A129E4"/>
    <w:rsid w:val="00A13052"/>
    <w:rsid w:val="00A216A8"/>
    <w:rsid w:val="00A223A6"/>
    <w:rsid w:val="00A24CA2"/>
    <w:rsid w:val="00A301E0"/>
    <w:rsid w:val="00A354FC"/>
    <w:rsid w:val="00A456E0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48E2"/>
    <w:rsid w:val="00AA5338"/>
    <w:rsid w:val="00AA5E0C"/>
    <w:rsid w:val="00AB034A"/>
    <w:rsid w:val="00AB1B19"/>
    <w:rsid w:val="00AB1B8E"/>
    <w:rsid w:val="00AC0696"/>
    <w:rsid w:val="00AC4C98"/>
    <w:rsid w:val="00AC5F6B"/>
    <w:rsid w:val="00AD00F1"/>
    <w:rsid w:val="00AD0850"/>
    <w:rsid w:val="00AD3896"/>
    <w:rsid w:val="00AD5B47"/>
    <w:rsid w:val="00AE1ED9"/>
    <w:rsid w:val="00AE32CB"/>
    <w:rsid w:val="00AF3957"/>
    <w:rsid w:val="00AF5D56"/>
    <w:rsid w:val="00B12013"/>
    <w:rsid w:val="00B22C67"/>
    <w:rsid w:val="00B3508F"/>
    <w:rsid w:val="00B443EE"/>
    <w:rsid w:val="00B4602F"/>
    <w:rsid w:val="00B51F73"/>
    <w:rsid w:val="00B5498E"/>
    <w:rsid w:val="00B560C8"/>
    <w:rsid w:val="00B61150"/>
    <w:rsid w:val="00B65BC7"/>
    <w:rsid w:val="00B746B9"/>
    <w:rsid w:val="00B848D4"/>
    <w:rsid w:val="00B865B7"/>
    <w:rsid w:val="00BA1585"/>
    <w:rsid w:val="00BA1CB1"/>
    <w:rsid w:val="00BA482D"/>
    <w:rsid w:val="00BA7B66"/>
    <w:rsid w:val="00BB23F4"/>
    <w:rsid w:val="00BC5075"/>
    <w:rsid w:val="00BD3B0F"/>
    <w:rsid w:val="00BE3484"/>
    <w:rsid w:val="00BF1D4C"/>
    <w:rsid w:val="00BF3F0A"/>
    <w:rsid w:val="00BF696A"/>
    <w:rsid w:val="00C00041"/>
    <w:rsid w:val="00C01B36"/>
    <w:rsid w:val="00C143C3"/>
    <w:rsid w:val="00C1739B"/>
    <w:rsid w:val="00C26067"/>
    <w:rsid w:val="00C30A29"/>
    <w:rsid w:val="00C317DC"/>
    <w:rsid w:val="00C54EF8"/>
    <w:rsid w:val="00C578E9"/>
    <w:rsid w:val="00C64702"/>
    <w:rsid w:val="00C64A2F"/>
    <w:rsid w:val="00C64F85"/>
    <w:rsid w:val="00C67CCD"/>
    <w:rsid w:val="00C70626"/>
    <w:rsid w:val="00C72860"/>
    <w:rsid w:val="00C73B90"/>
    <w:rsid w:val="00C86FCE"/>
    <w:rsid w:val="00C96AF3"/>
    <w:rsid w:val="00C97CCC"/>
    <w:rsid w:val="00CA0274"/>
    <w:rsid w:val="00CB0F69"/>
    <w:rsid w:val="00CB746F"/>
    <w:rsid w:val="00CC109A"/>
    <w:rsid w:val="00CC1B62"/>
    <w:rsid w:val="00CC451E"/>
    <w:rsid w:val="00CC61E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AD2"/>
    <w:rsid w:val="00D145BE"/>
    <w:rsid w:val="00D20C57"/>
    <w:rsid w:val="00D22CC8"/>
    <w:rsid w:val="00D25D16"/>
    <w:rsid w:val="00D30BC5"/>
    <w:rsid w:val="00D32124"/>
    <w:rsid w:val="00D54C76"/>
    <w:rsid w:val="00D65221"/>
    <w:rsid w:val="00D727F3"/>
    <w:rsid w:val="00D73695"/>
    <w:rsid w:val="00D810DE"/>
    <w:rsid w:val="00D84C28"/>
    <w:rsid w:val="00D86667"/>
    <w:rsid w:val="00D87D32"/>
    <w:rsid w:val="00D910BA"/>
    <w:rsid w:val="00D92C83"/>
    <w:rsid w:val="00DA0A81"/>
    <w:rsid w:val="00DA228A"/>
    <w:rsid w:val="00DA27CF"/>
    <w:rsid w:val="00DA3C10"/>
    <w:rsid w:val="00DA4083"/>
    <w:rsid w:val="00DA53B5"/>
    <w:rsid w:val="00DA5D36"/>
    <w:rsid w:val="00DB557A"/>
    <w:rsid w:val="00DB669F"/>
    <w:rsid w:val="00DB7088"/>
    <w:rsid w:val="00DC1D69"/>
    <w:rsid w:val="00DC3909"/>
    <w:rsid w:val="00DC5A3A"/>
    <w:rsid w:val="00E052D9"/>
    <w:rsid w:val="00E06F35"/>
    <w:rsid w:val="00E072D3"/>
    <w:rsid w:val="00E209DF"/>
    <w:rsid w:val="00E238E6"/>
    <w:rsid w:val="00E26806"/>
    <w:rsid w:val="00E317DC"/>
    <w:rsid w:val="00E32375"/>
    <w:rsid w:val="00E35064"/>
    <w:rsid w:val="00E438C3"/>
    <w:rsid w:val="00E501F0"/>
    <w:rsid w:val="00E624B1"/>
    <w:rsid w:val="00E805F4"/>
    <w:rsid w:val="00E91BFF"/>
    <w:rsid w:val="00E92933"/>
    <w:rsid w:val="00E9679B"/>
    <w:rsid w:val="00EA3B97"/>
    <w:rsid w:val="00EB0AA4"/>
    <w:rsid w:val="00EB252F"/>
    <w:rsid w:val="00EB5C88"/>
    <w:rsid w:val="00EB7EB1"/>
    <w:rsid w:val="00EC012F"/>
    <w:rsid w:val="00EC0469"/>
    <w:rsid w:val="00EE4BA6"/>
    <w:rsid w:val="00EF01F8"/>
    <w:rsid w:val="00EF121C"/>
    <w:rsid w:val="00EF4016"/>
    <w:rsid w:val="00EF40EF"/>
    <w:rsid w:val="00F13884"/>
    <w:rsid w:val="00F1480E"/>
    <w:rsid w:val="00F1497D"/>
    <w:rsid w:val="00F16AAC"/>
    <w:rsid w:val="00F3249A"/>
    <w:rsid w:val="00F4044F"/>
    <w:rsid w:val="00F438FC"/>
    <w:rsid w:val="00F5616F"/>
    <w:rsid w:val="00F56827"/>
    <w:rsid w:val="00F65EF0"/>
    <w:rsid w:val="00F71651"/>
    <w:rsid w:val="00F76A48"/>
    <w:rsid w:val="00F76CC6"/>
    <w:rsid w:val="00F81987"/>
    <w:rsid w:val="00FA56AA"/>
    <w:rsid w:val="00FB1B56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9E4E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9E4E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9E4E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9E4EE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9E4EE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EE6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EE6"/>
    <w:rPr>
      <w:rFonts w:asciiTheme="majorHAnsi" w:eastAsiaTheme="majorEastAsia" w:hAnsiTheme="majorHAnsi" w:cstheme="majorBidi"/>
      <w:color w:val="365F91" w:themeColor="accent1" w:themeShade="BF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EE6"/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EE6"/>
    <w:rPr>
      <w:rFonts w:asciiTheme="majorHAnsi" w:eastAsiaTheme="majorEastAsia" w:hAnsiTheme="majorHAnsi" w:cstheme="majorBidi"/>
      <w:i/>
      <w:iCs/>
      <w:color w:val="243F60" w:themeColor="accent1" w:themeShade="7F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EE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9E4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C1CDA-5487-41D1-B3BF-DB244D6FB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61</cp:revision>
  <cp:lastPrinted>2016-05-27T05:21:00Z</cp:lastPrinted>
  <dcterms:created xsi:type="dcterms:W3CDTF">2021-04-30T09:58:00Z</dcterms:created>
  <dcterms:modified xsi:type="dcterms:W3CDTF">2021-06-14T04:42:00Z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