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D43ED" w14:paraId="4F6E1B31" w14:textId="77777777" w:rsidTr="00146EEC">
        <w:tc>
          <w:tcPr>
            <w:tcW w:w="2689" w:type="dxa"/>
          </w:tcPr>
          <w:p w14:paraId="3A46D743" w14:textId="0760D194" w:rsidR="006D43ED" w:rsidRPr="00CC451E" w:rsidRDefault="006D43ED" w:rsidP="006D43ED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r>
              <w:t>1</w:t>
            </w:r>
          </w:p>
        </w:tc>
        <w:tc>
          <w:tcPr>
            <w:tcW w:w="6939" w:type="dxa"/>
          </w:tcPr>
          <w:p w14:paraId="4ABCFE21" w14:textId="47A82E57" w:rsidR="006D43ED" w:rsidRPr="00CC451E" w:rsidRDefault="006D43ED" w:rsidP="006D43ED">
            <w:pPr>
              <w:pStyle w:val="SIText"/>
            </w:pPr>
            <w:r w:rsidRPr="00CC451E">
              <w:t xml:space="preserve">This version released with </w:t>
            </w:r>
            <w:r w:rsidRPr="009A317C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 w:rsidR="0031339D">
              <w:t>7</w:t>
            </w:r>
            <w:r w:rsidRPr="000754EC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2B4F2D">
        <w:trPr>
          <w:tblHeader/>
        </w:trPr>
        <w:tc>
          <w:tcPr>
            <w:tcW w:w="1396" w:type="pct"/>
            <w:shd w:val="clear" w:color="auto" w:fill="auto"/>
          </w:tcPr>
          <w:p w14:paraId="781F69A0" w14:textId="78E2CE8A" w:rsidR="00F1480E" w:rsidRPr="000754EC" w:rsidRDefault="005541FB" w:rsidP="000754EC">
            <w:pPr>
              <w:pStyle w:val="SIUNITCODE"/>
            </w:pPr>
            <w:r w:rsidRPr="005541FB">
              <w:t>FWPCOR2</w:t>
            </w:r>
            <w:r w:rsidRPr="005541FB">
              <w:rPr>
                <w:rFonts w:eastAsiaTheme="minorHAnsi"/>
              </w:rPr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37BFCFF0" w:rsidR="00F1480E" w:rsidRPr="000754EC" w:rsidRDefault="00D2276A" w:rsidP="000754EC">
            <w:pPr>
              <w:pStyle w:val="SIUnittitle"/>
            </w:pPr>
            <w:r w:rsidRPr="00D2276A">
              <w:t>Communicate and interact effectively in the workplace</w:t>
            </w:r>
          </w:p>
        </w:tc>
      </w:tr>
      <w:tr w:rsidR="00F1480E" w:rsidRPr="00963A46" w14:paraId="25DF8325" w14:textId="77777777" w:rsidTr="002B4F2D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340717" w14:textId="203CE961" w:rsidR="00D2276A" w:rsidRDefault="00423993" w:rsidP="008A640F">
            <w:r w:rsidRPr="00423993">
              <w:t xml:space="preserve">This unit of competency describes the skills and knowledge required </w:t>
            </w:r>
            <w:r w:rsidR="00D2276A" w:rsidRPr="00D2276A">
              <w:t>to communicate and interact effectively with other workers</w:t>
            </w:r>
            <w:r w:rsidR="00742960">
              <w:t xml:space="preserve"> in the forest and wood products industry</w:t>
            </w:r>
            <w:r w:rsidR="00D2276A" w:rsidRPr="00D2276A">
              <w:t>.</w:t>
            </w:r>
          </w:p>
          <w:p w14:paraId="5BD1FE2F" w14:textId="77777777" w:rsidR="005541FB" w:rsidRPr="00D2276A" w:rsidRDefault="005541FB" w:rsidP="008A640F"/>
          <w:p w14:paraId="4D0BE3B6" w14:textId="22114A03" w:rsidR="00A0088C" w:rsidRDefault="00A0088C" w:rsidP="00F3103C">
            <w:r w:rsidRPr="00A0088C">
              <w:t>The unit applies to individuals working in a broad range of roles and operations including those engaged in forestry operations, timber processing and manufacturing, and timber merchandising.</w:t>
            </w:r>
          </w:p>
          <w:p w14:paraId="0C510F03" w14:textId="77777777" w:rsidR="005541FB" w:rsidRPr="00A0088C" w:rsidRDefault="005541FB" w:rsidP="00F3103C"/>
          <w:p w14:paraId="5C2B9887" w14:textId="1CB9A93A" w:rsidR="00A0088C" w:rsidRDefault="00A0088C" w:rsidP="00F3103C">
            <w:r w:rsidRPr="00A0088C">
              <w:t>All work must be carried out to comply with workplace procedures, according to state/territory health and safety regulations, legislation, standards and industry codes of practice that apply to the workplace.</w:t>
            </w:r>
          </w:p>
          <w:p w14:paraId="199DE652" w14:textId="77777777" w:rsidR="005541FB" w:rsidRDefault="005541FB" w:rsidP="00F3103C"/>
          <w:p w14:paraId="034C6C33" w14:textId="12B8D54B" w:rsidR="00EA2FCF" w:rsidRPr="000754EC" w:rsidRDefault="002205C1" w:rsidP="008A640F">
            <w:r>
              <w:t>No licencing, legislative or certification requirements apply to this unit at the time of publication.</w:t>
            </w:r>
          </w:p>
        </w:tc>
      </w:tr>
      <w:tr w:rsidR="00F1480E" w:rsidRPr="00963A46" w14:paraId="655EE24B" w14:textId="77777777" w:rsidTr="002B4F2D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750500D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2B4F2D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7F6E7D" w14:textId="15A65E56" w:rsidR="00EA2FCF" w:rsidRPr="00EA2FCF" w:rsidRDefault="00EA2FCF" w:rsidP="00EA2FCF">
            <w:pPr>
              <w:pStyle w:val="SIText"/>
            </w:pPr>
            <w:r w:rsidRPr="00EA2FCF">
              <w:t>Forest Growing and Management</w:t>
            </w:r>
            <w:r w:rsidR="0031339D">
              <w:t xml:space="preserve"> (FGM)</w:t>
            </w:r>
          </w:p>
          <w:p w14:paraId="49FEF041" w14:textId="3E95757C" w:rsidR="00EA2FCF" w:rsidRPr="00EA2FCF" w:rsidRDefault="00EA2FCF" w:rsidP="00EA2FCF">
            <w:pPr>
              <w:pStyle w:val="SIText"/>
            </w:pPr>
            <w:r w:rsidRPr="00EA2FCF">
              <w:t>Harvesting and Haulage</w:t>
            </w:r>
            <w:r w:rsidR="0031339D">
              <w:t xml:space="preserve"> (HAR)</w:t>
            </w:r>
          </w:p>
          <w:p w14:paraId="2EFD48F5" w14:textId="258BB19B" w:rsidR="00EA2FCF" w:rsidRPr="00EA2FCF" w:rsidRDefault="00EA2FCF" w:rsidP="00EA2FCF">
            <w:pPr>
              <w:pStyle w:val="SIText"/>
            </w:pPr>
            <w:r w:rsidRPr="00EA2FCF">
              <w:t>Sawmilling and Processing</w:t>
            </w:r>
            <w:r w:rsidR="0031339D">
              <w:t xml:space="preserve"> (SAW)</w:t>
            </w:r>
          </w:p>
          <w:p w14:paraId="719FB321" w14:textId="5FB19491" w:rsidR="00EA2FCF" w:rsidRPr="00EA2FCF" w:rsidRDefault="00EA2FCF" w:rsidP="00EA2FCF">
            <w:pPr>
              <w:pStyle w:val="SIText"/>
            </w:pPr>
            <w:r w:rsidRPr="00EA2FCF">
              <w:t>Timber Manufactured Products</w:t>
            </w:r>
            <w:r w:rsidR="0099133C">
              <w:t xml:space="preserve"> (TMM)</w:t>
            </w:r>
          </w:p>
          <w:p w14:paraId="45BEF695" w14:textId="6330F875" w:rsidR="00EA2FCF" w:rsidRPr="00EA2FCF" w:rsidRDefault="00EA2FCF" w:rsidP="00EA2FCF">
            <w:pPr>
              <w:pStyle w:val="SIText"/>
            </w:pPr>
            <w:r w:rsidRPr="00EA2FCF">
              <w:t xml:space="preserve">Timber </w:t>
            </w:r>
            <w:r w:rsidR="004423AF">
              <w:t>Supply (TMM)</w:t>
            </w:r>
          </w:p>
          <w:p w14:paraId="7AB57DEC" w14:textId="34C0E673" w:rsidR="00EA2FCF" w:rsidRPr="00EA2FCF" w:rsidRDefault="00EA2FCF" w:rsidP="00EA2FCF">
            <w:pPr>
              <w:pStyle w:val="SIText"/>
            </w:pPr>
            <w:r w:rsidRPr="00EA2FCF">
              <w:t>Wood Panel Products</w:t>
            </w:r>
            <w:r w:rsidR="0099133C">
              <w:t xml:space="preserve"> (WPP)</w:t>
            </w:r>
          </w:p>
          <w:p w14:paraId="4A5A163B" w14:textId="346BACDE" w:rsidR="00F1480E" w:rsidRPr="000754EC" w:rsidRDefault="00EA2FCF" w:rsidP="00EA2FCF">
            <w:pPr>
              <w:pStyle w:val="SIText"/>
            </w:pPr>
            <w:r w:rsidRPr="00EA2FCF">
              <w:t>Timber Truss and Frame Design and Manufacture</w:t>
            </w:r>
            <w:r w:rsidR="004423AF">
              <w:t xml:space="preserve"> (TMM)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2B4F2D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2B4F2D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2276A" w:rsidRPr="00963A46" w14:paraId="2F5B2555" w14:textId="77777777" w:rsidTr="002B4F2D">
        <w:trPr>
          <w:cantSplit/>
        </w:trPr>
        <w:tc>
          <w:tcPr>
            <w:tcW w:w="1396" w:type="pct"/>
            <w:shd w:val="clear" w:color="auto" w:fill="auto"/>
          </w:tcPr>
          <w:p w14:paraId="06314A52" w14:textId="48A346E5" w:rsidR="00D2276A" w:rsidRPr="00D2276A" w:rsidRDefault="00D2276A" w:rsidP="00D2276A">
            <w:pPr>
              <w:pStyle w:val="SIText"/>
            </w:pPr>
            <w:r w:rsidRPr="00D2276A">
              <w:t>1. Prepare for workplace communication</w:t>
            </w:r>
          </w:p>
        </w:tc>
        <w:tc>
          <w:tcPr>
            <w:tcW w:w="3604" w:type="pct"/>
            <w:shd w:val="clear" w:color="auto" w:fill="auto"/>
          </w:tcPr>
          <w:p w14:paraId="37B43E6D" w14:textId="1F98DEAF" w:rsidR="00D2276A" w:rsidRPr="00D2276A" w:rsidRDefault="00D2276A" w:rsidP="00D2276A">
            <w:r w:rsidRPr="00D2276A">
              <w:t xml:space="preserve">1.1 </w:t>
            </w:r>
            <w:r w:rsidR="00DE5A9B">
              <w:t>Confirm</w:t>
            </w:r>
            <w:r w:rsidRPr="00D2276A">
              <w:t xml:space="preserve"> </w:t>
            </w:r>
            <w:r w:rsidR="00F22528">
              <w:t xml:space="preserve">workplace </w:t>
            </w:r>
            <w:r w:rsidRPr="00D2276A">
              <w:t>communicati</w:t>
            </w:r>
            <w:r w:rsidR="00DE5A9B">
              <w:t>on</w:t>
            </w:r>
            <w:r w:rsidR="00E44DA5">
              <w:t xml:space="preserve"> procedures</w:t>
            </w:r>
          </w:p>
          <w:p w14:paraId="1696B99B" w14:textId="798E7B4E" w:rsidR="00D2276A" w:rsidRPr="00D2276A" w:rsidRDefault="00D2276A" w:rsidP="00D2276A">
            <w:r w:rsidRPr="00D2276A">
              <w:t xml:space="preserve">1.2 Identify mode of communication </w:t>
            </w:r>
            <w:r w:rsidR="00453857">
              <w:t xml:space="preserve">most </w:t>
            </w:r>
            <w:r w:rsidRPr="00D2276A">
              <w:t>relevant to task</w:t>
            </w:r>
            <w:r w:rsidR="00D33340">
              <w:t>, intended audience</w:t>
            </w:r>
            <w:r w:rsidR="002B208E">
              <w:t xml:space="preserve"> and workplace context</w:t>
            </w:r>
          </w:p>
        </w:tc>
      </w:tr>
      <w:tr w:rsidR="00D2276A" w:rsidRPr="00963A46" w14:paraId="6D79A7FA" w14:textId="77777777" w:rsidTr="002B4F2D">
        <w:trPr>
          <w:cantSplit/>
        </w:trPr>
        <w:tc>
          <w:tcPr>
            <w:tcW w:w="1396" w:type="pct"/>
            <w:shd w:val="clear" w:color="auto" w:fill="auto"/>
          </w:tcPr>
          <w:p w14:paraId="56B4064B" w14:textId="03A205FD" w:rsidR="00D2276A" w:rsidRPr="00D2276A" w:rsidRDefault="00D2276A" w:rsidP="00D2276A">
            <w:pPr>
              <w:pStyle w:val="SIText"/>
            </w:pPr>
            <w:r w:rsidRPr="00D2276A">
              <w:t xml:space="preserve">2. </w:t>
            </w:r>
            <w:r w:rsidR="004A504B">
              <w:t>Use</w:t>
            </w:r>
            <w:r w:rsidRPr="00D2276A">
              <w:t xml:space="preserve"> </w:t>
            </w:r>
            <w:r w:rsidR="00D33340">
              <w:t xml:space="preserve">routine </w:t>
            </w:r>
            <w:r w:rsidR="002A17F7">
              <w:t xml:space="preserve">face to face </w:t>
            </w:r>
            <w:r w:rsidRPr="00D2276A">
              <w:t>communication</w:t>
            </w:r>
          </w:p>
        </w:tc>
        <w:tc>
          <w:tcPr>
            <w:tcW w:w="3604" w:type="pct"/>
            <w:shd w:val="clear" w:color="auto" w:fill="auto"/>
          </w:tcPr>
          <w:p w14:paraId="6E7860F4" w14:textId="331AAF01" w:rsidR="0053082F" w:rsidRDefault="00D2276A" w:rsidP="00D2276A">
            <w:r w:rsidRPr="00D2276A">
              <w:t xml:space="preserve">2.1 </w:t>
            </w:r>
            <w:r w:rsidR="00D33340">
              <w:t xml:space="preserve">Speak </w:t>
            </w:r>
            <w:r w:rsidR="00166B49">
              <w:t>clearly</w:t>
            </w:r>
            <w:r w:rsidR="00A53610">
              <w:t xml:space="preserve">, </w:t>
            </w:r>
            <w:r w:rsidR="00DE71B2">
              <w:t xml:space="preserve">concisely and </w:t>
            </w:r>
            <w:r w:rsidR="00166B49">
              <w:t xml:space="preserve">use </w:t>
            </w:r>
            <w:r w:rsidR="007158D4">
              <w:t>language that is appropriate to the listener</w:t>
            </w:r>
          </w:p>
          <w:p w14:paraId="2901F754" w14:textId="0B314074" w:rsidR="006D411B" w:rsidRDefault="0053082F" w:rsidP="00D2276A">
            <w:r>
              <w:t xml:space="preserve">2.2 </w:t>
            </w:r>
            <w:r w:rsidR="007158D4">
              <w:t xml:space="preserve">Use active listening and questioning techniques to clarify </w:t>
            </w:r>
            <w:r w:rsidR="006A54B6">
              <w:t>instructions</w:t>
            </w:r>
          </w:p>
          <w:p w14:paraId="6C0006C9" w14:textId="43901080" w:rsidR="00D2276A" w:rsidRPr="00D2276A" w:rsidRDefault="00D2276A" w:rsidP="00D2276A">
            <w:r w:rsidRPr="00D2276A">
              <w:t>2.3 Engage in and maintain verbal communication with others to assist flow of work activities</w:t>
            </w:r>
          </w:p>
          <w:p w14:paraId="6BB72E57" w14:textId="66C50349" w:rsidR="00D2276A" w:rsidRPr="00D2276A" w:rsidRDefault="00D2276A" w:rsidP="008A640F">
            <w:r w:rsidRPr="00D2276A">
              <w:t>2.4 Take, confirm and pass on messages</w:t>
            </w:r>
          </w:p>
        </w:tc>
      </w:tr>
      <w:tr w:rsidR="00D2276A" w:rsidRPr="00963A46" w14:paraId="16CD00DC" w14:textId="77777777" w:rsidTr="002B4F2D">
        <w:trPr>
          <w:cantSplit/>
        </w:trPr>
        <w:tc>
          <w:tcPr>
            <w:tcW w:w="1396" w:type="pct"/>
            <w:shd w:val="clear" w:color="auto" w:fill="auto"/>
          </w:tcPr>
          <w:p w14:paraId="6F2E2312" w14:textId="2F1BF3A4" w:rsidR="00D2276A" w:rsidRPr="00D2276A" w:rsidRDefault="00D2276A" w:rsidP="00D2276A">
            <w:pPr>
              <w:pStyle w:val="SIText"/>
            </w:pPr>
            <w:r w:rsidRPr="00D2276A">
              <w:t xml:space="preserve">3. </w:t>
            </w:r>
            <w:r w:rsidR="001118A1">
              <w:t>Use</w:t>
            </w:r>
            <w:r w:rsidRPr="00D2276A">
              <w:t xml:space="preserve"> visual and aural communication</w:t>
            </w:r>
          </w:p>
        </w:tc>
        <w:tc>
          <w:tcPr>
            <w:tcW w:w="3604" w:type="pct"/>
            <w:shd w:val="clear" w:color="auto" w:fill="auto"/>
          </w:tcPr>
          <w:p w14:paraId="2E8A7E76" w14:textId="5E5EB889" w:rsidR="00D2276A" w:rsidRPr="00D2276A" w:rsidRDefault="00D2276A" w:rsidP="00D2276A">
            <w:r w:rsidRPr="00D2276A">
              <w:t>3.1 Read and respond to workplace signs</w:t>
            </w:r>
            <w:r w:rsidR="001118A1">
              <w:t xml:space="preserve"> and symbols</w:t>
            </w:r>
          </w:p>
          <w:p w14:paraId="12223263" w14:textId="3D58F3DF" w:rsidR="00D2276A" w:rsidRPr="00D2276A" w:rsidRDefault="00D2276A" w:rsidP="00D2276A">
            <w:r w:rsidRPr="00D2276A">
              <w:t xml:space="preserve">3.2 Use </w:t>
            </w:r>
            <w:r w:rsidR="001118A1">
              <w:t xml:space="preserve">and respond to </w:t>
            </w:r>
            <w:r w:rsidRPr="00D2276A">
              <w:t>hand signals</w:t>
            </w:r>
          </w:p>
          <w:p w14:paraId="7C104250" w14:textId="189094D8" w:rsidR="00D2276A" w:rsidRPr="00D2276A" w:rsidRDefault="00D2276A" w:rsidP="00D2276A">
            <w:pPr>
              <w:pStyle w:val="SIText"/>
            </w:pPr>
            <w:r w:rsidRPr="00D2276A">
              <w:t>3.3 Listen and respond to aural signals</w:t>
            </w:r>
          </w:p>
        </w:tc>
      </w:tr>
      <w:tr w:rsidR="00E3435A" w:rsidRPr="00963A46" w14:paraId="347D170E" w14:textId="77777777" w:rsidTr="002B4F2D">
        <w:trPr>
          <w:cantSplit/>
          <w:trHeight w:val="1430"/>
        </w:trPr>
        <w:tc>
          <w:tcPr>
            <w:tcW w:w="1396" w:type="pct"/>
            <w:shd w:val="clear" w:color="auto" w:fill="auto"/>
          </w:tcPr>
          <w:p w14:paraId="5D1AAEA6" w14:textId="3E3713AB" w:rsidR="00E3435A" w:rsidRPr="00D2276A" w:rsidRDefault="00E3435A" w:rsidP="00D2276A">
            <w:pPr>
              <w:pStyle w:val="SIText"/>
            </w:pPr>
            <w:r>
              <w:t xml:space="preserve">4. Communicate using electronic communication equipment </w:t>
            </w:r>
          </w:p>
        </w:tc>
        <w:tc>
          <w:tcPr>
            <w:tcW w:w="3604" w:type="pct"/>
            <w:shd w:val="clear" w:color="auto" w:fill="auto"/>
          </w:tcPr>
          <w:p w14:paraId="04DA8FB3" w14:textId="77777777" w:rsidR="00E3435A" w:rsidRPr="00D2276A" w:rsidRDefault="00E3435A" w:rsidP="00D2276A">
            <w:r>
              <w:t>4.1 Select the most appropriate method of communication</w:t>
            </w:r>
          </w:p>
          <w:p w14:paraId="01B3AABA" w14:textId="411FE7F0" w:rsidR="00830C2C" w:rsidRDefault="00A67615" w:rsidP="00E55856">
            <w:r>
              <w:t xml:space="preserve">4.2 Identify </w:t>
            </w:r>
            <w:r w:rsidR="00830C2C">
              <w:t xml:space="preserve">communication </w:t>
            </w:r>
            <w:r w:rsidR="00F004E9">
              <w:t>equipment</w:t>
            </w:r>
            <w:r w:rsidR="00830C2C">
              <w:t xml:space="preserve"> features and control functions</w:t>
            </w:r>
          </w:p>
          <w:p w14:paraId="1271B884" w14:textId="3C002A4F" w:rsidR="00E55856" w:rsidRPr="00E55856" w:rsidRDefault="00E3435A" w:rsidP="00E55856">
            <w:r>
              <w:t>4.</w:t>
            </w:r>
            <w:r w:rsidR="00830C2C">
              <w:t>3</w:t>
            </w:r>
            <w:r>
              <w:t xml:space="preserve"> </w:t>
            </w:r>
            <w:r w:rsidR="00123D41">
              <w:t xml:space="preserve">Operate </w:t>
            </w:r>
            <w:r>
              <w:t>communication equipment</w:t>
            </w:r>
            <w:r w:rsidR="00E55856">
              <w:rPr>
                <w:rFonts w:ascii="Verdana" w:hAnsi="Verdana"/>
                <w:color w:val="696969"/>
                <w:sz w:val="18"/>
                <w:szCs w:val="18"/>
                <w:shd w:val="clear" w:color="auto" w:fill="FFFFFF"/>
              </w:rPr>
              <w:t xml:space="preserve"> </w:t>
            </w:r>
            <w:r w:rsidR="00E55856" w:rsidRPr="00E55856">
              <w:t>safely in accordance with manufacturer instructions, workplace procedures and regulatory requirements</w:t>
            </w:r>
          </w:p>
          <w:p w14:paraId="30CF8F95" w14:textId="5C7B663C" w:rsidR="00E3435A" w:rsidRPr="00D2276A" w:rsidRDefault="00E3435A" w:rsidP="00D2276A">
            <w:r>
              <w:t>4.</w:t>
            </w:r>
            <w:r w:rsidR="00F004E9">
              <w:t>4</w:t>
            </w:r>
            <w:r>
              <w:t xml:space="preserve"> Acknowledge and respond to communication</w:t>
            </w:r>
          </w:p>
          <w:p w14:paraId="25C4131C" w14:textId="33110CA9" w:rsidR="00E3435A" w:rsidRPr="00D2276A" w:rsidRDefault="00E3435A" w:rsidP="00D2276A">
            <w:r>
              <w:t>4.</w:t>
            </w:r>
            <w:r w:rsidR="00F004E9">
              <w:t>5</w:t>
            </w:r>
            <w:r>
              <w:t xml:space="preserve"> Pass on communication to relevant personnel in a clear and concise manner</w:t>
            </w:r>
          </w:p>
          <w:p w14:paraId="63AB0F76" w14:textId="1F283289" w:rsidR="00E3435A" w:rsidRPr="00D2276A" w:rsidRDefault="00E3435A" w:rsidP="00D2276A">
            <w:r>
              <w:t>4.</w:t>
            </w:r>
            <w:r w:rsidR="00F004E9">
              <w:t>6</w:t>
            </w:r>
            <w:r>
              <w:t xml:space="preserve"> Identify and report faults in communication equipment</w:t>
            </w:r>
          </w:p>
        </w:tc>
      </w:tr>
      <w:tr w:rsidR="00D2276A" w:rsidRPr="00963A46" w14:paraId="3E797147" w14:textId="77777777" w:rsidTr="002B4F2D">
        <w:trPr>
          <w:cantSplit/>
        </w:trPr>
        <w:tc>
          <w:tcPr>
            <w:tcW w:w="1396" w:type="pct"/>
            <w:shd w:val="clear" w:color="auto" w:fill="auto"/>
          </w:tcPr>
          <w:p w14:paraId="0D027374" w14:textId="4A4305D3" w:rsidR="00D2276A" w:rsidRPr="00D2276A" w:rsidRDefault="00F22784" w:rsidP="00D2276A">
            <w:pPr>
              <w:pStyle w:val="SIText"/>
            </w:pPr>
            <w:r>
              <w:t xml:space="preserve">5. </w:t>
            </w:r>
            <w:r w:rsidR="00D2276A" w:rsidRPr="00D2276A">
              <w:t xml:space="preserve">Complete </w:t>
            </w:r>
            <w:r w:rsidR="00BE0F19">
              <w:t>workplace</w:t>
            </w:r>
            <w:r w:rsidR="00BE0F19" w:rsidRPr="00D2276A">
              <w:t xml:space="preserve"> </w:t>
            </w:r>
            <w:r w:rsidR="00B87422">
              <w:t>forms</w:t>
            </w:r>
            <w:r w:rsidR="00F004E9">
              <w:t xml:space="preserve"> / documents</w:t>
            </w:r>
            <w:r w:rsidR="00B87422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15CA9A0" w14:textId="7596FDCF" w:rsidR="00B87422" w:rsidRDefault="00F22784" w:rsidP="00D2276A">
            <w:r>
              <w:t>5</w:t>
            </w:r>
            <w:r w:rsidR="00D2276A" w:rsidRPr="00D2276A">
              <w:t xml:space="preserve">.1 </w:t>
            </w:r>
            <w:r w:rsidR="00B87422">
              <w:t>Select appropriate form</w:t>
            </w:r>
            <w:r w:rsidR="00F004E9">
              <w:t>/document</w:t>
            </w:r>
          </w:p>
          <w:p w14:paraId="5A203561" w14:textId="0F003BB1" w:rsidR="00B87422" w:rsidRDefault="00F22784" w:rsidP="00D2276A">
            <w:r>
              <w:t>5</w:t>
            </w:r>
            <w:r w:rsidR="00B87422">
              <w:t>.2 Gather information required to complete form</w:t>
            </w:r>
            <w:r w:rsidR="00F004E9">
              <w:t>/document</w:t>
            </w:r>
          </w:p>
          <w:p w14:paraId="163A3066" w14:textId="44D9B23B" w:rsidR="00AE7B97" w:rsidRPr="00AE7B97" w:rsidRDefault="00F22784" w:rsidP="00AE7B97">
            <w:r>
              <w:t>5</w:t>
            </w:r>
            <w:r w:rsidR="00B87422">
              <w:t>.3</w:t>
            </w:r>
            <w:r w:rsidR="00452C63">
              <w:t xml:space="preserve"> </w:t>
            </w:r>
            <w:r w:rsidR="00D2276A" w:rsidRPr="00D2276A">
              <w:t xml:space="preserve">Complete </w:t>
            </w:r>
            <w:r w:rsidR="00452C63">
              <w:t>form</w:t>
            </w:r>
            <w:r w:rsidR="00F004E9">
              <w:t>/do</w:t>
            </w:r>
            <w:r w:rsidR="00072E65">
              <w:t>cument</w:t>
            </w:r>
            <w:r w:rsidR="00B2544A">
              <w:t xml:space="preserve"> </w:t>
            </w:r>
            <w:r w:rsidR="00AE7B97">
              <w:t xml:space="preserve">using </w:t>
            </w:r>
            <w:r w:rsidR="00AE7B97" w:rsidRPr="00AE7B97">
              <w:t>appro</w:t>
            </w:r>
            <w:r w:rsidR="00AE7B97">
              <w:t>priate</w:t>
            </w:r>
            <w:r w:rsidR="00AE7B97" w:rsidRPr="00AE7B97">
              <w:t xml:space="preserve"> format and technology to record and report information</w:t>
            </w:r>
          </w:p>
          <w:p w14:paraId="3213D905" w14:textId="72961BAA" w:rsidR="00D2276A" w:rsidRPr="00D2276A" w:rsidRDefault="00F22784" w:rsidP="00D2276A">
            <w:r>
              <w:t>5</w:t>
            </w:r>
            <w:r w:rsidR="00D2276A" w:rsidRPr="00D2276A">
              <w:t>.</w:t>
            </w:r>
            <w:r w:rsidR="00692048">
              <w:t>4</w:t>
            </w:r>
            <w:r w:rsidR="00D2276A" w:rsidRPr="00D2276A">
              <w:t xml:space="preserve"> </w:t>
            </w:r>
            <w:r w:rsidR="00860DB7">
              <w:t>Pass on</w:t>
            </w:r>
            <w:r w:rsidR="005812A9">
              <w:t xml:space="preserve"> completed form</w:t>
            </w:r>
            <w:r w:rsidR="00072E65">
              <w:t xml:space="preserve"> / document</w:t>
            </w:r>
            <w:r w:rsidR="00860DB7">
              <w:t xml:space="preserve"> to appropriate person</w:t>
            </w:r>
          </w:p>
        </w:tc>
      </w:tr>
      <w:tr w:rsidR="00560D51" w:rsidRPr="00963A46" w14:paraId="3C7CB997" w14:textId="77777777" w:rsidTr="002B4F2D">
        <w:trPr>
          <w:cantSplit/>
        </w:trPr>
        <w:tc>
          <w:tcPr>
            <w:tcW w:w="1396" w:type="pct"/>
            <w:shd w:val="clear" w:color="auto" w:fill="auto"/>
          </w:tcPr>
          <w:p w14:paraId="4837E089" w14:textId="3FBD85A8" w:rsidR="00560D51" w:rsidRPr="00560D51" w:rsidRDefault="00F22784" w:rsidP="00560D51">
            <w:r>
              <w:t>6</w:t>
            </w:r>
            <w:r w:rsidR="00560D51">
              <w:t xml:space="preserve">. </w:t>
            </w:r>
            <w:r w:rsidR="00560D51" w:rsidRPr="00560D51">
              <w:t>Take part in group discussions and informal meetings</w:t>
            </w:r>
          </w:p>
          <w:p w14:paraId="29D9F0F9" w14:textId="77777777" w:rsidR="00560D51" w:rsidRPr="00D2276A" w:rsidRDefault="00560D51" w:rsidP="00D2276A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3C748A23" w14:textId="0890015B" w:rsidR="00560D51" w:rsidRDefault="00F22784" w:rsidP="00D2276A">
            <w:r>
              <w:t>6</w:t>
            </w:r>
            <w:r w:rsidR="00560D51">
              <w:t xml:space="preserve">.1 </w:t>
            </w:r>
            <w:r w:rsidR="00443C57">
              <w:t xml:space="preserve">Participate in small informal group </w:t>
            </w:r>
            <w:r w:rsidR="001F25D3">
              <w:t>activities</w:t>
            </w:r>
            <w:r w:rsidR="00443C57">
              <w:t xml:space="preserve"> and meetings to </w:t>
            </w:r>
            <w:r w:rsidR="00C70B3F">
              <w:t>facilitate</w:t>
            </w:r>
            <w:r w:rsidR="00443C57">
              <w:t xml:space="preserve"> workplace </w:t>
            </w:r>
            <w:r w:rsidR="001F25D3">
              <w:t>outcomes</w:t>
            </w:r>
          </w:p>
          <w:p w14:paraId="401C55D8" w14:textId="55058712" w:rsidR="00443C57" w:rsidRDefault="00F22784" w:rsidP="00D2276A">
            <w:r>
              <w:t>6</w:t>
            </w:r>
            <w:r w:rsidR="001F25D3">
              <w:t xml:space="preserve">.2 Provide and seek responses from other group members </w:t>
            </w:r>
            <w:r w:rsidR="00AA3FAE">
              <w:t>in a constructive manner</w:t>
            </w:r>
          </w:p>
          <w:p w14:paraId="28FE3D27" w14:textId="53753829" w:rsidR="00AA3FAE" w:rsidRPr="00D2276A" w:rsidRDefault="00F22784" w:rsidP="00D2276A">
            <w:r>
              <w:t>6</w:t>
            </w:r>
            <w:r w:rsidR="00AA3FAE">
              <w:t>.3</w:t>
            </w:r>
            <w:r w:rsidR="0082403F">
              <w:t xml:space="preserve"> </w:t>
            </w:r>
            <w:r w:rsidR="00C70B3F">
              <w:t>Acknowledge</w:t>
            </w:r>
            <w:r w:rsidR="0082403F">
              <w:t xml:space="preserve"> and </w:t>
            </w:r>
            <w:r w:rsidR="00C70B3F">
              <w:t>accurately</w:t>
            </w:r>
            <w:r w:rsidR="0082403F">
              <w:t xml:space="preserve"> </w:t>
            </w:r>
            <w:r w:rsidR="00C70B3F">
              <w:t>represent</w:t>
            </w:r>
            <w:r w:rsidR="0082403F">
              <w:t xml:space="preserve"> the </w:t>
            </w:r>
            <w:r w:rsidR="00C70B3F">
              <w:t>views and opinions of individuals or group to others, as required</w:t>
            </w:r>
          </w:p>
        </w:tc>
      </w:tr>
      <w:tr w:rsidR="00D2276A" w:rsidRPr="00963A46" w14:paraId="74E69BFA" w14:textId="77777777" w:rsidTr="002B4F2D">
        <w:trPr>
          <w:cantSplit/>
        </w:trPr>
        <w:tc>
          <w:tcPr>
            <w:tcW w:w="1396" w:type="pct"/>
            <w:shd w:val="clear" w:color="auto" w:fill="auto"/>
          </w:tcPr>
          <w:p w14:paraId="53FB902D" w14:textId="03B03495" w:rsidR="00D2276A" w:rsidRPr="00D2276A" w:rsidRDefault="00F22784" w:rsidP="00D2276A">
            <w:pPr>
              <w:pStyle w:val="SIText"/>
            </w:pPr>
            <w:r>
              <w:t>7</w:t>
            </w:r>
            <w:r w:rsidR="00D2276A" w:rsidRPr="00D2276A">
              <w:t>. Maintain work relationships</w:t>
            </w:r>
          </w:p>
        </w:tc>
        <w:tc>
          <w:tcPr>
            <w:tcW w:w="3604" w:type="pct"/>
            <w:shd w:val="clear" w:color="auto" w:fill="auto"/>
          </w:tcPr>
          <w:p w14:paraId="3487ED69" w14:textId="73D7D1A1" w:rsidR="00D2276A" w:rsidRPr="00D2276A" w:rsidRDefault="00F22784" w:rsidP="00D2276A">
            <w:r>
              <w:t>7</w:t>
            </w:r>
            <w:r w:rsidR="00D2276A" w:rsidRPr="00D2276A">
              <w:t>.1 Communicate cooperatively and effectively with others</w:t>
            </w:r>
          </w:p>
          <w:p w14:paraId="5DAB9236" w14:textId="32C25572" w:rsidR="00D2276A" w:rsidRPr="00D2276A" w:rsidRDefault="00F22784" w:rsidP="00D2276A">
            <w:r>
              <w:t>7</w:t>
            </w:r>
            <w:r w:rsidR="00D2276A" w:rsidRPr="00D2276A">
              <w:t>.2 Share relevant workplace information with co-workers</w:t>
            </w:r>
          </w:p>
          <w:p w14:paraId="1A14FCE2" w14:textId="23C08B0E" w:rsidR="00D2276A" w:rsidRPr="00D2276A" w:rsidRDefault="00F22784" w:rsidP="00D2276A">
            <w:r>
              <w:t>7</w:t>
            </w:r>
            <w:r w:rsidR="00D2276A" w:rsidRPr="00D2276A">
              <w:t>.3 Provide assistance to and seek assistance from co-workers to achieve work goal</w:t>
            </w:r>
            <w:r w:rsidR="00153541">
              <w:t>s</w:t>
            </w:r>
          </w:p>
          <w:p w14:paraId="323626B8" w14:textId="0ECFEC30" w:rsidR="00D2276A" w:rsidRPr="00D2276A" w:rsidRDefault="00F22784" w:rsidP="00D2276A">
            <w:r>
              <w:t>7</w:t>
            </w:r>
            <w:r w:rsidR="00D2276A" w:rsidRPr="00D2276A">
              <w:t xml:space="preserve">.4 </w:t>
            </w:r>
            <w:r w:rsidR="002051BA">
              <w:t>Acknowledge</w:t>
            </w:r>
            <w:r w:rsidR="002051BA" w:rsidRPr="00D2276A">
              <w:t xml:space="preserve"> </w:t>
            </w:r>
            <w:r w:rsidR="00D2276A" w:rsidRPr="00D2276A">
              <w:t>individual, social and cultural differences</w:t>
            </w:r>
            <w:r w:rsidR="002051BA">
              <w:t xml:space="preserve"> </w:t>
            </w:r>
          </w:p>
          <w:p w14:paraId="74D6F0F3" w14:textId="1EB4E08A" w:rsidR="00D2276A" w:rsidRPr="00D2276A" w:rsidRDefault="00F22784" w:rsidP="00D2276A">
            <w:r>
              <w:t>7</w:t>
            </w:r>
            <w:r w:rsidR="00D2276A" w:rsidRPr="00D2276A">
              <w:t>.5 Clarify contradictions and uncertainties to ensure effective communications and productive relationships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2B4F2D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2B4F2D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A244C" w:rsidRPr="00336FCA" w:rsidDel="00423CB2" w14:paraId="1CF24FD6" w14:textId="77777777" w:rsidTr="002B4F2D">
        <w:tc>
          <w:tcPr>
            <w:tcW w:w="1396" w:type="pct"/>
          </w:tcPr>
          <w:p w14:paraId="6D88B952" w14:textId="1C16D9BD" w:rsidR="009A244C" w:rsidRPr="009A244C" w:rsidRDefault="009A244C" w:rsidP="009A244C">
            <w:pPr>
              <w:pStyle w:val="SIText"/>
              <w:rPr>
                <w:rStyle w:val="SITemporaryText-red"/>
              </w:rPr>
            </w:pPr>
            <w:r w:rsidRPr="009A244C">
              <w:t>Reading</w:t>
            </w:r>
          </w:p>
        </w:tc>
        <w:tc>
          <w:tcPr>
            <w:tcW w:w="3604" w:type="pct"/>
          </w:tcPr>
          <w:p w14:paraId="1B7CC730" w14:textId="7141F224" w:rsidR="009A244C" w:rsidRPr="009A244C" w:rsidRDefault="009A244C" w:rsidP="009A244C">
            <w:pPr>
              <w:pStyle w:val="SIBulletList1"/>
              <w:rPr>
                <w:rStyle w:val="SITemporaryText-red"/>
              </w:rPr>
            </w:pPr>
            <w:r w:rsidRPr="009A244C">
              <w:t xml:space="preserve">Identify and extract basic information from </w:t>
            </w:r>
            <w:r w:rsidR="004047A8">
              <w:t>print an</w:t>
            </w:r>
            <w:r w:rsidR="00DA1B30">
              <w:t xml:space="preserve">d online </w:t>
            </w:r>
            <w:r w:rsidR="004047A8">
              <w:t>operational manuals</w:t>
            </w:r>
          </w:p>
        </w:tc>
      </w:tr>
      <w:tr w:rsidR="009A244C" w:rsidRPr="00336FCA" w:rsidDel="00423CB2" w14:paraId="1D3AF5EE" w14:textId="77777777" w:rsidTr="002B4F2D">
        <w:tc>
          <w:tcPr>
            <w:tcW w:w="1396" w:type="pct"/>
          </w:tcPr>
          <w:p w14:paraId="16ED7E97" w14:textId="09F34B2A" w:rsidR="009A244C" w:rsidRPr="009A244C" w:rsidRDefault="009A244C" w:rsidP="009A244C">
            <w:pPr>
              <w:pStyle w:val="SIText"/>
              <w:rPr>
                <w:rStyle w:val="SITemporaryText-red"/>
              </w:rPr>
            </w:pPr>
            <w:r w:rsidRPr="009A244C">
              <w:t>Writing</w:t>
            </w:r>
          </w:p>
        </w:tc>
        <w:tc>
          <w:tcPr>
            <w:tcW w:w="3604" w:type="pct"/>
          </w:tcPr>
          <w:p w14:paraId="0F32718D" w14:textId="5ECCDACE" w:rsidR="009A244C" w:rsidRPr="009A244C" w:rsidRDefault="009A244C" w:rsidP="009A244C">
            <w:pPr>
              <w:pStyle w:val="SIBulletList1"/>
              <w:rPr>
                <w:rStyle w:val="SITemporaryText-red"/>
                <w:rFonts w:eastAsia="Calibri"/>
              </w:rPr>
            </w:pPr>
            <w:r w:rsidRPr="009A244C">
              <w:t>Use technical and enterprise specific vocabulary to accurately and legibly complete workplace forms</w:t>
            </w:r>
            <w:r w:rsidR="00A61332">
              <w:t xml:space="preserve"> and documents</w:t>
            </w:r>
          </w:p>
        </w:tc>
      </w:tr>
      <w:tr w:rsidR="004047A8" w:rsidRPr="0024736C" w14:paraId="2AF95A56" w14:textId="77777777" w:rsidTr="004047A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67B2" w14:textId="77777777" w:rsidR="004047A8" w:rsidRPr="004047A8" w:rsidRDefault="004047A8" w:rsidP="004047A8">
            <w:pPr>
              <w:pStyle w:val="SIText"/>
              <w:rPr>
                <w:rStyle w:val="SITemporaryText-red"/>
              </w:rPr>
            </w:pPr>
            <w:r w:rsidRPr="004047A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DB06" w14:textId="2DA53635" w:rsidR="004047A8" w:rsidRPr="004047A8" w:rsidRDefault="00B815CB" w:rsidP="004047A8">
            <w:pPr>
              <w:pStyle w:val="SIBulletList1"/>
              <w:rPr>
                <w:rStyle w:val="SITemporaryText-red"/>
                <w:rFonts w:eastAsia="Calibri"/>
              </w:rPr>
            </w:pPr>
            <w:r>
              <w:t xml:space="preserve">Use numeric information and perform basic arithmetic </w:t>
            </w:r>
            <w:r w:rsidR="00516D93">
              <w:t>calculations</w:t>
            </w:r>
            <w:r>
              <w:t xml:space="preserve"> to complete work</w:t>
            </w:r>
            <w:r w:rsidR="00516D93">
              <w:t xml:space="preserve">place forms </w:t>
            </w:r>
            <w:r>
              <w:t>and documents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126"/>
        <w:gridCol w:w="2474"/>
        <w:gridCol w:w="2623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7F62CE">
        <w:tc>
          <w:tcPr>
            <w:tcW w:w="1249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85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362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7F62CE">
        <w:tc>
          <w:tcPr>
            <w:tcW w:w="1249" w:type="pct"/>
          </w:tcPr>
          <w:p w14:paraId="53CB3B0A" w14:textId="780AA707" w:rsidR="00DA54B5" w:rsidRDefault="007F62CE">
            <w:r w:rsidRPr="007F62CE">
              <w:t>FWPCOR2</w:t>
            </w:r>
            <w:r>
              <w:t xml:space="preserve">XXX </w:t>
            </w:r>
            <w:r w:rsidR="00380927" w:rsidRPr="00380927">
              <w:t>Communicate and interact effectively in the workplace</w:t>
            </w:r>
          </w:p>
          <w:p w14:paraId="09E49E25" w14:textId="4508B62C" w:rsidR="00CF4B11" w:rsidRPr="00DA54B5" w:rsidRDefault="00CF4B11" w:rsidP="008A640F">
            <w:pPr>
              <w:rPr>
                <w:rStyle w:val="SITemporaryText-red"/>
              </w:rPr>
            </w:pPr>
          </w:p>
        </w:tc>
        <w:tc>
          <w:tcPr>
            <w:tcW w:w="1104" w:type="pct"/>
          </w:tcPr>
          <w:p w14:paraId="172BFCBA" w14:textId="4FACCD7A" w:rsidR="00DA54B5" w:rsidRDefault="00516D93">
            <w:r w:rsidRPr="00516D93">
              <w:t>FWPCOR2202</w:t>
            </w:r>
            <w:r>
              <w:t xml:space="preserve"> </w:t>
            </w:r>
            <w:r w:rsidR="00380927" w:rsidRPr="00380927">
              <w:t>Communicate and interact effectively in the workplace</w:t>
            </w:r>
          </w:p>
          <w:p w14:paraId="2293AA64" w14:textId="7A418807" w:rsidR="00CF4B11" w:rsidRPr="00DA54B5" w:rsidRDefault="00CF4B11" w:rsidP="008A640F">
            <w:pPr>
              <w:rPr>
                <w:rStyle w:val="SITemporaryText-red"/>
              </w:rPr>
            </w:pPr>
          </w:p>
        </w:tc>
        <w:tc>
          <w:tcPr>
            <w:tcW w:w="1285" w:type="pct"/>
          </w:tcPr>
          <w:p w14:paraId="2E2B282D" w14:textId="4A981667" w:rsidR="00B04AF6" w:rsidRPr="00B04AF6" w:rsidRDefault="00B04AF6" w:rsidP="00516D93">
            <w:r w:rsidRPr="00B04AF6">
              <w:t xml:space="preserve">Updated and added new </w:t>
            </w:r>
            <w:r w:rsidR="0068219D">
              <w:t xml:space="preserve">Elements and </w:t>
            </w:r>
            <w:r w:rsidRPr="00B04AF6">
              <w:t>Performance Criteria</w:t>
            </w:r>
          </w:p>
          <w:p w14:paraId="48B1213C" w14:textId="77777777" w:rsidR="00B04AF6" w:rsidRPr="00B04AF6" w:rsidRDefault="00B04AF6" w:rsidP="00516D93"/>
          <w:p w14:paraId="4E54E14C" w14:textId="77777777" w:rsidR="00B04AF6" w:rsidRPr="00B04AF6" w:rsidRDefault="00B04AF6" w:rsidP="00516D93">
            <w:r w:rsidRPr="00B04AF6">
              <w:t>Updated and added new Knowledge and Performance Evidence</w:t>
            </w:r>
          </w:p>
          <w:p w14:paraId="29540D08" w14:textId="77777777" w:rsidR="00B04AF6" w:rsidRPr="00B04AF6" w:rsidRDefault="00B04AF6" w:rsidP="00516D93"/>
          <w:p w14:paraId="7D3C4B75" w14:textId="73C80338" w:rsidR="00DA54B5" w:rsidRPr="00DA54B5" w:rsidRDefault="00B04AF6" w:rsidP="007F62CE">
            <w:pPr>
              <w:rPr>
                <w:rStyle w:val="SITemporaryText-red"/>
              </w:rPr>
            </w:pPr>
            <w:r w:rsidRPr="00B04AF6">
              <w:t>Reworded Foundation Skills and Assessment Conditions</w:t>
            </w:r>
          </w:p>
        </w:tc>
        <w:tc>
          <w:tcPr>
            <w:tcW w:w="1362" w:type="pct"/>
          </w:tcPr>
          <w:p w14:paraId="6630AC2B" w14:textId="7B780D15" w:rsidR="00DA54B5" w:rsidRPr="00E20871" w:rsidRDefault="00E20871" w:rsidP="00E2087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20871">
              <w:rPr>
                <w:rStyle w:val="SITemporaryText-red"/>
                <w:color w:val="auto"/>
                <w:sz w:val="20"/>
              </w:rPr>
              <w:t>Not e</w:t>
            </w:r>
            <w:r w:rsidR="0080195E" w:rsidRPr="00E20871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2B4F2D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2B4F2D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22B848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A61A7" w:rsidRPr="00DA61A7">
              <w:t>FWPCOR2XXX</w:t>
            </w:r>
            <w:r w:rsidR="00F3103C" w:rsidRPr="00D2276A">
              <w:t xml:space="preserve"> </w:t>
            </w:r>
            <w:r w:rsidR="00D2276A" w:rsidRPr="00D2276A">
              <w:t>Communicate and interact effectively in the workplace</w:t>
            </w:r>
          </w:p>
        </w:tc>
      </w:tr>
      <w:tr w:rsidR="00556C4C" w:rsidRPr="00A55106" w14:paraId="61DAA6AD" w14:textId="77777777" w:rsidTr="002B4F2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2B4F2D">
        <w:tc>
          <w:tcPr>
            <w:tcW w:w="5000" w:type="pct"/>
            <w:gridSpan w:val="2"/>
            <w:shd w:val="clear" w:color="auto" w:fill="auto"/>
          </w:tcPr>
          <w:p w14:paraId="08D451A5" w14:textId="77777777" w:rsidR="00A65CFB" w:rsidRPr="00A65CFB" w:rsidRDefault="00A65CFB" w:rsidP="0022355B">
            <w:r w:rsidRPr="00A65CFB">
              <w:t xml:space="preserve">An individual demonstrating competency must satisfy all of the elements and performance criteria in this unit. </w:t>
            </w:r>
          </w:p>
          <w:p w14:paraId="79BD2C08" w14:textId="3A87F4CD" w:rsidR="00083BDF" w:rsidRDefault="00A65CFB" w:rsidP="0022355B">
            <w:r w:rsidRPr="00A65CFB">
              <w:t>There must be evidence that the individual has</w:t>
            </w:r>
            <w:r w:rsidR="00083BDF">
              <w:t>:</w:t>
            </w:r>
          </w:p>
          <w:p w14:paraId="0AB2E1FD" w14:textId="4756306C" w:rsidR="00083BDF" w:rsidRPr="000137D1" w:rsidRDefault="00083BDF" w:rsidP="008A640F">
            <w:pPr>
              <w:pStyle w:val="SIBulletList1"/>
            </w:pPr>
            <w:r w:rsidRPr="000137D1">
              <w:t>conduct</w:t>
            </w:r>
            <w:r w:rsidR="00365E44" w:rsidRPr="000137D1">
              <w:t>ed</w:t>
            </w:r>
            <w:r w:rsidRPr="000137D1">
              <w:t xml:space="preserve"> one face to face </w:t>
            </w:r>
            <w:r w:rsidR="00D86767" w:rsidRPr="000137D1">
              <w:t>communication</w:t>
            </w:r>
            <w:r w:rsidRPr="000137D1">
              <w:t xml:space="preserve"> with a c</w:t>
            </w:r>
            <w:r w:rsidR="00D86767" w:rsidRPr="000137D1">
              <w:t>o</w:t>
            </w:r>
            <w:r w:rsidR="00365E44" w:rsidRPr="000137D1">
              <w:t>-</w:t>
            </w:r>
            <w:r w:rsidRPr="000137D1">
              <w:t>worker on a work related matter</w:t>
            </w:r>
          </w:p>
          <w:p w14:paraId="464CEE2F" w14:textId="4A7503B3" w:rsidR="00D86767" w:rsidRPr="000137D1" w:rsidRDefault="00D86767" w:rsidP="008A640F">
            <w:pPr>
              <w:pStyle w:val="SIBulletList1"/>
            </w:pPr>
            <w:r w:rsidRPr="000137D1">
              <w:t>appl</w:t>
            </w:r>
            <w:r w:rsidR="00365E44" w:rsidRPr="000137D1">
              <w:t>ied</w:t>
            </w:r>
            <w:r w:rsidRPr="000137D1">
              <w:t xml:space="preserve"> </w:t>
            </w:r>
            <w:r w:rsidR="002D6995">
              <w:t>hand</w:t>
            </w:r>
            <w:r w:rsidRPr="000137D1">
              <w:t xml:space="preserve"> or aural communication on one occasion to communicate in the workplace</w:t>
            </w:r>
          </w:p>
          <w:p w14:paraId="44EF6351" w14:textId="79C96885" w:rsidR="00D2276A" w:rsidRPr="000137D1" w:rsidRDefault="00D86767" w:rsidP="000137D1">
            <w:pPr>
              <w:pStyle w:val="SIBulletList1"/>
            </w:pPr>
            <w:r w:rsidRPr="000137D1">
              <w:t xml:space="preserve">used </w:t>
            </w:r>
            <w:r w:rsidR="00365E44" w:rsidRPr="000137D1">
              <w:t>electronic</w:t>
            </w:r>
            <w:r w:rsidRPr="000137D1">
              <w:t xml:space="preserve"> communications equipment on one occasion to</w:t>
            </w:r>
            <w:r w:rsidR="00242140" w:rsidRPr="000137D1">
              <w:t xml:space="preserve"> communicate</w:t>
            </w:r>
            <w:r w:rsidR="00083BDF" w:rsidRPr="000137D1">
              <w:t xml:space="preserve"> </w:t>
            </w:r>
            <w:r w:rsidRPr="000137D1">
              <w:t>with a co-worker on a work related matter</w:t>
            </w:r>
          </w:p>
          <w:p w14:paraId="4D5460C0" w14:textId="2D5BC1D8" w:rsidR="00F368DD" w:rsidRPr="000137D1" w:rsidRDefault="00D2276A" w:rsidP="000137D1">
            <w:pPr>
              <w:pStyle w:val="SIBulletList1"/>
            </w:pPr>
            <w:r w:rsidRPr="000137D1">
              <w:t>complete</w:t>
            </w:r>
            <w:r w:rsidR="00016E18" w:rsidRPr="000137D1">
              <w:t>d two</w:t>
            </w:r>
            <w:r w:rsidRPr="000137D1">
              <w:t xml:space="preserve"> </w:t>
            </w:r>
            <w:r w:rsidR="00016E18" w:rsidRPr="000137D1">
              <w:t xml:space="preserve">workplace forms or </w:t>
            </w:r>
            <w:r w:rsidRPr="000137D1">
              <w:t>document</w:t>
            </w:r>
            <w:r w:rsidR="00F368DD" w:rsidRPr="000137D1">
              <w:t>s to communicate on a work related matter</w:t>
            </w:r>
          </w:p>
          <w:p w14:paraId="55266738" w14:textId="394E5F17" w:rsidR="00F368DD" w:rsidRPr="000137D1" w:rsidRDefault="00F368DD" w:rsidP="000137D1">
            <w:pPr>
              <w:pStyle w:val="SIBulletList1"/>
            </w:pPr>
            <w:r w:rsidRPr="000137D1">
              <w:t>taken part in one group discussion or and meeting on a work related matter</w:t>
            </w:r>
          </w:p>
          <w:p w14:paraId="3F4E2EAA" w14:textId="0EA2BAE4" w:rsidR="00556C4C" w:rsidRPr="000754EC" w:rsidRDefault="00FF7428" w:rsidP="000137D1">
            <w:pPr>
              <w:pStyle w:val="SIBulletList1"/>
            </w:pPr>
            <w:r w:rsidRPr="000137D1">
              <w:t>contributed to the maintenance of effective workplace relations on one occasion</w:t>
            </w:r>
            <w:r w:rsidR="00242140" w:rsidRPr="000137D1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2B4F2D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2B4F2D">
        <w:tc>
          <w:tcPr>
            <w:tcW w:w="5000" w:type="pct"/>
            <w:shd w:val="clear" w:color="auto" w:fill="auto"/>
          </w:tcPr>
          <w:p w14:paraId="1D417D89" w14:textId="77777777" w:rsidR="00365A99" w:rsidRPr="00365A99" w:rsidRDefault="00365A99" w:rsidP="0022355B">
            <w:r w:rsidRPr="00365A99">
              <w:t>An individual must be able to demonstrate the knowledge required to perform the tasks outlined in the elements and performance criteria of this unit. This includes knowledge of:</w:t>
            </w:r>
          </w:p>
          <w:p w14:paraId="3637C344" w14:textId="69740A75" w:rsidR="00D2276A" w:rsidRPr="000137D1" w:rsidRDefault="00365A99" w:rsidP="000137D1">
            <w:pPr>
              <w:pStyle w:val="SIBulletList1"/>
            </w:pPr>
            <w:r w:rsidRPr="008A640F">
              <w:rPr>
                <w:rStyle w:val="SITemporaryText-red"/>
                <w:color w:val="auto"/>
                <w:sz w:val="20"/>
              </w:rPr>
              <w:t xml:space="preserve">workplace </w:t>
            </w:r>
            <w:r w:rsidR="0022355B" w:rsidRPr="008A640F">
              <w:rPr>
                <w:rStyle w:val="SITemporaryText-red"/>
                <w:color w:val="auto"/>
                <w:sz w:val="20"/>
              </w:rPr>
              <w:t>communication procedures</w:t>
            </w:r>
          </w:p>
          <w:p w14:paraId="144ADC60" w14:textId="23C21C06" w:rsidR="00D2276A" w:rsidRPr="000137D1" w:rsidRDefault="00D2276A" w:rsidP="000137D1">
            <w:pPr>
              <w:pStyle w:val="SIBulletList1"/>
            </w:pPr>
            <w:r w:rsidRPr="000137D1">
              <w:t xml:space="preserve">basic principles of effective </w:t>
            </w:r>
            <w:r w:rsidR="00365A99" w:rsidRPr="000137D1">
              <w:t>face to face</w:t>
            </w:r>
            <w:r w:rsidRPr="000137D1">
              <w:t xml:space="preserve"> communication</w:t>
            </w:r>
          </w:p>
          <w:p w14:paraId="4958224B" w14:textId="030BF850" w:rsidR="00777A26" w:rsidRPr="000137D1" w:rsidRDefault="00777A26" w:rsidP="000137D1">
            <w:pPr>
              <w:pStyle w:val="SIBulletList1"/>
            </w:pPr>
            <w:r w:rsidRPr="000137D1">
              <w:t>basic active listening and questioning techniques</w:t>
            </w:r>
          </w:p>
          <w:p w14:paraId="435C9A2E" w14:textId="77777777" w:rsidR="002918F9" w:rsidRPr="000137D1" w:rsidRDefault="00F951AF" w:rsidP="000137D1">
            <w:pPr>
              <w:pStyle w:val="SIBulletList1"/>
            </w:pPr>
            <w:r w:rsidRPr="000137D1">
              <w:t xml:space="preserve">features, control </w:t>
            </w:r>
            <w:r w:rsidR="002918F9" w:rsidRPr="000137D1">
              <w:t>functions</w:t>
            </w:r>
            <w:r w:rsidRPr="000137D1">
              <w:t xml:space="preserve"> and operating procedures for </w:t>
            </w:r>
            <w:r w:rsidR="002918F9" w:rsidRPr="000137D1">
              <w:t>electronic communications equipment used in the forest and wood products industry</w:t>
            </w:r>
          </w:p>
          <w:p w14:paraId="013103B8" w14:textId="118BDB7B" w:rsidR="002918F9" w:rsidRPr="000137D1" w:rsidRDefault="002918F9" w:rsidP="000137D1">
            <w:pPr>
              <w:pStyle w:val="SIBulletList1"/>
            </w:pPr>
            <w:r w:rsidRPr="000137D1">
              <w:t>procedures for small informal group activities and meetings in the workplace</w:t>
            </w:r>
            <w:r w:rsidR="00A61332" w:rsidRPr="000137D1">
              <w:t xml:space="preserve"> appropriate to job tasks and work site</w:t>
            </w:r>
          </w:p>
          <w:p w14:paraId="7EE72C9C" w14:textId="28E871BB" w:rsidR="002918F9" w:rsidRPr="000137D1" w:rsidRDefault="002918F9" w:rsidP="000137D1">
            <w:pPr>
              <w:pStyle w:val="SIBulletList1"/>
            </w:pPr>
            <w:r w:rsidRPr="000137D1">
              <w:t xml:space="preserve">types, formats and purposes of </w:t>
            </w:r>
            <w:r w:rsidR="000E18A8" w:rsidRPr="000137D1">
              <w:t xml:space="preserve">print and electronic </w:t>
            </w:r>
            <w:r w:rsidRPr="000137D1">
              <w:t>workplace forms and documents</w:t>
            </w:r>
            <w:r w:rsidR="00A61332" w:rsidRPr="000137D1">
              <w:t xml:space="preserve"> appropriate to job tasks and work site</w:t>
            </w:r>
          </w:p>
          <w:p w14:paraId="74C1DC47" w14:textId="4BF3AA12" w:rsidR="000E18A8" w:rsidRPr="000137D1" w:rsidRDefault="000E18A8" w:rsidP="000137D1">
            <w:pPr>
              <w:pStyle w:val="SIBulletList1"/>
            </w:pPr>
            <w:r w:rsidRPr="000137D1">
              <w:t>purpose, types and meanings of workplace signs and symbols</w:t>
            </w:r>
            <w:r w:rsidR="001C51F9" w:rsidRPr="000137D1">
              <w:t xml:space="preserve"> appropriate to job tasks and work site</w:t>
            </w:r>
          </w:p>
          <w:p w14:paraId="50BD2E2D" w14:textId="49C04004" w:rsidR="001937F8" w:rsidRPr="000137D1" w:rsidRDefault="001937F8" w:rsidP="000137D1">
            <w:pPr>
              <w:pStyle w:val="SIBulletList1"/>
            </w:pPr>
            <w:r w:rsidRPr="000137D1">
              <w:t>purpose, types and meanings of aural signals</w:t>
            </w:r>
            <w:r w:rsidR="001C51F9" w:rsidRPr="000137D1">
              <w:t xml:space="preserve"> appropriate to job tasks and work site</w:t>
            </w:r>
          </w:p>
          <w:p w14:paraId="5D8F3A6B" w14:textId="3907A7DA" w:rsidR="00075DD4" w:rsidRPr="000137D1" w:rsidRDefault="00075DD4" w:rsidP="000137D1">
            <w:pPr>
              <w:pStyle w:val="SIBulletList1"/>
            </w:pPr>
            <w:r w:rsidRPr="000137D1">
              <w:t>purpose, types and meanings of hand signals</w:t>
            </w:r>
            <w:r w:rsidR="001C51F9" w:rsidRPr="000137D1">
              <w:t xml:space="preserve"> appropriate to job tasks and work site</w:t>
            </w:r>
          </w:p>
          <w:p w14:paraId="16F50C18" w14:textId="77777777" w:rsidR="00D2276A" w:rsidRPr="000137D1" w:rsidRDefault="00D2276A" w:rsidP="000137D1">
            <w:pPr>
              <w:pStyle w:val="SIBulletList1"/>
            </w:pPr>
            <w:r w:rsidRPr="000137D1">
              <w:t>basic principles of effective working relationships</w:t>
            </w:r>
          </w:p>
          <w:p w14:paraId="594042BC" w14:textId="5BFD67E1" w:rsidR="00F1480E" w:rsidRPr="000754EC" w:rsidRDefault="0022355B" w:rsidP="000137D1">
            <w:pPr>
              <w:pStyle w:val="SIBulletList1"/>
            </w:pPr>
            <w:r w:rsidRPr="000137D1">
              <w:t xml:space="preserve">individual, </w:t>
            </w:r>
            <w:r w:rsidR="00D2276A" w:rsidRPr="000137D1">
              <w:t>social and cultural differences that occur in the workplace.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2B4F2D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2B4F2D">
        <w:tc>
          <w:tcPr>
            <w:tcW w:w="5000" w:type="pct"/>
            <w:shd w:val="clear" w:color="auto" w:fill="auto"/>
          </w:tcPr>
          <w:p w14:paraId="4FCB0B0D" w14:textId="169E33B2" w:rsidR="00DA54B5" w:rsidRPr="00DA61A7" w:rsidRDefault="000137D1" w:rsidP="00DA61A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A61A7">
              <w:rPr>
                <w:rStyle w:val="SITemporaryText-red"/>
                <w:color w:val="auto"/>
                <w:sz w:val="20"/>
              </w:rPr>
              <w:t>Assessment</w:t>
            </w:r>
            <w:r w:rsidR="00B261A8" w:rsidRPr="00DA61A7">
              <w:rPr>
                <w:rStyle w:val="SITemporaryText-red"/>
                <w:color w:val="auto"/>
                <w:sz w:val="20"/>
              </w:rPr>
              <w:t xml:space="preserve"> of the skills in this unit of competency must take place under the following condi</w:t>
            </w:r>
            <w:r w:rsidR="00444E13" w:rsidRPr="00DA61A7">
              <w:rPr>
                <w:rStyle w:val="SITemporaryText-red"/>
                <w:color w:val="auto"/>
                <w:sz w:val="20"/>
              </w:rPr>
              <w:t>ti</w:t>
            </w:r>
            <w:r w:rsidR="00B261A8" w:rsidRPr="00DA61A7">
              <w:rPr>
                <w:rStyle w:val="SITemporaryText-red"/>
                <w:color w:val="auto"/>
                <w:sz w:val="20"/>
              </w:rPr>
              <w:t>ons:</w:t>
            </w:r>
          </w:p>
          <w:p w14:paraId="382CBD46" w14:textId="77777777" w:rsidR="00B5229D" w:rsidRPr="00B5229D" w:rsidRDefault="00B5229D" w:rsidP="00B5229D">
            <w:pPr>
              <w:pStyle w:val="SIBulletList1"/>
            </w:pPr>
            <w:r w:rsidRPr="00B5229D">
              <w:t>physical conditions:</w:t>
            </w:r>
          </w:p>
          <w:p w14:paraId="2765F7BB" w14:textId="77777777" w:rsidR="00B5229D" w:rsidRPr="00B5229D" w:rsidRDefault="00B5229D" w:rsidP="00B5229D">
            <w:pPr>
              <w:pStyle w:val="SIBulletList2"/>
            </w:pPr>
            <w:r w:rsidRPr="00B5229D">
              <w:t>skills must be demonstrated in a forest and wood products industry workplace or environment that accurately represents workplace conditions</w:t>
            </w:r>
          </w:p>
          <w:p w14:paraId="0DDD777C" w14:textId="77777777" w:rsidR="00B5229D" w:rsidRPr="00B5229D" w:rsidRDefault="00B5229D" w:rsidP="00B5229D">
            <w:pPr>
              <w:pStyle w:val="SIBulletList1"/>
            </w:pPr>
            <w:r w:rsidRPr="00B5229D">
              <w:t>resources:</w:t>
            </w:r>
          </w:p>
          <w:p w14:paraId="043D8C85" w14:textId="76BB65C0" w:rsidR="00B5229D" w:rsidRDefault="007F0634" w:rsidP="00B5229D">
            <w:pPr>
              <w:pStyle w:val="SIBulletList2"/>
            </w:pPr>
            <w:r>
              <w:t>electronic communication equipment</w:t>
            </w:r>
          </w:p>
          <w:p w14:paraId="6D94EE89" w14:textId="5A619C44" w:rsidR="00CE5EBD" w:rsidRDefault="00C106B8" w:rsidP="00CE5EBD">
            <w:pPr>
              <w:pStyle w:val="SIBulletList2"/>
            </w:pPr>
            <w:r>
              <w:t>workplace forms and documents</w:t>
            </w:r>
          </w:p>
          <w:p w14:paraId="6DB4C2FA" w14:textId="62FAC1F3" w:rsidR="000137D1" w:rsidRDefault="000137D1" w:rsidP="00CE5EBD">
            <w:pPr>
              <w:pStyle w:val="SIBulletList2"/>
            </w:pPr>
            <w:r>
              <w:t>workplace signs and symbols</w:t>
            </w:r>
          </w:p>
          <w:p w14:paraId="48EF7B0B" w14:textId="6ACAEABE" w:rsidR="00BD4C35" w:rsidRDefault="00BD4C35" w:rsidP="00CE5EBD">
            <w:pPr>
              <w:pStyle w:val="SIBulletList2"/>
            </w:pPr>
            <w:r>
              <w:t>workplace aural signals</w:t>
            </w:r>
          </w:p>
          <w:p w14:paraId="059C60A1" w14:textId="6BBDF27C" w:rsidR="00BD4C35" w:rsidRDefault="00BD4C35" w:rsidP="00CE5EBD">
            <w:pPr>
              <w:pStyle w:val="SIBulletList2"/>
            </w:pPr>
            <w:r>
              <w:t xml:space="preserve">access to </w:t>
            </w:r>
            <w:r w:rsidRPr="00BD4C35">
              <w:t>small informal group activit</w:t>
            </w:r>
            <w:r w:rsidR="00554EA6">
              <w:t>y</w:t>
            </w:r>
            <w:r w:rsidRPr="00BD4C35">
              <w:t xml:space="preserve"> </w:t>
            </w:r>
            <w:r w:rsidR="00554EA6">
              <w:t>or</w:t>
            </w:r>
            <w:r w:rsidRPr="00BD4C35">
              <w:t xml:space="preserve"> meeting</w:t>
            </w:r>
            <w:r w:rsidR="00554EA6">
              <w:t xml:space="preserve"> convened to consider a workplace matter</w:t>
            </w:r>
          </w:p>
          <w:p w14:paraId="48446DD5" w14:textId="12C6BEDD" w:rsidR="00B5229D" w:rsidRPr="00B5229D" w:rsidRDefault="00B5229D" w:rsidP="00CE5EBD">
            <w:pPr>
              <w:pStyle w:val="SIBulletList1"/>
            </w:pPr>
            <w:r w:rsidRPr="00B5229D">
              <w:t>specification</w:t>
            </w:r>
          </w:p>
          <w:p w14:paraId="3559158D" w14:textId="64F48FD0" w:rsidR="00B5229D" w:rsidRDefault="00B5229D" w:rsidP="00B5229D">
            <w:pPr>
              <w:pStyle w:val="SIBulletList2"/>
            </w:pPr>
            <w:r w:rsidRPr="00B5229D">
              <w:t xml:space="preserve">access to </w:t>
            </w:r>
            <w:r w:rsidR="00037A74">
              <w:t xml:space="preserve">workplace </w:t>
            </w:r>
            <w:r w:rsidR="00B261A8">
              <w:t>communication procedures</w:t>
            </w:r>
          </w:p>
          <w:p w14:paraId="0E5835C4" w14:textId="498E03D6" w:rsidR="0019272F" w:rsidRPr="0019272F" w:rsidRDefault="0019272F" w:rsidP="0019272F">
            <w:pPr>
              <w:pStyle w:val="SIBulletList2"/>
            </w:pPr>
            <w:r>
              <w:t xml:space="preserve">access to manufacturer manuals for </w:t>
            </w:r>
            <w:r w:rsidRPr="0019272F">
              <w:t>electronic communication equipment</w:t>
            </w:r>
          </w:p>
          <w:p w14:paraId="153DFDB9" w14:textId="4708B5A6" w:rsidR="0019272F" w:rsidRDefault="0019272F" w:rsidP="00B5229D">
            <w:pPr>
              <w:pStyle w:val="SIBulletList2"/>
            </w:pPr>
            <w:r>
              <w:t xml:space="preserve">access to </w:t>
            </w:r>
            <w:r w:rsidR="009C0E5E" w:rsidRPr="009C0E5E">
              <w:t xml:space="preserve">workplace </w:t>
            </w:r>
            <w:r w:rsidR="009C0E5E">
              <w:t>guides on signs and symbols</w:t>
            </w:r>
          </w:p>
          <w:p w14:paraId="22D1C381" w14:textId="0CC73A70" w:rsidR="009C0E5E" w:rsidRPr="00B5229D" w:rsidRDefault="009C0E5E" w:rsidP="002B4F2D">
            <w:pPr>
              <w:pStyle w:val="SIBulletList2"/>
            </w:pPr>
            <w:r w:rsidRPr="009C0E5E">
              <w:t>access to workplace guides on aural and hand signals</w:t>
            </w:r>
            <w:r w:rsidR="00DA61A7">
              <w:t>.</w:t>
            </w:r>
          </w:p>
          <w:p w14:paraId="359C8D60" w14:textId="77777777" w:rsidR="00B5229D" w:rsidRPr="00B5229D" w:rsidRDefault="00B5229D" w:rsidP="00B5229D"/>
          <w:p w14:paraId="408F0CDB" w14:textId="6F6ECDD1" w:rsidR="00DA54B5" w:rsidRPr="00DA54B5" w:rsidRDefault="00B5229D" w:rsidP="008A640F">
            <w:pPr>
              <w:rPr>
                <w:rStyle w:val="SITemporaryText-red"/>
                <w:rFonts w:eastAsia="Calibri"/>
              </w:rPr>
            </w:pPr>
            <w:r w:rsidRPr="00B5229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F5E054" w14:textId="77777777" w:rsidR="00A73F83" w:rsidRDefault="00A73F83" w:rsidP="00BF3F0A">
      <w:r>
        <w:separator/>
      </w:r>
    </w:p>
    <w:p w14:paraId="51ABDDB1" w14:textId="77777777" w:rsidR="00A73F83" w:rsidRDefault="00A73F83"/>
  </w:endnote>
  <w:endnote w:type="continuationSeparator" w:id="0">
    <w:p w14:paraId="366BD3BC" w14:textId="77777777" w:rsidR="00A73F83" w:rsidRDefault="00A73F83" w:rsidP="00BF3F0A">
      <w:r>
        <w:continuationSeparator/>
      </w:r>
    </w:p>
    <w:p w14:paraId="61A6935C" w14:textId="77777777" w:rsidR="00A73F83" w:rsidRDefault="00A73F83"/>
  </w:endnote>
  <w:endnote w:type="continuationNotice" w:id="1">
    <w:p w14:paraId="0FB24E4C" w14:textId="77777777" w:rsidR="002B4F2D" w:rsidRDefault="002B4F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97FBDE" w14:textId="77777777" w:rsidR="00A73F83" w:rsidRDefault="00A73F83" w:rsidP="00BF3F0A">
      <w:r>
        <w:separator/>
      </w:r>
    </w:p>
    <w:p w14:paraId="14A65283" w14:textId="77777777" w:rsidR="00A73F83" w:rsidRDefault="00A73F83"/>
  </w:footnote>
  <w:footnote w:type="continuationSeparator" w:id="0">
    <w:p w14:paraId="714D63B1" w14:textId="77777777" w:rsidR="00A73F83" w:rsidRDefault="00A73F83" w:rsidP="00BF3F0A">
      <w:r>
        <w:continuationSeparator/>
      </w:r>
    </w:p>
    <w:p w14:paraId="40F664A1" w14:textId="77777777" w:rsidR="00A73F83" w:rsidRDefault="00A73F83"/>
  </w:footnote>
  <w:footnote w:type="continuationNotice" w:id="1">
    <w:p w14:paraId="28C33424" w14:textId="77777777" w:rsidR="002B4F2D" w:rsidRDefault="002B4F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011D5467" w:rsidR="009C2650" w:rsidRPr="00D2276A" w:rsidRDefault="005541FB" w:rsidP="00D2276A">
    <w:r w:rsidRPr="005541FB">
      <w:t>FWPCOR2</w:t>
    </w:r>
    <w:r w:rsidRPr="005541FB">
      <w:rPr>
        <w:rFonts w:eastAsiaTheme="minorHAnsi"/>
      </w:rPr>
      <w:t>XXX</w:t>
    </w:r>
    <w:r w:rsidR="00F3103C" w:rsidRPr="00D2276A">
      <w:rPr>
        <w:lang w:eastAsia="en-US"/>
      </w:rPr>
      <w:t xml:space="preserve"> </w:t>
    </w:r>
    <w:r w:rsidR="00D2276A" w:rsidRPr="00D2276A">
      <w:rPr>
        <w:lang w:eastAsia="en-US"/>
      </w:rPr>
      <w:t>Communicate and interact effectively in the workplace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882E7E"/>
    <w:multiLevelType w:val="multilevel"/>
    <w:tmpl w:val="877891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A6F99"/>
    <w:multiLevelType w:val="multilevel"/>
    <w:tmpl w:val="04D22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6E261DD"/>
    <w:multiLevelType w:val="multilevel"/>
    <w:tmpl w:val="4190B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9D618DF"/>
    <w:multiLevelType w:val="multilevel"/>
    <w:tmpl w:val="92B48B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7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2"/>
  </w:num>
  <w:num w:numId="18">
    <w:abstractNumId w:val="7"/>
  </w:num>
  <w:num w:numId="19">
    <w:abstractNumId w:val="3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3MTC1sDAGQktjUyUdpeDU4uLM/DyQAuNaANSJsrUsAAAA"/>
  </w:docVars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37D1"/>
    <w:rsid w:val="00016803"/>
    <w:rsid w:val="00016E18"/>
    <w:rsid w:val="00023992"/>
    <w:rsid w:val="000275AE"/>
    <w:rsid w:val="00037A74"/>
    <w:rsid w:val="00041E59"/>
    <w:rsid w:val="0004322B"/>
    <w:rsid w:val="00064BFE"/>
    <w:rsid w:val="00070B3E"/>
    <w:rsid w:val="00071F95"/>
    <w:rsid w:val="00072E65"/>
    <w:rsid w:val="000737BB"/>
    <w:rsid w:val="00074E47"/>
    <w:rsid w:val="000754EC"/>
    <w:rsid w:val="00075DD4"/>
    <w:rsid w:val="00083BDF"/>
    <w:rsid w:val="00086588"/>
    <w:rsid w:val="0009093B"/>
    <w:rsid w:val="00092CB2"/>
    <w:rsid w:val="0009346F"/>
    <w:rsid w:val="000A5441"/>
    <w:rsid w:val="000B2022"/>
    <w:rsid w:val="000C149A"/>
    <w:rsid w:val="000C224E"/>
    <w:rsid w:val="000E18A8"/>
    <w:rsid w:val="000E25E6"/>
    <w:rsid w:val="000E2C86"/>
    <w:rsid w:val="000E2CFB"/>
    <w:rsid w:val="000F29F2"/>
    <w:rsid w:val="00101659"/>
    <w:rsid w:val="001028AE"/>
    <w:rsid w:val="00105AEA"/>
    <w:rsid w:val="001078BF"/>
    <w:rsid w:val="001118A1"/>
    <w:rsid w:val="00123D41"/>
    <w:rsid w:val="00132A5A"/>
    <w:rsid w:val="001336B8"/>
    <w:rsid w:val="00133957"/>
    <w:rsid w:val="001372F6"/>
    <w:rsid w:val="00144385"/>
    <w:rsid w:val="00146EEC"/>
    <w:rsid w:val="00151D55"/>
    <w:rsid w:val="00151D93"/>
    <w:rsid w:val="00153541"/>
    <w:rsid w:val="00156EF3"/>
    <w:rsid w:val="00160BC1"/>
    <w:rsid w:val="00166B49"/>
    <w:rsid w:val="00176E4F"/>
    <w:rsid w:val="0018546B"/>
    <w:rsid w:val="0019272F"/>
    <w:rsid w:val="001937F8"/>
    <w:rsid w:val="001A6A3E"/>
    <w:rsid w:val="001A7B6D"/>
    <w:rsid w:val="001B34D5"/>
    <w:rsid w:val="001B513A"/>
    <w:rsid w:val="001C0A75"/>
    <w:rsid w:val="001C1306"/>
    <w:rsid w:val="001C51F9"/>
    <w:rsid w:val="001D30EB"/>
    <w:rsid w:val="001D5C1B"/>
    <w:rsid w:val="001D7F5B"/>
    <w:rsid w:val="001E0849"/>
    <w:rsid w:val="001E16BC"/>
    <w:rsid w:val="001E16DF"/>
    <w:rsid w:val="001F25D3"/>
    <w:rsid w:val="001F2BA5"/>
    <w:rsid w:val="001F308D"/>
    <w:rsid w:val="001F36EE"/>
    <w:rsid w:val="00201A7C"/>
    <w:rsid w:val="002051BA"/>
    <w:rsid w:val="0021210E"/>
    <w:rsid w:val="0021414D"/>
    <w:rsid w:val="002205C1"/>
    <w:rsid w:val="00223124"/>
    <w:rsid w:val="0022355B"/>
    <w:rsid w:val="00233143"/>
    <w:rsid w:val="00234444"/>
    <w:rsid w:val="00241DF4"/>
    <w:rsid w:val="00242140"/>
    <w:rsid w:val="00242293"/>
    <w:rsid w:val="00244EA7"/>
    <w:rsid w:val="00262FC3"/>
    <w:rsid w:val="0026394F"/>
    <w:rsid w:val="00267AF6"/>
    <w:rsid w:val="00276DB8"/>
    <w:rsid w:val="00282664"/>
    <w:rsid w:val="00285FB8"/>
    <w:rsid w:val="002918F9"/>
    <w:rsid w:val="002970C3"/>
    <w:rsid w:val="002A17F7"/>
    <w:rsid w:val="002A4CD3"/>
    <w:rsid w:val="002A6CC4"/>
    <w:rsid w:val="002B208E"/>
    <w:rsid w:val="002B4F2D"/>
    <w:rsid w:val="002C55E9"/>
    <w:rsid w:val="002D0C8B"/>
    <w:rsid w:val="002D330A"/>
    <w:rsid w:val="002D6995"/>
    <w:rsid w:val="002E170C"/>
    <w:rsid w:val="002E193E"/>
    <w:rsid w:val="002F1554"/>
    <w:rsid w:val="00305EFF"/>
    <w:rsid w:val="00310A6A"/>
    <w:rsid w:val="0031339D"/>
    <w:rsid w:val="003144E6"/>
    <w:rsid w:val="00337E82"/>
    <w:rsid w:val="00346FDC"/>
    <w:rsid w:val="00350BB1"/>
    <w:rsid w:val="00352C83"/>
    <w:rsid w:val="00365A99"/>
    <w:rsid w:val="00365E44"/>
    <w:rsid w:val="00366805"/>
    <w:rsid w:val="0037067D"/>
    <w:rsid w:val="00373436"/>
    <w:rsid w:val="00380927"/>
    <w:rsid w:val="0038735B"/>
    <w:rsid w:val="003916D1"/>
    <w:rsid w:val="00394C90"/>
    <w:rsid w:val="003A21F0"/>
    <w:rsid w:val="003A277F"/>
    <w:rsid w:val="003A4E4A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47A8"/>
    <w:rsid w:val="004127E3"/>
    <w:rsid w:val="00423993"/>
    <w:rsid w:val="0043212E"/>
    <w:rsid w:val="00434366"/>
    <w:rsid w:val="00434ECE"/>
    <w:rsid w:val="004423AF"/>
    <w:rsid w:val="00443C57"/>
    <w:rsid w:val="00444423"/>
    <w:rsid w:val="00444E13"/>
    <w:rsid w:val="00452C63"/>
    <w:rsid w:val="00452F3E"/>
    <w:rsid w:val="00453857"/>
    <w:rsid w:val="004600C5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04B"/>
    <w:rsid w:val="004A581D"/>
    <w:rsid w:val="004A76A0"/>
    <w:rsid w:val="004A7706"/>
    <w:rsid w:val="004A77E3"/>
    <w:rsid w:val="004B29B7"/>
    <w:rsid w:val="004B415A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6D93"/>
    <w:rsid w:val="00520E9A"/>
    <w:rsid w:val="005248C1"/>
    <w:rsid w:val="00526134"/>
    <w:rsid w:val="0053082F"/>
    <w:rsid w:val="005405B2"/>
    <w:rsid w:val="005427C8"/>
    <w:rsid w:val="005446D1"/>
    <w:rsid w:val="005541FB"/>
    <w:rsid w:val="00554EA6"/>
    <w:rsid w:val="00556C4C"/>
    <w:rsid w:val="00557369"/>
    <w:rsid w:val="00557D22"/>
    <w:rsid w:val="00560D51"/>
    <w:rsid w:val="00564ADD"/>
    <w:rsid w:val="005708EB"/>
    <w:rsid w:val="00575BC6"/>
    <w:rsid w:val="005812A9"/>
    <w:rsid w:val="00583902"/>
    <w:rsid w:val="005965BF"/>
    <w:rsid w:val="005A1D70"/>
    <w:rsid w:val="005A3AA5"/>
    <w:rsid w:val="005A6C9C"/>
    <w:rsid w:val="005A74DC"/>
    <w:rsid w:val="005B5146"/>
    <w:rsid w:val="005C5165"/>
    <w:rsid w:val="005D1AFD"/>
    <w:rsid w:val="005E51E6"/>
    <w:rsid w:val="005F027A"/>
    <w:rsid w:val="005F33CC"/>
    <w:rsid w:val="005F771F"/>
    <w:rsid w:val="006121D4"/>
    <w:rsid w:val="0061334F"/>
    <w:rsid w:val="00613B49"/>
    <w:rsid w:val="00616845"/>
    <w:rsid w:val="00620E8E"/>
    <w:rsid w:val="00633CFE"/>
    <w:rsid w:val="00634FCA"/>
    <w:rsid w:val="00643D1B"/>
    <w:rsid w:val="006452B8"/>
    <w:rsid w:val="00652E62"/>
    <w:rsid w:val="00656EDE"/>
    <w:rsid w:val="0068219D"/>
    <w:rsid w:val="00686A49"/>
    <w:rsid w:val="00687B62"/>
    <w:rsid w:val="00690C44"/>
    <w:rsid w:val="00692048"/>
    <w:rsid w:val="006969D9"/>
    <w:rsid w:val="006A2B68"/>
    <w:rsid w:val="006A54B6"/>
    <w:rsid w:val="006C2F32"/>
    <w:rsid w:val="006D1AF9"/>
    <w:rsid w:val="006D38C3"/>
    <w:rsid w:val="006D411B"/>
    <w:rsid w:val="006D43ED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58D4"/>
    <w:rsid w:val="00717385"/>
    <w:rsid w:val="00722769"/>
    <w:rsid w:val="00727901"/>
    <w:rsid w:val="0073075B"/>
    <w:rsid w:val="0073404B"/>
    <w:rsid w:val="007341FF"/>
    <w:rsid w:val="007404E9"/>
    <w:rsid w:val="00742960"/>
    <w:rsid w:val="007444CF"/>
    <w:rsid w:val="00751F7E"/>
    <w:rsid w:val="00752C75"/>
    <w:rsid w:val="00757005"/>
    <w:rsid w:val="00761DBE"/>
    <w:rsid w:val="0076523B"/>
    <w:rsid w:val="00771B60"/>
    <w:rsid w:val="00777A26"/>
    <w:rsid w:val="00781D77"/>
    <w:rsid w:val="00783549"/>
    <w:rsid w:val="007860B7"/>
    <w:rsid w:val="00786DC8"/>
    <w:rsid w:val="00794F09"/>
    <w:rsid w:val="007A300D"/>
    <w:rsid w:val="007D5A78"/>
    <w:rsid w:val="007E3BD1"/>
    <w:rsid w:val="007F0634"/>
    <w:rsid w:val="007F1563"/>
    <w:rsid w:val="007F1EB2"/>
    <w:rsid w:val="007F44DB"/>
    <w:rsid w:val="007F5A8B"/>
    <w:rsid w:val="007F62CE"/>
    <w:rsid w:val="0080195E"/>
    <w:rsid w:val="00817D51"/>
    <w:rsid w:val="00820A5C"/>
    <w:rsid w:val="00822ABB"/>
    <w:rsid w:val="00823530"/>
    <w:rsid w:val="00823FF4"/>
    <w:rsid w:val="0082403F"/>
    <w:rsid w:val="00830267"/>
    <w:rsid w:val="008306E7"/>
    <w:rsid w:val="00830C2C"/>
    <w:rsid w:val="008322BE"/>
    <w:rsid w:val="00834BC8"/>
    <w:rsid w:val="00837FD6"/>
    <w:rsid w:val="00847B60"/>
    <w:rsid w:val="00850243"/>
    <w:rsid w:val="00851BE5"/>
    <w:rsid w:val="008545EB"/>
    <w:rsid w:val="00860DB7"/>
    <w:rsid w:val="00865011"/>
    <w:rsid w:val="00886790"/>
    <w:rsid w:val="008908DE"/>
    <w:rsid w:val="0089149E"/>
    <w:rsid w:val="008A12ED"/>
    <w:rsid w:val="008A39D3"/>
    <w:rsid w:val="008A640F"/>
    <w:rsid w:val="008B2C77"/>
    <w:rsid w:val="008B4AD2"/>
    <w:rsid w:val="008B7138"/>
    <w:rsid w:val="008D01D6"/>
    <w:rsid w:val="008E260C"/>
    <w:rsid w:val="008E39BE"/>
    <w:rsid w:val="008E62EC"/>
    <w:rsid w:val="008F32F6"/>
    <w:rsid w:val="00913855"/>
    <w:rsid w:val="00916CD7"/>
    <w:rsid w:val="00920927"/>
    <w:rsid w:val="00921B38"/>
    <w:rsid w:val="00923720"/>
    <w:rsid w:val="009278C9"/>
    <w:rsid w:val="00932CD7"/>
    <w:rsid w:val="00944C09"/>
    <w:rsid w:val="009457B3"/>
    <w:rsid w:val="009527CB"/>
    <w:rsid w:val="00953835"/>
    <w:rsid w:val="00960F6C"/>
    <w:rsid w:val="00970747"/>
    <w:rsid w:val="00981A68"/>
    <w:rsid w:val="0099133C"/>
    <w:rsid w:val="0099310B"/>
    <w:rsid w:val="00997BFC"/>
    <w:rsid w:val="009A244C"/>
    <w:rsid w:val="009A317C"/>
    <w:rsid w:val="009A3331"/>
    <w:rsid w:val="009A5900"/>
    <w:rsid w:val="009A6E6C"/>
    <w:rsid w:val="009A6F3F"/>
    <w:rsid w:val="009B331A"/>
    <w:rsid w:val="009C0E5E"/>
    <w:rsid w:val="009C2650"/>
    <w:rsid w:val="009C76A7"/>
    <w:rsid w:val="009D15E2"/>
    <w:rsid w:val="009D15FE"/>
    <w:rsid w:val="009D5D2C"/>
    <w:rsid w:val="009E577A"/>
    <w:rsid w:val="009F0DCC"/>
    <w:rsid w:val="009F11CA"/>
    <w:rsid w:val="009F24E4"/>
    <w:rsid w:val="00A0088C"/>
    <w:rsid w:val="00A067C9"/>
    <w:rsid w:val="00A0695B"/>
    <w:rsid w:val="00A11A0B"/>
    <w:rsid w:val="00A13052"/>
    <w:rsid w:val="00A216A8"/>
    <w:rsid w:val="00A223A6"/>
    <w:rsid w:val="00A3639E"/>
    <w:rsid w:val="00A5092E"/>
    <w:rsid w:val="00A53610"/>
    <w:rsid w:val="00A554D6"/>
    <w:rsid w:val="00A56E14"/>
    <w:rsid w:val="00A61332"/>
    <w:rsid w:val="00A645A2"/>
    <w:rsid w:val="00A6476B"/>
    <w:rsid w:val="00A65CFB"/>
    <w:rsid w:val="00A67615"/>
    <w:rsid w:val="00A73F83"/>
    <w:rsid w:val="00A76C6C"/>
    <w:rsid w:val="00A87356"/>
    <w:rsid w:val="00A92DD1"/>
    <w:rsid w:val="00A94A36"/>
    <w:rsid w:val="00AA3FAE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7B97"/>
    <w:rsid w:val="00AF3957"/>
    <w:rsid w:val="00B04AF6"/>
    <w:rsid w:val="00B0712C"/>
    <w:rsid w:val="00B12013"/>
    <w:rsid w:val="00B220BE"/>
    <w:rsid w:val="00B22C67"/>
    <w:rsid w:val="00B2544A"/>
    <w:rsid w:val="00B261A8"/>
    <w:rsid w:val="00B3508F"/>
    <w:rsid w:val="00B443EE"/>
    <w:rsid w:val="00B5229D"/>
    <w:rsid w:val="00B560C8"/>
    <w:rsid w:val="00B61150"/>
    <w:rsid w:val="00B65BC7"/>
    <w:rsid w:val="00B746B9"/>
    <w:rsid w:val="00B815CB"/>
    <w:rsid w:val="00B848D4"/>
    <w:rsid w:val="00B865B7"/>
    <w:rsid w:val="00B87422"/>
    <w:rsid w:val="00B91B97"/>
    <w:rsid w:val="00BA1CB1"/>
    <w:rsid w:val="00BA4178"/>
    <w:rsid w:val="00BA482D"/>
    <w:rsid w:val="00BB1755"/>
    <w:rsid w:val="00BB23F4"/>
    <w:rsid w:val="00BC5075"/>
    <w:rsid w:val="00BC5419"/>
    <w:rsid w:val="00BD2577"/>
    <w:rsid w:val="00BD3B0F"/>
    <w:rsid w:val="00BD4C35"/>
    <w:rsid w:val="00BE0F19"/>
    <w:rsid w:val="00BE5889"/>
    <w:rsid w:val="00BF1D4C"/>
    <w:rsid w:val="00BF3F0A"/>
    <w:rsid w:val="00C106B8"/>
    <w:rsid w:val="00C11F6D"/>
    <w:rsid w:val="00C143C3"/>
    <w:rsid w:val="00C16DE8"/>
    <w:rsid w:val="00C1739B"/>
    <w:rsid w:val="00C21ADE"/>
    <w:rsid w:val="00C26067"/>
    <w:rsid w:val="00C30A29"/>
    <w:rsid w:val="00C317DC"/>
    <w:rsid w:val="00C578E9"/>
    <w:rsid w:val="00C70626"/>
    <w:rsid w:val="00C70B3F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5EBD"/>
    <w:rsid w:val="00CE7D19"/>
    <w:rsid w:val="00CF0CF5"/>
    <w:rsid w:val="00CF2B3E"/>
    <w:rsid w:val="00CF4B11"/>
    <w:rsid w:val="00D0201F"/>
    <w:rsid w:val="00D03685"/>
    <w:rsid w:val="00D07D4E"/>
    <w:rsid w:val="00D115AA"/>
    <w:rsid w:val="00D145BE"/>
    <w:rsid w:val="00D14AA2"/>
    <w:rsid w:val="00D2035A"/>
    <w:rsid w:val="00D20C57"/>
    <w:rsid w:val="00D2276A"/>
    <w:rsid w:val="00D25D16"/>
    <w:rsid w:val="00D32124"/>
    <w:rsid w:val="00D33340"/>
    <w:rsid w:val="00D40DD8"/>
    <w:rsid w:val="00D42EA3"/>
    <w:rsid w:val="00D54C76"/>
    <w:rsid w:val="00D632BB"/>
    <w:rsid w:val="00D71E43"/>
    <w:rsid w:val="00D727F3"/>
    <w:rsid w:val="00D73695"/>
    <w:rsid w:val="00D810DE"/>
    <w:rsid w:val="00D86767"/>
    <w:rsid w:val="00D87D32"/>
    <w:rsid w:val="00D91188"/>
    <w:rsid w:val="00D92C83"/>
    <w:rsid w:val="00DA0A81"/>
    <w:rsid w:val="00DA1B30"/>
    <w:rsid w:val="00DA3C10"/>
    <w:rsid w:val="00DA53B5"/>
    <w:rsid w:val="00DA54B5"/>
    <w:rsid w:val="00DA61A7"/>
    <w:rsid w:val="00DC1D69"/>
    <w:rsid w:val="00DC2B28"/>
    <w:rsid w:val="00DC5A3A"/>
    <w:rsid w:val="00DD0726"/>
    <w:rsid w:val="00DD4E18"/>
    <w:rsid w:val="00DE4A52"/>
    <w:rsid w:val="00DE5A9B"/>
    <w:rsid w:val="00DE71B2"/>
    <w:rsid w:val="00DE77F7"/>
    <w:rsid w:val="00E20871"/>
    <w:rsid w:val="00E238E6"/>
    <w:rsid w:val="00E3435A"/>
    <w:rsid w:val="00E34CD8"/>
    <w:rsid w:val="00E35064"/>
    <w:rsid w:val="00E3681D"/>
    <w:rsid w:val="00E40225"/>
    <w:rsid w:val="00E44DA5"/>
    <w:rsid w:val="00E501F0"/>
    <w:rsid w:val="00E55856"/>
    <w:rsid w:val="00E6166D"/>
    <w:rsid w:val="00E66642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F01F8"/>
    <w:rsid w:val="00EF3268"/>
    <w:rsid w:val="00EF40EF"/>
    <w:rsid w:val="00EF47FE"/>
    <w:rsid w:val="00F004E9"/>
    <w:rsid w:val="00F069BD"/>
    <w:rsid w:val="00F1480E"/>
    <w:rsid w:val="00F1497D"/>
    <w:rsid w:val="00F16AAC"/>
    <w:rsid w:val="00F22528"/>
    <w:rsid w:val="00F22784"/>
    <w:rsid w:val="00F30C7D"/>
    <w:rsid w:val="00F3103C"/>
    <w:rsid w:val="00F33FF2"/>
    <w:rsid w:val="00F368DD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951AF"/>
    <w:rsid w:val="00FB232E"/>
    <w:rsid w:val="00FC6D05"/>
    <w:rsid w:val="00FD557D"/>
    <w:rsid w:val="00FE0282"/>
    <w:rsid w:val="00FE124D"/>
    <w:rsid w:val="00FE1F7E"/>
    <w:rsid w:val="00FE792C"/>
    <w:rsid w:val="00FF58F8"/>
    <w:rsid w:val="00FF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783A1CC3-93A4-400C-9906-A46B7A122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rsid w:val="00652E6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276A"/>
    <w:rPr>
      <w:b/>
      <w:bCs/>
    </w:rPr>
  </w:style>
  <w:style w:type="paragraph" w:styleId="Revision">
    <w:name w:val="Revision"/>
    <w:hidden/>
    <w:uiPriority w:val="99"/>
    <w:semiHidden/>
    <w:rsid w:val="004B415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3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E6AB77-4109-468E-8695-B99687F41D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F635E6-56F6-49D6-BBB5-C4228C300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161</TotalTime>
  <Pages>1</Pages>
  <Words>1168</Words>
  <Characters>6661</Characters>
  <Application>Microsoft Office Word</Application>
  <DocSecurity>4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Emily Hemi-Gardam</cp:lastModifiedBy>
  <cp:revision>147</cp:revision>
  <cp:lastPrinted>2016-05-27T22:21:00Z</cp:lastPrinted>
  <dcterms:created xsi:type="dcterms:W3CDTF">2020-08-25T23:08:00Z</dcterms:created>
  <dcterms:modified xsi:type="dcterms:W3CDTF">2021-05-05T21:18:00Z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