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6323C" w14:paraId="09D65AFA" w14:textId="77777777" w:rsidTr="00730311">
        <w:tc>
          <w:tcPr>
            <w:tcW w:w="2689" w:type="dxa"/>
          </w:tcPr>
          <w:p w14:paraId="4FA9A13A" w14:textId="3D585FC0" w:rsidR="0026323C" w:rsidRPr="0026323C" w:rsidRDefault="0026323C" w:rsidP="0026323C">
            <w:pPr>
              <w:pStyle w:val="SIText"/>
            </w:pPr>
            <w:r w:rsidRPr="002D49DA">
              <w:t xml:space="preserve">Release </w:t>
            </w:r>
            <w:proofErr w:type="gramStart"/>
            <w:r w:rsidR="00612656">
              <w:t>1</w:t>
            </w:r>
            <w:proofErr w:type="gramEnd"/>
          </w:p>
        </w:tc>
        <w:tc>
          <w:tcPr>
            <w:tcW w:w="6939" w:type="dxa"/>
          </w:tcPr>
          <w:p w14:paraId="399AFC85" w14:textId="1857A9EF" w:rsidR="0026323C" w:rsidRPr="0026323C" w:rsidRDefault="0026323C" w:rsidP="0026323C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>
              <w:t>7</w:t>
            </w:r>
            <w:r w:rsidRPr="0026323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7E44247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DE6E0D">
              <w:t>FGM</w:t>
            </w:r>
            <w:r w:rsidR="00BA5EBB">
              <w:t>4</w:t>
            </w:r>
            <w:r w:rsidR="004C7F48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45A3BC14" w:rsidR="00F1480E" w:rsidRPr="000754EC" w:rsidRDefault="008F096D" w:rsidP="000754EC">
            <w:pPr>
              <w:pStyle w:val="SIUnittitle"/>
            </w:pPr>
            <w:r w:rsidRPr="008F096D">
              <w:t>Conduct a wood volume and yield assessment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793FBF" w14:textId="0F81CA90" w:rsidR="008F096D" w:rsidRPr="008F096D" w:rsidRDefault="008F096D" w:rsidP="008F096D">
            <w:pPr>
              <w:pStyle w:val="SIText"/>
            </w:pPr>
            <w:r w:rsidRPr="008F096D">
              <w:t xml:space="preserve">This unit of competency describes the </w:t>
            </w:r>
            <w:r w:rsidR="004C7F48">
              <w:t>skills and knowledge</w:t>
            </w:r>
            <w:r w:rsidR="004C7F48" w:rsidRPr="008F096D">
              <w:t xml:space="preserve"> </w:t>
            </w:r>
            <w:proofErr w:type="gramStart"/>
            <w:r w:rsidRPr="008F096D">
              <w:t>required</w:t>
            </w:r>
            <w:proofErr w:type="gramEnd"/>
            <w:r w:rsidRPr="008F096D">
              <w:t xml:space="preserve"> to plan</w:t>
            </w:r>
            <w:r w:rsidR="00065037">
              <w:t xml:space="preserve"> and</w:t>
            </w:r>
            <w:r w:rsidRPr="008F096D">
              <w:t xml:space="preserve"> implement a wood volume and yield assessment within a forest area.</w:t>
            </w:r>
          </w:p>
          <w:p w14:paraId="258F7D45" w14:textId="77777777" w:rsidR="008F096D" w:rsidRPr="008F096D" w:rsidRDefault="008F096D" w:rsidP="008F096D">
            <w:pPr>
              <w:pStyle w:val="SIText"/>
            </w:pPr>
          </w:p>
          <w:p w14:paraId="0CC595B7" w14:textId="69158248" w:rsidR="008F096D" w:rsidRPr="008F096D" w:rsidRDefault="008F096D" w:rsidP="008F096D">
            <w:pPr>
              <w:pStyle w:val="SIText"/>
            </w:pPr>
            <w:r w:rsidRPr="008F096D">
              <w:t xml:space="preserve">The unit applies to </w:t>
            </w:r>
            <w:r w:rsidR="004C7F48">
              <w:t xml:space="preserve">individuals </w:t>
            </w:r>
            <w:r w:rsidR="00A255FD">
              <w:t xml:space="preserve">involved in conducting </w:t>
            </w:r>
            <w:r w:rsidR="0029706B">
              <w:t>wood volume and yield assessment as part of forestry operations</w:t>
            </w:r>
            <w:r w:rsidRPr="008F096D">
              <w:t>.</w:t>
            </w:r>
          </w:p>
          <w:p w14:paraId="2F49C126" w14:textId="77777777" w:rsidR="004C7F48" w:rsidRDefault="004C7F48" w:rsidP="004C7F48">
            <w:pPr>
              <w:rPr>
                <w:rStyle w:val="SITemporaryText-red"/>
              </w:rPr>
            </w:pPr>
          </w:p>
          <w:p w14:paraId="51EC0B4F" w14:textId="0E06A08C" w:rsidR="004C7F48" w:rsidRPr="004B2597" w:rsidRDefault="004C7F48" w:rsidP="006126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2597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4B2597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4B2597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130D3233" w14:textId="77777777" w:rsidR="008F096D" w:rsidRPr="008F096D" w:rsidRDefault="008F096D" w:rsidP="008F096D">
            <w:pPr>
              <w:pStyle w:val="SIText"/>
            </w:pPr>
          </w:p>
          <w:p w14:paraId="034C6C33" w14:textId="7C4B8226" w:rsidR="00EA2FCF" w:rsidRPr="000754EC" w:rsidRDefault="008F096D" w:rsidP="008F096D">
            <w:pPr>
              <w:pStyle w:val="SIText"/>
            </w:pPr>
            <w:r w:rsidRPr="008F096D">
              <w:t>No licensing, legislative, regulatory,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144ADEA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8F096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52CE21A" w:rsidR="008F096D" w:rsidRPr="008F096D" w:rsidRDefault="008F096D" w:rsidP="008F096D">
            <w:pPr>
              <w:pStyle w:val="SIText"/>
            </w:pPr>
            <w:r w:rsidRPr="008F096D">
              <w:t xml:space="preserve">1. Plan </w:t>
            </w:r>
            <w:r w:rsidR="0040575B" w:rsidRPr="008F096D">
              <w:t>wood volume and yield assessment</w:t>
            </w:r>
          </w:p>
        </w:tc>
        <w:tc>
          <w:tcPr>
            <w:tcW w:w="3604" w:type="pct"/>
            <w:shd w:val="clear" w:color="auto" w:fill="auto"/>
          </w:tcPr>
          <w:p w14:paraId="02921E2A" w14:textId="75EAAA27" w:rsidR="008F096D" w:rsidRPr="008F096D" w:rsidRDefault="008F096D" w:rsidP="008F096D">
            <w:r w:rsidRPr="008F096D">
              <w:t xml:space="preserve">1.1 Determine required frequency and size of sample areas of assessment for </w:t>
            </w:r>
            <w:proofErr w:type="gramStart"/>
            <w:r w:rsidRPr="008F096D">
              <w:t>particular forest</w:t>
            </w:r>
            <w:proofErr w:type="gramEnd"/>
            <w:r w:rsidRPr="008F096D">
              <w:t xml:space="preserve"> area from inventory programs, budgets and organisational guidelines.</w:t>
            </w:r>
          </w:p>
          <w:p w14:paraId="3A9BDC31" w14:textId="468E888A" w:rsidR="008F096D" w:rsidRPr="008F096D" w:rsidRDefault="008F096D" w:rsidP="008F096D">
            <w:r w:rsidRPr="008F096D">
              <w:t xml:space="preserve">1.2 Research methods to calculate wood volume and yield for the location to be </w:t>
            </w:r>
            <w:proofErr w:type="gramStart"/>
            <w:r w:rsidRPr="008F096D">
              <w:t>assessed</w:t>
            </w:r>
            <w:proofErr w:type="gramEnd"/>
          </w:p>
          <w:p w14:paraId="085B20B8" w14:textId="6518DF09" w:rsidR="008F096D" w:rsidRPr="008F096D" w:rsidRDefault="008F096D" w:rsidP="008F096D">
            <w:r w:rsidRPr="008F096D">
              <w:t xml:space="preserve">1.3 Select method to calculate wood volume and yield measurement with reference to the forest management </w:t>
            </w:r>
            <w:proofErr w:type="gramStart"/>
            <w:r w:rsidRPr="008F096D">
              <w:t>plan</w:t>
            </w:r>
            <w:proofErr w:type="gramEnd"/>
          </w:p>
          <w:p w14:paraId="2B02DFF4" w14:textId="0631525C" w:rsidR="008F096D" w:rsidRPr="008F096D" w:rsidRDefault="008F096D" w:rsidP="008F096D">
            <w:r w:rsidRPr="008F096D">
              <w:t>1.4 Monitor site environmental protection measures</w:t>
            </w:r>
          </w:p>
          <w:p w14:paraId="1696B99B" w14:textId="2D315117" w:rsidR="008F096D" w:rsidRPr="008F096D" w:rsidRDefault="008F096D" w:rsidP="008F096D">
            <w:r w:rsidRPr="008F096D">
              <w:t>1.5 Document plan to assess volume and wood yield</w:t>
            </w:r>
          </w:p>
        </w:tc>
      </w:tr>
      <w:tr w:rsidR="008F096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66B29F8" w:rsidR="008F096D" w:rsidRPr="008F096D" w:rsidRDefault="008F096D" w:rsidP="008F096D">
            <w:pPr>
              <w:pStyle w:val="SIText"/>
            </w:pPr>
            <w:r w:rsidRPr="008F096D">
              <w:t>2. Implement plan to assess wood volume and yield</w:t>
            </w:r>
          </w:p>
        </w:tc>
        <w:tc>
          <w:tcPr>
            <w:tcW w:w="3604" w:type="pct"/>
            <w:shd w:val="clear" w:color="auto" w:fill="auto"/>
          </w:tcPr>
          <w:p w14:paraId="23F72FE0" w14:textId="5800A5A3" w:rsidR="008F096D" w:rsidRPr="008F096D" w:rsidRDefault="008F096D" w:rsidP="008F096D">
            <w:r w:rsidRPr="008F096D">
              <w:t xml:space="preserve">2.1 Negotiate schedule for the assessment with other forest </w:t>
            </w:r>
            <w:proofErr w:type="gramStart"/>
            <w:r w:rsidRPr="008F096D">
              <w:t>personnel</w:t>
            </w:r>
            <w:proofErr w:type="gramEnd"/>
          </w:p>
          <w:p w14:paraId="5CF45920" w14:textId="2BDF4697" w:rsidR="008F096D" w:rsidRPr="008F096D" w:rsidRDefault="008F096D" w:rsidP="008F096D">
            <w:r w:rsidRPr="008F096D">
              <w:t xml:space="preserve">2.2 Coordinate people, </w:t>
            </w:r>
            <w:proofErr w:type="gramStart"/>
            <w:r w:rsidRPr="008F096D">
              <w:t>materials</w:t>
            </w:r>
            <w:proofErr w:type="gramEnd"/>
            <w:r w:rsidRPr="008F096D">
              <w:t xml:space="preserve"> and equipment for the assessment</w:t>
            </w:r>
          </w:p>
          <w:p w14:paraId="250BF5AC" w14:textId="2FA3E9AB" w:rsidR="008F096D" w:rsidRPr="008F096D" w:rsidRDefault="008F096D" w:rsidP="008F096D">
            <w:r w:rsidRPr="008F096D">
              <w:t xml:space="preserve">2.3 Obtain permits or licences required for the </w:t>
            </w:r>
            <w:proofErr w:type="gramStart"/>
            <w:r w:rsidRPr="008F096D">
              <w:t>assessment</w:t>
            </w:r>
            <w:proofErr w:type="gramEnd"/>
          </w:p>
          <w:p w14:paraId="56DC812E" w14:textId="3E4824A8" w:rsidR="008F096D" w:rsidRPr="008F096D" w:rsidRDefault="008F096D" w:rsidP="008F096D">
            <w:r w:rsidRPr="008F096D">
              <w:t>2.4 Direct personnel in data collection on wood volume and yield</w:t>
            </w:r>
          </w:p>
          <w:p w14:paraId="6454964E" w14:textId="3BF67712" w:rsidR="008F096D" w:rsidRPr="008F096D" w:rsidRDefault="008F096D" w:rsidP="008F096D">
            <w:r w:rsidRPr="008F096D">
              <w:t>2.5 Ensure compliance with quality</w:t>
            </w:r>
            <w:r w:rsidR="00F5250A">
              <w:t xml:space="preserve"> and</w:t>
            </w:r>
            <w:r w:rsidRPr="008F096D">
              <w:t xml:space="preserve"> </w:t>
            </w:r>
            <w:r w:rsidR="004B50F0">
              <w:t>workplace health and safety</w:t>
            </w:r>
            <w:r w:rsidRPr="008F096D">
              <w:t xml:space="preserve"> procedures throughout the </w:t>
            </w:r>
            <w:proofErr w:type="gramStart"/>
            <w:r w:rsidRPr="008F096D">
              <w:t>assessment</w:t>
            </w:r>
            <w:proofErr w:type="gramEnd"/>
          </w:p>
          <w:p w14:paraId="700C758D" w14:textId="6AB38D86" w:rsidR="00571EAC" w:rsidRDefault="008F096D" w:rsidP="008F096D">
            <w:pPr>
              <w:pStyle w:val="SIText"/>
            </w:pPr>
            <w:r w:rsidRPr="008F096D">
              <w:t xml:space="preserve">2.6 </w:t>
            </w:r>
            <w:r w:rsidR="00571EAC">
              <w:t xml:space="preserve">Collate and </w:t>
            </w:r>
            <w:r w:rsidR="001F6E48">
              <w:t>analyse</w:t>
            </w:r>
            <w:r w:rsidRPr="008F096D">
              <w:t xml:space="preserve"> data for </w:t>
            </w:r>
            <w:r w:rsidR="00AE0FB5">
              <w:t xml:space="preserve">according to workplace </w:t>
            </w:r>
            <w:proofErr w:type="gramStart"/>
            <w:r w:rsidR="001F6E48">
              <w:t>procedures</w:t>
            </w:r>
            <w:proofErr w:type="gramEnd"/>
            <w:r w:rsidRPr="008F096D">
              <w:t xml:space="preserve"> </w:t>
            </w:r>
          </w:p>
          <w:p w14:paraId="6BB72E57" w14:textId="67B0CF1C" w:rsidR="008F096D" w:rsidRPr="008F096D" w:rsidRDefault="00571EAC" w:rsidP="008F096D">
            <w:pPr>
              <w:pStyle w:val="SIText"/>
            </w:pPr>
            <w:r>
              <w:t>2.7 R</w:t>
            </w:r>
            <w:r w:rsidR="008F096D" w:rsidRPr="008F096D">
              <w:t xml:space="preserve">ecord and report </w:t>
            </w:r>
            <w:r w:rsidR="0021067B" w:rsidRPr="008F096D">
              <w:t xml:space="preserve">wood volume and yield </w:t>
            </w:r>
            <w:r>
              <w:t>assessment resu</w:t>
            </w:r>
            <w:r w:rsidR="00AE0FB5">
              <w:t>lts</w:t>
            </w:r>
          </w:p>
        </w:tc>
      </w:tr>
      <w:tr w:rsidR="008F096D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050648AE" w:rsidR="008F096D" w:rsidRPr="008F096D" w:rsidRDefault="008F096D" w:rsidP="008F096D">
            <w:pPr>
              <w:pStyle w:val="SIText"/>
            </w:pPr>
            <w:r w:rsidRPr="008F096D">
              <w:t xml:space="preserve">3. Review </w:t>
            </w:r>
            <w:r w:rsidR="0040575B" w:rsidRPr="008F096D">
              <w:t>wood volume and yield assessment</w:t>
            </w:r>
          </w:p>
        </w:tc>
        <w:tc>
          <w:tcPr>
            <w:tcW w:w="3604" w:type="pct"/>
            <w:shd w:val="clear" w:color="auto" w:fill="auto"/>
          </w:tcPr>
          <w:p w14:paraId="1CCB3717" w14:textId="07F99921" w:rsidR="008F096D" w:rsidRPr="008F096D" w:rsidRDefault="008F096D" w:rsidP="008F096D">
            <w:r w:rsidRPr="008F096D">
              <w:t xml:space="preserve">3.1 </w:t>
            </w:r>
            <w:r w:rsidR="00AE0FB5">
              <w:t>Review a</w:t>
            </w:r>
            <w:r w:rsidRPr="008F096D">
              <w:t>ssessment procedures for potential improvements</w:t>
            </w:r>
          </w:p>
          <w:p w14:paraId="3EF93DA5" w14:textId="0BB7EA79" w:rsidR="008F096D" w:rsidRPr="008F096D" w:rsidRDefault="008F096D">
            <w:r w:rsidRPr="008F096D">
              <w:t xml:space="preserve">3.3 </w:t>
            </w:r>
            <w:r w:rsidR="0021067B">
              <w:t>Report outcomes of review</w:t>
            </w:r>
            <w:r w:rsidRPr="008F096D">
              <w:t xml:space="preserve"> to </w:t>
            </w:r>
            <w:proofErr w:type="gramStart"/>
            <w:r w:rsidRPr="008F096D">
              <w:t>appropriate personnel</w:t>
            </w:r>
            <w:proofErr w:type="gramEnd"/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B3500" w:rsidRPr="00336FCA" w:rsidDel="00423CB2" w14:paraId="1A09A068" w14:textId="77777777" w:rsidTr="00CA2922">
        <w:tc>
          <w:tcPr>
            <w:tcW w:w="1396" w:type="pct"/>
          </w:tcPr>
          <w:p w14:paraId="7E84E0A4" w14:textId="2276E338" w:rsidR="002B3500" w:rsidRPr="002B3500" w:rsidRDefault="002B3500" w:rsidP="002B3500">
            <w:pPr>
              <w:pStyle w:val="SIText"/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4AAAEB17" w14:textId="6F162082" w:rsidR="002B3500" w:rsidRPr="000D13CE" w:rsidRDefault="00000A8A">
            <w:pPr>
              <w:pStyle w:val="SIBulletList1"/>
            </w:pPr>
            <w:r>
              <w:t>E</w:t>
            </w:r>
            <w:r w:rsidR="002B3500" w:rsidRPr="000D13CE">
              <w:t xml:space="preserve">xtract information from industry guides and standard references </w:t>
            </w:r>
          </w:p>
        </w:tc>
      </w:tr>
      <w:tr w:rsidR="002B3500" w:rsidRPr="00336FCA" w:rsidDel="00423CB2" w14:paraId="5D378998" w14:textId="77777777" w:rsidTr="00CA2922">
        <w:tc>
          <w:tcPr>
            <w:tcW w:w="1396" w:type="pct"/>
          </w:tcPr>
          <w:p w14:paraId="41AB983D" w14:textId="7E2A4474" w:rsidR="002B3500" w:rsidRPr="002B3500" w:rsidRDefault="002B3500" w:rsidP="002B3500">
            <w:pPr>
              <w:pStyle w:val="SIText"/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32E812D5" w14:textId="34FA6A6B" w:rsidR="002B3500" w:rsidRPr="000D13CE" w:rsidRDefault="00000A8A">
            <w:pPr>
              <w:pStyle w:val="SIBulletList1"/>
            </w:pPr>
            <w:r>
              <w:t>C</w:t>
            </w:r>
            <w:r w:rsidR="002B3500" w:rsidRPr="000D13CE">
              <w:t>omplete workplace forms</w:t>
            </w:r>
          </w:p>
          <w:p w14:paraId="6EFC3985" w14:textId="4A84E925" w:rsidR="002B3500" w:rsidRPr="000D13CE" w:rsidRDefault="00000A8A">
            <w:pPr>
              <w:pStyle w:val="SIBulletList1"/>
            </w:pPr>
            <w:r>
              <w:t>A</w:t>
            </w:r>
            <w:r w:rsidR="002B3500" w:rsidRPr="000D13CE">
              <w:t>nnotate site plans</w:t>
            </w:r>
          </w:p>
        </w:tc>
      </w:tr>
      <w:tr w:rsidR="00000A8A" w:rsidRPr="00336FCA" w:rsidDel="00423CB2" w14:paraId="32A10DE6" w14:textId="77777777" w:rsidTr="00CA2922">
        <w:tc>
          <w:tcPr>
            <w:tcW w:w="1396" w:type="pct"/>
          </w:tcPr>
          <w:p w14:paraId="4BE1852F" w14:textId="39119B25" w:rsidR="00000A8A" w:rsidRPr="00592C7C" w:rsidRDefault="00000A8A" w:rsidP="00000A8A">
            <w:pPr>
              <w:pStyle w:val="SIText"/>
            </w:pPr>
            <w:r w:rsidRPr="00277799">
              <w:t xml:space="preserve">Oral communication </w:t>
            </w:r>
          </w:p>
        </w:tc>
        <w:tc>
          <w:tcPr>
            <w:tcW w:w="3604" w:type="pct"/>
          </w:tcPr>
          <w:p w14:paraId="25BF2FFF" w14:textId="27494521" w:rsidR="00000A8A" w:rsidRPr="00000A8A" w:rsidRDefault="00000A8A" w:rsidP="00000A8A">
            <w:pPr>
              <w:pStyle w:val="SIBulletList1"/>
              <w:rPr>
                <w:rStyle w:val="SITemporaryText-red"/>
              </w:rPr>
            </w:pPr>
            <w:r>
              <w:t>A</w:t>
            </w:r>
            <w:r w:rsidRPr="00612656">
              <w:t>sk open and closed questions and use active listening techniques to clarify contents of work orders</w:t>
            </w:r>
          </w:p>
        </w:tc>
      </w:tr>
      <w:tr w:rsidR="00000A8A" w:rsidRPr="00336FCA" w:rsidDel="00423CB2" w14:paraId="1BC458EF" w14:textId="77777777" w:rsidTr="00CA2922">
        <w:tc>
          <w:tcPr>
            <w:tcW w:w="1396" w:type="pct"/>
          </w:tcPr>
          <w:p w14:paraId="36A663D0" w14:textId="768BE5B7" w:rsidR="00000A8A" w:rsidRPr="00000A8A" w:rsidRDefault="00000A8A" w:rsidP="00000A8A">
            <w:pPr>
              <w:pStyle w:val="SIText"/>
            </w:pPr>
            <w:r w:rsidRPr="00592C7C">
              <w:t>Numeracy</w:t>
            </w:r>
          </w:p>
        </w:tc>
        <w:tc>
          <w:tcPr>
            <w:tcW w:w="3604" w:type="pct"/>
          </w:tcPr>
          <w:p w14:paraId="284FE301" w14:textId="7D3285BB" w:rsidR="00000A8A" w:rsidRPr="00000A8A" w:rsidRDefault="00000A8A" w:rsidP="00000A8A">
            <w:pPr>
              <w:pStyle w:val="SIBulletList1"/>
            </w:pPr>
            <w:r w:rsidRPr="00000A8A">
              <w:rPr>
                <w:rStyle w:val="SITemporaryText-red"/>
                <w:color w:val="auto"/>
                <w:sz w:val="20"/>
              </w:rPr>
              <w:t xml:space="preserve">Interpret graphical and statistical information on </w:t>
            </w:r>
            <w:r w:rsidRPr="00000A8A">
              <w:t>wood volume and yield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42ED2964" w14:textId="79ED79DF" w:rsidR="009D5065" w:rsidRPr="00BA5EBB" w:rsidRDefault="009D5065" w:rsidP="00612656">
            <w:pPr>
              <w:pStyle w:val="SIText"/>
            </w:pPr>
            <w:r w:rsidRPr="00B55903">
              <w:t>FWPFGM</w:t>
            </w:r>
            <w:r w:rsidR="00BA5EBB">
              <w:t>4</w:t>
            </w:r>
            <w:r w:rsidRPr="00B55903">
              <w:t xml:space="preserve">XXX Conduct a wood volume and yield </w:t>
            </w:r>
            <w:proofErr w:type="gramStart"/>
            <w:r w:rsidRPr="00B55903">
              <w:t>assessment</w:t>
            </w:r>
            <w:proofErr w:type="gramEnd"/>
          </w:p>
          <w:p w14:paraId="09E49E25" w14:textId="290EE0D8" w:rsidR="00DA54B5" w:rsidRPr="00612656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52487CF4" w14:textId="041D8BE2" w:rsidR="009D5065" w:rsidRPr="00BA5EBB" w:rsidRDefault="009D5065" w:rsidP="00612656">
            <w:pPr>
              <w:pStyle w:val="SIText"/>
            </w:pPr>
            <w:r w:rsidRPr="00B55903">
              <w:t>FWPFGM</w:t>
            </w:r>
            <w:r w:rsidR="00A659EF" w:rsidRPr="00B55903">
              <w:t>4206</w:t>
            </w:r>
            <w:r w:rsidRPr="00B55903">
              <w:t xml:space="preserve"> Conduct a wood volume and yield </w:t>
            </w:r>
            <w:proofErr w:type="gramStart"/>
            <w:r w:rsidRPr="00B55903">
              <w:t>assessment</w:t>
            </w:r>
            <w:proofErr w:type="gramEnd"/>
          </w:p>
          <w:p w14:paraId="2293AA64" w14:textId="3AD47F22" w:rsidR="00DA54B5" w:rsidRPr="00612656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20C624D9" w14:textId="051E0BD4" w:rsidR="00DB7131" w:rsidRDefault="004B259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12656">
              <w:rPr>
                <w:rStyle w:val="SITemporaryText-red"/>
                <w:color w:val="auto"/>
                <w:sz w:val="20"/>
              </w:rPr>
              <w:t>Updated</w:t>
            </w:r>
            <w:r w:rsidR="00DB7131" w:rsidRPr="00612656">
              <w:rPr>
                <w:rStyle w:val="SITemporaryText-red"/>
                <w:color w:val="auto"/>
                <w:sz w:val="20"/>
              </w:rPr>
              <w:t xml:space="preserve"> </w:t>
            </w:r>
            <w:r w:rsidRPr="00612656">
              <w:rPr>
                <w:rStyle w:val="SITemporaryText-red"/>
                <w:color w:val="auto"/>
                <w:sz w:val="20"/>
              </w:rPr>
              <w:t>E</w:t>
            </w:r>
            <w:r w:rsidR="00DB7131" w:rsidRPr="00612656">
              <w:rPr>
                <w:rStyle w:val="SITemporaryText-red"/>
                <w:color w:val="auto"/>
                <w:sz w:val="20"/>
              </w:rPr>
              <w:t xml:space="preserve">lements and </w:t>
            </w:r>
            <w:r w:rsidRPr="00612656">
              <w:rPr>
                <w:rStyle w:val="SITemporaryText-red"/>
                <w:color w:val="auto"/>
                <w:sz w:val="20"/>
              </w:rPr>
              <w:t>P</w:t>
            </w:r>
            <w:r w:rsidR="00DB7131" w:rsidRPr="00612656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Pr="00612656">
              <w:rPr>
                <w:rStyle w:val="SITemporaryText-red"/>
                <w:color w:val="auto"/>
                <w:sz w:val="20"/>
              </w:rPr>
              <w:t>C</w:t>
            </w:r>
            <w:r w:rsidR="00DB7131" w:rsidRPr="00612656">
              <w:rPr>
                <w:rStyle w:val="SITemporaryText-red"/>
                <w:color w:val="auto"/>
                <w:sz w:val="20"/>
              </w:rPr>
              <w:t>riteria</w:t>
            </w:r>
          </w:p>
          <w:p w14:paraId="6CB87AA3" w14:textId="77777777" w:rsidR="00000A8A" w:rsidRPr="00612656" w:rsidRDefault="00000A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1CA2E93E" w:rsidR="00DA54B5" w:rsidRPr="00612656" w:rsidRDefault="00DB71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12656">
              <w:rPr>
                <w:rStyle w:val="SITemporaryText-red"/>
                <w:color w:val="auto"/>
                <w:sz w:val="20"/>
              </w:rPr>
              <w:t>Revised Performance Evidence</w:t>
            </w:r>
            <w:r w:rsidR="00A80661" w:rsidRPr="00612656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612656">
              <w:rPr>
                <w:rStyle w:val="SITemporaryText-red"/>
                <w:color w:val="auto"/>
                <w:sz w:val="20"/>
              </w:rPr>
              <w:t>Assessment Conditions</w:t>
            </w:r>
            <w:r w:rsidR="00A80661" w:rsidRPr="00B55903">
              <w:rPr>
                <w:rStyle w:val="SITemporaryText-red"/>
                <w:color w:val="auto"/>
                <w:sz w:val="20"/>
              </w:rPr>
              <w:t xml:space="preserve"> </w:t>
            </w:r>
            <w:r w:rsidR="00A80661" w:rsidRPr="00612656">
              <w:rPr>
                <w:rStyle w:val="SITemporaryText-red"/>
                <w:color w:val="auto"/>
                <w:sz w:val="20"/>
              </w:rPr>
              <w:t xml:space="preserve">in line with requirements of Standards for Training Packages </w:t>
            </w:r>
          </w:p>
        </w:tc>
        <w:tc>
          <w:tcPr>
            <w:tcW w:w="1616" w:type="pct"/>
          </w:tcPr>
          <w:p w14:paraId="76E3432F" w14:textId="30DABD4D" w:rsidR="00DA54B5" w:rsidRPr="00612656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12656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1C3BE496" w:rsidR="00DA54B5" w:rsidRPr="00612656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2D49DA" w14:paraId="7EFB7203" w14:textId="77777777" w:rsidTr="00F33FF2">
        <w:tc>
          <w:tcPr>
            <w:tcW w:w="1028" w:type="pct"/>
          </w:tcPr>
          <w:p w14:paraId="6B803FA7" w14:textId="67B5F9F7" w:rsidR="002D49DA" w:rsidRPr="002D49DA" w:rsidRDefault="002D49DA" w:rsidP="002D49DA">
            <w:pPr>
              <w:pStyle w:val="SIText"/>
            </w:pPr>
          </w:p>
        </w:tc>
        <w:tc>
          <w:tcPr>
            <w:tcW w:w="1105" w:type="pct"/>
          </w:tcPr>
          <w:p w14:paraId="3216D365" w14:textId="19F464B1" w:rsidR="002D49DA" w:rsidRPr="002D49DA" w:rsidRDefault="002D49DA" w:rsidP="002D49DA">
            <w:pPr>
              <w:pStyle w:val="SIText"/>
            </w:pPr>
          </w:p>
        </w:tc>
        <w:tc>
          <w:tcPr>
            <w:tcW w:w="1251" w:type="pct"/>
          </w:tcPr>
          <w:p w14:paraId="30B8888F" w14:textId="35BFCBA6" w:rsidR="002D49DA" w:rsidRPr="002D49DA" w:rsidRDefault="002D49DA" w:rsidP="002D49DA">
            <w:pPr>
              <w:pStyle w:val="SIText"/>
              <w:rPr>
                <w:rStyle w:val="SITemporaryText-blue"/>
              </w:rPr>
            </w:pPr>
          </w:p>
        </w:tc>
        <w:tc>
          <w:tcPr>
            <w:tcW w:w="1616" w:type="pct"/>
          </w:tcPr>
          <w:p w14:paraId="325B98A3" w14:textId="2511C503" w:rsidR="002D49DA" w:rsidRPr="002D49DA" w:rsidRDefault="002D49DA" w:rsidP="002D49DA">
            <w:pPr>
              <w:pStyle w:val="SIText"/>
              <w:rPr>
                <w:rStyle w:val="SITemporaryText-blue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4754BFC9" w:rsidR="00572E61" w:rsidRDefault="00572E61" w:rsidP="005F771F">
      <w:pPr>
        <w:pStyle w:val="SIText"/>
      </w:pPr>
    </w:p>
    <w:p w14:paraId="194E64C7" w14:textId="0094809F" w:rsidR="00000A8A" w:rsidRDefault="00000A8A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FD5E3B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F096D" w:rsidRPr="008F096D">
              <w:t>FWPFGM</w:t>
            </w:r>
            <w:r w:rsidR="00BA5EBB">
              <w:t>4</w:t>
            </w:r>
            <w:r w:rsidR="00E55771">
              <w:t>XXX</w:t>
            </w:r>
            <w:r w:rsidR="008F096D" w:rsidRPr="008F096D">
              <w:t xml:space="preserve"> Conduct a wood volume and yield assessment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21E272DE" w:rsidR="00DA54B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12656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612656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612656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075D64AD" w14:textId="77777777" w:rsidR="001E24C4" w:rsidRPr="00612656" w:rsidRDefault="001E24C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3E608AD" w14:textId="04FD1BA5" w:rsidR="008F096D" w:rsidRPr="008F096D" w:rsidRDefault="00DA54B5" w:rsidP="00612656">
            <w:pPr>
              <w:pStyle w:val="SIText"/>
            </w:pPr>
            <w:r w:rsidRPr="00612656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8F096D" w:rsidRPr="00612656">
              <w:t>plan</w:t>
            </w:r>
            <w:r w:rsidR="00DB7131" w:rsidRPr="00612656">
              <w:t>ned</w:t>
            </w:r>
            <w:r w:rsidR="008F096D" w:rsidRPr="00612656">
              <w:t>, conduct</w:t>
            </w:r>
            <w:r w:rsidR="00DB7131" w:rsidRPr="00612656">
              <w:t>ed</w:t>
            </w:r>
            <w:r w:rsidR="00500EA4" w:rsidRPr="00612656">
              <w:t xml:space="preserve">, reported </w:t>
            </w:r>
            <w:proofErr w:type="gramStart"/>
            <w:r w:rsidR="00500EA4" w:rsidRPr="00612656">
              <w:t>on</w:t>
            </w:r>
            <w:proofErr w:type="gramEnd"/>
            <w:r w:rsidR="008F096D" w:rsidRPr="00612656">
              <w:t xml:space="preserve"> and review</w:t>
            </w:r>
            <w:r w:rsidR="00DB7131" w:rsidRPr="00612656">
              <w:t>ed</w:t>
            </w:r>
            <w:r w:rsidR="008F096D" w:rsidRPr="00612656">
              <w:t xml:space="preserve"> </w:t>
            </w:r>
            <w:r w:rsidR="00DB7131" w:rsidRPr="00612656">
              <w:t>one</w:t>
            </w:r>
            <w:r w:rsidR="008F096D" w:rsidRPr="00612656">
              <w:t xml:space="preserve"> wood volume </w:t>
            </w:r>
            <w:r w:rsidR="00DB7131" w:rsidRPr="00612656">
              <w:t xml:space="preserve">and </w:t>
            </w:r>
            <w:r w:rsidR="008F096D" w:rsidRPr="00612656">
              <w:t xml:space="preserve">yield assessment in line with regulations and </w:t>
            </w:r>
            <w:r w:rsidR="00DB7131" w:rsidRPr="00612656">
              <w:t xml:space="preserve">workplace </w:t>
            </w:r>
            <w:r w:rsidR="008F096D" w:rsidRPr="00612656">
              <w:t>requirements</w:t>
            </w:r>
            <w:r w:rsidR="008F096D" w:rsidRPr="008F096D">
              <w:t xml:space="preserve"> that includes:</w:t>
            </w:r>
          </w:p>
          <w:p w14:paraId="5AE7C850" w14:textId="77777777" w:rsidR="008F096D" w:rsidRPr="008F096D" w:rsidRDefault="008F096D" w:rsidP="008F096D">
            <w:pPr>
              <w:pStyle w:val="SIBulletList2"/>
            </w:pPr>
            <w:r w:rsidRPr="008F096D">
              <w:t xml:space="preserve">timber volume by class </w:t>
            </w:r>
            <w:proofErr w:type="gramStart"/>
            <w:r w:rsidRPr="008F096D">
              <w:t>sizes</w:t>
            </w:r>
            <w:proofErr w:type="gramEnd"/>
          </w:p>
          <w:p w14:paraId="08FC7B75" w14:textId="77777777" w:rsidR="008F096D" w:rsidRPr="008F096D" w:rsidRDefault="008F096D" w:rsidP="008F096D">
            <w:pPr>
              <w:pStyle w:val="SIBulletList2"/>
            </w:pPr>
            <w:r w:rsidRPr="008F096D">
              <w:t xml:space="preserve">timber </w:t>
            </w:r>
            <w:proofErr w:type="gramStart"/>
            <w:r w:rsidRPr="008F096D">
              <w:t>quality</w:t>
            </w:r>
            <w:proofErr w:type="gramEnd"/>
          </w:p>
          <w:p w14:paraId="5918FB8A" w14:textId="77777777" w:rsidR="008F096D" w:rsidRPr="008F096D" w:rsidRDefault="008F096D" w:rsidP="008F096D">
            <w:pPr>
              <w:pStyle w:val="SIBulletList2"/>
            </w:pPr>
            <w:r w:rsidRPr="008F096D">
              <w:t xml:space="preserve">timber </w:t>
            </w:r>
            <w:proofErr w:type="gramStart"/>
            <w:r w:rsidRPr="008F096D">
              <w:t>damage</w:t>
            </w:r>
            <w:proofErr w:type="gramEnd"/>
          </w:p>
          <w:p w14:paraId="3F4E2EAA" w14:textId="6B68E55E" w:rsidR="00556C4C" w:rsidRPr="000754EC" w:rsidRDefault="008F096D" w:rsidP="001E24C4">
            <w:pPr>
              <w:pStyle w:val="SIBulletList2"/>
            </w:pPr>
            <w:r w:rsidRPr="008F096D">
              <w:t>form and rates of growth</w:t>
            </w:r>
            <w:r w:rsidR="001E24C4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12656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12656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612656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612656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1551FAC2" w14:textId="73A7BFB3" w:rsidR="008F096D" w:rsidRPr="008F096D" w:rsidRDefault="00500EA4" w:rsidP="00B47608">
            <w:pPr>
              <w:pStyle w:val="SIBulletList1"/>
            </w:pPr>
            <w:r w:rsidRPr="00612656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>
              <w:rPr>
                <w:rStyle w:val="SITemporaryText-red"/>
                <w:rFonts w:eastAsia="Calibri"/>
              </w:rPr>
              <w:t xml:space="preserve"> </w:t>
            </w:r>
            <w:r w:rsidR="008F096D" w:rsidRPr="008F096D">
              <w:t xml:space="preserve">policies and procedures for conducting a wood volume and yield </w:t>
            </w:r>
            <w:proofErr w:type="gramStart"/>
            <w:r w:rsidR="008F096D" w:rsidRPr="008F096D">
              <w:t>assessment</w:t>
            </w:r>
            <w:proofErr w:type="gramEnd"/>
          </w:p>
          <w:p w14:paraId="77150B97" w14:textId="77777777" w:rsidR="008F096D" w:rsidRPr="008F096D" w:rsidRDefault="008F096D" w:rsidP="008F096D">
            <w:pPr>
              <w:pStyle w:val="SIBulletList1"/>
            </w:pPr>
            <w:r w:rsidRPr="008F096D">
              <w:t xml:space="preserve">volumes and yields associated with </w:t>
            </w:r>
            <w:proofErr w:type="gramStart"/>
            <w:r w:rsidRPr="008F096D">
              <w:t>different species</w:t>
            </w:r>
            <w:proofErr w:type="gramEnd"/>
            <w:r w:rsidRPr="008F096D">
              <w:t xml:space="preserve"> that includes:</w:t>
            </w:r>
          </w:p>
          <w:p w14:paraId="7D6AAA78" w14:textId="77777777" w:rsidR="008F096D" w:rsidRPr="008F096D" w:rsidRDefault="008F096D" w:rsidP="008F096D">
            <w:pPr>
              <w:pStyle w:val="SIBulletList2"/>
            </w:pPr>
            <w:r w:rsidRPr="008F096D">
              <w:t>quantity (gross volume) of timber per hectare</w:t>
            </w:r>
          </w:p>
          <w:p w14:paraId="001ABF4D" w14:textId="77777777" w:rsidR="008F096D" w:rsidRPr="008F096D" w:rsidRDefault="008F096D" w:rsidP="008F096D">
            <w:pPr>
              <w:pStyle w:val="SIBulletList2"/>
            </w:pPr>
            <w:r w:rsidRPr="008F096D">
              <w:t xml:space="preserve">estimated yield (net volume) of useable timber per </w:t>
            </w:r>
            <w:proofErr w:type="gramStart"/>
            <w:r w:rsidRPr="008F096D">
              <w:t>hectare</w:t>
            </w:r>
            <w:proofErr w:type="gramEnd"/>
          </w:p>
          <w:p w14:paraId="227DED19" w14:textId="027FEEAE" w:rsidR="00B47608" w:rsidRDefault="00B47608" w:rsidP="008F096D">
            <w:pPr>
              <w:pStyle w:val="SIBulletList1"/>
            </w:pPr>
            <w:r w:rsidRPr="008F096D">
              <w:t>wood volume and yield assessment</w:t>
            </w:r>
            <w:r w:rsidR="008F096D" w:rsidRPr="008F096D">
              <w:t xml:space="preserve"> techniques </w:t>
            </w:r>
          </w:p>
          <w:p w14:paraId="1D298A46" w14:textId="7F20A599" w:rsidR="008F096D" w:rsidRPr="008F096D" w:rsidRDefault="008F096D" w:rsidP="008F096D">
            <w:pPr>
              <w:pStyle w:val="SIBulletList1"/>
            </w:pPr>
            <w:r w:rsidRPr="008F096D">
              <w:t xml:space="preserve">methods for measuring and calculating wood volume and </w:t>
            </w:r>
            <w:proofErr w:type="gramStart"/>
            <w:r w:rsidRPr="008F096D">
              <w:t>yield</w:t>
            </w:r>
            <w:proofErr w:type="gramEnd"/>
          </w:p>
          <w:p w14:paraId="594042BC" w14:textId="49C8DE0B" w:rsidR="00F1480E" w:rsidRPr="000754EC" w:rsidRDefault="008F096D">
            <w:pPr>
              <w:pStyle w:val="SIBulletList1"/>
            </w:pPr>
            <w:r w:rsidRPr="008F096D">
              <w:t>types of tools and equipment for conducting a wood volume and yield assessment and procedures for their safe use and maintenance.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004513D2" w14:textId="77777777" w:rsidR="00BB242C" w:rsidRPr="00612656" w:rsidRDefault="00BB242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1265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515FE15" w14:textId="77777777" w:rsidR="00BB242C" w:rsidRPr="00612656" w:rsidRDefault="00BB242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1265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7C15E91" w14:textId="32342F73" w:rsidR="00BB242C" w:rsidRPr="00612656" w:rsidRDefault="00BB242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12656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612656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0055E155" w14:textId="77777777" w:rsidR="00BB242C" w:rsidRPr="00612656" w:rsidRDefault="00BB242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12656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612656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612656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9B228A2" w14:textId="2CD8AEA4" w:rsidR="00BB242C" w:rsidRPr="00BB242C" w:rsidRDefault="00BB242C" w:rsidP="00BB242C">
            <w:pPr>
              <w:pStyle w:val="SIBulletList2"/>
            </w:pPr>
            <w:r w:rsidRPr="00142558">
              <w:t>access to a</w:t>
            </w:r>
            <w:r>
              <w:t>n</w:t>
            </w:r>
            <w:r w:rsidRPr="00142558">
              <w:t xml:space="preserve"> </w:t>
            </w:r>
            <w:r w:rsidRPr="008F096D">
              <w:t xml:space="preserve">area of forest in which to conduct a wood volume and yield </w:t>
            </w:r>
            <w:proofErr w:type="gramStart"/>
            <w:r w:rsidRPr="008F096D">
              <w:t>assessment</w:t>
            </w:r>
            <w:proofErr w:type="gramEnd"/>
          </w:p>
          <w:p w14:paraId="42CDB5E1" w14:textId="77777777" w:rsidR="00BB242C" w:rsidRPr="00612656" w:rsidRDefault="00BB242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1265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86FE1A8" w14:textId="27352E6F" w:rsidR="00E36770" w:rsidRPr="00E36770" w:rsidRDefault="00AA529F" w:rsidP="00612656">
            <w:pPr>
              <w:pStyle w:val="SIBulletList2"/>
            </w:pPr>
            <w:r>
              <w:t xml:space="preserve">work </w:t>
            </w:r>
            <w:r w:rsidR="00E36770">
              <w:t>instructions</w:t>
            </w:r>
            <w:r>
              <w:t xml:space="preserve"> for </w:t>
            </w:r>
            <w:r w:rsidR="00E36770" w:rsidRPr="008F096D">
              <w:t xml:space="preserve">conducting a wood volume and yield </w:t>
            </w:r>
            <w:proofErr w:type="gramStart"/>
            <w:r w:rsidR="00E36770" w:rsidRPr="008F096D">
              <w:t>assessment</w:t>
            </w:r>
            <w:proofErr w:type="gramEnd"/>
          </w:p>
          <w:p w14:paraId="420253E4" w14:textId="77777777" w:rsidR="00F012D1" w:rsidRDefault="00F012D1" w:rsidP="00F012D1">
            <w:pPr>
              <w:pStyle w:val="SIBulletList2"/>
            </w:pPr>
            <w:r w:rsidRPr="00943672">
              <w:t>access to 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  <w:r>
              <w:t>.</w:t>
            </w:r>
          </w:p>
          <w:p w14:paraId="3A3FC063" w14:textId="606AE092" w:rsidR="00AA529F" w:rsidRPr="00AA529F" w:rsidRDefault="00AA529F" w:rsidP="00612656">
            <w:pPr>
              <w:pStyle w:val="SIBulletList2"/>
            </w:pPr>
            <w:r>
              <w:t xml:space="preserve">workplace procedures for </w:t>
            </w:r>
            <w:r w:rsidRPr="008F096D">
              <w:t>conducting a wood volume and yield assessment</w:t>
            </w:r>
            <w:r w:rsidR="00F012D1">
              <w:t>.</w:t>
            </w:r>
          </w:p>
          <w:p w14:paraId="427B40A5" w14:textId="3AC46C48" w:rsidR="00BB242C" w:rsidRPr="00BB242C" w:rsidRDefault="00BB242C" w:rsidP="00612656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408F0CDB" w14:textId="2E9B95E2" w:rsidR="00DA54B5" w:rsidRPr="00DD3C1C" w:rsidRDefault="00BB242C" w:rsidP="00612656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4B259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59A76" w14:textId="77777777" w:rsidR="00DE1BFC" w:rsidRDefault="00DE1BFC" w:rsidP="00BF3F0A">
      <w:r>
        <w:separator/>
      </w:r>
    </w:p>
    <w:p w14:paraId="17734F8D" w14:textId="77777777" w:rsidR="00DE1BFC" w:rsidRDefault="00DE1BFC"/>
  </w:endnote>
  <w:endnote w:type="continuationSeparator" w:id="0">
    <w:p w14:paraId="78B444F6" w14:textId="77777777" w:rsidR="00DE1BFC" w:rsidRDefault="00DE1BFC" w:rsidP="00BF3F0A">
      <w:r>
        <w:continuationSeparator/>
      </w:r>
    </w:p>
    <w:p w14:paraId="36C69458" w14:textId="77777777" w:rsidR="00DE1BFC" w:rsidRDefault="00DE1B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450E8" w14:textId="77777777" w:rsidR="00DE1BFC" w:rsidRDefault="00DE1BFC" w:rsidP="00BF3F0A">
      <w:r>
        <w:separator/>
      </w:r>
    </w:p>
    <w:p w14:paraId="1D00A49B" w14:textId="77777777" w:rsidR="00DE1BFC" w:rsidRDefault="00DE1BFC"/>
  </w:footnote>
  <w:footnote w:type="continuationSeparator" w:id="0">
    <w:p w14:paraId="6B1C9E19" w14:textId="77777777" w:rsidR="00DE1BFC" w:rsidRDefault="00DE1BFC" w:rsidP="00BF3F0A">
      <w:r>
        <w:continuationSeparator/>
      </w:r>
    </w:p>
    <w:p w14:paraId="43EA1074" w14:textId="77777777" w:rsidR="00DE1BFC" w:rsidRDefault="00DE1B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6E1B0BD" w:rsidR="009C2650" w:rsidRPr="008F096D" w:rsidRDefault="008F096D" w:rsidP="008F096D">
    <w:r w:rsidRPr="008F096D">
      <w:t>FWPFGM</w:t>
    </w:r>
    <w:r w:rsidR="00BA5EBB">
      <w:t>4</w:t>
    </w:r>
    <w:r w:rsidR="004C7F48">
      <w:t>XXX</w:t>
    </w:r>
    <w:r w:rsidRPr="008F096D">
      <w:t xml:space="preserve"> Conduct a wood volume and yield </w:t>
    </w:r>
    <w:proofErr w:type="gramStart"/>
    <w:r w:rsidRPr="008F096D">
      <w:t>assessment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140F8"/>
    <w:multiLevelType w:val="multilevel"/>
    <w:tmpl w:val="5656B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65BDF"/>
    <w:multiLevelType w:val="multilevel"/>
    <w:tmpl w:val="82DA6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76370"/>
    <w:multiLevelType w:val="multilevel"/>
    <w:tmpl w:val="254E7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15DFC"/>
    <w:multiLevelType w:val="multilevel"/>
    <w:tmpl w:val="CEE84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4442A8"/>
    <w:multiLevelType w:val="multilevel"/>
    <w:tmpl w:val="ADC86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211038"/>
    <w:multiLevelType w:val="multilevel"/>
    <w:tmpl w:val="E8385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B4BC9"/>
    <w:multiLevelType w:val="multilevel"/>
    <w:tmpl w:val="3B300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593F64"/>
    <w:multiLevelType w:val="multilevel"/>
    <w:tmpl w:val="1CE4C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5E2A2F"/>
    <w:multiLevelType w:val="multilevel"/>
    <w:tmpl w:val="1326D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D924E7"/>
    <w:multiLevelType w:val="multilevel"/>
    <w:tmpl w:val="C358B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140BBE"/>
    <w:multiLevelType w:val="multilevel"/>
    <w:tmpl w:val="5DCCE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F36199"/>
    <w:multiLevelType w:val="multilevel"/>
    <w:tmpl w:val="C7F24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EB44BA"/>
    <w:multiLevelType w:val="multilevel"/>
    <w:tmpl w:val="AAD08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BD3CCD"/>
    <w:multiLevelType w:val="multilevel"/>
    <w:tmpl w:val="66564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630FF5"/>
    <w:multiLevelType w:val="multilevel"/>
    <w:tmpl w:val="9B7EC7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6F0BD6"/>
    <w:multiLevelType w:val="multilevel"/>
    <w:tmpl w:val="8C0AE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90425B"/>
    <w:multiLevelType w:val="multilevel"/>
    <w:tmpl w:val="A37C4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2441A3"/>
    <w:multiLevelType w:val="multilevel"/>
    <w:tmpl w:val="A2E220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E474D"/>
    <w:multiLevelType w:val="multilevel"/>
    <w:tmpl w:val="0C988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692256"/>
    <w:multiLevelType w:val="multilevel"/>
    <w:tmpl w:val="C92C2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1A3380"/>
    <w:multiLevelType w:val="multilevel"/>
    <w:tmpl w:val="F3F82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C24089"/>
    <w:multiLevelType w:val="multilevel"/>
    <w:tmpl w:val="33128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675E95"/>
    <w:multiLevelType w:val="multilevel"/>
    <w:tmpl w:val="67EE7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032B2D"/>
    <w:multiLevelType w:val="multilevel"/>
    <w:tmpl w:val="3056D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8927D8"/>
    <w:multiLevelType w:val="multilevel"/>
    <w:tmpl w:val="6568E7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8"/>
  </w:num>
  <w:num w:numId="3">
    <w:abstractNumId w:val="28"/>
  </w:num>
  <w:num w:numId="4">
    <w:abstractNumId w:val="6"/>
  </w:num>
  <w:num w:numId="5">
    <w:abstractNumId w:val="25"/>
  </w:num>
  <w:num w:numId="6">
    <w:abstractNumId w:val="29"/>
  </w:num>
  <w:num w:numId="7">
    <w:abstractNumId w:val="24"/>
  </w:num>
  <w:num w:numId="8">
    <w:abstractNumId w:val="8"/>
  </w:num>
  <w:num w:numId="9">
    <w:abstractNumId w:val="1"/>
  </w:num>
  <w:num w:numId="10">
    <w:abstractNumId w:val="3"/>
  </w:num>
  <w:num w:numId="11">
    <w:abstractNumId w:val="23"/>
  </w:num>
  <w:num w:numId="12">
    <w:abstractNumId w:val="26"/>
  </w:num>
  <w:num w:numId="13">
    <w:abstractNumId w:val="0"/>
  </w:num>
  <w:num w:numId="14">
    <w:abstractNumId w:val="9"/>
  </w:num>
  <w:num w:numId="15">
    <w:abstractNumId w:val="21"/>
  </w:num>
  <w:num w:numId="16">
    <w:abstractNumId w:val="20"/>
  </w:num>
  <w:num w:numId="17">
    <w:abstractNumId w:val="2"/>
  </w:num>
  <w:num w:numId="18">
    <w:abstractNumId w:val="5"/>
  </w:num>
  <w:num w:numId="19">
    <w:abstractNumId w:val="14"/>
  </w:num>
  <w:num w:numId="20">
    <w:abstractNumId w:val="17"/>
  </w:num>
  <w:num w:numId="21">
    <w:abstractNumId w:val="10"/>
  </w:num>
  <w:num w:numId="22">
    <w:abstractNumId w:val="15"/>
  </w:num>
  <w:num w:numId="23">
    <w:abstractNumId w:val="16"/>
  </w:num>
  <w:num w:numId="24">
    <w:abstractNumId w:val="19"/>
  </w:num>
  <w:num w:numId="25">
    <w:abstractNumId w:val="12"/>
  </w:num>
  <w:num w:numId="26">
    <w:abstractNumId w:val="7"/>
  </w:num>
  <w:num w:numId="27">
    <w:abstractNumId w:val="27"/>
  </w:num>
  <w:num w:numId="28">
    <w:abstractNumId w:val="13"/>
  </w:num>
  <w:num w:numId="2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wMTcyMDQwNDc0MjNU0lEKTi0uzszPAykwqgUAimXKPywAAAA="/>
  </w:docVars>
  <w:rsids>
    <w:rsidRoot w:val="00E933B0"/>
    <w:rsid w:val="00000A8A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64BFE"/>
    <w:rsid w:val="00065037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CE"/>
    <w:rsid w:val="000D64B5"/>
    <w:rsid w:val="000E25E6"/>
    <w:rsid w:val="000E2C86"/>
    <w:rsid w:val="000F29F2"/>
    <w:rsid w:val="00101659"/>
    <w:rsid w:val="00105AEA"/>
    <w:rsid w:val="001078BF"/>
    <w:rsid w:val="00132A5A"/>
    <w:rsid w:val="00133957"/>
    <w:rsid w:val="001372F6"/>
    <w:rsid w:val="00144385"/>
    <w:rsid w:val="00146EEC"/>
    <w:rsid w:val="00151D55"/>
    <w:rsid w:val="00151D76"/>
    <w:rsid w:val="00151D93"/>
    <w:rsid w:val="00156EF3"/>
    <w:rsid w:val="00176159"/>
    <w:rsid w:val="00176E4F"/>
    <w:rsid w:val="0018546B"/>
    <w:rsid w:val="001A4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4C4"/>
    <w:rsid w:val="001F2BA5"/>
    <w:rsid w:val="001F308D"/>
    <w:rsid w:val="001F6E48"/>
    <w:rsid w:val="00201A7C"/>
    <w:rsid w:val="0021067B"/>
    <w:rsid w:val="0021210E"/>
    <w:rsid w:val="0021414D"/>
    <w:rsid w:val="00223124"/>
    <w:rsid w:val="00233143"/>
    <w:rsid w:val="00234444"/>
    <w:rsid w:val="00242293"/>
    <w:rsid w:val="00244EA7"/>
    <w:rsid w:val="00262FC3"/>
    <w:rsid w:val="0026323C"/>
    <w:rsid w:val="0026394F"/>
    <w:rsid w:val="00267AF6"/>
    <w:rsid w:val="0027191C"/>
    <w:rsid w:val="00276DB8"/>
    <w:rsid w:val="00277799"/>
    <w:rsid w:val="00280859"/>
    <w:rsid w:val="00282664"/>
    <w:rsid w:val="00285FB8"/>
    <w:rsid w:val="00293F7D"/>
    <w:rsid w:val="0029706B"/>
    <w:rsid w:val="002970C3"/>
    <w:rsid w:val="002A4CD3"/>
    <w:rsid w:val="002A6CC4"/>
    <w:rsid w:val="002B3500"/>
    <w:rsid w:val="002C55E9"/>
    <w:rsid w:val="002D0C8B"/>
    <w:rsid w:val="002D330A"/>
    <w:rsid w:val="002D49DA"/>
    <w:rsid w:val="002D730A"/>
    <w:rsid w:val="002E170C"/>
    <w:rsid w:val="002E180F"/>
    <w:rsid w:val="002E193E"/>
    <w:rsid w:val="00305EFF"/>
    <w:rsid w:val="00310A6A"/>
    <w:rsid w:val="003144E6"/>
    <w:rsid w:val="00323D6D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BE1"/>
    <w:rsid w:val="003C13AE"/>
    <w:rsid w:val="003C7152"/>
    <w:rsid w:val="003D2E73"/>
    <w:rsid w:val="003E72B6"/>
    <w:rsid w:val="003E7BBE"/>
    <w:rsid w:val="0040575B"/>
    <w:rsid w:val="004127E3"/>
    <w:rsid w:val="00427821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5172"/>
    <w:rsid w:val="004758B0"/>
    <w:rsid w:val="004832D2"/>
    <w:rsid w:val="00485559"/>
    <w:rsid w:val="004A142B"/>
    <w:rsid w:val="004A1F3D"/>
    <w:rsid w:val="004A3860"/>
    <w:rsid w:val="004A3BBF"/>
    <w:rsid w:val="004A44E8"/>
    <w:rsid w:val="004A581D"/>
    <w:rsid w:val="004A7706"/>
    <w:rsid w:val="004A77E3"/>
    <w:rsid w:val="004B2597"/>
    <w:rsid w:val="004B29B7"/>
    <w:rsid w:val="004B50F0"/>
    <w:rsid w:val="004B7A28"/>
    <w:rsid w:val="004C1FFC"/>
    <w:rsid w:val="004C2244"/>
    <w:rsid w:val="004C79A1"/>
    <w:rsid w:val="004C7F48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EA4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6C4C"/>
    <w:rsid w:val="00557369"/>
    <w:rsid w:val="00557D22"/>
    <w:rsid w:val="00564ADD"/>
    <w:rsid w:val="005708EB"/>
    <w:rsid w:val="005709C8"/>
    <w:rsid w:val="00571EAC"/>
    <w:rsid w:val="00572E61"/>
    <w:rsid w:val="00575BC6"/>
    <w:rsid w:val="00581C55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656"/>
    <w:rsid w:val="00613B49"/>
    <w:rsid w:val="00616845"/>
    <w:rsid w:val="00620E8E"/>
    <w:rsid w:val="00633CFE"/>
    <w:rsid w:val="00634FCA"/>
    <w:rsid w:val="00643D1B"/>
    <w:rsid w:val="006452B8"/>
    <w:rsid w:val="00652E62"/>
    <w:rsid w:val="00672023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42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81D77"/>
    <w:rsid w:val="00782A0B"/>
    <w:rsid w:val="00783549"/>
    <w:rsid w:val="007860B7"/>
    <w:rsid w:val="00786DC8"/>
    <w:rsid w:val="007A300D"/>
    <w:rsid w:val="007B513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B72BA"/>
    <w:rsid w:val="008D05DC"/>
    <w:rsid w:val="008E260C"/>
    <w:rsid w:val="008E39BE"/>
    <w:rsid w:val="008E62EC"/>
    <w:rsid w:val="008F096D"/>
    <w:rsid w:val="008F32F6"/>
    <w:rsid w:val="00916CD7"/>
    <w:rsid w:val="0092080F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541D"/>
    <w:rsid w:val="00997BFC"/>
    <w:rsid w:val="009A5900"/>
    <w:rsid w:val="009A6E6C"/>
    <w:rsid w:val="009A6F3F"/>
    <w:rsid w:val="009B331A"/>
    <w:rsid w:val="009C2650"/>
    <w:rsid w:val="009D15E2"/>
    <w:rsid w:val="009D15FE"/>
    <w:rsid w:val="009D5065"/>
    <w:rsid w:val="009D5D2C"/>
    <w:rsid w:val="009F0DCC"/>
    <w:rsid w:val="009F11CA"/>
    <w:rsid w:val="00A027D4"/>
    <w:rsid w:val="00A0695B"/>
    <w:rsid w:val="00A13052"/>
    <w:rsid w:val="00A216A8"/>
    <w:rsid w:val="00A223A6"/>
    <w:rsid w:val="00A255FD"/>
    <w:rsid w:val="00A3639E"/>
    <w:rsid w:val="00A5092E"/>
    <w:rsid w:val="00A554D6"/>
    <w:rsid w:val="00A56E14"/>
    <w:rsid w:val="00A6476B"/>
    <w:rsid w:val="00A659EF"/>
    <w:rsid w:val="00A76C6C"/>
    <w:rsid w:val="00A80661"/>
    <w:rsid w:val="00A87356"/>
    <w:rsid w:val="00A92DD1"/>
    <w:rsid w:val="00AA31F4"/>
    <w:rsid w:val="00AA529F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0FB5"/>
    <w:rsid w:val="00AE1ED9"/>
    <w:rsid w:val="00AE32CB"/>
    <w:rsid w:val="00AF3957"/>
    <w:rsid w:val="00B0712C"/>
    <w:rsid w:val="00B12013"/>
    <w:rsid w:val="00B22C67"/>
    <w:rsid w:val="00B3508F"/>
    <w:rsid w:val="00B443EE"/>
    <w:rsid w:val="00B47608"/>
    <w:rsid w:val="00B55903"/>
    <w:rsid w:val="00B560C8"/>
    <w:rsid w:val="00B61150"/>
    <w:rsid w:val="00B65BC7"/>
    <w:rsid w:val="00B746B9"/>
    <w:rsid w:val="00B848D4"/>
    <w:rsid w:val="00B865B7"/>
    <w:rsid w:val="00B87D80"/>
    <w:rsid w:val="00B91B97"/>
    <w:rsid w:val="00BA1CB1"/>
    <w:rsid w:val="00BA4178"/>
    <w:rsid w:val="00BA482D"/>
    <w:rsid w:val="00BA5EBB"/>
    <w:rsid w:val="00BB1755"/>
    <w:rsid w:val="00BB23F4"/>
    <w:rsid w:val="00BB242C"/>
    <w:rsid w:val="00BC5075"/>
    <w:rsid w:val="00BC5419"/>
    <w:rsid w:val="00BC6045"/>
    <w:rsid w:val="00BD3B0F"/>
    <w:rsid w:val="00BE009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696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51F1"/>
    <w:rsid w:val="00CB746F"/>
    <w:rsid w:val="00CC3F40"/>
    <w:rsid w:val="00CC451E"/>
    <w:rsid w:val="00CD4E9D"/>
    <w:rsid w:val="00CD4F4D"/>
    <w:rsid w:val="00CE7D19"/>
    <w:rsid w:val="00CF0CF5"/>
    <w:rsid w:val="00CF2B3E"/>
    <w:rsid w:val="00D0201F"/>
    <w:rsid w:val="00D026A5"/>
    <w:rsid w:val="00D033C9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865"/>
    <w:rsid w:val="00DA3C10"/>
    <w:rsid w:val="00DA53B5"/>
    <w:rsid w:val="00DA54B5"/>
    <w:rsid w:val="00DB6B56"/>
    <w:rsid w:val="00DB7131"/>
    <w:rsid w:val="00DC1D69"/>
    <w:rsid w:val="00DC5A3A"/>
    <w:rsid w:val="00DD0726"/>
    <w:rsid w:val="00DD3C1C"/>
    <w:rsid w:val="00DE1BFC"/>
    <w:rsid w:val="00DE3DB1"/>
    <w:rsid w:val="00DE6E0D"/>
    <w:rsid w:val="00DF138A"/>
    <w:rsid w:val="00E12AD9"/>
    <w:rsid w:val="00E238E6"/>
    <w:rsid w:val="00E2602F"/>
    <w:rsid w:val="00E2708E"/>
    <w:rsid w:val="00E312BF"/>
    <w:rsid w:val="00E34CD8"/>
    <w:rsid w:val="00E35064"/>
    <w:rsid w:val="00E36770"/>
    <w:rsid w:val="00E3681D"/>
    <w:rsid w:val="00E40225"/>
    <w:rsid w:val="00E46DDB"/>
    <w:rsid w:val="00E501F0"/>
    <w:rsid w:val="00E55771"/>
    <w:rsid w:val="00E6166D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6C87"/>
    <w:rsid w:val="00EF01F8"/>
    <w:rsid w:val="00EF3268"/>
    <w:rsid w:val="00EF40EF"/>
    <w:rsid w:val="00EF47FE"/>
    <w:rsid w:val="00F004C7"/>
    <w:rsid w:val="00F0092A"/>
    <w:rsid w:val="00F012D1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38FC"/>
    <w:rsid w:val="00F46164"/>
    <w:rsid w:val="00F5250A"/>
    <w:rsid w:val="00F5616F"/>
    <w:rsid w:val="00F56451"/>
    <w:rsid w:val="00F56827"/>
    <w:rsid w:val="00F56906"/>
    <w:rsid w:val="00F62866"/>
    <w:rsid w:val="00F65EF0"/>
    <w:rsid w:val="00F71651"/>
    <w:rsid w:val="00F76191"/>
    <w:rsid w:val="00F76CC6"/>
    <w:rsid w:val="00F8149F"/>
    <w:rsid w:val="00F83D7C"/>
    <w:rsid w:val="00FB232E"/>
    <w:rsid w:val="00FB6B6E"/>
    <w:rsid w:val="00FC002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364D68-B94E-4E7A-8721-9059703E79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DFED8-94F4-4146-8BD1-A4BA8E4F3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192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78</cp:revision>
  <cp:lastPrinted>2016-05-27T05:21:00Z</cp:lastPrinted>
  <dcterms:created xsi:type="dcterms:W3CDTF">2020-08-25T06:08:00Z</dcterms:created>
  <dcterms:modified xsi:type="dcterms:W3CDTF">2021-05-07T20:56:00Z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