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2D33" w14:paraId="74056838" w14:textId="77777777" w:rsidTr="00146EEC">
        <w:tc>
          <w:tcPr>
            <w:tcW w:w="2689" w:type="dxa"/>
          </w:tcPr>
          <w:p w14:paraId="5602FED8" w14:textId="3364830E" w:rsidR="00C82D33" w:rsidRPr="00CC451E" w:rsidRDefault="005D160C" w:rsidP="000754EC">
            <w:pPr>
              <w:pStyle w:val="SIText"/>
            </w:pPr>
            <w:r>
              <w:t xml:space="preserve">Release </w:t>
            </w:r>
            <w:r w:rsidR="00904A02">
              <w:t>1</w:t>
            </w:r>
          </w:p>
        </w:tc>
        <w:tc>
          <w:tcPr>
            <w:tcW w:w="6939" w:type="dxa"/>
          </w:tcPr>
          <w:p w14:paraId="4BF79469" w14:textId="7534665A" w:rsidR="00C82D33" w:rsidRPr="00CC451E" w:rsidRDefault="005D160C" w:rsidP="000754EC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E78FC2" w:rsidR="00F1480E" w:rsidRPr="00B07F87" w:rsidRDefault="00B07F87" w:rsidP="00B07F87">
            <w:pPr>
              <w:pStyle w:val="SIUNITCODE"/>
            </w:pPr>
            <w:r w:rsidRPr="00B07F87">
              <w:t>FWPCOR2</w:t>
            </w:r>
            <w:r w:rsidRPr="00B07F87">
              <w:rPr>
                <w:rStyle w:val="SITemporaryText-red"/>
                <w:color w:val="auto"/>
              </w:rP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9562A6C" w:rsidR="00F1480E" w:rsidRPr="000754EC" w:rsidRDefault="00291AA1" w:rsidP="000754EC">
            <w:pPr>
              <w:pStyle w:val="SIUnittitle"/>
            </w:pPr>
            <w:r w:rsidRPr="00291AA1">
              <w:t>Follow fire prevention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0C9F57" w14:textId="0B2C9DD8" w:rsidR="00291AA1" w:rsidRDefault="00291AA1" w:rsidP="00B42230">
            <w:pPr>
              <w:pStyle w:val="SIText"/>
            </w:pPr>
            <w:r w:rsidRPr="00291AA1">
              <w:t xml:space="preserve">This unit of competency describes the </w:t>
            </w:r>
            <w:r w:rsidR="0003279A">
              <w:t>skills and knowledge</w:t>
            </w:r>
            <w:r w:rsidR="0003279A" w:rsidRPr="00291AA1">
              <w:t xml:space="preserve"> </w:t>
            </w:r>
            <w:proofErr w:type="gramStart"/>
            <w:r w:rsidRPr="00291AA1">
              <w:t>required</w:t>
            </w:r>
            <w:proofErr w:type="gramEnd"/>
            <w:r w:rsidRPr="00291AA1">
              <w:t xml:space="preserve"> to </w:t>
            </w:r>
            <w:r w:rsidR="009D036E">
              <w:t xml:space="preserve">identify and </w:t>
            </w:r>
            <w:r w:rsidR="00AC2539">
              <w:t>apply</w:t>
            </w:r>
            <w:r w:rsidR="00255998">
              <w:t xml:space="preserve"> fire </w:t>
            </w:r>
            <w:r w:rsidRPr="00291AA1">
              <w:t>prevent</w:t>
            </w:r>
            <w:r w:rsidR="00AC2539">
              <w:t>ion</w:t>
            </w:r>
            <w:r w:rsidRPr="00291AA1">
              <w:t xml:space="preserve"> </w:t>
            </w:r>
            <w:r w:rsidR="00AC2539">
              <w:t>procedures</w:t>
            </w:r>
            <w:r w:rsidR="000B6C91">
              <w:t xml:space="preserve"> as part of forestry operations</w:t>
            </w:r>
            <w:r w:rsidRPr="00291AA1">
              <w:t xml:space="preserve">. </w:t>
            </w:r>
          </w:p>
          <w:p w14:paraId="66FFEC02" w14:textId="77777777" w:rsidR="00B07F87" w:rsidRPr="00291AA1" w:rsidRDefault="00B07F87" w:rsidP="00B42230">
            <w:pPr>
              <w:pStyle w:val="SIText"/>
            </w:pPr>
          </w:p>
          <w:p w14:paraId="32CE5DCF" w14:textId="05E0D240" w:rsidR="00626830" w:rsidRDefault="00626830" w:rsidP="001D35F0">
            <w:pPr>
              <w:pStyle w:val="SIText"/>
            </w:pPr>
            <w:r w:rsidRPr="00A0088C">
              <w:t>The unit applies to individuals working in a broad range of roles and operations</w:t>
            </w:r>
            <w:r w:rsidR="007029AD">
              <w:t xml:space="preserve"> in </w:t>
            </w:r>
            <w:r w:rsidR="00446A0A">
              <w:t>forestry operations</w:t>
            </w:r>
            <w:r w:rsidRPr="00A0088C">
              <w:t>.</w:t>
            </w:r>
          </w:p>
          <w:p w14:paraId="482995CB" w14:textId="77777777" w:rsidR="00B07F87" w:rsidRPr="00626830" w:rsidRDefault="00B07F87" w:rsidP="001D35F0">
            <w:pPr>
              <w:pStyle w:val="SIText"/>
            </w:pPr>
          </w:p>
          <w:p w14:paraId="31F19D79" w14:textId="7E646FBA" w:rsidR="00626830" w:rsidRDefault="00626830" w:rsidP="001D35F0">
            <w:pPr>
              <w:pStyle w:val="SIText"/>
            </w:pPr>
            <w:r w:rsidRPr="00A0088C">
              <w:t xml:space="preserve">All work must be carried out to comply with workplace </w:t>
            </w:r>
            <w:r w:rsidRPr="00626830">
              <w:t>procedures, according to state/territory health and safety regulations, legislation, standards and industry codes of practice that apply to the workplace.</w:t>
            </w:r>
          </w:p>
          <w:p w14:paraId="6E1F2163" w14:textId="77777777" w:rsidR="00B07F87" w:rsidRPr="00626830" w:rsidRDefault="00B07F87" w:rsidP="001D35F0">
            <w:pPr>
              <w:pStyle w:val="SIText"/>
            </w:pPr>
          </w:p>
          <w:p w14:paraId="034C6C33" w14:textId="1ACF0562" w:rsidR="00EA2FCF" w:rsidRPr="000754EC" w:rsidRDefault="00626830" w:rsidP="00B42230">
            <w:pPr>
              <w:pStyle w:val="SIText"/>
            </w:pPr>
            <w:r>
              <w:t xml:space="preserve">No licencing, </w:t>
            </w:r>
            <w:r w:rsidRPr="00626830">
              <w:t>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30E33E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4B891A2D" w:rsidR="00EA2FCF" w:rsidRPr="00EA2FCF" w:rsidRDefault="00EA2FCF" w:rsidP="004D2037">
            <w:pPr>
              <w:pStyle w:val="SIText"/>
            </w:pPr>
            <w:r w:rsidRPr="004D2037">
              <w:t>Forest</w:t>
            </w:r>
            <w:r w:rsidRPr="00EA2FCF">
              <w:t xml:space="preserve"> Growing and Management</w:t>
            </w:r>
            <w:r w:rsidR="005D160C">
              <w:t xml:space="preserve"> (FGM)</w:t>
            </w:r>
          </w:p>
          <w:p w14:paraId="4A5A163B" w14:textId="7C52B8CB" w:rsidR="00F1480E" w:rsidRPr="000754EC" w:rsidRDefault="00EA2FCF" w:rsidP="00EA2FCF">
            <w:pPr>
              <w:pStyle w:val="SIText"/>
            </w:pPr>
            <w:r w:rsidRPr="00EA2FCF">
              <w:t>Harvesting and Haulage</w:t>
            </w:r>
            <w:r w:rsidR="005D160C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91AA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952CCBA" w:rsidR="00291AA1" w:rsidRPr="00291AA1" w:rsidRDefault="00291AA1" w:rsidP="00291AA1">
            <w:pPr>
              <w:pStyle w:val="SIText"/>
            </w:pPr>
            <w:r w:rsidRPr="00291AA1">
              <w:t xml:space="preserve">1. Prepare </w:t>
            </w:r>
            <w:r w:rsidR="005769F5">
              <w:t>to prevent</w:t>
            </w:r>
            <w:r w:rsidR="005769F5" w:rsidRPr="00291AA1">
              <w:t xml:space="preserve"> </w:t>
            </w:r>
            <w:r w:rsidRPr="00291AA1">
              <w:t>fire</w:t>
            </w:r>
          </w:p>
        </w:tc>
        <w:tc>
          <w:tcPr>
            <w:tcW w:w="3604" w:type="pct"/>
            <w:shd w:val="clear" w:color="auto" w:fill="auto"/>
          </w:tcPr>
          <w:p w14:paraId="0D42A4C7" w14:textId="5FA9C0EB" w:rsidR="002B5942" w:rsidRPr="001E7AE3" w:rsidRDefault="00291AA1" w:rsidP="001E7AE3">
            <w:pPr>
              <w:pStyle w:val="SIText"/>
            </w:pPr>
            <w:r w:rsidRPr="001E7AE3">
              <w:t xml:space="preserve">1.1 </w:t>
            </w:r>
            <w:r w:rsidR="00620D3C" w:rsidRPr="001E7AE3">
              <w:t xml:space="preserve">Identify </w:t>
            </w:r>
            <w:r w:rsidR="00D735CF" w:rsidRPr="001E7AE3">
              <w:t xml:space="preserve">site </w:t>
            </w:r>
            <w:r w:rsidRPr="001E7AE3">
              <w:t xml:space="preserve">fire </w:t>
            </w:r>
            <w:r w:rsidR="00CF381D" w:rsidRPr="001E7AE3">
              <w:t xml:space="preserve">risk management </w:t>
            </w:r>
            <w:r w:rsidR="003B7681" w:rsidRPr="001E7AE3">
              <w:t xml:space="preserve">plan </w:t>
            </w:r>
            <w:r w:rsidR="00031B0A" w:rsidRPr="001E7AE3">
              <w:t xml:space="preserve">including </w:t>
            </w:r>
            <w:r w:rsidR="00B949C0" w:rsidRPr="001E7AE3">
              <w:t>agreed chain of command and control</w:t>
            </w:r>
            <w:r w:rsidR="00031B0A" w:rsidRPr="001E7AE3">
              <w:t xml:space="preserve"> and responsibilities of forest </w:t>
            </w:r>
            <w:proofErr w:type="gramStart"/>
            <w:r w:rsidR="00031B0A" w:rsidRPr="001E7AE3">
              <w:t>personnel</w:t>
            </w:r>
            <w:proofErr w:type="gramEnd"/>
          </w:p>
          <w:p w14:paraId="4FF70328" w14:textId="4E8FA914" w:rsidR="005D4208" w:rsidRPr="001E7AE3" w:rsidRDefault="005D4208">
            <w:pPr>
              <w:pStyle w:val="SIText"/>
            </w:pPr>
            <w:r w:rsidRPr="001E7AE3">
              <w:t>1.</w:t>
            </w:r>
            <w:r w:rsidR="009852BF" w:rsidRPr="001E7AE3">
              <w:t>2</w:t>
            </w:r>
            <w:r w:rsidRPr="001E7AE3">
              <w:t xml:space="preserve"> Identify</w:t>
            </w:r>
            <w:r w:rsidR="004A00EE" w:rsidRPr="001E7AE3">
              <w:t xml:space="preserve"> </w:t>
            </w:r>
            <w:r w:rsidR="00F573DE" w:rsidRPr="001E7AE3">
              <w:t xml:space="preserve">fire </w:t>
            </w:r>
            <w:r w:rsidRPr="001E7AE3">
              <w:t>hazards</w:t>
            </w:r>
            <w:r w:rsidR="00B5230D" w:rsidRPr="001E7AE3">
              <w:t>, assess fire risk</w:t>
            </w:r>
            <w:r w:rsidR="003D7208" w:rsidRPr="001E7AE3">
              <w:t xml:space="preserve"> and implement mitigation measures</w:t>
            </w:r>
            <w:r w:rsidR="00300830" w:rsidRPr="001E7AE3">
              <w:t xml:space="preserve"> within scope of </w:t>
            </w:r>
            <w:proofErr w:type="gramStart"/>
            <w:r w:rsidR="00FF00CE" w:rsidRPr="001E7AE3">
              <w:t>responsibility</w:t>
            </w:r>
            <w:proofErr w:type="gramEnd"/>
          </w:p>
          <w:p w14:paraId="202D8523" w14:textId="78563B54" w:rsidR="003F3F21" w:rsidRPr="001E7AE3" w:rsidRDefault="00372C2B">
            <w:pPr>
              <w:pStyle w:val="SIText"/>
            </w:pPr>
            <w:r w:rsidRPr="001E7AE3">
              <w:t>1.</w:t>
            </w:r>
            <w:r w:rsidR="009852BF" w:rsidRPr="001E7AE3">
              <w:t>3</w:t>
            </w:r>
            <w:r w:rsidRPr="001E7AE3">
              <w:t xml:space="preserve"> </w:t>
            </w:r>
            <w:r w:rsidR="003F3F21" w:rsidRPr="001E7AE3">
              <w:t>Monitor fire weather warnings according to workplace requirements</w:t>
            </w:r>
          </w:p>
          <w:p w14:paraId="2638C7B7" w14:textId="6A5CF131" w:rsidR="00372C2B" w:rsidRPr="001E7AE3" w:rsidRDefault="003F3F21">
            <w:pPr>
              <w:pStyle w:val="SIText"/>
            </w:pPr>
            <w:r w:rsidRPr="001E7AE3">
              <w:t>1.</w:t>
            </w:r>
            <w:r w:rsidR="009852BF" w:rsidRPr="001E7AE3">
              <w:t>4</w:t>
            </w:r>
            <w:r w:rsidRPr="001E7AE3">
              <w:t xml:space="preserve"> </w:t>
            </w:r>
            <w:r w:rsidR="00372C2B" w:rsidRPr="001E7AE3">
              <w:t xml:space="preserve">Identify emergency procedures to follow in the event of </w:t>
            </w:r>
            <w:proofErr w:type="gramStart"/>
            <w:r w:rsidR="00CE625B" w:rsidRPr="001E7AE3">
              <w:t>fire</w:t>
            </w:r>
            <w:proofErr w:type="gramEnd"/>
          </w:p>
          <w:p w14:paraId="1696B99B" w14:textId="767F67DD" w:rsidR="00676603" w:rsidRPr="00291AA1" w:rsidRDefault="00372C2B">
            <w:pPr>
              <w:pStyle w:val="SIText"/>
            </w:pPr>
            <w:r w:rsidRPr="001E7AE3">
              <w:t>1.</w:t>
            </w:r>
            <w:r w:rsidR="004A00EE" w:rsidRPr="001E7AE3">
              <w:t>5</w:t>
            </w:r>
            <w:r w:rsidRPr="001E7AE3">
              <w:t xml:space="preserve"> Confirm </w:t>
            </w:r>
            <w:r w:rsidR="0016600C" w:rsidRPr="001E7AE3">
              <w:t>location, type</w:t>
            </w:r>
            <w:r w:rsidR="00980A6C" w:rsidRPr="001E7AE3">
              <w:t>, use</w:t>
            </w:r>
            <w:r w:rsidR="0016600C" w:rsidRPr="001E7AE3">
              <w:t xml:space="preserve"> and</w:t>
            </w:r>
            <w:r w:rsidR="00CE625B" w:rsidRPr="001E7AE3">
              <w:t xml:space="preserve"> serviceability </w:t>
            </w:r>
            <w:r w:rsidRPr="001E7AE3">
              <w:t xml:space="preserve">of </w:t>
            </w:r>
            <w:r w:rsidR="007B326E" w:rsidRPr="001E7AE3">
              <w:t xml:space="preserve">personal protective equipment </w:t>
            </w:r>
            <w:r w:rsidR="008E4285" w:rsidRPr="001E7AE3">
              <w:t xml:space="preserve">[PPE] </w:t>
            </w:r>
            <w:r w:rsidR="0032479F" w:rsidRPr="001E7AE3">
              <w:t xml:space="preserve">and </w:t>
            </w:r>
            <w:r w:rsidR="0016600C" w:rsidRPr="001E7AE3">
              <w:t>firefighting</w:t>
            </w:r>
            <w:r w:rsidR="00CE625B" w:rsidRPr="001E7AE3">
              <w:t xml:space="preserve"> equipment</w:t>
            </w:r>
          </w:p>
        </w:tc>
      </w:tr>
      <w:tr w:rsidR="00291AA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319A308" w:rsidR="00291AA1" w:rsidRPr="00291AA1" w:rsidRDefault="00291AA1" w:rsidP="00291AA1">
            <w:pPr>
              <w:pStyle w:val="SIText"/>
            </w:pPr>
            <w:r w:rsidRPr="00291AA1">
              <w:t>2. Implement fire prevention</w:t>
            </w:r>
            <w:r w:rsidR="005769F5">
              <w:t xml:space="preserve"> practices</w:t>
            </w:r>
            <w:r w:rsidRPr="00291AA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092986" w14:textId="27A5ABEA" w:rsidR="005640A0" w:rsidRPr="001E7AE3" w:rsidRDefault="00291AA1" w:rsidP="001E7AE3">
            <w:pPr>
              <w:pStyle w:val="SIText"/>
            </w:pPr>
            <w:r w:rsidRPr="001E7AE3">
              <w:t xml:space="preserve">2.1 </w:t>
            </w:r>
            <w:r w:rsidR="005640A0" w:rsidRPr="002A3398">
              <w:t xml:space="preserve">Follow </w:t>
            </w:r>
            <w:r w:rsidR="009839F1" w:rsidRPr="001E7AE3">
              <w:t>agreed f</w:t>
            </w:r>
            <w:r w:rsidR="004035D3" w:rsidRPr="001E7AE3">
              <w:t xml:space="preserve">ire risk reduction measures </w:t>
            </w:r>
            <w:r w:rsidR="00E83F7E" w:rsidRPr="001E7AE3">
              <w:t xml:space="preserve">by </w:t>
            </w:r>
            <w:r w:rsidR="000E31AF">
              <w:t>suspending</w:t>
            </w:r>
            <w:r w:rsidR="00E83F7E" w:rsidRPr="001E7AE3">
              <w:t xml:space="preserve"> forestry operations </w:t>
            </w:r>
            <w:r w:rsidR="00C55D6B" w:rsidRPr="001E7AE3">
              <w:t xml:space="preserve">and / or </w:t>
            </w:r>
            <w:r w:rsidR="00E83F7E" w:rsidRPr="001E7AE3">
              <w:t xml:space="preserve">putting in place </w:t>
            </w:r>
            <w:r w:rsidR="00C55D6B" w:rsidRPr="001E7AE3">
              <w:t xml:space="preserve">suitable </w:t>
            </w:r>
            <w:r w:rsidR="00300830" w:rsidRPr="001E7AE3">
              <w:t xml:space="preserve">fire </w:t>
            </w:r>
            <w:r w:rsidR="00C55D6B" w:rsidRPr="001E7AE3">
              <w:t xml:space="preserve">mitigation </w:t>
            </w:r>
            <w:proofErr w:type="gramStart"/>
            <w:r w:rsidR="00C55D6B" w:rsidRPr="001E7AE3">
              <w:t>measures</w:t>
            </w:r>
            <w:proofErr w:type="gramEnd"/>
          </w:p>
          <w:p w14:paraId="7568BEEF" w14:textId="3723A315" w:rsidR="00300830" w:rsidRPr="001E7AE3" w:rsidRDefault="00450559">
            <w:pPr>
              <w:pStyle w:val="SIText"/>
            </w:pPr>
            <w:r w:rsidRPr="001E7AE3">
              <w:t xml:space="preserve">2.2 </w:t>
            </w:r>
            <w:r w:rsidR="00300830" w:rsidRPr="001E7AE3">
              <w:t>Comply with fire prevention safety signs and symbols</w:t>
            </w:r>
          </w:p>
          <w:p w14:paraId="05AB95DA" w14:textId="568006A5" w:rsidR="00450559" w:rsidRPr="000E31AF" w:rsidRDefault="00300830" w:rsidP="00A0622C">
            <w:pPr>
              <w:pStyle w:val="SIText"/>
            </w:pPr>
            <w:r w:rsidRPr="001E7AE3">
              <w:t xml:space="preserve">2.3 </w:t>
            </w:r>
            <w:r w:rsidR="0038505C" w:rsidRPr="001E7AE3">
              <w:t>Participate in fuel modification or reduction activities</w:t>
            </w:r>
            <w:r w:rsidR="002245D6" w:rsidRPr="001E7AE3">
              <w:t xml:space="preserve"> </w:t>
            </w:r>
            <w:r w:rsidR="00BB3817" w:rsidRPr="001E7AE3">
              <w:t xml:space="preserve">and other </w:t>
            </w:r>
            <w:r w:rsidR="006E71A1" w:rsidRPr="001E7AE3">
              <w:t xml:space="preserve">routine </w:t>
            </w:r>
            <w:r w:rsidR="00BB3817" w:rsidRPr="001E7AE3">
              <w:t xml:space="preserve">fire risk reduction measures </w:t>
            </w:r>
            <w:r w:rsidR="002245D6" w:rsidRPr="001E7AE3">
              <w:t xml:space="preserve">according to workplace </w:t>
            </w:r>
            <w:proofErr w:type="gramStart"/>
            <w:r w:rsidR="002245D6" w:rsidRPr="001E7AE3">
              <w:t>procedure</w:t>
            </w:r>
            <w:r w:rsidR="00C85648" w:rsidRPr="001E7AE3">
              <w:t>s</w:t>
            </w:r>
            <w:proofErr w:type="gramEnd"/>
          </w:p>
          <w:p w14:paraId="6EE7FA3B" w14:textId="7ED5816D" w:rsidR="007933F4" w:rsidRPr="001E7AE3" w:rsidRDefault="007933F4">
            <w:pPr>
              <w:pStyle w:val="SIText"/>
            </w:pPr>
            <w:r w:rsidRPr="001E7AE3">
              <w:t>2.</w:t>
            </w:r>
            <w:r w:rsidR="00BB3817" w:rsidRPr="001E7AE3">
              <w:t>4</w:t>
            </w:r>
            <w:r w:rsidRPr="001E7AE3">
              <w:t xml:space="preserve"> Apply site housekeeping practices designed to eliminate or minimise the risk of fire</w:t>
            </w:r>
          </w:p>
          <w:p w14:paraId="5F2426C1" w14:textId="460E4040" w:rsidR="007933F4" w:rsidRPr="001E7AE3" w:rsidRDefault="007933F4">
            <w:pPr>
              <w:pStyle w:val="SIText"/>
            </w:pPr>
            <w:r w:rsidRPr="001E7AE3">
              <w:t>2.</w:t>
            </w:r>
            <w:r w:rsidR="00BB3817" w:rsidRPr="001E7AE3">
              <w:t>5</w:t>
            </w:r>
            <w:r w:rsidRPr="001E7AE3">
              <w:t xml:space="preserve"> Check mobile plant for presence of current and tested fire extinguisher</w:t>
            </w:r>
            <w:r w:rsidR="002622D0" w:rsidRPr="001E7AE3">
              <w:t xml:space="preserve"> according to workplace procedures</w:t>
            </w:r>
          </w:p>
          <w:p w14:paraId="08EF990D" w14:textId="54E3FEFF" w:rsidR="007933F4" w:rsidRPr="001E7AE3" w:rsidRDefault="007933F4">
            <w:pPr>
              <w:pStyle w:val="SIText"/>
            </w:pPr>
            <w:r w:rsidRPr="001E7AE3">
              <w:t>2.</w:t>
            </w:r>
            <w:r w:rsidR="00BB3817" w:rsidRPr="001E7AE3">
              <w:t>6</w:t>
            </w:r>
            <w:r w:rsidRPr="001E7AE3">
              <w:t xml:space="preserve"> Check equipment to prevent vegetation build up as an ignition source</w:t>
            </w:r>
            <w:r w:rsidR="00A12419" w:rsidRPr="001E7AE3">
              <w:t xml:space="preserve"> according to workplace procedures</w:t>
            </w:r>
          </w:p>
          <w:p w14:paraId="6ACF4084" w14:textId="5CD7A75D" w:rsidR="007933F4" w:rsidRPr="002A3398" w:rsidRDefault="007933F4">
            <w:pPr>
              <w:pStyle w:val="SIText"/>
            </w:pPr>
            <w:r w:rsidRPr="001E7AE3">
              <w:t>2.</w:t>
            </w:r>
            <w:r w:rsidR="00BB3817" w:rsidRPr="001E7AE3">
              <w:t>7</w:t>
            </w:r>
            <w:r w:rsidRPr="001E7AE3">
              <w:t xml:space="preserve"> </w:t>
            </w:r>
            <w:r w:rsidR="005A231C">
              <w:t>Check</w:t>
            </w:r>
            <w:r w:rsidRPr="005A231C">
              <w:t xml:space="preserve"> potential ignition sources</w:t>
            </w:r>
            <w:r w:rsidR="002A3398">
              <w:t xml:space="preserve"> including </w:t>
            </w:r>
            <w:r w:rsidR="005428BC">
              <w:t>hot work, chainsaws, friction sources and machinery</w:t>
            </w:r>
            <w:r w:rsidR="005A231C">
              <w:t xml:space="preserve"> </w:t>
            </w:r>
            <w:r w:rsidR="001E238C">
              <w:t>to</w:t>
            </w:r>
            <w:r w:rsidR="00F43E2D">
              <w:t xml:space="preserve"> minimise the risk of</w:t>
            </w:r>
            <w:r w:rsidR="001E238C">
              <w:t xml:space="preserve"> fire</w:t>
            </w:r>
            <w:r w:rsidR="005A231C">
              <w:t xml:space="preserve"> </w:t>
            </w:r>
            <w:r w:rsidRPr="002A3398">
              <w:t>according to workplace procedures</w:t>
            </w:r>
          </w:p>
          <w:p w14:paraId="2BEAFC05" w14:textId="0717CE9E" w:rsidR="007933F4" w:rsidRPr="001E7AE3" w:rsidRDefault="007933F4">
            <w:pPr>
              <w:pStyle w:val="SIText"/>
            </w:pPr>
            <w:r w:rsidRPr="001E7AE3">
              <w:t>2.</w:t>
            </w:r>
            <w:r w:rsidR="00BB3817" w:rsidRPr="001E7AE3">
              <w:t>8</w:t>
            </w:r>
            <w:r w:rsidRPr="001E7AE3">
              <w:t xml:space="preserve"> Monitor other forest users for compliance with fire risk management plan</w:t>
            </w:r>
          </w:p>
          <w:p w14:paraId="6BB72E57" w14:textId="57FF7B4A" w:rsidR="00291AA1" w:rsidRPr="00291AA1" w:rsidRDefault="001B1180">
            <w:pPr>
              <w:pStyle w:val="SIText"/>
            </w:pPr>
            <w:r w:rsidRPr="001E7AE3">
              <w:t>2.</w:t>
            </w:r>
            <w:r w:rsidR="00BB3817" w:rsidRPr="001E7AE3">
              <w:t>9</w:t>
            </w:r>
            <w:r w:rsidRPr="001E7AE3">
              <w:t xml:space="preserve"> </w:t>
            </w:r>
            <w:r w:rsidR="00291AA1" w:rsidRPr="001E7AE3">
              <w:t xml:space="preserve">Recognise </w:t>
            </w:r>
            <w:r w:rsidR="008D572D" w:rsidRPr="001E7AE3">
              <w:t xml:space="preserve">and respond to </w:t>
            </w:r>
            <w:r w:rsidR="00291AA1" w:rsidRPr="001E7AE3">
              <w:t>signs of fire according to workplace procedures</w:t>
            </w:r>
            <w:r w:rsidR="00D551C2" w:rsidRPr="001E7AE3" w:rsidDel="00344348">
              <w:t xml:space="preserve">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2230" w:rsidRPr="00336FCA" w:rsidDel="00423CB2" w14:paraId="1CF24FD6" w14:textId="77777777" w:rsidTr="00CA2922">
        <w:tc>
          <w:tcPr>
            <w:tcW w:w="1396" w:type="pct"/>
          </w:tcPr>
          <w:p w14:paraId="6D88B952" w14:textId="110F7508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Reading</w:t>
            </w:r>
          </w:p>
        </w:tc>
        <w:tc>
          <w:tcPr>
            <w:tcW w:w="3604" w:type="pct"/>
          </w:tcPr>
          <w:p w14:paraId="1B7CC730" w14:textId="7E3CC735" w:rsidR="00B42230" w:rsidRPr="00B42230" w:rsidRDefault="005C5B47" w:rsidP="00B42230">
            <w:pPr>
              <w:pStyle w:val="SIBulletList1"/>
              <w:rPr>
                <w:rStyle w:val="SITemporaryText-red"/>
              </w:rPr>
            </w:pPr>
            <w:r>
              <w:t xml:space="preserve">Read </w:t>
            </w:r>
            <w:r w:rsidR="00522779">
              <w:t xml:space="preserve">and follow </w:t>
            </w:r>
            <w:r w:rsidR="00D474E8">
              <w:t>instructions in fire related workplace safety signs and symbols</w:t>
            </w:r>
          </w:p>
        </w:tc>
      </w:tr>
      <w:tr w:rsidR="00B42230" w:rsidRPr="00336FCA" w:rsidDel="00423CB2" w14:paraId="1D3AF5EE" w14:textId="77777777" w:rsidTr="00CA2922">
        <w:tc>
          <w:tcPr>
            <w:tcW w:w="1396" w:type="pct"/>
          </w:tcPr>
          <w:p w14:paraId="16ED7E97" w14:textId="048CE171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Writing</w:t>
            </w:r>
          </w:p>
        </w:tc>
        <w:tc>
          <w:tcPr>
            <w:tcW w:w="3604" w:type="pct"/>
          </w:tcPr>
          <w:p w14:paraId="0F32718D" w14:textId="7CB33782" w:rsidR="00B42230" w:rsidRPr="00B42230" w:rsidRDefault="00B42230" w:rsidP="00B42230">
            <w:pPr>
              <w:pStyle w:val="SIBulletList1"/>
              <w:rPr>
                <w:rStyle w:val="SITemporaryText-red"/>
                <w:rFonts w:eastAsia="Calibri"/>
              </w:rPr>
            </w:pPr>
            <w:r w:rsidRPr="00B42230">
              <w:t xml:space="preserve">Use </w:t>
            </w:r>
            <w:r w:rsidR="0064052D">
              <w:t xml:space="preserve">routine language to complete fire related workplace forms </w:t>
            </w:r>
          </w:p>
        </w:tc>
      </w:tr>
      <w:tr w:rsidR="00B42230" w:rsidRPr="00336FCA" w:rsidDel="00423CB2" w14:paraId="03BB9C6A" w14:textId="77777777" w:rsidTr="00CA2922">
        <w:tc>
          <w:tcPr>
            <w:tcW w:w="1396" w:type="pct"/>
          </w:tcPr>
          <w:p w14:paraId="79F97EC7" w14:textId="21FCA6B9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Oral communication</w:t>
            </w:r>
          </w:p>
        </w:tc>
        <w:tc>
          <w:tcPr>
            <w:tcW w:w="3604" w:type="pct"/>
          </w:tcPr>
          <w:p w14:paraId="4DAD12EB" w14:textId="31F46E44" w:rsidR="00B42230" w:rsidRPr="00B42230" w:rsidRDefault="00522779" w:rsidP="00B42230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Use familiar </w:t>
            </w:r>
            <w:r w:rsidR="00FE745B">
              <w:t>routine</w:t>
            </w:r>
            <w:r>
              <w:t xml:space="preserve"> language to</w:t>
            </w:r>
            <w:r w:rsidR="00B42230" w:rsidRPr="00B42230">
              <w:t xml:space="preserve"> </w:t>
            </w:r>
            <w:r>
              <w:t>communicate</w:t>
            </w:r>
            <w:r w:rsidR="00B42230" w:rsidRPr="00B42230">
              <w:t xml:space="preserve"> with work colleagues and other personnel on site</w:t>
            </w:r>
            <w:r>
              <w:t xml:space="preserve"> fire </w:t>
            </w:r>
            <w:r w:rsidR="008E5F40">
              <w:t>prevention</w:t>
            </w:r>
            <w:r>
              <w:t xml:space="preserve"> practices</w:t>
            </w:r>
          </w:p>
        </w:tc>
      </w:tr>
      <w:tr w:rsidR="00B42230" w:rsidRPr="00336FCA" w:rsidDel="00423CB2" w14:paraId="6EE0E2BC" w14:textId="77777777" w:rsidTr="00CA2922">
        <w:tc>
          <w:tcPr>
            <w:tcW w:w="1396" w:type="pct"/>
          </w:tcPr>
          <w:p w14:paraId="2BFD027C" w14:textId="06295474" w:rsidR="00B42230" w:rsidRPr="00B42230" w:rsidRDefault="00B42230" w:rsidP="00B42230">
            <w:pPr>
              <w:pStyle w:val="SIText"/>
              <w:rPr>
                <w:rStyle w:val="SITemporaryText-red"/>
              </w:rPr>
            </w:pPr>
            <w:r w:rsidRPr="00B42230">
              <w:t>Numeracy</w:t>
            </w:r>
          </w:p>
        </w:tc>
        <w:tc>
          <w:tcPr>
            <w:tcW w:w="3604" w:type="pct"/>
          </w:tcPr>
          <w:p w14:paraId="245513AF" w14:textId="77201D99" w:rsidR="00B42230" w:rsidRPr="00B42230" w:rsidRDefault="00B80FF8" w:rsidP="00B4223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Read</w:t>
            </w:r>
            <w:r w:rsidR="00230544">
              <w:t xml:space="preserve"> numerical </w:t>
            </w:r>
            <w:r w:rsidR="004179E2">
              <w:t>information</w:t>
            </w:r>
            <w:r w:rsidR="00230544">
              <w:t xml:space="preserve"> </w:t>
            </w:r>
            <w:r>
              <w:t xml:space="preserve">to verify </w:t>
            </w:r>
            <w:r w:rsidR="00C454A6">
              <w:t>test dates on firefighting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0BFE231" w14:textId="797976CD" w:rsidR="00610C70" w:rsidRPr="001D35F0" w:rsidRDefault="005D160C" w:rsidP="001D35F0">
            <w:pPr>
              <w:pStyle w:val="SIText"/>
            </w:pPr>
            <w:r w:rsidRPr="004B1ABB">
              <w:t>FWPCOR</w:t>
            </w:r>
            <w:r w:rsidR="00B07F87">
              <w:t>2</w:t>
            </w:r>
            <w:r w:rsidRPr="001D35F0">
              <w:rPr>
                <w:rStyle w:val="SITemporaryText-red"/>
                <w:color w:val="auto"/>
                <w:sz w:val="20"/>
              </w:rPr>
              <w:t>X</w:t>
            </w:r>
            <w:r w:rsidR="00610C70" w:rsidRPr="001D35F0">
              <w:rPr>
                <w:rStyle w:val="SITemporaryText-red"/>
                <w:color w:val="auto"/>
                <w:sz w:val="20"/>
              </w:rPr>
              <w:t>XX</w:t>
            </w:r>
            <w:r w:rsidR="00610C70" w:rsidRPr="001D35F0">
              <w:t xml:space="preserve"> Follow fire prevention procedures</w:t>
            </w:r>
          </w:p>
          <w:p w14:paraId="09E49E25" w14:textId="43CF8CB6" w:rsidR="00DA54B5" w:rsidRPr="001D35F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43BEC260" w14:textId="77777777" w:rsidR="00321C7E" w:rsidRPr="001D35F0" w:rsidRDefault="00321C7E" w:rsidP="001D35F0">
            <w:pPr>
              <w:pStyle w:val="SIText"/>
            </w:pPr>
            <w:r w:rsidRPr="004B1ABB">
              <w:t>FWPCOR2204 Follow fire prevention procedures</w:t>
            </w:r>
          </w:p>
          <w:p w14:paraId="2293AA64" w14:textId="2FBA3A92" w:rsidR="00DA54B5" w:rsidRPr="001D35F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69ADBDB3" w14:textId="6EA3C66E" w:rsidR="004B1ABB" w:rsidRDefault="004B1ABB">
            <w:pPr>
              <w:pStyle w:val="SIText"/>
            </w:pPr>
            <w:r>
              <w:t>Updated Application</w:t>
            </w:r>
          </w:p>
          <w:p w14:paraId="1C0057CF" w14:textId="3BFCC0D0" w:rsidR="003354FE" w:rsidRDefault="003354FE">
            <w:pPr>
              <w:pStyle w:val="SIText"/>
            </w:pPr>
          </w:p>
          <w:p w14:paraId="6A7DCB8B" w14:textId="5F9F7758" w:rsidR="00E37992" w:rsidRDefault="00E37992">
            <w:pPr>
              <w:pStyle w:val="SIText"/>
            </w:pPr>
            <w:r>
              <w:t>Added new PC and Knowledge Evidence</w:t>
            </w:r>
          </w:p>
          <w:p w14:paraId="1820C39B" w14:textId="77777777" w:rsidR="00E37992" w:rsidRDefault="00E37992">
            <w:pPr>
              <w:pStyle w:val="SIText"/>
            </w:pPr>
          </w:p>
          <w:p w14:paraId="1E815262" w14:textId="59F7293E" w:rsidR="003354FE" w:rsidRDefault="003354FE">
            <w:pPr>
              <w:pStyle w:val="SIText"/>
            </w:pPr>
            <w:r>
              <w:t>Minor wording changes to Elements</w:t>
            </w:r>
            <w:r w:rsidR="001D35F0">
              <w:t>, P</w:t>
            </w:r>
            <w:r>
              <w:t xml:space="preserve">erformance </w:t>
            </w:r>
            <w:r w:rsidR="001D35F0">
              <w:t>C</w:t>
            </w:r>
            <w:r>
              <w:t>riteria</w:t>
            </w:r>
            <w:r w:rsidR="001D35F0">
              <w:t xml:space="preserve"> and Knowledge Evidence</w:t>
            </w:r>
          </w:p>
          <w:p w14:paraId="35B0BCFB" w14:textId="385F6A4A" w:rsidR="001D35F0" w:rsidRDefault="001D35F0">
            <w:pPr>
              <w:pStyle w:val="SIText"/>
            </w:pPr>
          </w:p>
          <w:p w14:paraId="3F7D67B5" w14:textId="0E87B08E" w:rsidR="001D35F0" w:rsidRDefault="001D35F0">
            <w:pPr>
              <w:pStyle w:val="SIText"/>
            </w:pPr>
            <w:r>
              <w:t>Reworded Performance Evidence</w:t>
            </w:r>
          </w:p>
          <w:p w14:paraId="6D248E75" w14:textId="2E7A05CB" w:rsidR="001D35F0" w:rsidRDefault="001D35F0">
            <w:pPr>
              <w:pStyle w:val="SIText"/>
            </w:pPr>
          </w:p>
          <w:p w14:paraId="7D3C4B75" w14:textId="288920C0" w:rsidR="00DA54B5" w:rsidRPr="00DA54B5" w:rsidRDefault="001D35F0" w:rsidP="005230B7">
            <w:pPr>
              <w:pStyle w:val="SIText"/>
              <w:rPr>
                <w:rStyle w:val="SITemporaryText-red"/>
              </w:rPr>
            </w:pPr>
            <w:r>
              <w:t xml:space="preserve">Updated Foundation Skills and </w:t>
            </w:r>
            <w:r w:rsidRPr="00E82308">
              <w:t>Assessment Conditions</w:t>
            </w:r>
          </w:p>
        </w:tc>
        <w:tc>
          <w:tcPr>
            <w:tcW w:w="1616" w:type="pct"/>
          </w:tcPr>
          <w:p w14:paraId="76E3432F" w14:textId="7507B305" w:rsidR="00DA54B5" w:rsidRPr="00E37992" w:rsidRDefault="00E37992" w:rsidP="00E3799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7992">
              <w:rPr>
                <w:rStyle w:val="SITemporaryText-red"/>
                <w:color w:val="auto"/>
                <w:sz w:val="20"/>
              </w:rPr>
              <w:t>Not e</w:t>
            </w:r>
            <w:r w:rsidR="00DA54B5" w:rsidRPr="00E37992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5BD83E24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3E3EC2" w:rsidR="00556C4C" w:rsidRPr="000754EC" w:rsidRDefault="00556C4C" w:rsidP="005230B7">
            <w:pPr>
              <w:pStyle w:val="SIUnittitle"/>
            </w:pPr>
            <w:r w:rsidRPr="00F56827">
              <w:t>Assessment requirements fo</w:t>
            </w:r>
            <w:r w:rsidR="0050344F">
              <w:t xml:space="preserve">r </w:t>
            </w:r>
            <w:r w:rsidR="005230B7" w:rsidRPr="005230B7">
              <w:t>FWPCOR2</w:t>
            </w:r>
            <w:r w:rsidR="005230B7" w:rsidRPr="005230B7">
              <w:rPr>
                <w:rStyle w:val="SITemporaryText-red"/>
                <w:color w:val="auto"/>
              </w:rPr>
              <w:t>XXX</w:t>
            </w:r>
            <w:r w:rsidR="00291AA1" w:rsidRPr="00291AA1">
              <w:t xml:space="preserve"> Follow fire prevention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38887780" w:rsidR="00556C4C" w:rsidRPr="00F45D09" w:rsidRDefault="00DA54B5" w:rsidP="003750DD">
            <w:pPr>
              <w:pStyle w:val="SIText"/>
            </w:pPr>
            <w:r w:rsidRPr="00F45D0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3D2B9A" w:rsidRPr="00F45D09">
              <w:rPr>
                <w:rStyle w:val="SITemporaryText-red"/>
                <w:color w:val="auto"/>
                <w:sz w:val="20"/>
              </w:rPr>
              <w:t>, on one occasion,</w:t>
            </w:r>
            <w:r w:rsidRPr="00F45D09">
              <w:rPr>
                <w:rStyle w:val="SITemporaryText-red"/>
                <w:color w:val="auto"/>
                <w:sz w:val="20"/>
              </w:rPr>
              <w:t xml:space="preserve"> the individual has</w:t>
            </w:r>
            <w:r w:rsidR="005D2D16">
              <w:rPr>
                <w:rStyle w:val="SITemporaryText-red"/>
              </w:rPr>
              <w:t xml:space="preserve"> </w:t>
            </w:r>
            <w:proofErr w:type="gramStart"/>
            <w:r w:rsidR="00557F8E" w:rsidRPr="00711B2A">
              <w:rPr>
                <w:rStyle w:val="SITemporaryText-red"/>
                <w:color w:val="auto"/>
                <w:sz w:val="20"/>
              </w:rPr>
              <w:t>monitored</w:t>
            </w:r>
            <w:proofErr w:type="gramEnd"/>
            <w:r w:rsidR="00557F8E" w:rsidRPr="00711B2A">
              <w:rPr>
                <w:rStyle w:val="SITemporaryText-red"/>
                <w:color w:val="auto"/>
                <w:sz w:val="20"/>
              </w:rPr>
              <w:t xml:space="preserve"> </w:t>
            </w:r>
            <w:r w:rsidR="005D2D16" w:rsidRPr="00711B2A">
              <w:rPr>
                <w:rStyle w:val="SITemporaryText-red"/>
                <w:color w:val="auto"/>
                <w:sz w:val="20"/>
              </w:rPr>
              <w:t xml:space="preserve">fire </w:t>
            </w:r>
            <w:r w:rsidR="005D2D16" w:rsidRPr="00737099">
              <w:rPr>
                <w:rStyle w:val="SITemporaryText-red"/>
                <w:color w:val="auto"/>
                <w:sz w:val="20"/>
              </w:rPr>
              <w:t xml:space="preserve">weather </w:t>
            </w:r>
            <w:r w:rsidR="000918AB" w:rsidRPr="008F78C2">
              <w:rPr>
                <w:rStyle w:val="SITemporaryText-red"/>
                <w:color w:val="auto"/>
                <w:sz w:val="20"/>
              </w:rPr>
              <w:t xml:space="preserve">warnings </w:t>
            </w:r>
            <w:r w:rsidR="00737099" w:rsidRPr="00737099">
              <w:rPr>
                <w:rStyle w:val="SITemporaryText-red"/>
                <w:color w:val="auto"/>
                <w:sz w:val="20"/>
              </w:rPr>
              <w:t xml:space="preserve">and </w:t>
            </w:r>
            <w:r w:rsidR="006C546B" w:rsidRPr="00F45D09">
              <w:rPr>
                <w:rStyle w:val="SITemporaryText-red"/>
                <w:color w:val="auto"/>
                <w:sz w:val="20"/>
              </w:rPr>
              <w:t xml:space="preserve">identified and applied </w:t>
            </w:r>
            <w:r w:rsidR="00595DB3" w:rsidRPr="00595DB3">
              <w:rPr>
                <w:rStyle w:val="SITemporaryText-red"/>
                <w:color w:val="auto"/>
                <w:sz w:val="20"/>
              </w:rPr>
              <w:t>appropriate</w:t>
            </w:r>
            <w:r w:rsidR="00595DB3">
              <w:rPr>
                <w:rStyle w:val="SITemporaryText-red"/>
              </w:rPr>
              <w:t xml:space="preserve"> </w:t>
            </w:r>
            <w:r w:rsidR="006C546B" w:rsidRPr="00F45D09">
              <w:rPr>
                <w:rStyle w:val="SITemporaryText-red"/>
                <w:color w:val="auto"/>
                <w:sz w:val="20"/>
              </w:rPr>
              <w:t xml:space="preserve">fire prevention </w:t>
            </w:r>
            <w:r w:rsidR="00C603E1" w:rsidRPr="003750DD">
              <w:rPr>
                <w:rStyle w:val="SITemporaryText-red"/>
                <w:color w:val="auto"/>
                <w:sz w:val="20"/>
              </w:rPr>
              <w:t xml:space="preserve">practices </w:t>
            </w:r>
            <w:r w:rsidR="006C546B" w:rsidRPr="00F45D09">
              <w:rPr>
                <w:rStyle w:val="SITemporaryText-red"/>
                <w:color w:val="auto"/>
                <w:sz w:val="20"/>
              </w:rPr>
              <w:t xml:space="preserve">while undertaking </w:t>
            </w:r>
            <w:r w:rsidR="005E7B13" w:rsidRPr="00F45D09">
              <w:rPr>
                <w:rStyle w:val="SITemporaryText-red"/>
                <w:color w:val="auto"/>
                <w:sz w:val="20"/>
              </w:rPr>
              <w:t>routine work activities.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D35F0" w:rsidRDefault="00DA54B5" w:rsidP="005E7B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BA3E14" w14:textId="77777777" w:rsidR="00AE1541" w:rsidRPr="00AE1541" w:rsidRDefault="00AE1541" w:rsidP="00AE1541">
            <w:pPr>
              <w:pStyle w:val="SIBulletList1"/>
            </w:pPr>
            <w:r w:rsidRPr="00AE1541">
              <w:t>basic features of fire risk management plan</w:t>
            </w:r>
          </w:p>
          <w:p w14:paraId="783B1D2D" w14:textId="77777777" w:rsidR="008F4AB4" w:rsidRDefault="00DE552C">
            <w:pPr>
              <w:pStyle w:val="SIBulletList1"/>
            </w:pPr>
            <w:r w:rsidRPr="00C81AE6">
              <w:t>fire weather and impacts</w:t>
            </w:r>
            <w:r w:rsidR="00676603" w:rsidRPr="00C81AE6">
              <w:t>/risks on forestry operations</w:t>
            </w:r>
          </w:p>
          <w:p w14:paraId="5D37B733" w14:textId="1BE16DBF" w:rsidR="00DE552C" w:rsidRPr="00C81AE6" w:rsidRDefault="008F4AB4">
            <w:pPr>
              <w:pStyle w:val="SIBulletList1"/>
            </w:pPr>
            <w:r>
              <w:t xml:space="preserve">fire weather warnings </w:t>
            </w:r>
            <w:r w:rsidR="0063659F" w:rsidRPr="00C81AE6">
              <w:t xml:space="preserve">including requirements of </w:t>
            </w:r>
            <w:r w:rsidR="00BC20AC" w:rsidRPr="00C81AE6">
              <w:t xml:space="preserve">Fire Permit Periods and </w:t>
            </w:r>
            <w:r w:rsidR="0063659F" w:rsidRPr="00C81AE6">
              <w:t>Total Fire Ban</w:t>
            </w:r>
          </w:p>
          <w:p w14:paraId="651B9AFE" w14:textId="6E05526B" w:rsidR="00291AA1" w:rsidRPr="001B672F" w:rsidRDefault="00E77046" w:rsidP="001B672F">
            <w:pPr>
              <w:pStyle w:val="SIBulletList1"/>
            </w:pPr>
            <w:r w:rsidRPr="001B672F">
              <w:t>work practices designed to eliminate or minimise the risk of fire</w:t>
            </w:r>
          </w:p>
          <w:p w14:paraId="280F281A" w14:textId="5926D188" w:rsidR="00B94E23" w:rsidRPr="001B672F" w:rsidRDefault="00B94E23" w:rsidP="001B672F">
            <w:pPr>
              <w:pStyle w:val="SIBulletList1"/>
            </w:pPr>
            <w:r w:rsidRPr="001B672F">
              <w:t>elements of fire</w:t>
            </w:r>
          </w:p>
          <w:p w14:paraId="053976FD" w14:textId="4788A8A8" w:rsidR="00B94E23" w:rsidRPr="001B672F" w:rsidRDefault="00E77046" w:rsidP="001B672F">
            <w:pPr>
              <w:pStyle w:val="SIBulletList1"/>
            </w:pPr>
            <w:r w:rsidRPr="001B672F">
              <w:t xml:space="preserve">fire </w:t>
            </w:r>
            <w:r w:rsidR="00CD4441">
              <w:t>hazards</w:t>
            </w:r>
            <w:r w:rsidRPr="001B672F">
              <w:t xml:space="preserve"> in the workplace </w:t>
            </w:r>
          </w:p>
          <w:p w14:paraId="42160207" w14:textId="4DDF291F" w:rsidR="00E77046" w:rsidRPr="001B672F" w:rsidRDefault="00E77046" w:rsidP="001B672F">
            <w:pPr>
              <w:pStyle w:val="SIBulletList1"/>
            </w:pPr>
            <w:r w:rsidRPr="001B672F">
              <w:t xml:space="preserve">fire prevention safety signs and symbols </w:t>
            </w:r>
          </w:p>
          <w:p w14:paraId="09ECA5CA" w14:textId="7F2A9C32" w:rsidR="00B94E23" w:rsidRPr="001B672F" w:rsidRDefault="00B94E23" w:rsidP="001B672F">
            <w:pPr>
              <w:pStyle w:val="SIBulletList1"/>
            </w:pPr>
            <w:r w:rsidRPr="001B672F">
              <w:t xml:space="preserve">type and use of </w:t>
            </w:r>
            <w:r w:rsidR="00E263CC">
              <w:t xml:space="preserve">personal protective and </w:t>
            </w:r>
            <w:r w:rsidRPr="001B672F">
              <w:t>firefighting equipment</w:t>
            </w:r>
          </w:p>
          <w:p w14:paraId="708F36F4" w14:textId="49BC6756" w:rsidR="007411C8" w:rsidRPr="001B672F" w:rsidRDefault="00B94E23" w:rsidP="001B672F">
            <w:pPr>
              <w:pStyle w:val="SIBulletList1"/>
            </w:pPr>
            <w:r w:rsidRPr="001B672F">
              <w:t xml:space="preserve">workplace housekeeping procedures designed to eliminate or minimise the risk of </w:t>
            </w:r>
            <w:proofErr w:type="gramStart"/>
            <w:r w:rsidRPr="001B672F">
              <w:t>fire</w:t>
            </w:r>
            <w:proofErr w:type="gramEnd"/>
            <w:r w:rsidRPr="001B672F">
              <w:t xml:space="preserve"> </w:t>
            </w:r>
          </w:p>
          <w:p w14:paraId="36ABB8A0" w14:textId="46BD9D35" w:rsidR="007411C8" w:rsidRDefault="007411C8" w:rsidP="001B672F">
            <w:pPr>
              <w:pStyle w:val="SIBulletList1"/>
            </w:pPr>
            <w:r w:rsidRPr="001B672F">
              <w:t>maintenance procedures designed to eliminate or minimise the risks of fire</w:t>
            </w:r>
          </w:p>
          <w:p w14:paraId="7344DB49" w14:textId="074EB64E" w:rsidR="00744106" w:rsidRPr="001B672F" w:rsidRDefault="00744106" w:rsidP="001B672F">
            <w:pPr>
              <w:pStyle w:val="SIBulletList1"/>
            </w:pPr>
            <w:r>
              <w:t xml:space="preserve">work practices </w:t>
            </w:r>
            <w:r w:rsidRPr="00744106">
              <w:t>designed to eliminate or minimise the risks of fire</w:t>
            </w:r>
          </w:p>
          <w:p w14:paraId="06C839CA" w14:textId="77777777" w:rsidR="00D8370F" w:rsidRPr="001B672F" w:rsidRDefault="007411C8" w:rsidP="001B672F">
            <w:pPr>
              <w:pStyle w:val="SIBulletList1"/>
            </w:pPr>
            <w:r w:rsidRPr="001B672F">
              <w:t xml:space="preserve">signs of fire </w:t>
            </w:r>
          </w:p>
          <w:p w14:paraId="40678E60" w14:textId="33E53FDB" w:rsidR="00291AA1" w:rsidRPr="001B672F" w:rsidRDefault="00D7258F" w:rsidP="001D35F0">
            <w:pPr>
              <w:pStyle w:val="SIBulletList1"/>
            </w:pPr>
            <w:r>
              <w:t xml:space="preserve">procedures for safe </w:t>
            </w:r>
            <w:r w:rsidR="00C03866">
              <w:t xml:space="preserve">handling, use, </w:t>
            </w:r>
            <w:r w:rsidR="00F45D09">
              <w:t>transport</w:t>
            </w:r>
            <w:r w:rsidR="00C03866">
              <w:t xml:space="preserve"> and storage of </w:t>
            </w:r>
            <w:r w:rsidR="00291AA1" w:rsidRPr="001B672F">
              <w:t>flammable liquid</w:t>
            </w:r>
            <w:r w:rsidR="00C03866">
              <w:t>s</w:t>
            </w:r>
            <w:r w:rsidR="00291AA1" w:rsidRPr="001B672F">
              <w:t xml:space="preserve"> and gases in the workplace</w:t>
            </w:r>
          </w:p>
          <w:p w14:paraId="594042BC" w14:textId="76B0BC3D" w:rsidR="00F1480E" w:rsidRPr="000754EC" w:rsidRDefault="00291AA1" w:rsidP="00E263CC">
            <w:pPr>
              <w:pStyle w:val="SIBulletList1"/>
            </w:pPr>
            <w:r w:rsidRPr="001B672F">
              <w:t xml:space="preserve">procedures for recording and reporting </w:t>
            </w:r>
            <w:r w:rsidR="00997876" w:rsidRPr="001B672F">
              <w:t>fire risk and incidents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843BDA" w:rsidRDefault="00DA54B5" w:rsidP="001D35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3BD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3A505740" w:rsidR="00DA54B5" w:rsidRPr="001D35F0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11D3352" w:rsidR="00DA54B5" w:rsidRPr="001D35F0" w:rsidRDefault="00DA54B5" w:rsidP="00843B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AC7A47" w:rsidRPr="001D35F0">
              <w:rPr>
                <w:rStyle w:val="SITemporaryText-red"/>
                <w:color w:val="auto"/>
                <w:sz w:val="20"/>
              </w:rPr>
              <w:t>forest or wood products work en</w:t>
            </w:r>
            <w:r w:rsidR="0002518E" w:rsidRPr="001D35F0">
              <w:rPr>
                <w:rStyle w:val="SITemporaryText-red"/>
                <w:color w:val="auto"/>
                <w:sz w:val="20"/>
              </w:rPr>
              <w:t>vironment</w:t>
            </w:r>
            <w:r w:rsidRPr="001D35F0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7532669E" w:rsidR="00DA54B5" w:rsidRPr="001D35F0" w:rsidRDefault="00DA54B5" w:rsidP="00843B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 xml:space="preserve">resources, </w:t>
            </w:r>
            <w:r w:rsidR="00302D46" w:rsidRPr="001D35F0">
              <w:rPr>
                <w:rStyle w:val="SITemporaryText-red"/>
                <w:color w:val="auto"/>
                <w:sz w:val="20"/>
              </w:rPr>
              <w:t>equipment,</w:t>
            </w:r>
            <w:r w:rsidRPr="001D35F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249AC8E7" w:rsidR="00DA54B5" w:rsidRPr="00C44298" w:rsidRDefault="00481BEE" w:rsidP="00B047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47EB">
              <w:rPr>
                <w:rStyle w:val="SITemporaryText-red"/>
                <w:rFonts w:eastAsia="Calibri"/>
                <w:color w:val="auto"/>
                <w:sz w:val="20"/>
              </w:rPr>
              <w:t>firefighting</w:t>
            </w:r>
            <w:r w:rsidR="00657418" w:rsidRPr="00B047EB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="005F4540" w:rsidRPr="00BD6CF9">
              <w:rPr>
                <w:rStyle w:val="SITemporaryText-red"/>
                <w:rFonts w:eastAsia="Calibri"/>
                <w:color w:val="auto"/>
                <w:sz w:val="20"/>
              </w:rPr>
              <w:t xml:space="preserve"> and materials</w:t>
            </w:r>
          </w:p>
          <w:p w14:paraId="2BAAD210" w14:textId="098E6081" w:rsidR="00657418" w:rsidRPr="00B047EB" w:rsidRDefault="0065741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47EB">
              <w:rPr>
                <w:rStyle w:val="SITemporaryText-red"/>
                <w:rFonts w:eastAsia="Calibri"/>
                <w:color w:val="auto"/>
                <w:sz w:val="20"/>
              </w:rPr>
              <w:t xml:space="preserve">fire </w:t>
            </w:r>
            <w:r w:rsidR="00481BEE" w:rsidRPr="00B047EB">
              <w:rPr>
                <w:rStyle w:val="SITemporaryText-red"/>
                <w:rFonts w:eastAsia="Calibri"/>
                <w:color w:val="auto"/>
                <w:sz w:val="20"/>
              </w:rPr>
              <w:t>prevention</w:t>
            </w:r>
            <w:r w:rsidRPr="00B047EB">
              <w:rPr>
                <w:rStyle w:val="SITemporaryText-red"/>
                <w:rFonts w:eastAsia="Calibri"/>
                <w:color w:val="auto"/>
                <w:sz w:val="20"/>
              </w:rPr>
              <w:t xml:space="preserve"> signs and symbols</w:t>
            </w:r>
          </w:p>
          <w:p w14:paraId="2DF919D0" w14:textId="1FBCD1C0" w:rsidR="005F3530" w:rsidRPr="00A0622C" w:rsidRDefault="005F3530">
            <w:pPr>
              <w:pStyle w:val="SIBulletList2"/>
              <w:rPr>
                <w:rFonts w:eastAsia="Calibri"/>
              </w:rPr>
            </w:pPr>
            <w:r w:rsidRPr="00B047EB">
              <w:t>fire weather warnings</w:t>
            </w:r>
          </w:p>
          <w:p w14:paraId="0500772E" w14:textId="3A5E1DDD" w:rsidR="006E71A1" w:rsidRPr="00B047EB" w:rsidRDefault="006E71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622C">
              <w:rPr>
                <w:rStyle w:val="SITemporaryText-red"/>
                <w:color w:val="auto"/>
                <w:sz w:val="20"/>
              </w:rPr>
              <w:t xml:space="preserve">tools and equipment required for </w:t>
            </w:r>
            <w:r w:rsidR="00B047EB" w:rsidRPr="00A0622C">
              <w:rPr>
                <w:rStyle w:val="SITemporaryText-red"/>
                <w:color w:val="auto"/>
                <w:sz w:val="20"/>
              </w:rPr>
              <w:t xml:space="preserve">housekeeping, </w:t>
            </w:r>
            <w:r w:rsidRPr="00B047EB">
              <w:t xml:space="preserve">fuel modification or reduction and other routine fire risk reduction </w:t>
            </w:r>
            <w:r w:rsidR="00B047EB">
              <w:t>activities</w:t>
            </w:r>
          </w:p>
          <w:p w14:paraId="3D4B0BD2" w14:textId="4C26EC6E" w:rsidR="00DA54B5" w:rsidRPr="001D35F0" w:rsidRDefault="00DA54B5" w:rsidP="00843BD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9BFD110" w14:textId="77777777" w:rsidR="002224E9" w:rsidRPr="002224E9" w:rsidRDefault="002224E9" w:rsidP="002224E9">
            <w:pPr>
              <w:pStyle w:val="SIBulletList2"/>
              <w:rPr>
                <w:rStyle w:val="SITemporaryText-red"/>
                <w:rFonts w:eastAsia="Calibri"/>
              </w:rPr>
            </w:pPr>
            <w:r w:rsidRPr="002224E9">
              <w:t>access to fire risk management plan</w:t>
            </w:r>
            <w:r w:rsidRPr="002224E9">
              <w:rPr>
                <w:rStyle w:val="SITemporaryText-red"/>
                <w:rFonts w:eastAsia="Calibri"/>
              </w:rPr>
              <w:t xml:space="preserve"> </w:t>
            </w:r>
          </w:p>
          <w:p w14:paraId="2012E867" w14:textId="44FA5676" w:rsidR="00DA54B5" w:rsidRPr="00843BDA" w:rsidRDefault="00DA54B5" w:rsidP="00843B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="00657418" w:rsidRPr="001D35F0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6E2698" w:rsidRPr="001D35F0">
              <w:rPr>
                <w:rStyle w:val="SITemporaryText-red"/>
                <w:rFonts w:eastAsia="Calibri"/>
                <w:color w:val="auto"/>
                <w:sz w:val="20"/>
              </w:rPr>
              <w:t>fire prevention and emergency procedures</w:t>
            </w:r>
          </w:p>
          <w:p w14:paraId="3B55D0A3" w14:textId="461E5922" w:rsidR="004658EC" w:rsidRPr="001D35F0" w:rsidRDefault="004658EC">
            <w:pPr>
              <w:pStyle w:val="SIBulletList2"/>
              <w:rPr>
                <w:rFonts w:eastAsia="Calibri"/>
              </w:rPr>
            </w:pPr>
            <w:r w:rsidRPr="00843BDA">
              <w:t xml:space="preserve">access to workplace housekeeping and maintenance </w:t>
            </w:r>
            <w:r w:rsidR="00C05EA6" w:rsidRPr="00843BDA">
              <w:t>procedures</w:t>
            </w:r>
          </w:p>
          <w:p w14:paraId="3DE0592A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62C97D78" w14:textId="77777777" w:rsidR="00DA54B5" w:rsidRPr="001D35F0" w:rsidRDefault="00DA54B5" w:rsidP="00843B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F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F4564CF" w:rsidR="00DA54B5" w:rsidRPr="00DA54B5" w:rsidRDefault="00DA54B5" w:rsidP="006E269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9EE4" w14:textId="77777777" w:rsidR="0010600D" w:rsidRDefault="0010600D" w:rsidP="00BF3F0A">
      <w:r>
        <w:separator/>
      </w:r>
    </w:p>
    <w:p w14:paraId="7E2B79E0" w14:textId="77777777" w:rsidR="0010600D" w:rsidRDefault="0010600D"/>
  </w:endnote>
  <w:endnote w:type="continuationSeparator" w:id="0">
    <w:p w14:paraId="52168404" w14:textId="77777777" w:rsidR="0010600D" w:rsidRDefault="0010600D" w:rsidP="00BF3F0A">
      <w:r>
        <w:continuationSeparator/>
      </w:r>
    </w:p>
    <w:p w14:paraId="44D361F9" w14:textId="77777777" w:rsidR="0010600D" w:rsidRDefault="00106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2B6F" w14:textId="77777777" w:rsidR="0010600D" w:rsidRDefault="0010600D" w:rsidP="00BF3F0A">
      <w:r>
        <w:separator/>
      </w:r>
    </w:p>
    <w:p w14:paraId="582610BF" w14:textId="77777777" w:rsidR="0010600D" w:rsidRDefault="0010600D"/>
  </w:footnote>
  <w:footnote w:type="continuationSeparator" w:id="0">
    <w:p w14:paraId="63E8640C" w14:textId="77777777" w:rsidR="0010600D" w:rsidRDefault="0010600D" w:rsidP="00BF3F0A">
      <w:r>
        <w:continuationSeparator/>
      </w:r>
    </w:p>
    <w:p w14:paraId="6553073C" w14:textId="77777777" w:rsidR="0010600D" w:rsidRDefault="00106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26DF5D" w:rsidR="009C2650" w:rsidRPr="00B07F87" w:rsidRDefault="00B07F87" w:rsidP="00B07F87">
    <w:pPr>
      <w:pStyle w:val="SIText"/>
    </w:pPr>
    <w:r w:rsidRPr="00B07F87">
      <w:t>FWPCOR2</w:t>
    </w:r>
    <w:r w:rsidRPr="00B07F87">
      <w:rPr>
        <w:rStyle w:val="SITemporaryText-red"/>
        <w:color w:val="auto"/>
        <w:sz w:val="20"/>
      </w:rPr>
      <w:t>XXX</w:t>
    </w:r>
    <w:r w:rsidR="00390C96" w:rsidRPr="00B07F87">
      <w:t xml:space="preserve"> </w:t>
    </w:r>
    <w:r w:rsidR="00291AA1" w:rsidRPr="00B07F87">
      <w:t>Follow fire prevention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4D42D2"/>
    <w:multiLevelType w:val="multilevel"/>
    <w:tmpl w:val="48BA6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331A51"/>
    <w:multiLevelType w:val="multilevel"/>
    <w:tmpl w:val="97284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48105B"/>
    <w:multiLevelType w:val="multilevel"/>
    <w:tmpl w:val="497C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7054F"/>
    <w:multiLevelType w:val="multilevel"/>
    <w:tmpl w:val="B4E67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8C5B24"/>
    <w:multiLevelType w:val="multilevel"/>
    <w:tmpl w:val="7CFE8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CF46B4"/>
    <w:multiLevelType w:val="multilevel"/>
    <w:tmpl w:val="52062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8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6"/>
  </w:num>
  <w:num w:numId="10">
    <w:abstractNumId w:val="19"/>
  </w:num>
  <w:num w:numId="11">
    <w:abstractNumId w:val="25"/>
  </w:num>
  <w:num w:numId="12">
    <w:abstractNumId w:val="22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16"/>
  </w:num>
  <w:num w:numId="18">
    <w:abstractNumId w:val="7"/>
  </w:num>
  <w:num w:numId="19">
    <w:abstractNumId w:val="3"/>
  </w:num>
  <w:num w:numId="20">
    <w:abstractNumId w:val="12"/>
  </w:num>
  <w:num w:numId="21">
    <w:abstractNumId w:val="20"/>
  </w:num>
  <w:num w:numId="22">
    <w:abstractNumId w:val="21"/>
  </w:num>
  <w:num w:numId="23">
    <w:abstractNumId w:val="18"/>
  </w:num>
  <w:num w:numId="24">
    <w:abstractNumId w:val="10"/>
  </w:num>
  <w:num w:numId="25">
    <w:abstractNumId w:val="27"/>
  </w:num>
  <w:num w:numId="26">
    <w:abstractNumId w:val="17"/>
  </w:num>
  <w:num w:numId="27">
    <w:abstractNumId w:val="15"/>
  </w:num>
  <w:num w:numId="28">
    <w:abstractNumId w:val="23"/>
  </w:num>
  <w:num w:numId="29">
    <w:abstractNumId w:val="11"/>
  </w:num>
  <w:num w:numId="30">
    <w:abstractNumId w:val="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sLQwMbcwMzIwMzRU0lEKTi0uzszPAykwNK4FAOHJE/wtAAAA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3F47"/>
    <w:rsid w:val="00016803"/>
    <w:rsid w:val="00023992"/>
    <w:rsid w:val="0002518E"/>
    <w:rsid w:val="000275AE"/>
    <w:rsid w:val="00031B0A"/>
    <w:rsid w:val="000324D9"/>
    <w:rsid w:val="0003279A"/>
    <w:rsid w:val="00041E59"/>
    <w:rsid w:val="00061B17"/>
    <w:rsid w:val="00064BFE"/>
    <w:rsid w:val="00070B3E"/>
    <w:rsid w:val="00071F95"/>
    <w:rsid w:val="000737BB"/>
    <w:rsid w:val="00074E47"/>
    <w:rsid w:val="000754EC"/>
    <w:rsid w:val="0009093B"/>
    <w:rsid w:val="000918AB"/>
    <w:rsid w:val="000A15F8"/>
    <w:rsid w:val="000A37C2"/>
    <w:rsid w:val="000A5441"/>
    <w:rsid w:val="000B2022"/>
    <w:rsid w:val="000B6C91"/>
    <w:rsid w:val="000C149A"/>
    <w:rsid w:val="000C17B2"/>
    <w:rsid w:val="000C224E"/>
    <w:rsid w:val="000E1016"/>
    <w:rsid w:val="000E25E6"/>
    <w:rsid w:val="000E2C86"/>
    <w:rsid w:val="000E31AF"/>
    <w:rsid w:val="000E46B8"/>
    <w:rsid w:val="000F29F2"/>
    <w:rsid w:val="00101659"/>
    <w:rsid w:val="00105AEA"/>
    <w:rsid w:val="0010600D"/>
    <w:rsid w:val="001078BF"/>
    <w:rsid w:val="00124724"/>
    <w:rsid w:val="00132A5A"/>
    <w:rsid w:val="00133957"/>
    <w:rsid w:val="001372F6"/>
    <w:rsid w:val="00144385"/>
    <w:rsid w:val="00146EEC"/>
    <w:rsid w:val="00151D55"/>
    <w:rsid w:val="00151D93"/>
    <w:rsid w:val="00156EF3"/>
    <w:rsid w:val="0016600C"/>
    <w:rsid w:val="00176E4F"/>
    <w:rsid w:val="0018546B"/>
    <w:rsid w:val="001A5BBD"/>
    <w:rsid w:val="001A6A3E"/>
    <w:rsid w:val="001A7B6D"/>
    <w:rsid w:val="001B1180"/>
    <w:rsid w:val="001B34D5"/>
    <w:rsid w:val="001B513A"/>
    <w:rsid w:val="001B672F"/>
    <w:rsid w:val="001C0A75"/>
    <w:rsid w:val="001C1306"/>
    <w:rsid w:val="001D30EB"/>
    <w:rsid w:val="001D35F0"/>
    <w:rsid w:val="001D5C1B"/>
    <w:rsid w:val="001D7514"/>
    <w:rsid w:val="001D7F5B"/>
    <w:rsid w:val="001E0849"/>
    <w:rsid w:val="001E16BC"/>
    <w:rsid w:val="001E16DF"/>
    <w:rsid w:val="001E238C"/>
    <w:rsid w:val="001E7AE3"/>
    <w:rsid w:val="001F2BA5"/>
    <w:rsid w:val="001F308D"/>
    <w:rsid w:val="00201A7C"/>
    <w:rsid w:val="0021210E"/>
    <w:rsid w:val="0021414D"/>
    <w:rsid w:val="002224E9"/>
    <w:rsid w:val="00223124"/>
    <w:rsid w:val="002245D6"/>
    <w:rsid w:val="00230544"/>
    <w:rsid w:val="00233143"/>
    <w:rsid w:val="00234444"/>
    <w:rsid w:val="00242293"/>
    <w:rsid w:val="00244EA7"/>
    <w:rsid w:val="00255998"/>
    <w:rsid w:val="002622D0"/>
    <w:rsid w:val="00262FC3"/>
    <w:rsid w:val="0026394F"/>
    <w:rsid w:val="00264E0F"/>
    <w:rsid w:val="00267AF6"/>
    <w:rsid w:val="00276DB8"/>
    <w:rsid w:val="00282664"/>
    <w:rsid w:val="00285BAB"/>
    <w:rsid w:val="00285FB8"/>
    <w:rsid w:val="00291AA1"/>
    <w:rsid w:val="002970C3"/>
    <w:rsid w:val="002A05FF"/>
    <w:rsid w:val="002A3398"/>
    <w:rsid w:val="002A4CD3"/>
    <w:rsid w:val="002A6CC4"/>
    <w:rsid w:val="002B5942"/>
    <w:rsid w:val="002C55E9"/>
    <w:rsid w:val="002D0C8B"/>
    <w:rsid w:val="002D330A"/>
    <w:rsid w:val="002E170C"/>
    <w:rsid w:val="002E193E"/>
    <w:rsid w:val="002E26A4"/>
    <w:rsid w:val="002E672C"/>
    <w:rsid w:val="002F6751"/>
    <w:rsid w:val="00300830"/>
    <w:rsid w:val="00302D46"/>
    <w:rsid w:val="00305EFF"/>
    <w:rsid w:val="00310A6A"/>
    <w:rsid w:val="003144E6"/>
    <w:rsid w:val="0032049A"/>
    <w:rsid w:val="00321C7E"/>
    <w:rsid w:val="0032479F"/>
    <w:rsid w:val="003354FE"/>
    <w:rsid w:val="00337E82"/>
    <w:rsid w:val="00344348"/>
    <w:rsid w:val="0034629C"/>
    <w:rsid w:val="00346FDC"/>
    <w:rsid w:val="00350BB1"/>
    <w:rsid w:val="00352C83"/>
    <w:rsid w:val="0035456D"/>
    <w:rsid w:val="00366805"/>
    <w:rsid w:val="0037067D"/>
    <w:rsid w:val="00372C2B"/>
    <w:rsid w:val="00373436"/>
    <w:rsid w:val="003750DD"/>
    <w:rsid w:val="003841BD"/>
    <w:rsid w:val="0038440D"/>
    <w:rsid w:val="0038505C"/>
    <w:rsid w:val="00385252"/>
    <w:rsid w:val="0038735B"/>
    <w:rsid w:val="00390C96"/>
    <w:rsid w:val="003916D1"/>
    <w:rsid w:val="00394C90"/>
    <w:rsid w:val="00396078"/>
    <w:rsid w:val="003A21F0"/>
    <w:rsid w:val="003A277F"/>
    <w:rsid w:val="003A58BA"/>
    <w:rsid w:val="003A5AE7"/>
    <w:rsid w:val="003A7221"/>
    <w:rsid w:val="003B3493"/>
    <w:rsid w:val="003B7681"/>
    <w:rsid w:val="003C13AE"/>
    <w:rsid w:val="003C7152"/>
    <w:rsid w:val="003D121D"/>
    <w:rsid w:val="003D2B9A"/>
    <w:rsid w:val="003D2E73"/>
    <w:rsid w:val="003D7208"/>
    <w:rsid w:val="003E72B6"/>
    <w:rsid w:val="003E7BBE"/>
    <w:rsid w:val="003F3F21"/>
    <w:rsid w:val="004035D3"/>
    <w:rsid w:val="00411D6C"/>
    <w:rsid w:val="00412620"/>
    <w:rsid w:val="004127E3"/>
    <w:rsid w:val="004179E2"/>
    <w:rsid w:val="0043212E"/>
    <w:rsid w:val="00434366"/>
    <w:rsid w:val="00434ECE"/>
    <w:rsid w:val="00442793"/>
    <w:rsid w:val="00444423"/>
    <w:rsid w:val="00446A0A"/>
    <w:rsid w:val="00446C03"/>
    <w:rsid w:val="00450559"/>
    <w:rsid w:val="00451CF0"/>
    <w:rsid w:val="00452F3E"/>
    <w:rsid w:val="0046239A"/>
    <w:rsid w:val="004640AE"/>
    <w:rsid w:val="004658EC"/>
    <w:rsid w:val="004679E3"/>
    <w:rsid w:val="00475172"/>
    <w:rsid w:val="004758B0"/>
    <w:rsid w:val="00481BEE"/>
    <w:rsid w:val="004832D2"/>
    <w:rsid w:val="00485559"/>
    <w:rsid w:val="004A00EE"/>
    <w:rsid w:val="004A142B"/>
    <w:rsid w:val="004A3860"/>
    <w:rsid w:val="004A44E8"/>
    <w:rsid w:val="004A581D"/>
    <w:rsid w:val="004A7706"/>
    <w:rsid w:val="004A77E3"/>
    <w:rsid w:val="004B1849"/>
    <w:rsid w:val="004B1ABB"/>
    <w:rsid w:val="004B29B7"/>
    <w:rsid w:val="004B7A28"/>
    <w:rsid w:val="004C2244"/>
    <w:rsid w:val="004C6904"/>
    <w:rsid w:val="004C79A1"/>
    <w:rsid w:val="004C7A3A"/>
    <w:rsid w:val="004D0D5F"/>
    <w:rsid w:val="004D1569"/>
    <w:rsid w:val="004D2037"/>
    <w:rsid w:val="004D44B1"/>
    <w:rsid w:val="004D6153"/>
    <w:rsid w:val="004D717E"/>
    <w:rsid w:val="004E0460"/>
    <w:rsid w:val="004E1579"/>
    <w:rsid w:val="004E5FAE"/>
    <w:rsid w:val="004E6245"/>
    <w:rsid w:val="004E6741"/>
    <w:rsid w:val="004E7094"/>
    <w:rsid w:val="004F5DC7"/>
    <w:rsid w:val="004F78DA"/>
    <w:rsid w:val="0050344F"/>
    <w:rsid w:val="005145AB"/>
    <w:rsid w:val="00520E9A"/>
    <w:rsid w:val="00522779"/>
    <w:rsid w:val="005230B7"/>
    <w:rsid w:val="005248C1"/>
    <w:rsid w:val="00525280"/>
    <w:rsid w:val="00525BA6"/>
    <w:rsid w:val="00525EDF"/>
    <w:rsid w:val="00526134"/>
    <w:rsid w:val="00540257"/>
    <w:rsid w:val="005405B2"/>
    <w:rsid w:val="005427C8"/>
    <w:rsid w:val="005428BC"/>
    <w:rsid w:val="005446D1"/>
    <w:rsid w:val="00556C4C"/>
    <w:rsid w:val="00557369"/>
    <w:rsid w:val="00557D22"/>
    <w:rsid w:val="00557F8E"/>
    <w:rsid w:val="005640A0"/>
    <w:rsid w:val="00564ADD"/>
    <w:rsid w:val="005708EB"/>
    <w:rsid w:val="00575BC6"/>
    <w:rsid w:val="005769F5"/>
    <w:rsid w:val="00583605"/>
    <w:rsid w:val="00583902"/>
    <w:rsid w:val="00585EEA"/>
    <w:rsid w:val="00587E73"/>
    <w:rsid w:val="00595DB3"/>
    <w:rsid w:val="005A1D70"/>
    <w:rsid w:val="005A231C"/>
    <w:rsid w:val="005A3AA5"/>
    <w:rsid w:val="005A6C9C"/>
    <w:rsid w:val="005A74DC"/>
    <w:rsid w:val="005B39BE"/>
    <w:rsid w:val="005B5146"/>
    <w:rsid w:val="005C5B47"/>
    <w:rsid w:val="005D160C"/>
    <w:rsid w:val="005D1AFD"/>
    <w:rsid w:val="005D2D16"/>
    <w:rsid w:val="005D4208"/>
    <w:rsid w:val="005E51E6"/>
    <w:rsid w:val="005E7B13"/>
    <w:rsid w:val="005F027A"/>
    <w:rsid w:val="005F33CC"/>
    <w:rsid w:val="005F3530"/>
    <w:rsid w:val="005F4540"/>
    <w:rsid w:val="005F771F"/>
    <w:rsid w:val="00610C70"/>
    <w:rsid w:val="006121D4"/>
    <w:rsid w:val="00613B49"/>
    <w:rsid w:val="00615EE4"/>
    <w:rsid w:val="00616845"/>
    <w:rsid w:val="00620D3C"/>
    <w:rsid w:val="00620E8E"/>
    <w:rsid w:val="00625243"/>
    <w:rsid w:val="00626830"/>
    <w:rsid w:val="00633CFE"/>
    <w:rsid w:val="00634FCA"/>
    <w:rsid w:val="0063659F"/>
    <w:rsid w:val="0064052D"/>
    <w:rsid w:val="00643D1B"/>
    <w:rsid w:val="006452B8"/>
    <w:rsid w:val="00646821"/>
    <w:rsid w:val="00651F07"/>
    <w:rsid w:val="00652E62"/>
    <w:rsid w:val="00657418"/>
    <w:rsid w:val="00666ECF"/>
    <w:rsid w:val="00676603"/>
    <w:rsid w:val="00686A49"/>
    <w:rsid w:val="00687B62"/>
    <w:rsid w:val="006907A8"/>
    <w:rsid w:val="00690C44"/>
    <w:rsid w:val="00692E27"/>
    <w:rsid w:val="006969D9"/>
    <w:rsid w:val="006A2B68"/>
    <w:rsid w:val="006B71A3"/>
    <w:rsid w:val="006C2F32"/>
    <w:rsid w:val="006C546B"/>
    <w:rsid w:val="006C6094"/>
    <w:rsid w:val="006D1AF9"/>
    <w:rsid w:val="006D38C3"/>
    <w:rsid w:val="006D4448"/>
    <w:rsid w:val="006D6DFD"/>
    <w:rsid w:val="006E2698"/>
    <w:rsid w:val="006E2C4D"/>
    <w:rsid w:val="006E42FE"/>
    <w:rsid w:val="006E71A1"/>
    <w:rsid w:val="006F0D02"/>
    <w:rsid w:val="006F10FE"/>
    <w:rsid w:val="006F3622"/>
    <w:rsid w:val="007029AD"/>
    <w:rsid w:val="00705EEC"/>
    <w:rsid w:val="00707741"/>
    <w:rsid w:val="00711B2A"/>
    <w:rsid w:val="007134FE"/>
    <w:rsid w:val="00715794"/>
    <w:rsid w:val="00715821"/>
    <w:rsid w:val="00717385"/>
    <w:rsid w:val="00722769"/>
    <w:rsid w:val="00727901"/>
    <w:rsid w:val="0073075B"/>
    <w:rsid w:val="0073404B"/>
    <w:rsid w:val="007341FF"/>
    <w:rsid w:val="00737099"/>
    <w:rsid w:val="007404E9"/>
    <w:rsid w:val="007411C8"/>
    <w:rsid w:val="00744106"/>
    <w:rsid w:val="007444CF"/>
    <w:rsid w:val="00751F7E"/>
    <w:rsid w:val="00752C75"/>
    <w:rsid w:val="00757005"/>
    <w:rsid w:val="00761DBE"/>
    <w:rsid w:val="0076285E"/>
    <w:rsid w:val="0076523B"/>
    <w:rsid w:val="00771B60"/>
    <w:rsid w:val="00781D77"/>
    <w:rsid w:val="00783549"/>
    <w:rsid w:val="007860B7"/>
    <w:rsid w:val="00786DC8"/>
    <w:rsid w:val="00787ABC"/>
    <w:rsid w:val="007933F4"/>
    <w:rsid w:val="00794533"/>
    <w:rsid w:val="007A300D"/>
    <w:rsid w:val="007A387F"/>
    <w:rsid w:val="007B326E"/>
    <w:rsid w:val="007D1F2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D20"/>
    <w:rsid w:val="00830267"/>
    <w:rsid w:val="008306E7"/>
    <w:rsid w:val="008322BE"/>
    <w:rsid w:val="00834BC8"/>
    <w:rsid w:val="00837FD6"/>
    <w:rsid w:val="00843BDA"/>
    <w:rsid w:val="00847B60"/>
    <w:rsid w:val="00850243"/>
    <w:rsid w:val="00851BE5"/>
    <w:rsid w:val="008545EB"/>
    <w:rsid w:val="00865011"/>
    <w:rsid w:val="00886790"/>
    <w:rsid w:val="008908DE"/>
    <w:rsid w:val="00893BE3"/>
    <w:rsid w:val="0089616A"/>
    <w:rsid w:val="008A12ED"/>
    <w:rsid w:val="008A39D3"/>
    <w:rsid w:val="008B2C77"/>
    <w:rsid w:val="008B4AD2"/>
    <w:rsid w:val="008B7138"/>
    <w:rsid w:val="008D572D"/>
    <w:rsid w:val="008E260C"/>
    <w:rsid w:val="008E36AE"/>
    <w:rsid w:val="008E39BE"/>
    <w:rsid w:val="008E4285"/>
    <w:rsid w:val="008E5F40"/>
    <w:rsid w:val="008E62EC"/>
    <w:rsid w:val="008E7D22"/>
    <w:rsid w:val="008F32F6"/>
    <w:rsid w:val="008F4AB4"/>
    <w:rsid w:val="008F78C2"/>
    <w:rsid w:val="00904A02"/>
    <w:rsid w:val="00916CD7"/>
    <w:rsid w:val="00920927"/>
    <w:rsid w:val="00921B38"/>
    <w:rsid w:val="00923720"/>
    <w:rsid w:val="009278C9"/>
    <w:rsid w:val="00932CD7"/>
    <w:rsid w:val="00944C09"/>
    <w:rsid w:val="009527CB"/>
    <w:rsid w:val="00953202"/>
    <w:rsid w:val="00953835"/>
    <w:rsid w:val="00960F6C"/>
    <w:rsid w:val="00970747"/>
    <w:rsid w:val="00980597"/>
    <w:rsid w:val="00980A6C"/>
    <w:rsid w:val="009839F1"/>
    <w:rsid w:val="009852BF"/>
    <w:rsid w:val="00991537"/>
    <w:rsid w:val="00997876"/>
    <w:rsid w:val="00997BFC"/>
    <w:rsid w:val="009A5900"/>
    <w:rsid w:val="009A6E6C"/>
    <w:rsid w:val="009A6F3F"/>
    <w:rsid w:val="009B331A"/>
    <w:rsid w:val="009C091C"/>
    <w:rsid w:val="009C2650"/>
    <w:rsid w:val="009D036E"/>
    <w:rsid w:val="009D15E2"/>
    <w:rsid w:val="009D15FE"/>
    <w:rsid w:val="009D5D2C"/>
    <w:rsid w:val="009D7D8C"/>
    <w:rsid w:val="009F0C18"/>
    <w:rsid w:val="009F0DCC"/>
    <w:rsid w:val="009F11CA"/>
    <w:rsid w:val="00A0622C"/>
    <w:rsid w:val="00A0695B"/>
    <w:rsid w:val="00A12419"/>
    <w:rsid w:val="00A13052"/>
    <w:rsid w:val="00A216A8"/>
    <w:rsid w:val="00A223A6"/>
    <w:rsid w:val="00A31832"/>
    <w:rsid w:val="00A3639E"/>
    <w:rsid w:val="00A458F0"/>
    <w:rsid w:val="00A5092E"/>
    <w:rsid w:val="00A554D6"/>
    <w:rsid w:val="00A56E14"/>
    <w:rsid w:val="00A6476B"/>
    <w:rsid w:val="00A76C6C"/>
    <w:rsid w:val="00A80412"/>
    <w:rsid w:val="00A87356"/>
    <w:rsid w:val="00A92472"/>
    <w:rsid w:val="00A92C2C"/>
    <w:rsid w:val="00A92DD1"/>
    <w:rsid w:val="00AA08FE"/>
    <w:rsid w:val="00AA5338"/>
    <w:rsid w:val="00AB1B8E"/>
    <w:rsid w:val="00AB3431"/>
    <w:rsid w:val="00AB3EC1"/>
    <w:rsid w:val="00AB46DE"/>
    <w:rsid w:val="00AB51ED"/>
    <w:rsid w:val="00AC0696"/>
    <w:rsid w:val="00AC2539"/>
    <w:rsid w:val="00AC4C98"/>
    <w:rsid w:val="00AC5F6B"/>
    <w:rsid w:val="00AC7A47"/>
    <w:rsid w:val="00AD3896"/>
    <w:rsid w:val="00AD5B47"/>
    <w:rsid w:val="00AE1541"/>
    <w:rsid w:val="00AE1ED9"/>
    <w:rsid w:val="00AE32CB"/>
    <w:rsid w:val="00AF3957"/>
    <w:rsid w:val="00B047EB"/>
    <w:rsid w:val="00B0712C"/>
    <w:rsid w:val="00B07F87"/>
    <w:rsid w:val="00B12013"/>
    <w:rsid w:val="00B17795"/>
    <w:rsid w:val="00B22C67"/>
    <w:rsid w:val="00B32055"/>
    <w:rsid w:val="00B3508F"/>
    <w:rsid w:val="00B42230"/>
    <w:rsid w:val="00B443EE"/>
    <w:rsid w:val="00B5036F"/>
    <w:rsid w:val="00B5230D"/>
    <w:rsid w:val="00B560C8"/>
    <w:rsid w:val="00B61150"/>
    <w:rsid w:val="00B65BC7"/>
    <w:rsid w:val="00B746B9"/>
    <w:rsid w:val="00B80FF8"/>
    <w:rsid w:val="00B8241F"/>
    <w:rsid w:val="00B848D4"/>
    <w:rsid w:val="00B865B7"/>
    <w:rsid w:val="00B91B97"/>
    <w:rsid w:val="00B949C0"/>
    <w:rsid w:val="00B94E23"/>
    <w:rsid w:val="00BA1CB1"/>
    <w:rsid w:val="00BA4178"/>
    <w:rsid w:val="00BA482D"/>
    <w:rsid w:val="00BB1755"/>
    <w:rsid w:val="00BB23F4"/>
    <w:rsid w:val="00BB3817"/>
    <w:rsid w:val="00BC20AC"/>
    <w:rsid w:val="00BC5075"/>
    <w:rsid w:val="00BC5419"/>
    <w:rsid w:val="00BD3B0F"/>
    <w:rsid w:val="00BD6CF9"/>
    <w:rsid w:val="00BE5889"/>
    <w:rsid w:val="00BF1D4C"/>
    <w:rsid w:val="00BF3F0A"/>
    <w:rsid w:val="00C03866"/>
    <w:rsid w:val="00C05EA6"/>
    <w:rsid w:val="00C14250"/>
    <w:rsid w:val="00C143C3"/>
    <w:rsid w:val="00C1739B"/>
    <w:rsid w:val="00C21ADE"/>
    <w:rsid w:val="00C26067"/>
    <w:rsid w:val="00C30A29"/>
    <w:rsid w:val="00C317DC"/>
    <w:rsid w:val="00C44298"/>
    <w:rsid w:val="00C454A6"/>
    <w:rsid w:val="00C55D6B"/>
    <w:rsid w:val="00C573B2"/>
    <w:rsid w:val="00C578E9"/>
    <w:rsid w:val="00C603E1"/>
    <w:rsid w:val="00C61486"/>
    <w:rsid w:val="00C70626"/>
    <w:rsid w:val="00C72860"/>
    <w:rsid w:val="00C73582"/>
    <w:rsid w:val="00C73B90"/>
    <w:rsid w:val="00C742EC"/>
    <w:rsid w:val="00C81AE6"/>
    <w:rsid w:val="00C82D33"/>
    <w:rsid w:val="00C85648"/>
    <w:rsid w:val="00C96AF3"/>
    <w:rsid w:val="00C97CCC"/>
    <w:rsid w:val="00CA0274"/>
    <w:rsid w:val="00CA139A"/>
    <w:rsid w:val="00CB746F"/>
    <w:rsid w:val="00CC451E"/>
    <w:rsid w:val="00CD4441"/>
    <w:rsid w:val="00CD4E9D"/>
    <w:rsid w:val="00CD4F4D"/>
    <w:rsid w:val="00CE625B"/>
    <w:rsid w:val="00CE7D19"/>
    <w:rsid w:val="00CF0CF5"/>
    <w:rsid w:val="00CF2B3E"/>
    <w:rsid w:val="00CF381D"/>
    <w:rsid w:val="00D01803"/>
    <w:rsid w:val="00D0201F"/>
    <w:rsid w:val="00D03685"/>
    <w:rsid w:val="00D068CC"/>
    <w:rsid w:val="00D07D4E"/>
    <w:rsid w:val="00D115AA"/>
    <w:rsid w:val="00D145BE"/>
    <w:rsid w:val="00D2035A"/>
    <w:rsid w:val="00D20C57"/>
    <w:rsid w:val="00D2276A"/>
    <w:rsid w:val="00D25D16"/>
    <w:rsid w:val="00D32124"/>
    <w:rsid w:val="00D4622B"/>
    <w:rsid w:val="00D474E8"/>
    <w:rsid w:val="00D534E0"/>
    <w:rsid w:val="00D54C76"/>
    <w:rsid w:val="00D551C2"/>
    <w:rsid w:val="00D5717B"/>
    <w:rsid w:val="00D632BB"/>
    <w:rsid w:val="00D71E43"/>
    <w:rsid w:val="00D7258F"/>
    <w:rsid w:val="00D727F3"/>
    <w:rsid w:val="00D735CF"/>
    <w:rsid w:val="00D73695"/>
    <w:rsid w:val="00D75EC9"/>
    <w:rsid w:val="00D810DE"/>
    <w:rsid w:val="00D8370F"/>
    <w:rsid w:val="00D87D32"/>
    <w:rsid w:val="00D91188"/>
    <w:rsid w:val="00D92C83"/>
    <w:rsid w:val="00DA0A81"/>
    <w:rsid w:val="00DA3C10"/>
    <w:rsid w:val="00DA53B5"/>
    <w:rsid w:val="00DA54B5"/>
    <w:rsid w:val="00DA74CB"/>
    <w:rsid w:val="00DC1D69"/>
    <w:rsid w:val="00DC5A3A"/>
    <w:rsid w:val="00DD0726"/>
    <w:rsid w:val="00DE1397"/>
    <w:rsid w:val="00DE552C"/>
    <w:rsid w:val="00E01164"/>
    <w:rsid w:val="00E238E6"/>
    <w:rsid w:val="00E263CC"/>
    <w:rsid w:val="00E32FD0"/>
    <w:rsid w:val="00E3468E"/>
    <w:rsid w:val="00E34CD8"/>
    <w:rsid w:val="00E35064"/>
    <w:rsid w:val="00E3681D"/>
    <w:rsid w:val="00E37992"/>
    <w:rsid w:val="00E40225"/>
    <w:rsid w:val="00E501F0"/>
    <w:rsid w:val="00E6166D"/>
    <w:rsid w:val="00E66642"/>
    <w:rsid w:val="00E7031F"/>
    <w:rsid w:val="00E77046"/>
    <w:rsid w:val="00E82308"/>
    <w:rsid w:val="00E83F7E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4D0D"/>
    <w:rsid w:val="00EF01F8"/>
    <w:rsid w:val="00EF3268"/>
    <w:rsid w:val="00EF40EF"/>
    <w:rsid w:val="00EF47FE"/>
    <w:rsid w:val="00F069BD"/>
    <w:rsid w:val="00F1480E"/>
    <w:rsid w:val="00F1497D"/>
    <w:rsid w:val="00F16AAC"/>
    <w:rsid w:val="00F21D75"/>
    <w:rsid w:val="00F30C7D"/>
    <w:rsid w:val="00F33FF2"/>
    <w:rsid w:val="00F438FC"/>
    <w:rsid w:val="00F43E2D"/>
    <w:rsid w:val="00F45D09"/>
    <w:rsid w:val="00F5616F"/>
    <w:rsid w:val="00F56451"/>
    <w:rsid w:val="00F56827"/>
    <w:rsid w:val="00F56FC3"/>
    <w:rsid w:val="00F573DE"/>
    <w:rsid w:val="00F62866"/>
    <w:rsid w:val="00F65EF0"/>
    <w:rsid w:val="00F71651"/>
    <w:rsid w:val="00F76191"/>
    <w:rsid w:val="00F76CC6"/>
    <w:rsid w:val="00F8149F"/>
    <w:rsid w:val="00F83D7C"/>
    <w:rsid w:val="00FA66F2"/>
    <w:rsid w:val="00FA6709"/>
    <w:rsid w:val="00FB232E"/>
    <w:rsid w:val="00FD557D"/>
    <w:rsid w:val="00FE0282"/>
    <w:rsid w:val="00FE124D"/>
    <w:rsid w:val="00FE745B"/>
    <w:rsid w:val="00FE792C"/>
    <w:rsid w:val="00FF00CE"/>
    <w:rsid w:val="00FF14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83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4427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45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0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D5D114C3-741A-42BC-928D-85695BE9C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E77CB6-95A2-4FD6-992D-C800CEF00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268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228</cp:revision>
  <cp:lastPrinted>2016-05-27T05:21:00Z</cp:lastPrinted>
  <dcterms:created xsi:type="dcterms:W3CDTF">2020-08-25T06:08:00Z</dcterms:created>
  <dcterms:modified xsi:type="dcterms:W3CDTF">2021-06-18T06:09:00Z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