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6347DA4B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78211C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35FDC4C" w:rsidR="00F1480E" w:rsidRPr="005404CB" w:rsidRDefault="009C1792" w:rsidP="005404CB">
            <w:pPr>
              <w:pStyle w:val="SIUNITCODE"/>
            </w:pPr>
            <w:r>
              <w:t>PPMCSK3XX</w:t>
            </w:r>
          </w:p>
        </w:tc>
        <w:tc>
          <w:tcPr>
            <w:tcW w:w="3604" w:type="pct"/>
            <w:shd w:val="clear" w:color="auto" w:fill="auto"/>
          </w:tcPr>
          <w:p w14:paraId="630C5343" w14:textId="0D0DCC9E" w:rsidR="00F1480E" w:rsidRPr="005404CB" w:rsidRDefault="006E79F4" w:rsidP="005404CB">
            <w:pPr>
              <w:pStyle w:val="SIUnittitle"/>
            </w:pPr>
            <w:r w:rsidRPr="006E79F4">
              <w:t>Operate process control equipment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41858B" w14:textId="4F931A63" w:rsidR="006E79F4" w:rsidRPr="006E79F4" w:rsidRDefault="006E79F4" w:rsidP="006E79F4">
            <w:r w:rsidRPr="006E79F4">
              <w:t xml:space="preserve">This unit of competency describes the </w:t>
            </w:r>
            <w:r w:rsidR="00917012">
              <w:t>skills and knowledge</w:t>
            </w:r>
            <w:r w:rsidR="00917012" w:rsidRPr="006E79F4">
              <w:t xml:space="preserve"> </w:t>
            </w:r>
            <w:r w:rsidRPr="006E79F4">
              <w:t>required to operate process control equipment in a pulp or paper manufacturing facility.</w:t>
            </w:r>
          </w:p>
          <w:p w14:paraId="006D1E5F" w14:textId="77777777" w:rsidR="006E79F4" w:rsidRDefault="006E79F4" w:rsidP="006E79F4"/>
          <w:p w14:paraId="10AD22C8" w14:textId="59682C71" w:rsidR="006E79F4" w:rsidRPr="006E79F4" w:rsidRDefault="006E79F4" w:rsidP="006E79F4">
            <w:r w:rsidRPr="006E79F4">
              <w:t>The unit applies to production operators and technicians who access, monitor and control and process control equipment including responding to process variations and problems</w:t>
            </w:r>
            <w:r w:rsidR="005B0DC0">
              <w:t xml:space="preserve"> involved in working </w:t>
            </w:r>
            <w:r w:rsidRPr="006E79F4">
              <w:t>within an operating environment with complex integrated equipment and continuous operations</w:t>
            </w:r>
          </w:p>
          <w:p w14:paraId="3BE32A17" w14:textId="77777777" w:rsidR="006E79F4" w:rsidRDefault="006E79F4" w:rsidP="006E79F4"/>
          <w:p w14:paraId="19ADED03" w14:textId="534CEA17" w:rsidR="00373436" w:rsidRPr="000754EC" w:rsidRDefault="006E79F4" w:rsidP="005F1374">
            <w:r w:rsidRPr="006E79F4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68E62C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8BD516B" w:rsidR="004D7BE5" w:rsidRPr="005404CB" w:rsidRDefault="005B0DC0" w:rsidP="005404CB">
            <w:pPr>
              <w:pStyle w:val="SIText"/>
            </w:pPr>
            <w:r>
              <w:t>Computer/Process Control Equipment (CSK)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E79F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2A5CB8A" w:rsidR="006E79F4" w:rsidRPr="006E79F4" w:rsidRDefault="006E79F4" w:rsidP="006E79F4">
            <w:pPr>
              <w:pStyle w:val="SIText"/>
              <w:rPr>
                <w:rStyle w:val="SITemporaryText-red"/>
              </w:rPr>
            </w:pPr>
            <w:r w:rsidRPr="006E79F4">
              <w:t>1. Access and navigate control system</w:t>
            </w:r>
          </w:p>
        </w:tc>
        <w:tc>
          <w:tcPr>
            <w:tcW w:w="3604" w:type="pct"/>
            <w:shd w:val="clear" w:color="auto" w:fill="auto"/>
          </w:tcPr>
          <w:p w14:paraId="17D25C50" w14:textId="79263AE1" w:rsidR="008A2692" w:rsidRDefault="008A2692" w:rsidP="006E79F4">
            <w:r>
              <w:t>1.1 Receive and give shift handover</w:t>
            </w:r>
          </w:p>
          <w:p w14:paraId="2928BE80" w14:textId="65FE8C58" w:rsidR="00ED0962" w:rsidRPr="00ED0962" w:rsidRDefault="00ED0962" w:rsidP="00ED0962">
            <w:r>
              <w:t>1.</w:t>
            </w:r>
            <w:r w:rsidR="00E249FF">
              <w:t>2</w:t>
            </w:r>
            <w:r>
              <w:t xml:space="preserve"> </w:t>
            </w:r>
            <w:r w:rsidRPr="00ED0962">
              <w:t xml:space="preserve">Identify, control and report </w:t>
            </w:r>
            <w:r w:rsidR="00757B57">
              <w:t xml:space="preserve">safety risks and </w:t>
            </w:r>
            <w:r w:rsidRPr="00ED0962">
              <w:t>hazards</w:t>
            </w:r>
          </w:p>
          <w:p w14:paraId="7A67A82F" w14:textId="0C53A56F" w:rsidR="006E79F4" w:rsidRDefault="006E79F4" w:rsidP="006E79F4">
            <w:r w:rsidRPr="006E79F4">
              <w:t>1.</w:t>
            </w:r>
            <w:r w:rsidR="00E249FF">
              <w:t>3</w:t>
            </w:r>
            <w:r w:rsidRPr="006E79F4">
              <w:t xml:space="preserve">. Identify </w:t>
            </w:r>
            <w:r w:rsidR="00F35C14">
              <w:t xml:space="preserve">and check operational status of </w:t>
            </w:r>
            <w:r w:rsidRPr="006E79F4">
              <w:t>control system</w:t>
            </w:r>
          </w:p>
          <w:p w14:paraId="75AC1C1D" w14:textId="4FC7E4FB" w:rsidR="006E79F4" w:rsidRPr="006E79F4" w:rsidRDefault="006E79F4" w:rsidP="006E79F4">
            <w:r w:rsidRPr="006E79F4">
              <w:t>1.</w:t>
            </w:r>
            <w:r w:rsidR="00E249FF">
              <w:t>4</w:t>
            </w:r>
            <w:r w:rsidRPr="006E79F4">
              <w:t xml:space="preserve"> </w:t>
            </w:r>
            <w:r w:rsidR="00F35C14">
              <w:t xml:space="preserve">Use </w:t>
            </w:r>
            <w:r w:rsidR="00ED0962">
              <w:t>control screens to a</w:t>
            </w:r>
            <w:r w:rsidRPr="006E79F4">
              <w:t xml:space="preserve">ccess control system </w:t>
            </w:r>
          </w:p>
          <w:p w14:paraId="0F6BCA09" w14:textId="359E4C6C" w:rsidR="006E79F4" w:rsidRPr="006E79F4" w:rsidRDefault="006E79F4" w:rsidP="006E79F4">
            <w:pPr>
              <w:pStyle w:val="SIText"/>
              <w:rPr>
                <w:rStyle w:val="SITemporaryText-red"/>
              </w:rPr>
            </w:pPr>
            <w:r w:rsidRPr="006E79F4">
              <w:t>1.</w:t>
            </w:r>
            <w:r w:rsidR="00E249FF">
              <w:t>5</w:t>
            </w:r>
            <w:r w:rsidRPr="006E79F4">
              <w:t xml:space="preserve"> Navigate control system to meet job </w:t>
            </w:r>
            <w:r w:rsidR="00794458">
              <w:t xml:space="preserve">and specifications </w:t>
            </w:r>
            <w:r w:rsidRPr="006E79F4">
              <w:t>requirements</w:t>
            </w:r>
          </w:p>
        </w:tc>
      </w:tr>
      <w:tr w:rsidR="006E79F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3C9455AD" w:rsidR="006E79F4" w:rsidRPr="006E79F4" w:rsidRDefault="006E79F4" w:rsidP="006E79F4">
            <w:pPr>
              <w:pStyle w:val="SIText"/>
              <w:rPr>
                <w:rStyle w:val="SITemporaryText-red"/>
              </w:rPr>
            </w:pPr>
            <w:r w:rsidRPr="006E79F4">
              <w:t>2. Monitor and control process</w:t>
            </w:r>
          </w:p>
        </w:tc>
        <w:tc>
          <w:tcPr>
            <w:tcW w:w="3604" w:type="pct"/>
            <w:shd w:val="clear" w:color="auto" w:fill="auto"/>
          </w:tcPr>
          <w:p w14:paraId="3623F045" w14:textId="14E69F88" w:rsidR="006E79F4" w:rsidRPr="006E79F4" w:rsidRDefault="006E79F4" w:rsidP="006E79F4">
            <w:r w:rsidRPr="006E79F4">
              <w:t xml:space="preserve">2.1 Monitor key variables </w:t>
            </w:r>
            <w:r w:rsidR="00D604A7">
              <w:t xml:space="preserve">frequently </w:t>
            </w:r>
            <w:r w:rsidRPr="006E79F4">
              <w:t>using control screen/s to check process status</w:t>
            </w:r>
          </w:p>
          <w:p w14:paraId="07EE19E6" w14:textId="067056C7" w:rsidR="006E79F4" w:rsidRPr="006E79F4" w:rsidRDefault="006E79F4" w:rsidP="006E79F4">
            <w:pPr>
              <w:pStyle w:val="SIText"/>
              <w:rPr>
                <w:rStyle w:val="SITemporaryText-red"/>
              </w:rPr>
            </w:pPr>
            <w:r w:rsidRPr="006E79F4">
              <w:t xml:space="preserve">2.2 Make equipment adjustments using process control systems </w:t>
            </w:r>
            <w:r w:rsidR="00D604A7">
              <w:t>according to</w:t>
            </w:r>
            <w:r w:rsidRPr="006E79F4">
              <w:t xml:space="preserve"> </w:t>
            </w:r>
            <w:r w:rsidR="00D604A7">
              <w:t xml:space="preserve">operating and </w:t>
            </w:r>
            <w:r w:rsidRPr="006E79F4">
              <w:t xml:space="preserve">work health and safety </w:t>
            </w:r>
            <w:r w:rsidR="00D604A7">
              <w:t>procedures</w:t>
            </w:r>
          </w:p>
        </w:tc>
      </w:tr>
      <w:tr w:rsidR="006E79F4" w:rsidRPr="00963A46" w14:paraId="5FB66A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07CF72" w14:textId="6D2C254C" w:rsidR="006E79F4" w:rsidRPr="006E79F4" w:rsidRDefault="006E79F4" w:rsidP="006E79F4">
            <w:pPr>
              <w:pStyle w:val="SIText"/>
              <w:rPr>
                <w:rStyle w:val="SITemporaryText-red"/>
              </w:rPr>
            </w:pPr>
            <w:r w:rsidRPr="006E79F4">
              <w:t>3. Respond to process variations and problems</w:t>
            </w:r>
          </w:p>
        </w:tc>
        <w:tc>
          <w:tcPr>
            <w:tcW w:w="3604" w:type="pct"/>
            <w:shd w:val="clear" w:color="auto" w:fill="auto"/>
          </w:tcPr>
          <w:p w14:paraId="779230E6" w14:textId="1EBDCE90" w:rsidR="006E79F4" w:rsidRPr="006E79F4" w:rsidRDefault="006E79F4" w:rsidP="006E79F4">
            <w:r w:rsidRPr="006E79F4">
              <w:t>3.1</w:t>
            </w:r>
            <w:r w:rsidR="00C85F6F">
              <w:t xml:space="preserve"> </w:t>
            </w:r>
            <w:r w:rsidRPr="006E79F4">
              <w:t>Identify process variations</w:t>
            </w:r>
            <w:r w:rsidR="00062EF6">
              <w:t xml:space="preserve"> </w:t>
            </w:r>
            <w:r w:rsidR="00DA2CE4">
              <w:t>through faulty signal sources</w:t>
            </w:r>
          </w:p>
          <w:p w14:paraId="3E6ADC4B" w14:textId="72AA1B9D" w:rsidR="006E79F4" w:rsidRPr="006E79F4" w:rsidRDefault="006E79F4" w:rsidP="006E79F4">
            <w:r w:rsidRPr="006E79F4">
              <w:t>3.2 Adjust equipment in response to process variations and alarms</w:t>
            </w:r>
            <w:r w:rsidR="002D6ACF">
              <w:t xml:space="preserve"> and specification</w:t>
            </w:r>
            <w:r w:rsidR="00794458">
              <w:t>s</w:t>
            </w:r>
            <w:r w:rsidR="002D6ACF">
              <w:t xml:space="preserve"> requirements</w:t>
            </w:r>
          </w:p>
          <w:p w14:paraId="5AADFC57" w14:textId="232013B9" w:rsidR="006E79F4" w:rsidRPr="006E79F4" w:rsidRDefault="006E79F4" w:rsidP="006E79F4">
            <w:pPr>
              <w:pStyle w:val="SIText"/>
              <w:rPr>
                <w:rStyle w:val="SITemporaryText-red"/>
              </w:rPr>
            </w:pPr>
            <w:r w:rsidRPr="006E79F4">
              <w:t xml:space="preserve">3.3 Report process variations according to </w:t>
            </w:r>
            <w:r w:rsidR="002D6ACF">
              <w:t>organisational</w:t>
            </w:r>
            <w:r w:rsidR="002D6ACF" w:rsidRPr="006E79F4">
              <w:t xml:space="preserve"> </w:t>
            </w:r>
            <w:r w:rsidRPr="006E79F4">
              <w:t>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C1792" w:rsidRPr="00336FCA" w:rsidDel="00423CB2" w14:paraId="2F32D798" w14:textId="77777777" w:rsidTr="000304D9">
        <w:tc>
          <w:tcPr>
            <w:tcW w:w="1396" w:type="pct"/>
          </w:tcPr>
          <w:p w14:paraId="68E990B6" w14:textId="77777777" w:rsidR="009C1792" w:rsidRPr="009C1792" w:rsidRDefault="009C1792" w:rsidP="009C1792">
            <w:pPr>
              <w:pStyle w:val="SIText"/>
              <w:rPr>
                <w:rStyle w:val="SITemporaryText-red"/>
              </w:rPr>
            </w:pPr>
            <w:r w:rsidRPr="006E79F4">
              <w:t xml:space="preserve">Reading </w:t>
            </w:r>
          </w:p>
        </w:tc>
        <w:tc>
          <w:tcPr>
            <w:tcW w:w="3604" w:type="pct"/>
          </w:tcPr>
          <w:p w14:paraId="636184DC" w14:textId="77777777" w:rsidR="009C1792" w:rsidRPr="009C1792" w:rsidRDefault="009C1792" w:rsidP="009C179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9C1792">
              <w:t>nterpret information from a range of workplace documentation including standard operating procedures, operation manuals, checklists, drawings and signage</w:t>
            </w:r>
          </w:p>
        </w:tc>
      </w:tr>
      <w:tr w:rsidR="009C1792" w:rsidRPr="00336FCA" w:rsidDel="00423CB2" w14:paraId="21C171B8" w14:textId="77777777" w:rsidTr="000304D9">
        <w:tc>
          <w:tcPr>
            <w:tcW w:w="1396" w:type="pct"/>
          </w:tcPr>
          <w:p w14:paraId="4C85BCBB" w14:textId="77777777" w:rsidR="009C1792" w:rsidRPr="009C1792" w:rsidRDefault="009C1792" w:rsidP="009C1792">
            <w:pPr>
              <w:pStyle w:val="SIText"/>
              <w:rPr>
                <w:rStyle w:val="SITemporaryText-red"/>
              </w:rPr>
            </w:pPr>
            <w:r w:rsidRPr="006E79F4">
              <w:t xml:space="preserve">Writing </w:t>
            </w:r>
          </w:p>
        </w:tc>
        <w:tc>
          <w:tcPr>
            <w:tcW w:w="3604" w:type="pct"/>
          </w:tcPr>
          <w:p w14:paraId="41A63BF5" w14:textId="77777777" w:rsidR="009C1792" w:rsidRPr="009C1792" w:rsidRDefault="009C1792" w:rsidP="009C1792">
            <w:pPr>
              <w:pStyle w:val="SIBulletList1"/>
            </w:pPr>
            <w:r>
              <w:t>R</w:t>
            </w:r>
            <w:r w:rsidRPr="009C1792">
              <w:t xml:space="preserve">ecord shift data using </w:t>
            </w:r>
            <w:proofErr w:type="gramStart"/>
            <w:r w:rsidRPr="009C1792">
              <w:t>log books</w:t>
            </w:r>
            <w:proofErr w:type="gramEnd"/>
            <w:r w:rsidRPr="009C1792">
              <w:t xml:space="preserve"> or computer systems</w:t>
            </w:r>
          </w:p>
          <w:p w14:paraId="215700AB" w14:textId="77777777" w:rsidR="009C1792" w:rsidRPr="009C1792" w:rsidRDefault="009C1792" w:rsidP="009C179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R</w:t>
            </w:r>
            <w:r w:rsidRPr="009C1792">
              <w:t>ecord equipment malfunctions and product or part deviations using clear language and industry terminology</w:t>
            </w:r>
          </w:p>
        </w:tc>
      </w:tr>
      <w:tr w:rsidR="009C1792" w:rsidRPr="00336FCA" w:rsidDel="00423CB2" w14:paraId="76DC47D5" w14:textId="77777777" w:rsidTr="000304D9">
        <w:tc>
          <w:tcPr>
            <w:tcW w:w="1396" w:type="pct"/>
          </w:tcPr>
          <w:p w14:paraId="0BE1E3A4" w14:textId="77777777" w:rsidR="009C1792" w:rsidRPr="009C1792" w:rsidRDefault="009C1792" w:rsidP="009C1792">
            <w:pPr>
              <w:pStyle w:val="SIText"/>
              <w:rPr>
                <w:rStyle w:val="SITemporaryText-red"/>
              </w:rPr>
            </w:pPr>
            <w:r w:rsidRPr="006E79F4">
              <w:t xml:space="preserve">Communication </w:t>
            </w:r>
          </w:p>
        </w:tc>
        <w:tc>
          <w:tcPr>
            <w:tcW w:w="3604" w:type="pct"/>
          </w:tcPr>
          <w:p w14:paraId="73E6C339" w14:textId="77777777" w:rsidR="009C1792" w:rsidRPr="009C1792" w:rsidRDefault="009C1792" w:rsidP="009C179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R</w:t>
            </w:r>
            <w:r w:rsidRPr="009C1792">
              <w:t>espond to non-verbal signals including hand signals and alarms</w:t>
            </w:r>
          </w:p>
        </w:tc>
      </w:tr>
      <w:tr w:rsidR="006E79F4" w:rsidRPr="00336FCA" w:rsidDel="00423CB2" w14:paraId="2C76F5B3" w14:textId="77777777" w:rsidTr="00CA2922">
        <w:tc>
          <w:tcPr>
            <w:tcW w:w="1396" w:type="pct"/>
          </w:tcPr>
          <w:p w14:paraId="3D708245" w14:textId="6B8101CD" w:rsidR="006E79F4" w:rsidRPr="006E79F4" w:rsidRDefault="006E79F4" w:rsidP="006E79F4">
            <w:pPr>
              <w:pStyle w:val="SIText"/>
              <w:rPr>
                <w:rStyle w:val="SITemporaryText-red"/>
              </w:rPr>
            </w:pPr>
            <w:r w:rsidRPr="006E79F4">
              <w:t xml:space="preserve">Numeracy </w:t>
            </w:r>
          </w:p>
        </w:tc>
        <w:tc>
          <w:tcPr>
            <w:tcW w:w="3604" w:type="pct"/>
          </w:tcPr>
          <w:p w14:paraId="436F853D" w14:textId="4F2F153A" w:rsidR="006E79F4" w:rsidRPr="006E79F4" w:rsidRDefault="009C1792" w:rsidP="006E79F4">
            <w:pPr>
              <w:pStyle w:val="SIBulletList1"/>
            </w:pPr>
            <w:r>
              <w:t>I</w:t>
            </w:r>
            <w:r w:rsidR="006E79F4" w:rsidRPr="006E79F4">
              <w:t xml:space="preserve">nterpret </w:t>
            </w:r>
            <w:r>
              <w:t xml:space="preserve">numerical </w:t>
            </w:r>
            <w:r w:rsidR="00D604A7">
              <w:t>readings</w:t>
            </w:r>
            <w:r w:rsidR="00E02E1B">
              <w:t xml:space="preserve"> on</w:t>
            </w:r>
            <w:r w:rsidR="00D604A7">
              <w:t xml:space="preserve"> </w:t>
            </w:r>
            <w:r w:rsidR="006E79F4" w:rsidRPr="006E79F4">
              <w:t>instruments and gauges</w:t>
            </w:r>
          </w:p>
          <w:p w14:paraId="204259AD" w14:textId="3C3CAF3C" w:rsidR="006E79F4" w:rsidRPr="006E79F4" w:rsidRDefault="009C1792" w:rsidP="006E79F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6E79F4" w:rsidRPr="006E79F4">
              <w:t>nterpret symbols used in process controls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3216DD4C" w:rsidR="004D7BE5" w:rsidRPr="0083328F" w:rsidRDefault="00E6581C" w:rsidP="008332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>PPMCSK3</w:t>
            </w:r>
            <w:r w:rsidR="0083328F" w:rsidRPr="005F1374">
              <w:rPr>
                <w:rStyle w:val="SITemporaryText-red"/>
                <w:color w:val="auto"/>
                <w:sz w:val="20"/>
              </w:rPr>
              <w:t>XX</w:t>
            </w:r>
            <w:r w:rsidRPr="005F1374">
              <w:rPr>
                <w:rStyle w:val="SITemporaryText-red"/>
                <w:color w:val="auto"/>
                <w:sz w:val="20"/>
              </w:rPr>
              <w:t xml:space="preserve"> Operate process control equipment</w:t>
            </w:r>
          </w:p>
        </w:tc>
        <w:tc>
          <w:tcPr>
            <w:tcW w:w="1105" w:type="pct"/>
          </w:tcPr>
          <w:p w14:paraId="3ABAE0D4" w14:textId="78C5902B" w:rsidR="004D7BE5" w:rsidRPr="0083328F" w:rsidRDefault="00E6581C" w:rsidP="008332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>PPMCSK310 Operate process control equipment</w:t>
            </w:r>
          </w:p>
        </w:tc>
        <w:tc>
          <w:tcPr>
            <w:tcW w:w="1251" w:type="pct"/>
          </w:tcPr>
          <w:p w14:paraId="2E4FFBEF" w14:textId="25CD0F50" w:rsidR="004D7BE5" w:rsidRPr="0083328F" w:rsidRDefault="0083328F" w:rsidP="008332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>Changes to performance criteria, foundation skills. Assessment requirements updated</w:t>
            </w:r>
            <w:r w:rsidR="00B01015">
              <w:rPr>
                <w:rStyle w:val="SITemporaryText-red"/>
              </w:rPr>
              <w:t>.</w:t>
            </w:r>
          </w:p>
        </w:tc>
        <w:tc>
          <w:tcPr>
            <w:tcW w:w="1616" w:type="pct"/>
          </w:tcPr>
          <w:p w14:paraId="4D80CE46" w14:textId="51070A97" w:rsidR="004D7BE5" w:rsidRPr="0083328F" w:rsidRDefault="0083328F" w:rsidP="008332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7F1B58A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E79F4" w:rsidRPr="006E79F4">
              <w:t>PPMCSK3</w:t>
            </w:r>
            <w:r w:rsidR="00E35D19">
              <w:t>XX</w:t>
            </w:r>
            <w:r w:rsidR="006E79F4" w:rsidRPr="006E79F4">
              <w:t xml:space="preserve"> Operate process control equipment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2F70964E" w:rsidR="0026394F" w:rsidRPr="005F1374" w:rsidRDefault="006E42FE" w:rsidP="008332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5F1374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5F1374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5F1374">
              <w:rPr>
                <w:rStyle w:val="SITemporaryText-red"/>
                <w:color w:val="auto"/>
                <w:sz w:val="20"/>
              </w:rPr>
              <w:t>in</w:t>
            </w:r>
            <w:r w:rsidRPr="005F1374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0D430DA6" w14:textId="77777777" w:rsidR="0078211C" w:rsidRPr="005F1374" w:rsidRDefault="0078211C" w:rsidP="0083328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D750AAF" w14:textId="70B8A9E0" w:rsidR="006E79F4" w:rsidRPr="006E79F4" w:rsidRDefault="007A300D" w:rsidP="005F1374">
            <w:pPr>
              <w:pStyle w:val="SIText"/>
            </w:pPr>
            <w:r w:rsidRPr="0083328F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0C0059" w:rsidRPr="005F1374">
              <w:rPr>
                <w:rStyle w:val="SITemporaryText-red"/>
                <w:color w:val="auto"/>
                <w:sz w:val="20"/>
              </w:rPr>
              <w:t xml:space="preserve">safely </w:t>
            </w:r>
            <w:r w:rsidR="006E79F4" w:rsidRPr="006E79F4">
              <w:t>operate</w:t>
            </w:r>
            <w:r w:rsidR="0083328F">
              <w:t>d</w:t>
            </w:r>
            <w:r w:rsidR="006E79F4" w:rsidRPr="006E79F4">
              <w:t xml:space="preserve"> process control equipment</w:t>
            </w:r>
            <w:r w:rsidR="00F91968">
              <w:t xml:space="preserve"> </w:t>
            </w:r>
            <w:r w:rsidR="00E35D19">
              <w:t xml:space="preserve">for at least two operational </w:t>
            </w:r>
            <w:r w:rsidR="006E79F4" w:rsidRPr="006E79F4">
              <w:t xml:space="preserve">intervals, associated with </w:t>
            </w:r>
            <w:r w:rsidR="00E62EEC">
              <w:t xml:space="preserve">one of the following </w:t>
            </w:r>
            <w:r w:rsidR="006E79F4" w:rsidRPr="006E79F4">
              <w:t>integrated systems:</w:t>
            </w:r>
          </w:p>
          <w:p w14:paraId="4E27A77A" w14:textId="77777777" w:rsidR="006E79F4" w:rsidRPr="006E79F4" w:rsidRDefault="006E79F4" w:rsidP="006E79F4">
            <w:pPr>
              <w:pStyle w:val="SIBulletList2"/>
            </w:pPr>
            <w:r w:rsidRPr="006E79F4">
              <w:t>primary resources processes</w:t>
            </w:r>
          </w:p>
          <w:p w14:paraId="6250CD3C" w14:textId="77777777" w:rsidR="006E79F4" w:rsidRPr="006E79F4" w:rsidRDefault="006E79F4" w:rsidP="006E79F4">
            <w:pPr>
              <w:pStyle w:val="SIBulletList2"/>
            </w:pPr>
            <w:proofErr w:type="gramStart"/>
            <w:r w:rsidRPr="006E79F4">
              <w:t>waste paper</w:t>
            </w:r>
            <w:proofErr w:type="gramEnd"/>
            <w:r w:rsidRPr="006E79F4">
              <w:t xml:space="preserve"> handling processes</w:t>
            </w:r>
          </w:p>
          <w:p w14:paraId="50DE4F70" w14:textId="77777777" w:rsidR="006E79F4" w:rsidRPr="006E79F4" w:rsidRDefault="006E79F4" w:rsidP="006E79F4">
            <w:pPr>
              <w:pStyle w:val="SIBulletList2"/>
            </w:pPr>
            <w:proofErr w:type="gramStart"/>
            <w:r w:rsidRPr="006E79F4">
              <w:t>waste paper</w:t>
            </w:r>
            <w:proofErr w:type="gramEnd"/>
            <w:r w:rsidRPr="006E79F4">
              <w:t xml:space="preserve"> operations processes</w:t>
            </w:r>
          </w:p>
          <w:p w14:paraId="7B9A50F4" w14:textId="77777777" w:rsidR="006E79F4" w:rsidRPr="006E79F4" w:rsidRDefault="006E79F4" w:rsidP="006E79F4">
            <w:pPr>
              <w:pStyle w:val="SIBulletList2"/>
            </w:pPr>
            <w:r w:rsidRPr="006E79F4">
              <w:t>pulping processes</w:t>
            </w:r>
          </w:p>
          <w:p w14:paraId="6A20959A" w14:textId="77777777" w:rsidR="006E79F4" w:rsidRPr="006E79F4" w:rsidRDefault="006E79F4" w:rsidP="006E79F4">
            <w:pPr>
              <w:pStyle w:val="SIBulletList2"/>
            </w:pPr>
            <w:r w:rsidRPr="006E79F4">
              <w:t>chemical recovery systems</w:t>
            </w:r>
          </w:p>
          <w:p w14:paraId="7F18239C" w14:textId="77777777" w:rsidR="006E79F4" w:rsidRPr="006E79F4" w:rsidRDefault="006E79F4" w:rsidP="006E79F4">
            <w:pPr>
              <w:pStyle w:val="SIBulletList2"/>
            </w:pPr>
            <w:r w:rsidRPr="006E79F4">
              <w:t>stock preparation systems</w:t>
            </w:r>
          </w:p>
          <w:p w14:paraId="5C1B22BD" w14:textId="77777777" w:rsidR="006E79F4" w:rsidRPr="006E79F4" w:rsidRDefault="006E79F4" w:rsidP="006E79F4">
            <w:pPr>
              <w:pStyle w:val="SIBulletList2"/>
            </w:pPr>
            <w:r w:rsidRPr="006E79F4">
              <w:t>wet end processes</w:t>
            </w:r>
          </w:p>
          <w:p w14:paraId="18108B4C" w14:textId="77777777" w:rsidR="006E79F4" w:rsidRPr="006E79F4" w:rsidRDefault="006E79F4" w:rsidP="006E79F4">
            <w:pPr>
              <w:pStyle w:val="SIBulletList2"/>
            </w:pPr>
            <w:r w:rsidRPr="006E79F4">
              <w:t>dry end processes</w:t>
            </w:r>
          </w:p>
          <w:p w14:paraId="4DBCA5E5" w14:textId="77777777" w:rsidR="006E79F4" w:rsidRPr="006E79F4" w:rsidRDefault="006E79F4" w:rsidP="006E79F4">
            <w:pPr>
              <w:pStyle w:val="SIBulletList2"/>
            </w:pPr>
            <w:r w:rsidRPr="006E79F4">
              <w:t>finishing and converting processes</w:t>
            </w:r>
          </w:p>
          <w:p w14:paraId="59352060" w14:textId="77777777" w:rsidR="006E79F4" w:rsidRPr="006E79F4" w:rsidRDefault="006E79F4" w:rsidP="006E79F4">
            <w:pPr>
              <w:pStyle w:val="SIBulletList2"/>
            </w:pPr>
            <w:r w:rsidRPr="006E79F4">
              <w:t>warehousing and dispatch process</w:t>
            </w:r>
          </w:p>
          <w:p w14:paraId="6627E913" w14:textId="77777777" w:rsidR="006E79F4" w:rsidRPr="006E79F4" w:rsidRDefault="006E79F4" w:rsidP="006E79F4">
            <w:pPr>
              <w:pStyle w:val="SIBulletList2"/>
            </w:pPr>
            <w:r w:rsidRPr="006E79F4">
              <w:t>water services processes</w:t>
            </w:r>
          </w:p>
          <w:p w14:paraId="4BFF3384" w14:textId="77777777" w:rsidR="006E79F4" w:rsidRPr="006E79F4" w:rsidRDefault="006E79F4" w:rsidP="006E79F4">
            <w:pPr>
              <w:pStyle w:val="SIBulletList2"/>
            </w:pPr>
            <w:r w:rsidRPr="006E79F4">
              <w:t>steam generation processes</w:t>
            </w:r>
          </w:p>
          <w:p w14:paraId="186834A2" w14:textId="010436F0" w:rsidR="006E79F4" w:rsidRDefault="006E79F4" w:rsidP="006E79F4">
            <w:pPr>
              <w:pStyle w:val="SIBulletList2"/>
            </w:pPr>
            <w:r w:rsidRPr="006E79F4">
              <w:t>electrical power generation processes</w:t>
            </w:r>
            <w:r w:rsidR="00A608E4">
              <w:t>.</w:t>
            </w:r>
          </w:p>
          <w:p w14:paraId="19BC4811" w14:textId="7AA5049F" w:rsidR="00A608E4" w:rsidRDefault="00A608E4" w:rsidP="00A608E4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27AF5095" w14:textId="30A5CEC8" w:rsidR="00A608E4" w:rsidRPr="006E79F4" w:rsidRDefault="00A608E4" w:rsidP="005F1374">
            <w:pPr>
              <w:pStyle w:val="SIText"/>
            </w:pPr>
            <w:r>
              <w:t xml:space="preserve">In </w:t>
            </w:r>
            <w:r w:rsidR="00F91968">
              <w:t>completing the above, there must also be evidence that the individual has</w:t>
            </w:r>
            <w:r w:rsidR="00E62EEC">
              <w:t xml:space="preserve">, for </w:t>
            </w:r>
            <w:proofErr w:type="gramStart"/>
            <w:r w:rsidR="00E62EEC">
              <w:t>the each</w:t>
            </w:r>
            <w:proofErr w:type="gramEnd"/>
            <w:r w:rsidR="00E62EEC">
              <w:t xml:space="preserve"> interval</w:t>
            </w:r>
            <w:r w:rsidR="00F91968">
              <w:t>:</w:t>
            </w:r>
          </w:p>
          <w:p w14:paraId="53186455" w14:textId="5B1F3731" w:rsidR="000C0059" w:rsidRDefault="000C0059" w:rsidP="006E79F4">
            <w:pPr>
              <w:pStyle w:val="SIBulletList1"/>
            </w:pPr>
            <w:r>
              <w:t xml:space="preserve">conducted a risk </w:t>
            </w:r>
            <w:r w:rsidR="003650C9">
              <w:t>assessment and applied control measures</w:t>
            </w:r>
          </w:p>
          <w:p w14:paraId="70B7F0FB" w14:textId="6C354802" w:rsidR="006E79F4" w:rsidRPr="006E79F4" w:rsidRDefault="006E79F4" w:rsidP="006E79F4">
            <w:pPr>
              <w:pStyle w:val="SIBulletList1"/>
            </w:pPr>
            <w:r w:rsidRPr="006E79F4">
              <w:t>monitor</w:t>
            </w:r>
            <w:r w:rsidR="00F91968">
              <w:t>ed</w:t>
            </w:r>
            <w:r w:rsidRPr="006E79F4">
              <w:t xml:space="preserve"> key variables during the operation of process control equipment including:</w:t>
            </w:r>
          </w:p>
          <w:p w14:paraId="5BA4CDFC" w14:textId="77777777" w:rsidR="006E79F4" w:rsidRPr="006E79F4" w:rsidRDefault="006E79F4" w:rsidP="006E79F4">
            <w:pPr>
              <w:pStyle w:val="SIBulletList2"/>
            </w:pPr>
            <w:r w:rsidRPr="006E79F4">
              <w:t>speed</w:t>
            </w:r>
          </w:p>
          <w:p w14:paraId="5C7F1FAD" w14:textId="77777777" w:rsidR="006E79F4" w:rsidRPr="006E79F4" w:rsidRDefault="006E79F4" w:rsidP="006E79F4">
            <w:pPr>
              <w:pStyle w:val="SIBulletList2"/>
            </w:pPr>
            <w:r w:rsidRPr="006E79F4">
              <w:t>output rate</w:t>
            </w:r>
          </w:p>
          <w:p w14:paraId="13EF159A" w14:textId="77777777" w:rsidR="006E79F4" w:rsidRPr="006E79F4" w:rsidRDefault="006E79F4" w:rsidP="006E79F4">
            <w:pPr>
              <w:pStyle w:val="SIBulletList2"/>
            </w:pPr>
            <w:r w:rsidRPr="006E79F4">
              <w:t>product integrity and general conformance to specification</w:t>
            </w:r>
          </w:p>
          <w:p w14:paraId="561C820C" w14:textId="0497C99F" w:rsidR="006E79F4" w:rsidRPr="006E79F4" w:rsidRDefault="006E79F4" w:rsidP="006E79F4">
            <w:pPr>
              <w:pStyle w:val="SIBulletList1"/>
            </w:pPr>
            <w:r w:rsidRPr="006E79F4">
              <w:t>access</w:t>
            </w:r>
            <w:r w:rsidR="00F91968">
              <w:t>ed</w:t>
            </w:r>
            <w:r w:rsidRPr="006E79F4">
              <w:t xml:space="preserve"> and navigate</w:t>
            </w:r>
            <w:r w:rsidR="00F91968">
              <w:t>d</w:t>
            </w:r>
            <w:r w:rsidRPr="006E79F4">
              <w:t xml:space="preserve"> control systems</w:t>
            </w:r>
          </w:p>
          <w:p w14:paraId="432FABDD" w14:textId="5FC19D95" w:rsidR="004D7BE5" w:rsidRPr="005404CB" w:rsidRDefault="00F91968" w:rsidP="00F91968">
            <w:pPr>
              <w:pStyle w:val="SIBulletList1"/>
            </w:pPr>
            <w:r w:rsidRPr="006E79F4">
              <w:t>ma</w:t>
            </w:r>
            <w:r>
              <w:t>d</w:t>
            </w:r>
            <w:r w:rsidRPr="006E79F4">
              <w:t xml:space="preserve">e </w:t>
            </w:r>
            <w:r w:rsidR="006E79F4" w:rsidRPr="006E79F4">
              <w:t xml:space="preserve">process adjustments </w:t>
            </w:r>
            <w:r>
              <w:t xml:space="preserve">to respond to </w:t>
            </w:r>
            <w:r w:rsidR="00B759C1">
              <w:t>variations</w:t>
            </w:r>
            <w:r>
              <w:t xml:space="preserve"> and problems.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5F1374" w:rsidRDefault="006E42FE" w:rsidP="006550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7E708C2" w14:textId="77777777" w:rsidR="0065508F" w:rsidRDefault="006E79F4" w:rsidP="006E79F4">
            <w:pPr>
              <w:pStyle w:val="SIBulletList1"/>
            </w:pPr>
            <w:r w:rsidRPr="006E79F4">
              <w:t>procedures, regulations and workplace requirements relevant to operating process control equipment including</w:t>
            </w:r>
            <w:r w:rsidR="0065508F">
              <w:t>:</w:t>
            </w:r>
          </w:p>
          <w:p w14:paraId="15317F19" w14:textId="452F51D6" w:rsidR="00210E13" w:rsidRPr="00210E13" w:rsidRDefault="00210E13" w:rsidP="00210E13">
            <w:pPr>
              <w:pStyle w:val="SIBulletList2"/>
            </w:pPr>
            <w:r>
              <w:t>c</w:t>
            </w:r>
            <w:r w:rsidRPr="00210E13">
              <w:t>omputer-controlled machine operating procedure</w:t>
            </w:r>
            <w:r>
              <w:t>s</w:t>
            </w:r>
          </w:p>
          <w:p w14:paraId="0B0AEE25" w14:textId="2F6094D2" w:rsidR="00695ED2" w:rsidRPr="00695ED2" w:rsidRDefault="0065508F" w:rsidP="005F1374">
            <w:pPr>
              <w:pStyle w:val="SIBulletList2"/>
            </w:pPr>
            <w:r>
              <w:t>work health and safety requirements</w:t>
            </w:r>
            <w:r w:rsidR="00695ED2" w:rsidRPr="006E79F4">
              <w:t xml:space="preserve">, </w:t>
            </w:r>
            <w:r w:rsidR="00B759C1">
              <w:t xml:space="preserve">and </w:t>
            </w:r>
            <w:r w:rsidR="00695ED2" w:rsidRPr="006E79F4">
              <w:t xml:space="preserve">the use of </w:t>
            </w:r>
            <w:r w:rsidR="00B759C1">
              <w:t>personal protective equipment</w:t>
            </w:r>
            <w:r w:rsidR="00695ED2" w:rsidRPr="006E79F4">
              <w:t xml:space="preserve"> in relation to handling materials, equipment operation and clean up</w:t>
            </w:r>
          </w:p>
          <w:p w14:paraId="4FE90D95" w14:textId="7B00DC3D" w:rsidR="0065508F" w:rsidRDefault="00695ED2" w:rsidP="0065508F">
            <w:pPr>
              <w:pStyle w:val="SIBulletList2"/>
            </w:pPr>
            <w:r w:rsidRPr="006E79F4">
              <w:t xml:space="preserve">hazard </w:t>
            </w:r>
            <w:r w:rsidR="00B759C1">
              <w:t xml:space="preserve">identification and </w:t>
            </w:r>
            <w:r w:rsidRPr="006E79F4">
              <w:t>control</w:t>
            </w:r>
            <w:r w:rsidR="00B759C1">
              <w:t xml:space="preserve"> procedures</w:t>
            </w:r>
          </w:p>
          <w:p w14:paraId="219FA72E" w14:textId="21C74E6C" w:rsidR="00210E13" w:rsidRDefault="00210E13" w:rsidP="0065508F">
            <w:pPr>
              <w:pStyle w:val="SIBulletList2"/>
            </w:pPr>
            <w:r>
              <w:t>standard operating procedures</w:t>
            </w:r>
          </w:p>
          <w:p w14:paraId="0215BEE5" w14:textId="76185149" w:rsidR="00210E13" w:rsidRDefault="006E79F4" w:rsidP="0065508F">
            <w:pPr>
              <w:pStyle w:val="SIBulletList2"/>
            </w:pPr>
            <w:r w:rsidRPr="006E79F4">
              <w:t>isolation procedures</w:t>
            </w:r>
          </w:p>
          <w:p w14:paraId="70C9EA71" w14:textId="630803F1" w:rsidR="00210E13" w:rsidRDefault="00210E13" w:rsidP="0065508F">
            <w:pPr>
              <w:pStyle w:val="SIBulletList2"/>
            </w:pPr>
            <w:r w:rsidRPr="006E79F4">
              <w:t>procedures for identifying and reporting equipment malfunctions, and product or part deviations</w:t>
            </w:r>
          </w:p>
          <w:p w14:paraId="26DB7305" w14:textId="18B91E10" w:rsidR="00210E13" w:rsidRPr="00210E13" w:rsidRDefault="00210E13" w:rsidP="00210E13">
            <w:pPr>
              <w:pStyle w:val="SIBulletList1"/>
            </w:pPr>
            <w:r w:rsidRPr="006E79F4">
              <w:t xml:space="preserve">risk management using the hierarchy of controls applied to the operation of </w:t>
            </w:r>
            <w:r w:rsidR="00B759C1" w:rsidRPr="006E79F4">
              <w:t>computer-controlled</w:t>
            </w:r>
            <w:r w:rsidRPr="006E79F4">
              <w:t xml:space="preserve"> machines</w:t>
            </w:r>
            <w:r w:rsidR="00695ED2">
              <w:t xml:space="preserve"> and </w:t>
            </w:r>
            <w:r w:rsidRPr="006E79F4">
              <w:t>processes</w:t>
            </w:r>
          </w:p>
          <w:p w14:paraId="6F4B6B2F" w14:textId="77777777" w:rsidR="00695ED2" w:rsidRPr="00695ED2" w:rsidRDefault="00695ED2" w:rsidP="00695ED2">
            <w:pPr>
              <w:pStyle w:val="SIBulletList1"/>
            </w:pPr>
            <w:r w:rsidRPr="006E79F4">
              <w:t>symbols used in process controls</w:t>
            </w:r>
          </w:p>
          <w:p w14:paraId="69B66C05" w14:textId="77777777" w:rsidR="006E79F4" w:rsidRPr="006E79F4" w:rsidRDefault="006E79F4" w:rsidP="006E79F4">
            <w:pPr>
              <w:pStyle w:val="SIBulletList1"/>
            </w:pPr>
            <w:r w:rsidRPr="006E79F4">
              <w:t xml:space="preserve">materials, </w:t>
            </w:r>
            <w:proofErr w:type="gramStart"/>
            <w:r w:rsidRPr="006E79F4">
              <w:t>equipment</w:t>
            </w:r>
            <w:proofErr w:type="gramEnd"/>
            <w:r w:rsidRPr="006E79F4">
              <w:t xml:space="preserve"> and process sufficient to recognise material and equipment conditions which may lead to out of specification production</w:t>
            </w:r>
          </w:p>
          <w:p w14:paraId="29A49140" w14:textId="07800CD0" w:rsidR="004D7BE5" w:rsidRPr="005404CB" w:rsidRDefault="006E79F4" w:rsidP="005F1374">
            <w:pPr>
              <w:pStyle w:val="SIBulletList1"/>
            </w:pPr>
            <w:r w:rsidRPr="006E79F4">
              <w:t>effect of adjustments on part or product specifications</w:t>
            </w:r>
            <w:r w:rsidR="00695ED2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04ABEF2" w14:textId="2926633A" w:rsidR="00E40225" w:rsidRPr="005F1374" w:rsidRDefault="00EF3268" w:rsidP="004A705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8C09FA" w14:textId="5D38C368" w:rsidR="004E6741" w:rsidRPr="005F1374" w:rsidRDefault="001D7F5B" w:rsidP="004A705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>p</w:t>
            </w:r>
            <w:r w:rsidR="004E6741" w:rsidRPr="005F1374">
              <w:rPr>
                <w:rStyle w:val="SITemporaryText-red"/>
                <w:color w:val="auto"/>
                <w:sz w:val="20"/>
              </w:rPr>
              <w:t>hysical conditions</w:t>
            </w:r>
            <w:r w:rsidRPr="005F1374">
              <w:rPr>
                <w:rStyle w:val="SITemporaryText-red"/>
                <w:color w:val="auto"/>
                <w:sz w:val="20"/>
              </w:rPr>
              <w:t>:</w:t>
            </w:r>
          </w:p>
          <w:p w14:paraId="6D67A146" w14:textId="7B1DA7CA" w:rsidR="004E6741" w:rsidRPr="005F1374" w:rsidRDefault="0021210E" w:rsidP="004A705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>skills must be demonstrated in</w:t>
            </w:r>
            <w:r w:rsidR="004E6741" w:rsidRPr="005F1374">
              <w:rPr>
                <w:rStyle w:val="SITemporaryText-red"/>
                <w:color w:val="auto"/>
                <w:sz w:val="20"/>
              </w:rPr>
              <w:t xml:space="preserve"> </w:t>
            </w:r>
            <w:r w:rsidR="00B759C1" w:rsidRPr="004A7054">
              <w:t>a pulp or paper manufacturing facility</w:t>
            </w:r>
            <w:r w:rsidR="004E6741" w:rsidRPr="005F1374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3BA2E068" w14:textId="0A53E2C8" w:rsidR="00233143" w:rsidRPr="005F1374" w:rsidRDefault="00366805" w:rsidP="004A705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="00F83D7C" w:rsidRPr="005F1374">
              <w:rPr>
                <w:rStyle w:val="SITemporaryText-red"/>
                <w:color w:val="auto"/>
                <w:sz w:val="20"/>
              </w:rPr>
              <w:t>e</w:t>
            </w:r>
            <w:r w:rsidR="009A6E6C" w:rsidRPr="005F1374">
              <w:rPr>
                <w:rStyle w:val="SITemporaryText-red"/>
                <w:color w:val="auto"/>
                <w:sz w:val="20"/>
              </w:rPr>
              <w:t>quipment</w:t>
            </w:r>
            <w:proofErr w:type="gramEnd"/>
            <w:r w:rsidR="00F83D7C" w:rsidRPr="005F137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414DC73" w14:textId="77777777" w:rsidR="000C0059" w:rsidRPr="004A7054" w:rsidRDefault="000C0059" w:rsidP="005F1374">
            <w:pPr>
              <w:pStyle w:val="SIBulletList2"/>
            </w:pPr>
            <w:r w:rsidRPr="004A7054">
              <w:lastRenderedPageBreak/>
              <w:t>computer systems</w:t>
            </w:r>
          </w:p>
          <w:p w14:paraId="1F59FE2C" w14:textId="77777777" w:rsidR="000C0059" w:rsidRPr="004A7054" w:rsidRDefault="000C0059" w:rsidP="005F1374">
            <w:pPr>
              <w:pStyle w:val="SIBulletList2"/>
            </w:pPr>
            <w:r w:rsidRPr="004A7054">
              <w:t>electronic screens and alarms</w:t>
            </w:r>
          </w:p>
          <w:p w14:paraId="5A78A205" w14:textId="77777777" w:rsidR="000C0059" w:rsidRPr="004A7054" w:rsidRDefault="000C0059" w:rsidP="005F1374">
            <w:pPr>
              <w:pStyle w:val="SIBulletList2"/>
            </w:pPr>
            <w:r w:rsidRPr="004A7054">
              <w:t>process control equipment and systems</w:t>
            </w:r>
          </w:p>
          <w:p w14:paraId="60EC70F5" w14:textId="77777777" w:rsidR="000C0059" w:rsidRPr="004A7054" w:rsidRDefault="000C0059" w:rsidP="005F1374">
            <w:pPr>
              <w:pStyle w:val="SIBulletList2"/>
            </w:pPr>
            <w:r w:rsidRPr="004A7054">
              <w:t>analogue and digital instrumentation</w:t>
            </w:r>
          </w:p>
          <w:p w14:paraId="6BA173AF" w14:textId="655B5C13" w:rsidR="00F83D7C" w:rsidRPr="005F1374" w:rsidRDefault="00F83D7C" w:rsidP="004A705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1374">
              <w:rPr>
                <w:rStyle w:val="SITemporaryText-red"/>
                <w:color w:val="auto"/>
                <w:sz w:val="20"/>
              </w:rPr>
              <w:t>personal protective equipment</w:t>
            </w:r>
          </w:p>
          <w:p w14:paraId="2BDFF803" w14:textId="743D1F29" w:rsidR="00F83D7C" w:rsidRPr="005F1374" w:rsidRDefault="00F83D7C" w:rsidP="004A705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137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C297489" w14:textId="31BF7285" w:rsidR="005401B4" w:rsidRPr="005F1374" w:rsidRDefault="005401B4" w:rsidP="004A705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1374">
              <w:rPr>
                <w:rStyle w:val="SITemporaryText-red"/>
                <w:rFonts w:eastAsia="Calibri"/>
                <w:color w:val="auto"/>
                <w:sz w:val="20"/>
              </w:rPr>
              <w:t>w</w:t>
            </w:r>
            <w:r w:rsidR="003650C9" w:rsidRPr="005F1374">
              <w:rPr>
                <w:rStyle w:val="SITemporaryText-red"/>
                <w:rFonts w:eastAsia="Calibri"/>
                <w:color w:val="auto"/>
                <w:sz w:val="20"/>
              </w:rPr>
              <w:t xml:space="preserve">orkplace and operating procedures relevant </w:t>
            </w:r>
            <w:r w:rsidRPr="005F1374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="003650C9" w:rsidRPr="005F1374">
              <w:rPr>
                <w:rStyle w:val="SITemporaryText-red"/>
                <w:rFonts w:eastAsia="Calibri"/>
                <w:color w:val="auto"/>
                <w:sz w:val="20"/>
              </w:rPr>
              <w:t xml:space="preserve">operating process control </w:t>
            </w:r>
            <w:r w:rsidRPr="005F1374">
              <w:rPr>
                <w:rStyle w:val="SITemporaryText-red"/>
                <w:rFonts w:eastAsia="Calibri"/>
                <w:color w:val="auto"/>
                <w:sz w:val="20"/>
              </w:rPr>
              <w:t>equipment, work health and safety requirements.</w:t>
            </w:r>
          </w:p>
          <w:p w14:paraId="5C71DF26" w14:textId="77777777" w:rsidR="0021210E" w:rsidRPr="004D7BE5" w:rsidRDefault="0021210E" w:rsidP="004A7054">
            <w:pPr>
              <w:pStyle w:val="SIText"/>
              <w:rPr>
                <w:rStyle w:val="SITemporaryText-red"/>
              </w:rPr>
            </w:pPr>
          </w:p>
          <w:p w14:paraId="38D891CA" w14:textId="11F174D0" w:rsidR="004D7BE5" w:rsidRPr="005404CB" w:rsidRDefault="007134FE" w:rsidP="005F1374">
            <w:pPr>
              <w:pStyle w:val="SIText"/>
              <w:rPr>
                <w:rFonts w:eastAsia="Calibri"/>
              </w:rPr>
            </w:pPr>
            <w:r w:rsidRPr="005401B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6A072" w14:textId="77777777" w:rsidR="0089719F" w:rsidRDefault="0089719F" w:rsidP="00BF3F0A">
      <w:r>
        <w:separator/>
      </w:r>
    </w:p>
    <w:p w14:paraId="7F0609EE" w14:textId="77777777" w:rsidR="0089719F" w:rsidRDefault="0089719F"/>
  </w:endnote>
  <w:endnote w:type="continuationSeparator" w:id="0">
    <w:p w14:paraId="1BD125C0" w14:textId="77777777" w:rsidR="0089719F" w:rsidRDefault="0089719F" w:rsidP="00BF3F0A">
      <w:r>
        <w:continuationSeparator/>
      </w:r>
    </w:p>
    <w:p w14:paraId="41A1F158" w14:textId="77777777" w:rsidR="0089719F" w:rsidRDefault="00897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119AB" w14:textId="77777777" w:rsidR="0089719F" w:rsidRDefault="0089719F" w:rsidP="00BF3F0A">
      <w:r>
        <w:separator/>
      </w:r>
    </w:p>
    <w:p w14:paraId="516275A2" w14:textId="77777777" w:rsidR="0089719F" w:rsidRDefault="0089719F"/>
  </w:footnote>
  <w:footnote w:type="continuationSeparator" w:id="0">
    <w:p w14:paraId="5E549AFA" w14:textId="77777777" w:rsidR="0089719F" w:rsidRDefault="0089719F" w:rsidP="00BF3F0A">
      <w:r>
        <w:continuationSeparator/>
      </w:r>
    </w:p>
    <w:p w14:paraId="6ECA51DE" w14:textId="77777777" w:rsidR="0089719F" w:rsidRDefault="008971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771B0848" w:rsidR="009C2650" w:rsidRPr="006E79F4" w:rsidRDefault="006E79F4" w:rsidP="006E79F4">
    <w:r w:rsidRPr="006E79F4">
      <w:rPr>
        <w:lang w:eastAsia="en-US"/>
      </w:rPr>
      <w:t>PPMCSK3</w:t>
    </w:r>
    <w:r w:rsidR="009C1792">
      <w:t>XX</w:t>
    </w:r>
    <w:r w:rsidRPr="006E79F4">
      <w:rPr>
        <w:lang w:eastAsia="en-US"/>
      </w:rPr>
      <w:t xml:space="preserve"> Operate process control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7866DC"/>
    <w:multiLevelType w:val="multilevel"/>
    <w:tmpl w:val="AF10A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E7E43"/>
    <w:multiLevelType w:val="multilevel"/>
    <w:tmpl w:val="3CAC04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D8609B"/>
    <w:multiLevelType w:val="multilevel"/>
    <w:tmpl w:val="E05A7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94769D0"/>
    <w:multiLevelType w:val="multilevel"/>
    <w:tmpl w:val="4D60B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C1100"/>
    <w:multiLevelType w:val="multilevel"/>
    <w:tmpl w:val="CEAAE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B20439"/>
    <w:multiLevelType w:val="multilevel"/>
    <w:tmpl w:val="75C48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BA6CD0"/>
    <w:multiLevelType w:val="multilevel"/>
    <w:tmpl w:val="4ABA1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E43281"/>
    <w:multiLevelType w:val="multilevel"/>
    <w:tmpl w:val="6B7A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BE0B9F"/>
    <w:multiLevelType w:val="multilevel"/>
    <w:tmpl w:val="14F0AB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DD6A20"/>
    <w:multiLevelType w:val="multilevel"/>
    <w:tmpl w:val="507E4A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D1B6E"/>
    <w:multiLevelType w:val="multilevel"/>
    <w:tmpl w:val="FC645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ED4B8F"/>
    <w:multiLevelType w:val="multilevel"/>
    <w:tmpl w:val="DB42F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5F6990"/>
    <w:multiLevelType w:val="multilevel"/>
    <w:tmpl w:val="1E10C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3542FB"/>
    <w:multiLevelType w:val="multilevel"/>
    <w:tmpl w:val="C32C0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1F19"/>
    <w:multiLevelType w:val="multilevel"/>
    <w:tmpl w:val="59548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D9661E"/>
    <w:multiLevelType w:val="multilevel"/>
    <w:tmpl w:val="BA947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24C6BAA"/>
    <w:multiLevelType w:val="multilevel"/>
    <w:tmpl w:val="57722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1E13B0"/>
    <w:multiLevelType w:val="multilevel"/>
    <w:tmpl w:val="0FEC4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E711DA"/>
    <w:multiLevelType w:val="multilevel"/>
    <w:tmpl w:val="23967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D75D1B"/>
    <w:multiLevelType w:val="multilevel"/>
    <w:tmpl w:val="58A07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270734"/>
    <w:multiLevelType w:val="multilevel"/>
    <w:tmpl w:val="FAF4F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6850A0"/>
    <w:multiLevelType w:val="multilevel"/>
    <w:tmpl w:val="C1824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8D1612"/>
    <w:multiLevelType w:val="multilevel"/>
    <w:tmpl w:val="BA4EC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FC6B2E"/>
    <w:multiLevelType w:val="multilevel"/>
    <w:tmpl w:val="441C4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50628F"/>
    <w:multiLevelType w:val="multilevel"/>
    <w:tmpl w:val="BCAA6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D021B02"/>
    <w:multiLevelType w:val="multilevel"/>
    <w:tmpl w:val="B3986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9"/>
  </w:num>
  <w:num w:numId="3">
    <w:abstractNumId w:val="5"/>
  </w:num>
  <w:num w:numId="4">
    <w:abstractNumId w:val="35"/>
  </w:num>
  <w:num w:numId="5">
    <w:abstractNumId w:val="2"/>
  </w:num>
  <w:num w:numId="6">
    <w:abstractNumId w:val="19"/>
  </w:num>
  <w:num w:numId="7">
    <w:abstractNumId w:val="4"/>
  </w:num>
  <w:num w:numId="8">
    <w:abstractNumId w:val="0"/>
  </w:num>
  <w:num w:numId="9">
    <w:abstractNumId w:val="33"/>
  </w:num>
  <w:num w:numId="10">
    <w:abstractNumId w:val="23"/>
  </w:num>
  <w:num w:numId="11">
    <w:abstractNumId w:val="32"/>
  </w:num>
  <w:num w:numId="12">
    <w:abstractNumId w:val="26"/>
  </w:num>
  <w:num w:numId="13">
    <w:abstractNumId w:val="36"/>
  </w:num>
  <w:num w:numId="14">
    <w:abstractNumId w:val="6"/>
  </w:num>
  <w:num w:numId="15">
    <w:abstractNumId w:val="8"/>
  </w:num>
  <w:num w:numId="16">
    <w:abstractNumId w:val="37"/>
  </w:num>
  <w:num w:numId="17">
    <w:abstractNumId w:val="1"/>
  </w:num>
  <w:num w:numId="18">
    <w:abstractNumId w:val="16"/>
  </w:num>
  <w:num w:numId="19">
    <w:abstractNumId w:val="14"/>
  </w:num>
  <w:num w:numId="20">
    <w:abstractNumId w:val="18"/>
  </w:num>
  <w:num w:numId="21">
    <w:abstractNumId w:val="24"/>
  </w:num>
  <w:num w:numId="22">
    <w:abstractNumId w:val="20"/>
  </w:num>
  <w:num w:numId="23">
    <w:abstractNumId w:val="34"/>
  </w:num>
  <w:num w:numId="24">
    <w:abstractNumId w:val="31"/>
  </w:num>
  <w:num w:numId="25">
    <w:abstractNumId w:val="3"/>
  </w:num>
  <w:num w:numId="26">
    <w:abstractNumId w:val="38"/>
  </w:num>
  <w:num w:numId="27">
    <w:abstractNumId w:val="12"/>
  </w:num>
  <w:num w:numId="28">
    <w:abstractNumId w:val="30"/>
  </w:num>
  <w:num w:numId="29">
    <w:abstractNumId w:val="41"/>
  </w:num>
  <w:num w:numId="30">
    <w:abstractNumId w:val="22"/>
  </w:num>
  <w:num w:numId="31">
    <w:abstractNumId w:val="28"/>
  </w:num>
  <w:num w:numId="32">
    <w:abstractNumId w:val="25"/>
  </w:num>
  <w:num w:numId="33">
    <w:abstractNumId w:val="15"/>
  </w:num>
  <w:num w:numId="34">
    <w:abstractNumId w:val="10"/>
  </w:num>
  <w:num w:numId="35">
    <w:abstractNumId w:val="11"/>
  </w:num>
  <w:num w:numId="36">
    <w:abstractNumId w:val="7"/>
  </w:num>
  <w:num w:numId="37">
    <w:abstractNumId w:val="17"/>
  </w:num>
  <w:num w:numId="38">
    <w:abstractNumId w:val="40"/>
  </w:num>
  <w:num w:numId="39">
    <w:abstractNumId w:val="27"/>
  </w:num>
  <w:num w:numId="40">
    <w:abstractNumId w:val="39"/>
  </w:num>
  <w:num w:numId="41">
    <w:abstractNumId w:val="29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EF6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005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E13"/>
    <w:rsid w:val="0021210E"/>
    <w:rsid w:val="0021414D"/>
    <w:rsid w:val="0021420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ACF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50C9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203"/>
    <w:rsid w:val="004A142B"/>
    <w:rsid w:val="004A3860"/>
    <w:rsid w:val="004A44E8"/>
    <w:rsid w:val="004A581D"/>
    <w:rsid w:val="004A7054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1B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0DC0"/>
    <w:rsid w:val="005B5146"/>
    <w:rsid w:val="005D1AFD"/>
    <w:rsid w:val="005E51E6"/>
    <w:rsid w:val="005F027A"/>
    <w:rsid w:val="005F1374"/>
    <w:rsid w:val="005F33CC"/>
    <w:rsid w:val="005F771F"/>
    <w:rsid w:val="006121D4"/>
    <w:rsid w:val="00613B49"/>
    <w:rsid w:val="00616845"/>
    <w:rsid w:val="00620E8E"/>
    <w:rsid w:val="00622975"/>
    <w:rsid w:val="00633CFE"/>
    <w:rsid w:val="00634FCA"/>
    <w:rsid w:val="00643D1B"/>
    <w:rsid w:val="006452B8"/>
    <w:rsid w:val="00652E62"/>
    <w:rsid w:val="0065508F"/>
    <w:rsid w:val="00686A49"/>
    <w:rsid w:val="00687B62"/>
    <w:rsid w:val="00690C44"/>
    <w:rsid w:val="00695C89"/>
    <w:rsid w:val="00695ED2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B57"/>
    <w:rsid w:val="00761DBE"/>
    <w:rsid w:val="0076523B"/>
    <w:rsid w:val="00771B60"/>
    <w:rsid w:val="00781D77"/>
    <w:rsid w:val="0078211C"/>
    <w:rsid w:val="00783549"/>
    <w:rsid w:val="007860B7"/>
    <w:rsid w:val="00786DC8"/>
    <w:rsid w:val="0079445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28F"/>
    <w:rsid w:val="00834BC8"/>
    <w:rsid w:val="008373EF"/>
    <w:rsid w:val="00837FD6"/>
    <w:rsid w:val="00847B60"/>
    <w:rsid w:val="00850243"/>
    <w:rsid w:val="00851BE5"/>
    <w:rsid w:val="008545EB"/>
    <w:rsid w:val="00865011"/>
    <w:rsid w:val="00886790"/>
    <w:rsid w:val="008908DE"/>
    <w:rsid w:val="0089719F"/>
    <w:rsid w:val="008A12ED"/>
    <w:rsid w:val="008A2692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17012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79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8E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101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9C1"/>
    <w:rsid w:val="00B848D4"/>
    <w:rsid w:val="00B865B7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5F6F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4A7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CE4"/>
    <w:rsid w:val="00DA3C10"/>
    <w:rsid w:val="00DA53B5"/>
    <w:rsid w:val="00DC1D69"/>
    <w:rsid w:val="00DC5A3A"/>
    <w:rsid w:val="00DD0726"/>
    <w:rsid w:val="00E02E1B"/>
    <w:rsid w:val="00E238E6"/>
    <w:rsid w:val="00E249FF"/>
    <w:rsid w:val="00E34CD8"/>
    <w:rsid w:val="00E35064"/>
    <w:rsid w:val="00E35D19"/>
    <w:rsid w:val="00E3681D"/>
    <w:rsid w:val="00E40225"/>
    <w:rsid w:val="00E501F0"/>
    <w:rsid w:val="00E6166D"/>
    <w:rsid w:val="00E62EEC"/>
    <w:rsid w:val="00E6581C"/>
    <w:rsid w:val="00E91BFF"/>
    <w:rsid w:val="00E92933"/>
    <w:rsid w:val="00E94FAD"/>
    <w:rsid w:val="00EB0AA4"/>
    <w:rsid w:val="00EB5C88"/>
    <w:rsid w:val="00EC0469"/>
    <w:rsid w:val="00EC0C3E"/>
    <w:rsid w:val="00ED0962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C1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96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paragraph" w:styleId="Revision">
    <w:name w:val="Revision"/>
    <w:hidden/>
    <w:uiPriority w:val="99"/>
    <w:semiHidden/>
    <w:rsid w:val="0079445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85F43391407640BC8E41D3DFEC50CD" ma:contentTypeVersion="4" ma:contentTypeDescription="Create a new document." ma:contentTypeScope="" ma:versionID="8286be65f90b652dbc28d3dc8e584b4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6ce0ee7-ea4b-4d33-abcd-2e99ee64377d" targetNamespace="http://schemas.microsoft.com/office/2006/metadata/properties" ma:root="true" ma:fieldsID="1e54ce4bac4db32eb924e1bcf329b1ef" ns1:_="" ns2:_="" ns3:_="">
    <xsd:import namespace="http://schemas.microsoft.com/sharepoint/v3"/>
    <xsd:import namespace="d50bbff7-d6dd-47d2-864a-cfdc2c3db0f4"/>
    <xsd:import namespace="16ce0ee7-ea4b-4d33-abcd-2e99ee6437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e0ee7-ea4b-4d33-abcd-2e99ee6437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304EA015-F7C6-4ECE-BD62-385CA5F11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6ce0ee7-ea4b-4d33-abcd-2e99ee643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2F0C8-E891-4F57-90B4-54B70A5FB9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2021-06-01T11:41:00Z</dcterms:created>
  <dcterms:modified xsi:type="dcterms:W3CDTF">2021-06-01T11:41:00Z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0x0101009885F43391407640BC8E41D3DFEC50CD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