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8273F" w14:paraId="6D1A8B45" w14:textId="77777777" w:rsidTr="00146EEC">
        <w:tc>
          <w:tcPr>
            <w:tcW w:w="2689" w:type="dxa"/>
          </w:tcPr>
          <w:p w14:paraId="3A4C372D" w14:textId="50770880" w:rsidR="00C8273F" w:rsidRPr="00C8273F" w:rsidRDefault="00C8273F" w:rsidP="00C8273F">
            <w:pPr>
              <w:pStyle w:val="SIText"/>
            </w:pPr>
            <w:r w:rsidRPr="00C8273F">
              <w:t xml:space="preserve">Release </w:t>
            </w:r>
            <w:r w:rsidR="0082733B">
              <w:t>1</w:t>
            </w:r>
          </w:p>
        </w:tc>
        <w:tc>
          <w:tcPr>
            <w:tcW w:w="6939" w:type="dxa"/>
          </w:tcPr>
          <w:p w14:paraId="18ED9284" w14:textId="37F030D6" w:rsidR="00C8273F" w:rsidRPr="00C8273F" w:rsidRDefault="00C8273F" w:rsidP="00C8273F">
            <w:pPr>
              <w:pStyle w:val="SIText"/>
            </w:pPr>
            <w:r w:rsidRPr="00C8273F">
              <w:t xml:space="preserve">This version released with FWP Forest and Wood Products Training Package Version </w:t>
            </w:r>
            <w:r w:rsidR="00DE0AB1">
              <w:t>7</w:t>
            </w:r>
            <w:r w:rsidRPr="00C8273F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783ACCB" w:rsidR="00F1480E" w:rsidRPr="000754EC" w:rsidRDefault="00F92474" w:rsidP="000754EC">
            <w:pPr>
              <w:pStyle w:val="SIUNITCODE"/>
            </w:pPr>
            <w:r w:rsidRPr="00AE12B8">
              <w:t>FWPCOR3</w:t>
            </w:r>
            <w:r w:rsidRPr="00F92474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7CFCE5EF" w:rsidR="00F1480E" w:rsidRPr="000754EC" w:rsidRDefault="00F92474" w:rsidP="000754EC">
            <w:pPr>
              <w:pStyle w:val="SIUnittitle"/>
            </w:pPr>
            <w:r>
              <w:t>A</w:t>
            </w:r>
            <w:r w:rsidR="00835C14" w:rsidRPr="00835C14">
              <w:t>ssess materials</w:t>
            </w:r>
            <w:r w:rsidRPr="00835C14">
              <w:t xml:space="preserve"> </w:t>
            </w:r>
            <w:r>
              <w:t>v</w:t>
            </w:r>
            <w:r w:rsidRPr="00835C14">
              <w:t>isually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C94219" w14:textId="3D7C6A60" w:rsidR="005B2D86" w:rsidRPr="005B2D86" w:rsidRDefault="00835C14" w:rsidP="0082733B">
            <w:pPr>
              <w:pStyle w:val="SIText"/>
            </w:pPr>
            <w:r w:rsidRPr="00835C14">
              <w:t xml:space="preserve">This unit describes the </w:t>
            </w:r>
            <w:r w:rsidR="00C8273F">
              <w:t>skills and knowledge</w:t>
            </w:r>
            <w:r w:rsidR="00C8273F" w:rsidRPr="00835C14">
              <w:t xml:space="preserve"> </w:t>
            </w:r>
            <w:r w:rsidRPr="00835C14">
              <w:t xml:space="preserve">required to visually assess </w:t>
            </w:r>
            <w:r w:rsidR="005B2D86" w:rsidRPr="005B2D86">
              <w:t xml:space="preserve">the </w:t>
            </w:r>
            <w:r w:rsidR="00E06127">
              <w:t xml:space="preserve">characteristics </w:t>
            </w:r>
            <w:r w:rsidR="005B2D86" w:rsidRPr="005B2D86">
              <w:t xml:space="preserve">of materials, </w:t>
            </w:r>
            <w:r w:rsidR="00E06127">
              <w:t>identif</w:t>
            </w:r>
            <w:r w:rsidR="00CB3C6C">
              <w:t>y</w:t>
            </w:r>
            <w:r w:rsidR="00E06127">
              <w:t xml:space="preserve"> any </w:t>
            </w:r>
            <w:r w:rsidR="005B2D86" w:rsidRPr="005B2D86">
              <w:t>defects and imperfections</w:t>
            </w:r>
            <w:r w:rsidR="00E06127">
              <w:t xml:space="preserve">, and </w:t>
            </w:r>
            <w:r w:rsidR="00766F20">
              <w:t xml:space="preserve">forward </w:t>
            </w:r>
            <w:r w:rsidR="00B11336">
              <w:t>the</w:t>
            </w:r>
            <w:r w:rsidR="000C30E9">
              <w:t xml:space="preserve"> materials </w:t>
            </w:r>
            <w:r w:rsidR="00FE5DC0">
              <w:t>for</w:t>
            </w:r>
            <w:r w:rsidR="000C30E9">
              <w:t xml:space="preserve"> </w:t>
            </w:r>
            <w:r w:rsidR="00CB3C6C">
              <w:t xml:space="preserve">storage or </w:t>
            </w:r>
            <w:r w:rsidR="00FE5DC0">
              <w:t xml:space="preserve">further </w:t>
            </w:r>
            <w:r w:rsidR="00CB3C6C">
              <w:t>processin</w:t>
            </w:r>
            <w:r w:rsidR="00FE5DC0">
              <w:t>g</w:t>
            </w:r>
            <w:r w:rsidR="00652844">
              <w:t>.</w:t>
            </w:r>
          </w:p>
          <w:p w14:paraId="00255F97" w14:textId="196D82B9" w:rsidR="00835C14" w:rsidRPr="00835C14" w:rsidRDefault="00835C14" w:rsidP="006F2B61">
            <w:pPr>
              <w:pStyle w:val="SIText"/>
            </w:pPr>
          </w:p>
          <w:p w14:paraId="6F548A2E" w14:textId="45DAB38A" w:rsidR="009E4787" w:rsidRPr="009E4787" w:rsidRDefault="009E4787" w:rsidP="006F2B61">
            <w:pPr>
              <w:pStyle w:val="SIText"/>
            </w:pPr>
            <w:r w:rsidRPr="009E4787">
              <w:t>The unit applies to individuals</w:t>
            </w:r>
            <w:r w:rsidR="00472A9E">
              <w:t xml:space="preserve"> </w:t>
            </w:r>
            <w:r w:rsidR="0008205E">
              <w:t>w</w:t>
            </w:r>
            <w:r w:rsidR="00472A9E">
              <w:t>h</w:t>
            </w:r>
            <w:r w:rsidR="0008205E">
              <w:t>o assess material</w:t>
            </w:r>
            <w:r w:rsidR="00472A9E">
              <w:t>s</w:t>
            </w:r>
            <w:r w:rsidR="0008205E">
              <w:t xml:space="preserve"> visually as part of forestry operations. </w:t>
            </w:r>
          </w:p>
          <w:p w14:paraId="3A9D4039" w14:textId="1B282226" w:rsidR="00B40B34" w:rsidRDefault="00B40B34" w:rsidP="006F2B61">
            <w:pPr>
              <w:pStyle w:val="SIText"/>
            </w:pPr>
          </w:p>
          <w:p w14:paraId="0B99F4E1" w14:textId="77777777" w:rsidR="00C8273F" w:rsidRPr="0082733B" w:rsidRDefault="00C8273F" w:rsidP="008273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733B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4CF91B52" w14:textId="77777777" w:rsidR="00C8273F" w:rsidRPr="00DE0AB1" w:rsidRDefault="00C8273F">
            <w:pPr>
              <w:pStyle w:val="SIText"/>
            </w:pPr>
          </w:p>
          <w:p w14:paraId="034C6C33" w14:textId="04D1BD81" w:rsidR="00EA2FCF" w:rsidRPr="000754EC" w:rsidRDefault="00C8273F">
            <w:pPr>
              <w:pStyle w:val="SIText"/>
            </w:pPr>
            <w:r w:rsidRPr="0082733B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C8273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D5FB276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362C4EEA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DE0AB1">
              <w:t xml:space="preserve"> (FGM)</w:t>
            </w:r>
          </w:p>
          <w:p w14:paraId="49FEF041" w14:textId="73C6EB69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DE0AB1">
              <w:t xml:space="preserve"> (HAR)</w:t>
            </w:r>
          </w:p>
          <w:p w14:paraId="2EFD48F5" w14:textId="353AE5C6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DE0AB1">
              <w:t xml:space="preserve"> (SAW)</w:t>
            </w:r>
          </w:p>
          <w:p w14:paraId="719FB321" w14:textId="62C67BD7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DE0AB1">
              <w:t xml:space="preserve"> (TMM)</w:t>
            </w:r>
          </w:p>
          <w:p w14:paraId="45BEF695" w14:textId="169B426D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DE0AB1">
              <w:t>Supply (TMM)</w:t>
            </w:r>
          </w:p>
          <w:p w14:paraId="7AB57DEC" w14:textId="76AE622D" w:rsidR="00EA2FCF" w:rsidRPr="00EA2FCF" w:rsidRDefault="00EA2FCF" w:rsidP="00EA2FCF">
            <w:pPr>
              <w:pStyle w:val="SIText"/>
            </w:pPr>
            <w:r w:rsidRPr="00EA2FCF">
              <w:t>Wood Panel Products</w:t>
            </w:r>
            <w:r w:rsidR="00DE0AB1">
              <w:t xml:space="preserve"> (WPP)</w:t>
            </w:r>
          </w:p>
          <w:p w14:paraId="4A5A163B" w14:textId="7770155D" w:rsidR="00F1480E" w:rsidRPr="000754EC" w:rsidRDefault="00EA2FCF" w:rsidP="00EA2FCF">
            <w:pPr>
              <w:pStyle w:val="SIText"/>
            </w:pPr>
            <w:r w:rsidRPr="00EA2FCF">
              <w:t>Timber Truss and Frame Design and Manufacture</w:t>
            </w:r>
            <w:r w:rsidR="00DE0AB1">
              <w:t xml:space="preserve"> 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76652" w:rsidRPr="00963A46" w14:paraId="313BE94F" w14:textId="77777777" w:rsidTr="003F35BD">
        <w:trPr>
          <w:cantSplit/>
        </w:trPr>
        <w:tc>
          <w:tcPr>
            <w:tcW w:w="1396" w:type="pct"/>
            <w:shd w:val="clear" w:color="auto" w:fill="auto"/>
          </w:tcPr>
          <w:p w14:paraId="697B11BD" w14:textId="767FBF8B" w:rsidR="00576652" w:rsidRPr="00576652" w:rsidRDefault="00576652" w:rsidP="00576652">
            <w:pPr>
              <w:pStyle w:val="SIText"/>
            </w:pPr>
            <w:r w:rsidRPr="00576652">
              <w:t xml:space="preserve">1. Prepare for </w:t>
            </w:r>
            <w:r w:rsidR="006F2B61">
              <w:t>visual assessment of materials</w:t>
            </w:r>
          </w:p>
        </w:tc>
        <w:tc>
          <w:tcPr>
            <w:tcW w:w="3604" w:type="pct"/>
            <w:shd w:val="clear" w:color="auto" w:fill="auto"/>
          </w:tcPr>
          <w:p w14:paraId="31645C59" w14:textId="722699E9" w:rsidR="00576652" w:rsidRPr="00576652" w:rsidRDefault="00576652" w:rsidP="00576652">
            <w:pPr>
              <w:pStyle w:val="SIText"/>
            </w:pPr>
            <w:r w:rsidRPr="00576652">
              <w:t xml:space="preserve">1.1 </w:t>
            </w:r>
            <w:r w:rsidR="003D7644" w:rsidRPr="003D7644">
              <w:t xml:space="preserve">Determine job requirements from work order or instruction, and where required, seek clarification from appropriate </w:t>
            </w:r>
            <w:proofErr w:type="gramStart"/>
            <w:r w:rsidR="003D7644" w:rsidRPr="003D7644">
              <w:t>personnel</w:t>
            </w:r>
            <w:proofErr w:type="gramEnd"/>
          </w:p>
          <w:p w14:paraId="58A60A38" w14:textId="4DEB653F" w:rsidR="00576652" w:rsidRPr="00576652" w:rsidRDefault="00576652" w:rsidP="00576652">
            <w:pPr>
              <w:pStyle w:val="SIText"/>
            </w:pPr>
            <w:r w:rsidRPr="00576652">
              <w:t xml:space="preserve">1.2 </w:t>
            </w:r>
            <w:r w:rsidR="00472A9E" w:rsidRPr="00472A9E">
              <w:t xml:space="preserve">Confirm safety and environmental requirements for the task according to workplace </w:t>
            </w:r>
            <w:proofErr w:type="gramStart"/>
            <w:r w:rsidR="00472A9E" w:rsidRPr="00472A9E">
              <w:t>procedures</w:t>
            </w:r>
            <w:proofErr w:type="gramEnd"/>
          </w:p>
          <w:p w14:paraId="74E2E2E1" w14:textId="77777777" w:rsidR="00576652" w:rsidRPr="00576652" w:rsidRDefault="00576652" w:rsidP="00576652">
            <w:pPr>
              <w:pStyle w:val="SIText"/>
            </w:pPr>
            <w:r w:rsidRPr="00576652">
              <w:t xml:space="preserve">1.3 Identify, assess and take actions to mitigate risks and hazards associated with work </w:t>
            </w:r>
            <w:proofErr w:type="gramStart"/>
            <w:r w:rsidRPr="00576652">
              <w:t>task</w:t>
            </w:r>
            <w:proofErr w:type="gramEnd"/>
          </w:p>
          <w:p w14:paraId="4F3E5B8F" w14:textId="1A42EAC0" w:rsidR="00576652" w:rsidRPr="00576652" w:rsidRDefault="00576652" w:rsidP="00576652">
            <w:pPr>
              <w:pStyle w:val="SIText"/>
            </w:pPr>
            <w:r w:rsidRPr="00576652">
              <w:t>1.</w:t>
            </w:r>
            <w:r w:rsidR="00472A9E">
              <w:t>4</w:t>
            </w:r>
            <w:r w:rsidRPr="00576652">
              <w:t xml:space="preserve"> Identify and confirm material to be visually </w:t>
            </w:r>
            <w:proofErr w:type="gramStart"/>
            <w:r w:rsidRPr="00576652">
              <w:t>assessed</w:t>
            </w:r>
            <w:proofErr w:type="gramEnd"/>
          </w:p>
          <w:p w14:paraId="264B5B23" w14:textId="14349229" w:rsidR="00576652" w:rsidRPr="00576652" w:rsidRDefault="00576652" w:rsidP="00576652">
            <w:pPr>
              <w:pStyle w:val="SIText"/>
            </w:pPr>
            <w:r w:rsidRPr="00576652">
              <w:t>1.</w:t>
            </w:r>
            <w:r w:rsidR="00472A9E">
              <w:t>5</w:t>
            </w:r>
            <w:r w:rsidRPr="00576652">
              <w:t xml:space="preserve"> Select </w:t>
            </w:r>
            <w:r w:rsidR="00287740">
              <w:t xml:space="preserve">and </w:t>
            </w:r>
            <w:r w:rsidRPr="00576652">
              <w:t xml:space="preserve">check operational effectiveness </w:t>
            </w:r>
            <w:r w:rsidR="00287740">
              <w:t xml:space="preserve">of </w:t>
            </w:r>
            <w:r w:rsidR="006F2B61">
              <w:t xml:space="preserve">tools and </w:t>
            </w:r>
            <w:r w:rsidR="00287740" w:rsidRPr="00287740">
              <w:t xml:space="preserve">equipment </w:t>
            </w:r>
            <w:r w:rsidR="00AF71EF">
              <w:t>used in visual</w:t>
            </w:r>
            <w:r w:rsidR="006F2B61">
              <w:t>ly</w:t>
            </w:r>
            <w:r w:rsidR="00AF71EF">
              <w:t xml:space="preserve"> assess</w:t>
            </w:r>
            <w:r w:rsidR="006F2B61">
              <w:t xml:space="preserve">ing </w:t>
            </w:r>
            <w:proofErr w:type="gramStart"/>
            <w:r w:rsidR="006F2B61">
              <w:t>materials</w:t>
            </w:r>
            <w:proofErr w:type="gramEnd"/>
          </w:p>
          <w:p w14:paraId="34B8D123" w14:textId="3FD7D889" w:rsidR="00576652" w:rsidRPr="00576652" w:rsidRDefault="00576652" w:rsidP="00576652">
            <w:pPr>
              <w:pStyle w:val="SIText"/>
            </w:pPr>
            <w:r w:rsidRPr="00576652">
              <w:t>1.</w:t>
            </w:r>
            <w:r w:rsidR="00472A9E">
              <w:t>6</w:t>
            </w:r>
            <w:r w:rsidRPr="00576652">
              <w:t xml:space="preserve"> Review options for processing </w:t>
            </w:r>
            <w:r w:rsidR="006F2B61">
              <w:t>materials</w:t>
            </w:r>
            <w:r w:rsidRPr="00576652">
              <w:t xml:space="preserve"> following assessment</w:t>
            </w:r>
          </w:p>
        </w:tc>
      </w:tr>
      <w:tr w:rsidR="00835C1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790BF62" w:rsidR="00835C14" w:rsidRPr="00835C14" w:rsidRDefault="00835C14" w:rsidP="00835C14">
            <w:pPr>
              <w:pStyle w:val="SIText"/>
            </w:pPr>
            <w:r w:rsidRPr="00835C14">
              <w:t xml:space="preserve">2. </w:t>
            </w:r>
            <w:r w:rsidR="001C78AA">
              <w:t>A</w:t>
            </w:r>
            <w:r w:rsidRPr="00835C14">
              <w:t>ssess material</w:t>
            </w:r>
            <w:r w:rsidR="001C78AA" w:rsidRPr="00835C14">
              <w:t xml:space="preserve"> </w:t>
            </w:r>
            <w:r w:rsidR="001C78AA">
              <w:t>v</w:t>
            </w:r>
            <w:r w:rsidR="001C78AA" w:rsidRPr="00835C14">
              <w:t>isually</w:t>
            </w:r>
          </w:p>
        </w:tc>
        <w:tc>
          <w:tcPr>
            <w:tcW w:w="3604" w:type="pct"/>
            <w:shd w:val="clear" w:color="auto" w:fill="auto"/>
          </w:tcPr>
          <w:p w14:paraId="428561A4" w14:textId="221A0095" w:rsidR="00835C14" w:rsidRPr="00835C14" w:rsidRDefault="00835C14" w:rsidP="00835C14">
            <w:r w:rsidRPr="00835C14">
              <w:t xml:space="preserve">2.1 </w:t>
            </w:r>
            <w:r w:rsidR="00357027">
              <w:t>A</w:t>
            </w:r>
            <w:r w:rsidRPr="00835C14">
              <w:t xml:space="preserve">ssess </w:t>
            </w:r>
            <w:r w:rsidR="005B4AC9">
              <w:t xml:space="preserve">material </w:t>
            </w:r>
            <w:r w:rsidR="00357027">
              <w:t>v</w:t>
            </w:r>
            <w:r w:rsidR="00357027" w:rsidRPr="00835C14">
              <w:t xml:space="preserve">isually </w:t>
            </w:r>
            <w:r w:rsidRPr="00835C14">
              <w:t>against industry standards</w:t>
            </w:r>
            <w:r w:rsidR="00D31743">
              <w:t xml:space="preserve"> to identify the </w:t>
            </w:r>
            <w:r w:rsidR="00D31743" w:rsidRPr="00D31743">
              <w:t>characteristics</w:t>
            </w:r>
            <w:r w:rsidR="00D31743">
              <w:t xml:space="preserve"> of the material and any </w:t>
            </w:r>
            <w:proofErr w:type="gramStart"/>
            <w:r w:rsidR="00D31743" w:rsidRPr="00D31743">
              <w:t>defects</w:t>
            </w:r>
            <w:proofErr w:type="gramEnd"/>
          </w:p>
          <w:p w14:paraId="11FFB223" w14:textId="2DD19910" w:rsidR="00835C14" w:rsidRPr="00835C14" w:rsidRDefault="00835C14" w:rsidP="00835C14">
            <w:r w:rsidRPr="00835C14">
              <w:t xml:space="preserve">2.2 Mark defects for treatment or sawing according to </w:t>
            </w:r>
            <w:r w:rsidR="001A4E77">
              <w:t>workplace</w:t>
            </w:r>
            <w:r w:rsidRPr="00835C14">
              <w:t xml:space="preserve"> </w:t>
            </w:r>
            <w:proofErr w:type="gramStart"/>
            <w:r w:rsidRPr="00835C14">
              <w:t>procedures</w:t>
            </w:r>
            <w:proofErr w:type="gramEnd"/>
          </w:p>
          <w:p w14:paraId="6BB72E57" w14:textId="0FEF0F18" w:rsidR="00835C14" w:rsidRPr="00835C14" w:rsidRDefault="00835C14" w:rsidP="00835C14">
            <w:pPr>
              <w:pStyle w:val="SIText"/>
            </w:pPr>
            <w:r w:rsidRPr="00835C14">
              <w:t>2.3 Record and report assessment outcomes</w:t>
            </w:r>
          </w:p>
        </w:tc>
      </w:tr>
      <w:tr w:rsidR="00835C14" w:rsidRPr="00963A46" w14:paraId="33FC5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2E6713" w14:textId="3B346C93" w:rsidR="00835C14" w:rsidRPr="00835C14" w:rsidRDefault="00835C14" w:rsidP="00835C14">
            <w:pPr>
              <w:pStyle w:val="SIText"/>
            </w:pPr>
            <w:r w:rsidRPr="00835C14">
              <w:t>3. Distribute material</w:t>
            </w:r>
          </w:p>
        </w:tc>
        <w:tc>
          <w:tcPr>
            <w:tcW w:w="3604" w:type="pct"/>
            <w:shd w:val="clear" w:color="auto" w:fill="auto"/>
          </w:tcPr>
          <w:p w14:paraId="6912396D" w14:textId="1372A629" w:rsidR="00835C14" w:rsidRPr="00835C14" w:rsidRDefault="00835C14" w:rsidP="00835C14">
            <w:r w:rsidRPr="00835C14">
              <w:t xml:space="preserve">3.1 </w:t>
            </w:r>
            <w:r w:rsidR="00FE5DC0">
              <w:t>Forward materials for storage</w:t>
            </w:r>
            <w:r w:rsidRPr="00835C14">
              <w:t xml:space="preserve"> or </w:t>
            </w:r>
            <w:r w:rsidR="00FE5DC0">
              <w:t xml:space="preserve">further </w:t>
            </w:r>
            <w:r w:rsidRPr="00835C14">
              <w:t xml:space="preserve">processing according to </w:t>
            </w:r>
            <w:r w:rsidR="00B23036">
              <w:t xml:space="preserve">workplace </w:t>
            </w:r>
            <w:r w:rsidRPr="00835C14">
              <w:t>procedures</w:t>
            </w:r>
          </w:p>
          <w:p w14:paraId="7B31EC9A" w14:textId="02F740C5" w:rsidR="00835C14" w:rsidRPr="00835C14" w:rsidRDefault="00835C14" w:rsidP="00835C14">
            <w:r w:rsidRPr="00835C14">
              <w:t>3.2 Dispose of</w:t>
            </w:r>
            <w:r w:rsidR="00FF6ADB">
              <w:t xml:space="preserve">, recycle or reuse </w:t>
            </w:r>
            <w:r w:rsidRPr="00835C14">
              <w:t xml:space="preserve">sub-standard materials </w:t>
            </w:r>
            <w:r w:rsidR="00B23036" w:rsidRPr="00B23036">
              <w:t xml:space="preserve">according to workplace </w:t>
            </w:r>
            <w:proofErr w:type="gramStart"/>
            <w:r w:rsidR="00B23036" w:rsidRPr="00B23036">
              <w:t>procedures</w:t>
            </w:r>
            <w:proofErr w:type="gramEnd"/>
          </w:p>
          <w:p w14:paraId="454EC043" w14:textId="77777777" w:rsidR="00835C14" w:rsidRPr="00835C14" w:rsidRDefault="00835C14" w:rsidP="00835C14">
            <w:r w:rsidRPr="00835C14">
              <w:t>3.3 Monitor on-site movement of material to ensure intended flow is achieved.</w:t>
            </w:r>
          </w:p>
          <w:p w14:paraId="7F351F3D" w14:textId="5D789E71" w:rsidR="00835C14" w:rsidRPr="00835C14" w:rsidRDefault="00835C14" w:rsidP="00835C14">
            <w:r w:rsidRPr="00835C14">
              <w:t xml:space="preserve">3.4 Label </w:t>
            </w:r>
            <w:r w:rsidR="00FC2207">
              <w:t xml:space="preserve">material for </w:t>
            </w:r>
            <w:r w:rsidRPr="00835C14">
              <w:t xml:space="preserve">storage </w:t>
            </w:r>
            <w:r w:rsidR="00B23036" w:rsidRPr="00B23036">
              <w:t>according to workplace procedures.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43B35" w:rsidRPr="00336FCA" w:rsidDel="00423CB2" w14:paraId="03BB9C6A" w14:textId="77777777" w:rsidTr="00CA2922">
        <w:tc>
          <w:tcPr>
            <w:tcW w:w="1396" w:type="pct"/>
          </w:tcPr>
          <w:p w14:paraId="79F97EC7" w14:textId="38C654AC" w:rsidR="00C43B35" w:rsidRPr="0082733B" w:rsidRDefault="00C43B35" w:rsidP="00BA6594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  <w:r w:rsidRPr="006B5BED">
              <w:t>Reading</w:t>
            </w:r>
          </w:p>
        </w:tc>
        <w:tc>
          <w:tcPr>
            <w:tcW w:w="3604" w:type="pct"/>
          </w:tcPr>
          <w:p w14:paraId="4DAD12EB" w14:textId="6E45765F" w:rsidR="00C43B35" w:rsidRPr="0082733B" w:rsidRDefault="008D605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B5BED">
              <w:t>Use technical language to describe material characteristics</w:t>
            </w:r>
          </w:p>
        </w:tc>
      </w:tr>
      <w:tr w:rsidR="00C43B35" w:rsidRPr="00336FCA" w:rsidDel="00423CB2" w14:paraId="6EE0E2BC" w14:textId="77777777" w:rsidTr="00CA2922">
        <w:tc>
          <w:tcPr>
            <w:tcW w:w="1396" w:type="pct"/>
          </w:tcPr>
          <w:p w14:paraId="2BFD027C" w14:textId="714DB4CA" w:rsidR="00C43B35" w:rsidRPr="0082733B" w:rsidRDefault="00C43B35" w:rsidP="00BA6594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  <w:r w:rsidRPr="006B5BED">
              <w:t>Writing</w:t>
            </w:r>
          </w:p>
        </w:tc>
        <w:tc>
          <w:tcPr>
            <w:tcW w:w="3604" w:type="pct"/>
          </w:tcPr>
          <w:p w14:paraId="245513AF" w14:textId="640D2220" w:rsidR="00C43B35" w:rsidRPr="0082733B" w:rsidRDefault="008D605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B5BED">
              <w:t xml:space="preserve">Use </w:t>
            </w:r>
            <w:r w:rsidR="00C43B35" w:rsidRPr="006B5BED">
              <w:t xml:space="preserve">routine text and technical terms </w:t>
            </w:r>
            <w:r w:rsidRPr="006B5BED">
              <w:t xml:space="preserve">in written </w:t>
            </w:r>
            <w:r w:rsidR="000A08E5" w:rsidRPr="006B5BED">
              <w:t>materials assessment reports</w:t>
            </w:r>
            <w:r w:rsidR="00C43B35" w:rsidRPr="006B5BED">
              <w:t xml:space="preserve"> </w:t>
            </w:r>
          </w:p>
        </w:tc>
      </w:tr>
      <w:tr w:rsidR="00C43B35" w:rsidRPr="00336FCA" w:rsidDel="00423CB2" w14:paraId="170870AF" w14:textId="77777777" w:rsidTr="00CA2922">
        <w:tc>
          <w:tcPr>
            <w:tcW w:w="1396" w:type="pct"/>
          </w:tcPr>
          <w:p w14:paraId="08D6A29C" w14:textId="0436A5BB" w:rsidR="00C43B35" w:rsidRPr="00EF45EF" w:rsidRDefault="00C43B35" w:rsidP="00BA6594">
            <w:pPr>
              <w:pStyle w:val="SIText"/>
            </w:pPr>
            <w:r w:rsidRPr="006B5BED">
              <w:t>Oral Communication</w:t>
            </w:r>
          </w:p>
        </w:tc>
        <w:tc>
          <w:tcPr>
            <w:tcW w:w="3604" w:type="pct"/>
          </w:tcPr>
          <w:p w14:paraId="2D28F33F" w14:textId="66E322D4" w:rsidR="00C43B35" w:rsidRPr="006B5BED" w:rsidRDefault="00C43B35">
            <w:pPr>
              <w:pStyle w:val="SIBulletList1"/>
            </w:pPr>
            <w:r w:rsidRPr="006B5BED">
              <w:t xml:space="preserve">Ask questions to clarify </w:t>
            </w:r>
            <w:r w:rsidR="00A203B7" w:rsidRPr="006B5BED">
              <w:t xml:space="preserve">industry standards </w:t>
            </w:r>
            <w:r w:rsidR="001E46E8" w:rsidRPr="006B5BED">
              <w:t>for materials to be assessed</w:t>
            </w:r>
            <w:r w:rsidR="00A203B7" w:rsidRPr="006B5BED">
              <w:t xml:space="preserve"> </w:t>
            </w:r>
          </w:p>
        </w:tc>
      </w:tr>
      <w:tr w:rsidR="00C43B35" w:rsidRPr="00336FCA" w:rsidDel="00423CB2" w14:paraId="0F65AF57" w14:textId="77777777" w:rsidTr="00CA2922">
        <w:tc>
          <w:tcPr>
            <w:tcW w:w="1396" w:type="pct"/>
          </w:tcPr>
          <w:p w14:paraId="44672F0C" w14:textId="467AEB4A" w:rsidR="00C43B35" w:rsidRPr="0082733B" w:rsidRDefault="00C43B35" w:rsidP="00BA6594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  <w:r w:rsidRPr="006B5BED">
              <w:t>Numeracy</w:t>
            </w:r>
          </w:p>
        </w:tc>
        <w:tc>
          <w:tcPr>
            <w:tcW w:w="3604" w:type="pct"/>
          </w:tcPr>
          <w:p w14:paraId="4584B6CD" w14:textId="74A1587C" w:rsidR="00C43B35" w:rsidRPr="0082733B" w:rsidRDefault="00C43B3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2733B">
              <w:t>Interpret numerical and graphical information related to production and wood flow planning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2E12BA2F" w14:textId="4959F649" w:rsidR="00DA54B5" w:rsidRDefault="0082733B" w:rsidP="00DA54B5">
            <w:pPr>
              <w:pStyle w:val="SIText"/>
            </w:pPr>
            <w:r w:rsidRPr="00AE12B8">
              <w:t>FWPCOR3</w:t>
            </w:r>
            <w:r>
              <w:t>XXX</w:t>
            </w:r>
            <w:r w:rsidRPr="00AE12B8">
              <w:t xml:space="preserve"> </w:t>
            </w:r>
            <w:r w:rsidR="001C78AA">
              <w:t>A</w:t>
            </w:r>
            <w:r w:rsidR="00AE12B8" w:rsidRPr="00AE12B8">
              <w:t>ssess materials</w:t>
            </w:r>
            <w:r w:rsidR="001C78AA" w:rsidRPr="00AE12B8">
              <w:t xml:space="preserve"> </w:t>
            </w:r>
            <w:proofErr w:type="gramStart"/>
            <w:r w:rsidR="001C78AA">
              <w:t>v</w:t>
            </w:r>
            <w:r w:rsidR="001C78AA" w:rsidRPr="00AE12B8">
              <w:t>isually</w:t>
            </w:r>
            <w:proofErr w:type="gramEnd"/>
          </w:p>
          <w:p w14:paraId="09E49E25" w14:textId="2A174A8F" w:rsidR="00B800F6" w:rsidRPr="00DA54B5" w:rsidRDefault="00B800F6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33659892" w14:textId="734638B3" w:rsidR="00DA54B5" w:rsidRDefault="00AE12B8" w:rsidP="00DA54B5">
            <w:pPr>
              <w:pStyle w:val="SIText"/>
            </w:pPr>
            <w:r w:rsidRPr="00AE12B8">
              <w:t xml:space="preserve">FWPCOR3204 Visually assess </w:t>
            </w:r>
            <w:proofErr w:type="gramStart"/>
            <w:r w:rsidRPr="00AE12B8">
              <w:t>materials</w:t>
            </w:r>
            <w:proofErr w:type="gramEnd"/>
          </w:p>
          <w:p w14:paraId="2293AA64" w14:textId="5A9407D8" w:rsidR="00B800F6" w:rsidRPr="00DA54B5" w:rsidRDefault="00B800F6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7164541B" w14:textId="5E5943D9" w:rsidR="00500A1C" w:rsidRDefault="001C78AA" w:rsidP="004D002A">
            <w:pPr>
              <w:pStyle w:val="SIText"/>
            </w:pPr>
            <w:r>
              <w:t>Updated title</w:t>
            </w:r>
            <w:r w:rsidR="008535E1">
              <w:t xml:space="preserve"> and </w:t>
            </w:r>
            <w:r w:rsidR="00500A1C">
              <w:t>Application Statement</w:t>
            </w:r>
          </w:p>
          <w:p w14:paraId="7C282A0B" w14:textId="486EDC81" w:rsidR="00500A1C" w:rsidRDefault="00500A1C" w:rsidP="004D002A">
            <w:pPr>
              <w:pStyle w:val="SIText"/>
            </w:pPr>
          </w:p>
          <w:p w14:paraId="600E1ED2" w14:textId="5B96EDAB" w:rsidR="005B0761" w:rsidRDefault="005B0761" w:rsidP="004D002A">
            <w:pPr>
              <w:pStyle w:val="SIText"/>
            </w:pPr>
            <w:r>
              <w:t xml:space="preserve">Minor </w:t>
            </w:r>
            <w:r w:rsidR="00682495">
              <w:t>updates</w:t>
            </w:r>
            <w:r>
              <w:t xml:space="preserve"> to Elements</w:t>
            </w:r>
            <w:r w:rsidR="00AD4CE1">
              <w:t xml:space="preserve">, </w:t>
            </w:r>
            <w:r>
              <w:t>Performance Criteria</w:t>
            </w:r>
            <w:r w:rsidR="00AD4CE1">
              <w:t xml:space="preserve"> and Knowledge Evidence</w:t>
            </w:r>
          </w:p>
          <w:p w14:paraId="3F97305A" w14:textId="2626AFD5" w:rsidR="005B0761" w:rsidRDefault="005B0761" w:rsidP="004D002A">
            <w:pPr>
              <w:pStyle w:val="SIText"/>
            </w:pPr>
          </w:p>
          <w:p w14:paraId="7D3C4B75" w14:textId="16D57187" w:rsidR="00DA54B5" w:rsidRPr="00DA54B5" w:rsidRDefault="00AD4CE1" w:rsidP="00AD4CE1">
            <w:pPr>
              <w:pStyle w:val="SIText"/>
              <w:rPr>
                <w:rStyle w:val="SITemporaryText-red"/>
              </w:rPr>
            </w:pPr>
            <w:r>
              <w:t xml:space="preserve">Updated </w:t>
            </w:r>
            <w:r w:rsidR="00682495">
              <w:t xml:space="preserve">Performance </w:t>
            </w:r>
            <w:r>
              <w:t xml:space="preserve">Evidence, </w:t>
            </w:r>
            <w:r w:rsidR="004D002A" w:rsidRPr="004D002A">
              <w:t xml:space="preserve">Foundation Skills </w:t>
            </w:r>
            <w:r w:rsidR="00BA6594">
              <w:t xml:space="preserve">and </w:t>
            </w:r>
            <w:r w:rsidR="004D002A" w:rsidRPr="004D002A">
              <w:t>Assessment Conditions</w:t>
            </w:r>
            <w:r w:rsidR="004D002A" w:rsidRPr="004D002A" w:rsidDel="000F125B">
              <w:rPr>
                <w:rStyle w:val="SITemporaryText-red"/>
              </w:rPr>
              <w:t xml:space="preserve"> </w:t>
            </w:r>
          </w:p>
        </w:tc>
        <w:tc>
          <w:tcPr>
            <w:tcW w:w="1616" w:type="pct"/>
          </w:tcPr>
          <w:p w14:paraId="76E3432F" w14:textId="142B21C6" w:rsidR="00DA54B5" w:rsidRPr="0082733B" w:rsidRDefault="00DA54B5" w:rsidP="00B56D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733B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4C78A7E7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502B17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5593B" w:rsidRPr="00AE12B8">
              <w:t>FWPCOR3</w:t>
            </w:r>
            <w:r w:rsidR="0035593B" w:rsidRPr="0035593B">
              <w:t xml:space="preserve">XXX </w:t>
            </w:r>
            <w:r w:rsidR="0035593B">
              <w:t>A</w:t>
            </w:r>
            <w:r w:rsidR="00835C14" w:rsidRPr="00835C14">
              <w:t>ssess materials</w:t>
            </w:r>
            <w:r w:rsidR="0035593B" w:rsidRPr="00835C14">
              <w:t xml:space="preserve"> </w:t>
            </w:r>
            <w:r w:rsidR="0035593B">
              <w:t>v</w:t>
            </w:r>
            <w:r w:rsidR="0035593B" w:rsidRPr="00835C14">
              <w:t>isually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82733B" w:rsidRDefault="00DA54B5" w:rsidP="003929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733B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82733B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82733B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6BFF6ACC" w14:textId="77777777" w:rsidR="00DA54B5" w:rsidRPr="00DA54B5" w:rsidRDefault="00DA54B5" w:rsidP="0082733B">
            <w:pPr>
              <w:rPr>
                <w:rStyle w:val="SITemporaryText-red"/>
              </w:rPr>
            </w:pPr>
          </w:p>
          <w:p w14:paraId="3F4E2EAA" w14:textId="3EAB822A" w:rsidR="00556C4C" w:rsidRPr="000754EC" w:rsidRDefault="00DA54B5" w:rsidP="0082733B">
            <w:pPr>
              <w:pStyle w:val="SIText"/>
            </w:pPr>
            <w:r w:rsidRPr="0039295B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835C14" w:rsidRPr="0039295B">
              <w:t>visually assess</w:t>
            </w:r>
            <w:r w:rsidR="00BA28CE" w:rsidRPr="0039295B">
              <w:t>ed</w:t>
            </w:r>
            <w:r w:rsidR="00835C14" w:rsidRPr="0039295B">
              <w:t xml:space="preserve"> </w:t>
            </w:r>
            <w:r w:rsidR="002B66FB">
              <w:t>two</w:t>
            </w:r>
            <w:r w:rsidR="00BA28CE" w:rsidRPr="0039295B">
              <w:t xml:space="preserve"> different </w:t>
            </w:r>
            <w:r w:rsidR="00835C14" w:rsidRPr="0039295B">
              <w:t xml:space="preserve">materials </w:t>
            </w:r>
            <w:r w:rsidR="00634BDC" w:rsidRPr="0039295B">
              <w:t>against</w:t>
            </w:r>
            <w:r w:rsidR="00835C14" w:rsidRPr="0039295B">
              <w:t xml:space="preserve"> industry standards</w:t>
            </w:r>
            <w:r w:rsidR="000C4156" w:rsidRPr="0039295B">
              <w:t xml:space="preserve">, identified any defects and imperfections and forwarded the materials </w:t>
            </w:r>
            <w:r w:rsidR="00FE5DC0" w:rsidRPr="0039295B">
              <w:t>for</w:t>
            </w:r>
            <w:r w:rsidR="000C4156" w:rsidRPr="0039295B">
              <w:t xml:space="preserve"> storage or </w:t>
            </w:r>
            <w:r w:rsidR="00FE5DC0" w:rsidRPr="0039295B">
              <w:t xml:space="preserve">further </w:t>
            </w:r>
            <w:r w:rsidR="000C4156" w:rsidRPr="0039295B">
              <w:t>processing.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2733B" w:rsidRDefault="00DA54B5" w:rsidP="008304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733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7056658" w14:textId="170063DA" w:rsidR="00835C14" w:rsidRPr="00835C14" w:rsidRDefault="00835C14" w:rsidP="00835C14">
            <w:pPr>
              <w:pStyle w:val="SIBulletList1"/>
            </w:pPr>
            <w:r w:rsidRPr="00835C14">
              <w:t xml:space="preserve">industry standards and codes of practice related to </w:t>
            </w:r>
            <w:r w:rsidR="008304AC">
              <w:t>the</w:t>
            </w:r>
            <w:r w:rsidRPr="00835C14">
              <w:t xml:space="preserve"> visual assess</w:t>
            </w:r>
            <w:r w:rsidR="008304AC">
              <w:t>ment of</w:t>
            </w:r>
            <w:r w:rsidRPr="00835C14">
              <w:t xml:space="preserve"> </w:t>
            </w:r>
            <w:proofErr w:type="gramStart"/>
            <w:r w:rsidRPr="00835C14">
              <w:t>materials</w:t>
            </w:r>
            <w:proofErr w:type="gramEnd"/>
          </w:p>
          <w:p w14:paraId="553428BE" w14:textId="03D0B2A2" w:rsidR="00835C14" w:rsidRPr="00835C14" w:rsidRDefault="00835C14" w:rsidP="00835C14">
            <w:pPr>
              <w:pStyle w:val="SIBulletList1"/>
            </w:pPr>
            <w:r w:rsidRPr="00835C14">
              <w:t>environmental protection requirements, including the safe disposal of waste material</w:t>
            </w:r>
            <w:r w:rsidR="008304AC">
              <w:t xml:space="preserve"> and </w:t>
            </w:r>
            <w:r w:rsidR="007F66F6">
              <w:t xml:space="preserve">recycling and reuse of substandard </w:t>
            </w:r>
            <w:proofErr w:type="gramStart"/>
            <w:r w:rsidR="007F66F6">
              <w:t>materials</w:t>
            </w:r>
            <w:proofErr w:type="gramEnd"/>
          </w:p>
          <w:p w14:paraId="4D0BD4A5" w14:textId="050359CC" w:rsidR="00835C14" w:rsidRPr="00835C14" w:rsidRDefault="007F66F6" w:rsidP="00835C14">
            <w:pPr>
              <w:pStyle w:val="SIBulletList1"/>
            </w:pPr>
            <w:r>
              <w:t>workplace</w:t>
            </w:r>
            <w:r w:rsidR="00835C14" w:rsidRPr="00835C14">
              <w:t xml:space="preserve"> standards, policies and procedures relevant to visually assessing </w:t>
            </w:r>
            <w:proofErr w:type="gramStart"/>
            <w:r w:rsidR="00835C14" w:rsidRPr="00835C14">
              <w:t>materials</w:t>
            </w:r>
            <w:proofErr w:type="gramEnd"/>
          </w:p>
          <w:p w14:paraId="59E98CB1" w14:textId="6C98920A" w:rsidR="00835C14" w:rsidRPr="00835C14" w:rsidRDefault="00835C14" w:rsidP="00835C14">
            <w:pPr>
              <w:pStyle w:val="SIBulletList1"/>
            </w:pPr>
            <w:r w:rsidRPr="00835C14">
              <w:t>methods of visual estimation and assessment</w:t>
            </w:r>
            <w:r w:rsidR="007F66F6">
              <w:t xml:space="preserve"> including </w:t>
            </w:r>
            <w:r w:rsidRPr="00835C14">
              <w:t xml:space="preserve">colour identification and </w:t>
            </w:r>
            <w:proofErr w:type="gramStart"/>
            <w:r w:rsidRPr="00835C14">
              <w:t>tagging</w:t>
            </w:r>
            <w:proofErr w:type="gramEnd"/>
          </w:p>
          <w:p w14:paraId="6FC73877" w14:textId="77777777" w:rsidR="00835C14" w:rsidRPr="00835C14" w:rsidRDefault="00835C14" w:rsidP="00835C14">
            <w:pPr>
              <w:pStyle w:val="SIBulletList1"/>
            </w:pPr>
            <w:r w:rsidRPr="00835C14">
              <w:t>typical material defects and characteristics</w:t>
            </w:r>
          </w:p>
          <w:p w14:paraId="48CE2916" w14:textId="6C55831C" w:rsidR="00835C14" w:rsidRPr="00835C14" w:rsidRDefault="00835C14" w:rsidP="00835C14">
            <w:pPr>
              <w:pStyle w:val="SIBulletList1"/>
            </w:pPr>
            <w:r w:rsidRPr="00835C14">
              <w:t xml:space="preserve">treatment of materials </w:t>
            </w:r>
            <w:r w:rsidR="000E0A1D">
              <w:t>for</w:t>
            </w:r>
            <w:r w:rsidRPr="00835C14">
              <w:t xml:space="preserve"> insect attack </w:t>
            </w:r>
            <w:r w:rsidR="000E0A1D">
              <w:t>and</w:t>
            </w:r>
            <w:r w:rsidRPr="00835C14">
              <w:t xml:space="preserve"> other defects</w:t>
            </w:r>
          </w:p>
          <w:p w14:paraId="280B1493" w14:textId="77777777" w:rsidR="00835C14" w:rsidRPr="00835C14" w:rsidRDefault="00835C14" w:rsidP="00835C14">
            <w:pPr>
              <w:pStyle w:val="SIBulletList1"/>
            </w:pPr>
            <w:r w:rsidRPr="00835C14">
              <w:t xml:space="preserve">distribution processes for assessed </w:t>
            </w:r>
            <w:proofErr w:type="gramStart"/>
            <w:r w:rsidRPr="00835C14">
              <w:t>materials</w:t>
            </w:r>
            <w:proofErr w:type="gramEnd"/>
          </w:p>
          <w:p w14:paraId="4C210E3D" w14:textId="77777777" w:rsidR="00835C14" w:rsidRPr="00835C14" w:rsidRDefault="00835C14" w:rsidP="00835C14">
            <w:pPr>
              <w:pStyle w:val="SIBulletList1"/>
            </w:pPr>
            <w:r w:rsidRPr="00835C14">
              <w:t>storage systems and labelling</w:t>
            </w:r>
          </w:p>
          <w:p w14:paraId="2B2C14E6" w14:textId="152E19AE" w:rsidR="00835C14" w:rsidRPr="00835C14" w:rsidRDefault="00835C14" w:rsidP="00835C14">
            <w:pPr>
              <w:pStyle w:val="SIBulletList1"/>
            </w:pPr>
            <w:r w:rsidRPr="00835C14">
              <w:t>types</w:t>
            </w:r>
            <w:r w:rsidR="000E0A1D">
              <w:t>, safe use and maintenance of</w:t>
            </w:r>
            <w:r w:rsidRPr="00835C14">
              <w:t xml:space="preserve"> tools and equipment used for visually assessing </w:t>
            </w:r>
            <w:proofErr w:type="gramStart"/>
            <w:r w:rsidRPr="00835C14">
              <w:t>materials</w:t>
            </w:r>
            <w:proofErr w:type="gramEnd"/>
            <w:r w:rsidRPr="00835C14">
              <w:t xml:space="preserve"> </w:t>
            </w:r>
          </w:p>
          <w:p w14:paraId="594042BC" w14:textId="1E3B0300" w:rsidR="00F1480E" w:rsidRPr="000754EC" w:rsidRDefault="00835C14" w:rsidP="00835C14">
            <w:pPr>
              <w:pStyle w:val="SIBulletList1"/>
            </w:pPr>
            <w:r w:rsidRPr="00835C14">
              <w:t>procedures for recording and reporting workplace information</w:t>
            </w:r>
            <w:r w:rsidR="00AD4CE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1F4C4A4" w14:textId="77777777" w:rsidR="00487EB4" w:rsidRPr="0082733B" w:rsidRDefault="00487EB4" w:rsidP="003929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733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628B799" w14:textId="77777777" w:rsidR="00487EB4" w:rsidRPr="0082733B" w:rsidRDefault="00487EB4" w:rsidP="003929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2733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3183143" w14:textId="77777777" w:rsidR="00487EB4" w:rsidRPr="0082733B" w:rsidRDefault="00487EB4" w:rsidP="0039295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2733B">
              <w:rPr>
                <w:rStyle w:val="SITemporaryText-red"/>
                <w:color w:val="auto"/>
                <w:sz w:val="20"/>
              </w:rPr>
              <w:t xml:space="preserve">skills must be demonstrated in a forest or wood products work environment or an environment that accurately represents workplace </w:t>
            </w:r>
            <w:proofErr w:type="gramStart"/>
            <w:r w:rsidRPr="0082733B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6226B885" w14:textId="77777777" w:rsidR="00487EB4" w:rsidRPr="0082733B" w:rsidRDefault="00487EB4" w:rsidP="003929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2733B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9249B60" w14:textId="3F6AA6C7" w:rsidR="00487EB4" w:rsidRPr="0039295B" w:rsidRDefault="00487EB4" w:rsidP="0039295B">
            <w:pPr>
              <w:pStyle w:val="SIBulletList2"/>
            </w:pPr>
            <w:r w:rsidRPr="0039295B">
              <w:t xml:space="preserve">materials for visual </w:t>
            </w:r>
            <w:r w:rsidR="003343F7" w:rsidRPr="0039295B">
              <w:t>assessment</w:t>
            </w:r>
          </w:p>
          <w:p w14:paraId="0281B6B7" w14:textId="7A3050A2" w:rsidR="00487EB4" w:rsidRPr="0039295B" w:rsidRDefault="003343F7" w:rsidP="0039295B">
            <w:pPr>
              <w:pStyle w:val="SIBulletList2"/>
            </w:pPr>
            <w:r w:rsidRPr="0039295B">
              <w:t xml:space="preserve">equipment and tools used in visual assessment of </w:t>
            </w:r>
            <w:proofErr w:type="gramStart"/>
            <w:r w:rsidRPr="0039295B">
              <w:t>materials</w:t>
            </w:r>
            <w:proofErr w:type="gramEnd"/>
          </w:p>
          <w:p w14:paraId="454B2947" w14:textId="77777777" w:rsidR="00487EB4" w:rsidRPr="0082733B" w:rsidRDefault="00487EB4" w:rsidP="0039295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2733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987006A" w14:textId="602A0E2D" w:rsidR="00487EB4" w:rsidRPr="0039295B" w:rsidRDefault="00487EB4" w:rsidP="0039295B">
            <w:pPr>
              <w:pStyle w:val="SIBulletList2"/>
            </w:pPr>
            <w:r w:rsidRPr="0039295B">
              <w:t xml:space="preserve">access to workplace </w:t>
            </w:r>
            <w:r w:rsidR="00AD4CE1">
              <w:t xml:space="preserve">health, safety and environmental </w:t>
            </w:r>
            <w:r w:rsidRPr="0039295B">
              <w:t xml:space="preserve">policies and procedures applicable to work task to be carried </w:t>
            </w:r>
            <w:proofErr w:type="gramStart"/>
            <w:r w:rsidRPr="0039295B">
              <w:t>out</w:t>
            </w:r>
            <w:proofErr w:type="gramEnd"/>
          </w:p>
          <w:p w14:paraId="42D8414F" w14:textId="44E19C6E" w:rsidR="00487EB4" w:rsidRPr="0039295B" w:rsidRDefault="00487EB4" w:rsidP="0039295B">
            <w:pPr>
              <w:pStyle w:val="SIBulletList2"/>
            </w:pPr>
            <w:r w:rsidRPr="0039295B">
              <w:t>access to workplace quality requirements and procedures</w:t>
            </w:r>
            <w:r w:rsidR="00AD4CE1">
              <w:t>.</w:t>
            </w:r>
          </w:p>
          <w:p w14:paraId="7D4E490A" w14:textId="77777777" w:rsidR="00487EB4" w:rsidRPr="0082733B" w:rsidRDefault="00487EB4" w:rsidP="0039295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61D4F18" w:rsidR="00DA54B5" w:rsidRPr="00DA54B5" w:rsidRDefault="00487EB4" w:rsidP="0082733B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39295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AE806" w14:textId="77777777" w:rsidR="00F349A8" w:rsidRDefault="00F349A8" w:rsidP="00BF3F0A">
      <w:r>
        <w:separator/>
      </w:r>
    </w:p>
    <w:p w14:paraId="3713D478" w14:textId="77777777" w:rsidR="00F349A8" w:rsidRDefault="00F349A8"/>
  </w:endnote>
  <w:endnote w:type="continuationSeparator" w:id="0">
    <w:p w14:paraId="15F8F507" w14:textId="77777777" w:rsidR="00F349A8" w:rsidRDefault="00F349A8" w:rsidP="00BF3F0A">
      <w:r>
        <w:continuationSeparator/>
      </w:r>
    </w:p>
    <w:p w14:paraId="0ADCC033" w14:textId="77777777" w:rsidR="00F349A8" w:rsidRDefault="00F349A8"/>
  </w:endnote>
  <w:endnote w:type="continuationNotice" w:id="1">
    <w:p w14:paraId="365D3E01" w14:textId="77777777" w:rsidR="00F349A8" w:rsidRDefault="00F349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8D582" w14:textId="77777777" w:rsidR="00F349A8" w:rsidRDefault="00F349A8" w:rsidP="00BF3F0A">
      <w:r>
        <w:separator/>
      </w:r>
    </w:p>
    <w:p w14:paraId="13A399AC" w14:textId="77777777" w:rsidR="00F349A8" w:rsidRDefault="00F349A8"/>
  </w:footnote>
  <w:footnote w:type="continuationSeparator" w:id="0">
    <w:p w14:paraId="0839542A" w14:textId="77777777" w:rsidR="00F349A8" w:rsidRDefault="00F349A8" w:rsidP="00BF3F0A">
      <w:r>
        <w:continuationSeparator/>
      </w:r>
    </w:p>
    <w:p w14:paraId="1A5E913C" w14:textId="77777777" w:rsidR="00F349A8" w:rsidRDefault="00F349A8"/>
  </w:footnote>
  <w:footnote w:type="continuationNotice" w:id="1">
    <w:p w14:paraId="610B0853" w14:textId="77777777" w:rsidR="00F349A8" w:rsidRDefault="00F349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5AAD142" w:rsidR="009C2650" w:rsidRPr="00835C14" w:rsidRDefault="00357027" w:rsidP="00835C14">
    <w:r w:rsidRPr="00AE12B8">
      <w:t>FWPCOR3</w:t>
    </w:r>
    <w:r w:rsidRPr="00F92474">
      <w:t>XXX</w:t>
    </w:r>
    <w:r w:rsidR="00835C14" w:rsidRPr="00835C14">
      <w:rPr>
        <w:lang w:eastAsia="en-US"/>
      </w:rPr>
      <w:t xml:space="preserve"> </w:t>
    </w:r>
    <w:r>
      <w:t>A</w:t>
    </w:r>
    <w:r w:rsidR="00835C14" w:rsidRPr="00835C14">
      <w:rPr>
        <w:lang w:eastAsia="en-US"/>
      </w:rPr>
      <w:t>ssess materials</w:t>
    </w:r>
    <w:r w:rsidRPr="00357027">
      <w:t xml:space="preserve"> </w:t>
    </w:r>
    <w:proofErr w:type="gramStart"/>
    <w:r>
      <w:t>v</w:t>
    </w:r>
    <w:r w:rsidRPr="00357027">
      <w:t>isually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7F30"/>
    <w:multiLevelType w:val="multilevel"/>
    <w:tmpl w:val="55307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484959"/>
    <w:multiLevelType w:val="multilevel"/>
    <w:tmpl w:val="60EC9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6422E"/>
    <w:multiLevelType w:val="multilevel"/>
    <w:tmpl w:val="5A9EB8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2B3D4F"/>
    <w:multiLevelType w:val="multilevel"/>
    <w:tmpl w:val="6FDA6C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0F3B12"/>
    <w:multiLevelType w:val="multilevel"/>
    <w:tmpl w:val="D5363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1B016A"/>
    <w:multiLevelType w:val="multilevel"/>
    <w:tmpl w:val="008E8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CA75EC"/>
    <w:multiLevelType w:val="multilevel"/>
    <w:tmpl w:val="561A8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F64F2D"/>
    <w:multiLevelType w:val="multilevel"/>
    <w:tmpl w:val="6BCCE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A3809"/>
    <w:multiLevelType w:val="multilevel"/>
    <w:tmpl w:val="EBF26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737264"/>
    <w:multiLevelType w:val="multilevel"/>
    <w:tmpl w:val="5CCED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964A48"/>
    <w:multiLevelType w:val="multilevel"/>
    <w:tmpl w:val="D2A6C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B835B3"/>
    <w:multiLevelType w:val="multilevel"/>
    <w:tmpl w:val="C8003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CA4783"/>
    <w:multiLevelType w:val="multilevel"/>
    <w:tmpl w:val="70422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3311503"/>
    <w:multiLevelType w:val="multilevel"/>
    <w:tmpl w:val="7F00C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1431F0"/>
    <w:multiLevelType w:val="multilevel"/>
    <w:tmpl w:val="17E02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043DE5"/>
    <w:multiLevelType w:val="multilevel"/>
    <w:tmpl w:val="8B8614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86752E"/>
    <w:multiLevelType w:val="multilevel"/>
    <w:tmpl w:val="5FD00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231D7D"/>
    <w:multiLevelType w:val="multilevel"/>
    <w:tmpl w:val="FCE46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5450A7"/>
    <w:multiLevelType w:val="multilevel"/>
    <w:tmpl w:val="BD108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B43944"/>
    <w:multiLevelType w:val="multilevel"/>
    <w:tmpl w:val="5114B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526160"/>
    <w:multiLevelType w:val="multilevel"/>
    <w:tmpl w:val="D716F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1921B30"/>
    <w:multiLevelType w:val="multilevel"/>
    <w:tmpl w:val="8976D9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977DE1"/>
    <w:multiLevelType w:val="multilevel"/>
    <w:tmpl w:val="FABCC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A568CE"/>
    <w:multiLevelType w:val="multilevel"/>
    <w:tmpl w:val="008665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296DE6"/>
    <w:multiLevelType w:val="multilevel"/>
    <w:tmpl w:val="BEECD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605216"/>
    <w:multiLevelType w:val="multilevel"/>
    <w:tmpl w:val="B2341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E63A89"/>
    <w:multiLevelType w:val="multilevel"/>
    <w:tmpl w:val="92DA3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30337C"/>
    <w:multiLevelType w:val="multilevel"/>
    <w:tmpl w:val="9A1CA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254873"/>
    <w:multiLevelType w:val="multilevel"/>
    <w:tmpl w:val="57B4F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77400F"/>
    <w:multiLevelType w:val="multilevel"/>
    <w:tmpl w:val="830607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72152E"/>
    <w:multiLevelType w:val="multilevel"/>
    <w:tmpl w:val="70B2B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285370"/>
    <w:multiLevelType w:val="multilevel"/>
    <w:tmpl w:val="7B3659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4"/>
  </w:num>
  <w:num w:numId="3">
    <w:abstractNumId w:val="0"/>
  </w:num>
  <w:num w:numId="4">
    <w:abstractNumId w:val="34"/>
  </w:num>
  <w:num w:numId="5">
    <w:abstractNumId w:val="30"/>
  </w:num>
  <w:num w:numId="6">
    <w:abstractNumId w:val="17"/>
  </w:num>
  <w:num w:numId="7">
    <w:abstractNumId w:val="1"/>
  </w:num>
  <w:num w:numId="8">
    <w:abstractNumId w:val="8"/>
  </w:num>
  <w:num w:numId="9">
    <w:abstractNumId w:val="3"/>
  </w:num>
  <w:num w:numId="10">
    <w:abstractNumId w:val="20"/>
  </w:num>
  <w:num w:numId="11">
    <w:abstractNumId w:val="33"/>
  </w:num>
  <w:num w:numId="12">
    <w:abstractNumId w:val="21"/>
  </w:num>
  <w:num w:numId="13">
    <w:abstractNumId w:val="10"/>
  </w:num>
  <w:num w:numId="14">
    <w:abstractNumId w:val="6"/>
  </w:num>
  <w:num w:numId="15">
    <w:abstractNumId w:val="23"/>
  </w:num>
  <w:num w:numId="16">
    <w:abstractNumId w:val="29"/>
  </w:num>
  <w:num w:numId="17">
    <w:abstractNumId w:val="27"/>
  </w:num>
  <w:num w:numId="18">
    <w:abstractNumId w:val="26"/>
  </w:num>
  <w:num w:numId="19">
    <w:abstractNumId w:val="9"/>
  </w:num>
  <w:num w:numId="20">
    <w:abstractNumId w:val="7"/>
  </w:num>
  <w:num w:numId="21">
    <w:abstractNumId w:val="11"/>
  </w:num>
  <w:num w:numId="22">
    <w:abstractNumId w:val="35"/>
  </w:num>
  <w:num w:numId="23">
    <w:abstractNumId w:val="28"/>
  </w:num>
  <w:num w:numId="24">
    <w:abstractNumId w:val="12"/>
  </w:num>
  <w:num w:numId="25">
    <w:abstractNumId w:val="2"/>
  </w:num>
  <w:num w:numId="26">
    <w:abstractNumId w:val="14"/>
  </w:num>
  <w:num w:numId="27">
    <w:abstractNumId w:val="31"/>
  </w:num>
  <w:num w:numId="28">
    <w:abstractNumId w:val="22"/>
  </w:num>
  <w:num w:numId="29">
    <w:abstractNumId w:val="5"/>
  </w:num>
  <w:num w:numId="30">
    <w:abstractNumId w:val="18"/>
  </w:num>
  <w:num w:numId="31">
    <w:abstractNumId w:val="25"/>
  </w:num>
  <w:num w:numId="32">
    <w:abstractNumId w:val="36"/>
  </w:num>
  <w:num w:numId="33">
    <w:abstractNumId w:val="16"/>
  </w:num>
  <w:num w:numId="34">
    <w:abstractNumId w:val="19"/>
  </w:num>
  <w:num w:numId="35">
    <w:abstractNumId w:val="15"/>
  </w:num>
  <w:num w:numId="3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awtDS1NDI2NTAxNzdU0lEKTi0uzszPAykwqgUA6LBSTiwAAAA="/>
  </w:docVars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47C80"/>
    <w:rsid w:val="0005460F"/>
    <w:rsid w:val="000646A3"/>
    <w:rsid w:val="00064BFE"/>
    <w:rsid w:val="00070B3E"/>
    <w:rsid w:val="00071F95"/>
    <w:rsid w:val="000737BB"/>
    <w:rsid w:val="00074E47"/>
    <w:rsid w:val="000754EC"/>
    <w:rsid w:val="0008205E"/>
    <w:rsid w:val="00087125"/>
    <w:rsid w:val="0009093B"/>
    <w:rsid w:val="000A08E5"/>
    <w:rsid w:val="000A5441"/>
    <w:rsid w:val="000B2022"/>
    <w:rsid w:val="000C149A"/>
    <w:rsid w:val="000C224E"/>
    <w:rsid w:val="000C30E9"/>
    <w:rsid w:val="000C4156"/>
    <w:rsid w:val="000E0A1D"/>
    <w:rsid w:val="000E25E6"/>
    <w:rsid w:val="000E2C86"/>
    <w:rsid w:val="000F29F2"/>
    <w:rsid w:val="00100466"/>
    <w:rsid w:val="00101659"/>
    <w:rsid w:val="00105AEA"/>
    <w:rsid w:val="001078BF"/>
    <w:rsid w:val="00132A5A"/>
    <w:rsid w:val="00133957"/>
    <w:rsid w:val="001372F6"/>
    <w:rsid w:val="00144385"/>
    <w:rsid w:val="00146EEC"/>
    <w:rsid w:val="00151D55"/>
    <w:rsid w:val="00151D93"/>
    <w:rsid w:val="00152014"/>
    <w:rsid w:val="00156EF3"/>
    <w:rsid w:val="00176E4F"/>
    <w:rsid w:val="0018546B"/>
    <w:rsid w:val="00186F13"/>
    <w:rsid w:val="001A4E77"/>
    <w:rsid w:val="001A6A3E"/>
    <w:rsid w:val="001A7B6D"/>
    <w:rsid w:val="001B34D5"/>
    <w:rsid w:val="001B513A"/>
    <w:rsid w:val="001C0A75"/>
    <w:rsid w:val="001C1254"/>
    <w:rsid w:val="001C1306"/>
    <w:rsid w:val="001C78AA"/>
    <w:rsid w:val="001D30EB"/>
    <w:rsid w:val="001D5C1B"/>
    <w:rsid w:val="001D7F5B"/>
    <w:rsid w:val="001E0849"/>
    <w:rsid w:val="001E16BC"/>
    <w:rsid w:val="001E16DF"/>
    <w:rsid w:val="001E46E8"/>
    <w:rsid w:val="001F2BA5"/>
    <w:rsid w:val="001F308D"/>
    <w:rsid w:val="001F6DED"/>
    <w:rsid w:val="00201A7C"/>
    <w:rsid w:val="0021210E"/>
    <w:rsid w:val="0021414D"/>
    <w:rsid w:val="00223124"/>
    <w:rsid w:val="00233143"/>
    <w:rsid w:val="00234444"/>
    <w:rsid w:val="00242293"/>
    <w:rsid w:val="00244EA7"/>
    <w:rsid w:val="002566C6"/>
    <w:rsid w:val="00262FC3"/>
    <w:rsid w:val="0026394F"/>
    <w:rsid w:val="00267AF6"/>
    <w:rsid w:val="00276DB8"/>
    <w:rsid w:val="00282664"/>
    <w:rsid w:val="00285FB8"/>
    <w:rsid w:val="00287740"/>
    <w:rsid w:val="00291AA1"/>
    <w:rsid w:val="002970C3"/>
    <w:rsid w:val="002A47AD"/>
    <w:rsid w:val="002A4CD3"/>
    <w:rsid w:val="002A6CC4"/>
    <w:rsid w:val="002B66FB"/>
    <w:rsid w:val="002C3512"/>
    <w:rsid w:val="002C55E9"/>
    <w:rsid w:val="002D0C8B"/>
    <w:rsid w:val="002D330A"/>
    <w:rsid w:val="002E170C"/>
    <w:rsid w:val="002E193E"/>
    <w:rsid w:val="00305EFF"/>
    <w:rsid w:val="00310A6A"/>
    <w:rsid w:val="003144E6"/>
    <w:rsid w:val="003343F7"/>
    <w:rsid w:val="00337E82"/>
    <w:rsid w:val="00346FDC"/>
    <w:rsid w:val="00350BB1"/>
    <w:rsid w:val="00350EEF"/>
    <w:rsid w:val="00352C83"/>
    <w:rsid w:val="0035593B"/>
    <w:rsid w:val="00357027"/>
    <w:rsid w:val="00366805"/>
    <w:rsid w:val="0037067D"/>
    <w:rsid w:val="00373436"/>
    <w:rsid w:val="003829E9"/>
    <w:rsid w:val="0038735B"/>
    <w:rsid w:val="003916D1"/>
    <w:rsid w:val="0039295B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6AD"/>
    <w:rsid w:val="003D2E73"/>
    <w:rsid w:val="003D7644"/>
    <w:rsid w:val="003E3761"/>
    <w:rsid w:val="003E72B6"/>
    <w:rsid w:val="003E7BBE"/>
    <w:rsid w:val="00410AD6"/>
    <w:rsid w:val="00412620"/>
    <w:rsid w:val="004127E3"/>
    <w:rsid w:val="004305C2"/>
    <w:rsid w:val="0043212E"/>
    <w:rsid w:val="00434366"/>
    <w:rsid w:val="00434ECE"/>
    <w:rsid w:val="00444423"/>
    <w:rsid w:val="00450AC8"/>
    <w:rsid w:val="00452F3E"/>
    <w:rsid w:val="0046239A"/>
    <w:rsid w:val="004640AE"/>
    <w:rsid w:val="004679E3"/>
    <w:rsid w:val="00472A9E"/>
    <w:rsid w:val="00475172"/>
    <w:rsid w:val="004758B0"/>
    <w:rsid w:val="004832D2"/>
    <w:rsid w:val="00485559"/>
    <w:rsid w:val="00487EB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02A"/>
    <w:rsid w:val="004D0D5F"/>
    <w:rsid w:val="004D1569"/>
    <w:rsid w:val="004D44B1"/>
    <w:rsid w:val="004D6EAB"/>
    <w:rsid w:val="004E0460"/>
    <w:rsid w:val="004E1579"/>
    <w:rsid w:val="004E5FAE"/>
    <w:rsid w:val="004E6245"/>
    <w:rsid w:val="004E6741"/>
    <w:rsid w:val="004E7094"/>
    <w:rsid w:val="004F5DC7"/>
    <w:rsid w:val="004F78DA"/>
    <w:rsid w:val="00500A1C"/>
    <w:rsid w:val="005079C2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6652"/>
    <w:rsid w:val="00583902"/>
    <w:rsid w:val="005A1D70"/>
    <w:rsid w:val="005A3AA5"/>
    <w:rsid w:val="005A6C9C"/>
    <w:rsid w:val="005A74DC"/>
    <w:rsid w:val="005B0761"/>
    <w:rsid w:val="005B2D86"/>
    <w:rsid w:val="005B4AC9"/>
    <w:rsid w:val="005B5146"/>
    <w:rsid w:val="005D1AFD"/>
    <w:rsid w:val="005E51E6"/>
    <w:rsid w:val="005F027A"/>
    <w:rsid w:val="005F33CC"/>
    <w:rsid w:val="005F771F"/>
    <w:rsid w:val="006121D4"/>
    <w:rsid w:val="00613331"/>
    <w:rsid w:val="00613B49"/>
    <w:rsid w:val="00616845"/>
    <w:rsid w:val="00620E8E"/>
    <w:rsid w:val="00633CFE"/>
    <w:rsid w:val="00634BDC"/>
    <w:rsid w:val="00634FCA"/>
    <w:rsid w:val="00643D1B"/>
    <w:rsid w:val="006452B8"/>
    <w:rsid w:val="00647586"/>
    <w:rsid w:val="00652844"/>
    <w:rsid w:val="00652E62"/>
    <w:rsid w:val="00682495"/>
    <w:rsid w:val="00686A49"/>
    <w:rsid w:val="00687B62"/>
    <w:rsid w:val="00690C44"/>
    <w:rsid w:val="006969D9"/>
    <w:rsid w:val="00697DED"/>
    <w:rsid w:val="006A2B68"/>
    <w:rsid w:val="006A4773"/>
    <w:rsid w:val="006B5BE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B61"/>
    <w:rsid w:val="006F3622"/>
    <w:rsid w:val="0070204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634E"/>
    <w:rsid w:val="00766F20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6F6"/>
    <w:rsid w:val="00817D51"/>
    <w:rsid w:val="00823530"/>
    <w:rsid w:val="00823FF4"/>
    <w:rsid w:val="0082733B"/>
    <w:rsid w:val="00830267"/>
    <w:rsid w:val="008304AC"/>
    <w:rsid w:val="008306E7"/>
    <w:rsid w:val="008322BE"/>
    <w:rsid w:val="00834BC8"/>
    <w:rsid w:val="00835C14"/>
    <w:rsid w:val="00837FD6"/>
    <w:rsid w:val="0084088E"/>
    <w:rsid w:val="00847B60"/>
    <w:rsid w:val="00850243"/>
    <w:rsid w:val="00851BE5"/>
    <w:rsid w:val="008535E1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6054"/>
    <w:rsid w:val="008E260C"/>
    <w:rsid w:val="008E39BE"/>
    <w:rsid w:val="008E62EC"/>
    <w:rsid w:val="008F32F6"/>
    <w:rsid w:val="00916CD7"/>
    <w:rsid w:val="00920927"/>
    <w:rsid w:val="00921B38"/>
    <w:rsid w:val="00923720"/>
    <w:rsid w:val="00925EC1"/>
    <w:rsid w:val="009278C9"/>
    <w:rsid w:val="00932CD7"/>
    <w:rsid w:val="00944C09"/>
    <w:rsid w:val="009527CB"/>
    <w:rsid w:val="00953835"/>
    <w:rsid w:val="00956FA6"/>
    <w:rsid w:val="009605E0"/>
    <w:rsid w:val="00960F6C"/>
    <w:rsid w:val="00970747"/>
    <w:rsid w:val="0098059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787"/>
    <w:rsid w:val="009F0DCC"/>
    <w:rsid w:val="009F11CA"/>
    <w:rsid w:val="009F47ED"/>
    <w:rsid w:val="00A0695B"/>
    <w:rsid w:val="00A13052"/>
    <w:rsid w:val="00A202E0"/>
    <w:rsid w:val="00A203B7"/>
    <w:rsid w:val="00A216A8"/>
    <w:rsid w:val="00A223A6"/>
    <w:rsid w:val="00A3639E"/>
    <w:rsid w:val="00A505A3"/>
    <w:rsid w:val="00A5092E"/>
    <w:rsid w:val="00A554D6"/>
    <w:rsid w:val="00A56E14"/>
    <w:rsid w:val="00A6476B"/>
    <w:rsid w:val="00A731F9"/>
    <w:rsid w:val="00A76C6C"/>
    <w:rsid w:val="00A87356"/>
    <w:rsid w:val="00A92DD1"/>
    <w:rsid w:val="00AA4A3C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4CE1"/>
    <w:rsid w:val="00AD5B47"/>
    <w:rsid w:val="00AE12B8"/>
    <w:rsid w:val="00AE19DD"/>
    <w:rsid w:val="00AE1ED9"/>
    <w:rsid w:val="00AE32CB"/>
    <w:rsid w:val="00AF3957"/>
    <w:rsid w:val="00AF71EF"/>
    <w:rsid w:val="00B0712C"/>
    <w:rsid w:val="00B11336"/>
    <w:rsid w:val="00B12013"/>
    <w:rsid w:val="00B22C67"/>
    <w:rsid w:val="00B23036"/>
    <w:rsid w:val="00B3508F"/>
    <w:rsid w:val="00B40B34"/>
    <w:rsid w:val="00B443EE"/>
    <w:rsid w:val="00B560C8"/>
    <w:rsid w:val="00B56D67"/>
    <w:rsid w:val="00B61150"/>
    <w:rsid w:val="00B61F64"/>
    <w:rsid w:val="00B65BC7"/>
    <w:rsid w:val="00B746B9"/>
    <w:rsid w:val="00B800F6"/>
    <w:rsid w:val="00B848D4"/>
    <w:rsid w:val="00B865B7"/>
    <w:rsid w:val="00B91B97"/>
    <w:rsid w:val="00BA1CB1"/>
    <w:rsid w:val="00BA28CE"/>
    <w:rsid w:val="00BA4178"/>
    <w:rsid w:val="00BA482D"/>
    <w:rsid w:val="00BA6594"/>
    <w:rsid w:val="00BB1755"/>
    <w:rsid w:val="00BB23F4"/>
    <w:rsid w:val="00BC332D"/>
    <w:rsid w:val="00BC5075"/>
    <w:rsid w:val="00BC5419"/>
    <w:rsid w:val="00BD3B0F"/>
    <w:rsid w:val="00BE5889"/>
    <w:rsid w:val="00BF1D4C"/>
    <w:rsid w:val="00BF3F0A"/>
    <w:rsid w:val="00C14250"/>
    <w:rsid w:val="00C143C3"/>
    <w:rsid w:val="00C1739B"/>
    <w:rsid w:val="00C21ADE"/>
    <w:rsid w:val="00C26067"/>
    <w:rsid w:val="00C30A29"/>
    <w:rsid w:val="00C317DC"/>
    <w:rsid w:val="00C37BA6"/>
    <w:rsid w:val="00C43B35"/>
    <w:rsid w:val="00C578E9"/>
    <w:rsid w:val="00C70626"/>
    <w:rsid w:val="00C72860"/>
    <w:rsid w:val="00C73582"/>
    <w:rsid w:val="00C73B90"/>
    <w:rsid w:val="00C742EC"/>
    <w:rsid w:val="00C8273F"/>
    <w:rsid w:val="00C8409B"/>
    <w:rsid w:val="00C87F5F"/>
    <w:rsid w:val="00C96AF3"/>
    <w:rsid w:val="00C97CCC"/>
    <w:rsid w:val="00CA0274"/>
    <w:rsid w:val="00CA139A"/>
    <w:rsid w:val="00CB3C6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947"/>
    <w:rsid w:val="00D2035A"/>
    <w:rsid w:val="00D20C57"/>
    <w:rsid w:val="00D2276A"/>
    <w:rsid w:val="00D25D16"/>
    <w:rsid w:val="00D31743"/>
    <w:rsid w:val="00D32124"/>
    <w:rsid w:val="00D54C76"/>
    <w:rsid w:val="00D632BB"/>
    <w:rsid w:val="00D71E43"/>
    <w:rsid w:val="00D727F3"/>
    <w:rsid w:val="00D73695"/>
    <w:rsid w:val="00D810DE"/>
    <w:rsid w:val="00D87D32"/>
    <w:rsid w:val="00D90B80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72BC"/>
    <w:rsid w:val="00DE0AB1"/>
    <w:rsid w:val="00E0003C"/>
    <w:rsid w:val="00E06127"/>
    <w:rsid w:val="00E238E6"/>
    <w:rsid w:val="00E34CD8"/>
    <w:rsid w:val="00E35064"/>
    <w:rsid w:val="00E3681D"/>
    <w:rsid w:val="00E40225"/>
    <w:rsid w:val="00E501F0"/>
    <w:rsid w:val="00E53E83"/>
    <w:rsid w:val="00E6166D"/>
    <w:rsid w:val="00E6493E"/>
    <w:rsid w:val="00E66642"/>
    <w:rsid w:val="00E91BFF"/>
    <w:rsid w:val="00E92933"/>
    <w:rsid w:val="00E933B0"/>
    <w:rsid w:val="00E938B4"/>
    <w:rsid w:val="00E94FAD"/>
    <w:rsid w:val="00E95498"/>
    <w:rsid w:val="00EA2FCF"/>
    <w:rsid w:val="00EB0AA4"/>
    <w:rsid w:val="00EB5C88"/>
    <w:rsid w:val="00EC0469"/>
    <w:rsid w:val="00EC0C3E"/>
    <w:rsid w:val="00ED34E3"/>
    <w:rsid w:val="00EF01F8"/>
    <w:rsid w:val="00EF3268"/>
    <w:rsid w:val="00EF40EF"/>
    <w:rsid w:val="00EF45EF"/>
    <w:rsid w:val="00EF47FE"/>
    <w:rsid w:val="00F069BD"/>
    <w:rsid w:val="00F1480E"/>
    <w:rsid w:val="00F1497D"/>
    <w:rsid w:val="00F16AAC"/>
    <w:rsid w:val="00F30C7D"/>
    <w:rsid w:val="00F33FF2"/>
    <w:rsid w:val="00F349A8"/>
    <w:rsid w:val="00F42EF8"/>
    <w:rsid w:val="00F438FC"/>
    <w:rsid w:val="00F5616F"/>
    <w:rsid w:val="00F56451"/>
    <w:rsid w:val="00F56827"/>
    <w:rsid w:val="00F62866"/>
    <w:rsid w:val="00F65EF0"/>
    <w:rsid w:val="00F71651"/>
    <w:rsid w:val="00F73D98"/>
    <w:rsid w:val="00F76191"/>
    <w:rsid w:val="00F76CC6"/>
    <w:rsid w:val="00F8149F"/>
    <w:rsid w:val="00F83D7C"/>
    <w:rsid w:val="00F92474"/>
    <w:rsid w:val="00FB232E"/>
    <w:rsid w:val="00FC2207"/>
    <w:rsid w:val="00FD557D"/>
    <w:rsid w:val="00FE0282"/>
    <w:rsid w:val="00FE124D"/>
    <w:rsid w:val="00FE5DC0"/>
    <w:rsid w:val="00FE792C"/>
    <w:rsid w:val="00FF58F8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410AD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28A116-BEB9-4C30-A218-724B5D3F2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D7448146-BB24-4FAE-9F8E-9C7E0DB5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131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109</cp:revision>
  <cp:lastPrinted>2016-05-27T05:21:00Z</cp:lastPrinted>
  <dcterms:created xsi:type="dcterms:W3CDTF">2020-08-25T06:08:00Z</dcterms:created>
  <dcterms:modified xsi:type="dcterms:W3CDTF">2021-05-05T06:05:00Z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