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645D8FA1" w:rsidR="00A301E0" w:rsidRPr="00752A41" w:rsidRDefault="00EF121C" w:rsidP="00A456E0">
            <w:pPr>
              <w:pStyle w:val="SISSCODE"/>
            </w:pPr>
            <w:r w:rsidRPr="00EF121C">
              <w:t>FWPSS000</w:t>
            </w:r>
            <w:r w:rsidR="006F49AB">
              <w:t>0X</w:t>
            </w:r>
          </w:p>
        </w:tc>
        <w:tc>
          <w:tcPr>
            <w:tcW w:w="3604" w:type="pct"/>
            <w:shd w:val="clear" w:color="auto" w:fill="auto"/>
          </w:tcPr>
          <w:p w14:paraId="762CB832" w14:textId="6BCF036F" w:rsidR="00A301E0" w:rsidRPr="00752A41" w:rsidRDefault="006F49AB" w:rsidP="00DA228A">
            <w:pPr>
              <w:pStyle w:val="SISStitle"/>
            </w:pPr>
            <w:r>
              <w:t>P</w:t>
            </w:r>
            <w:r w:rsidR="00EF121C" w:rsidRPr="00EF121C">
              <w:t xml:space="preserve">lantation </w:t>
            </w:r>
            <w:r>
              <w:t>F</w:t>
            </w:r>
            <w:r w:rsidR="00EF121C" w:rsidRPr="00EF121C">
              <w:t xml:space="preserve">orest </w:t>
            </w:r>
            <w:r>
              <w:t>O</w:t>
            </w:r>
            <w:r w:rsidR="00EF121C" w:rsidRPr="00EF121C">
              <w:t>perator</w:t>
            </w:r>
            <w:r>
              <w:t xml:space="preserve"> 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83C2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0EA6705A" w:rsidR="00983C21" w:rsidRPr="00983C21" w:rsidRDefault="00983C21" w:rsidP="00983C21">
            <w:pPr>
              <w:pStyle w:val="SIText"/>
            </w:pPr>
            <w:r w:rsidRPr="00983C21">
              <w:t xml:space="preserve">Release </w:t>
            </w:r>
            <w:proofErr w:type="gramStart"/>
            <w:r w:rsidR="006F49AB">
              <w:t>1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7019F2F4" w14:textId="7CAEEC3C" w:rsidR="00983C21" w:rsidRPr="00FE6108" w:rsidRDefault="00983C21" w:rsidP="00AB0F36">
            <w:pPr>
              <w:pStyle w:val="SIText"/>
            </w:pPr>
            <w:r w:rsidRPr="00AB0F36">
              <w:t xml:space="preserve">This version released with FWP Forest and Wood Products Training Package Version </w:t>
            </w:r>
            <w:r w:rsidR="006F49AB">
              <w:t>7.</w:t>
            </w:r>
            <w:proofErr w:type="gramStart"/>
            <w:r w:rsidR="006F49AB">
              <w:t>0</w:t>
            </w:r>
            <w:r w:rsidRPr="00AB0F36">
              <w:t>.</w:t>
            </w:r>
            <w:r w:rsidRPr="00FE6108">
              <w:t>This</w:t>
            </w:r>
            <w:proofErr w:type="gramEnd"/>
            <w:r w:rsidRPr="00FE6108">
              <w:t xml:space="preserve"> skill set supersedes and is equivalent to </w:t>
            </w:r>
            <w:r w:rsidRPr="00AB0F36">
              <w:t>FWPSS00018 Skill set for a plantation forest operator.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20CDD03" w14:textId="00A563EE" w:rsidR="00D86667" w:rsidRPr="00D86667" w:rsidRDefault="00D86667" w:rsidP="00DA228A">
            <w:pPr>
              <w:pStyle w:val="SIText"/>
            </w:pPr>
            <w:r w:rsidRPr="00D86667">
              <w:t xml:space="preserve">This skill set </w:t>
            </w:r>
            <w:r w:rsidR="00046E81">
              <w:t xml:space="preserve">provides that skills and knowledge </w:t>
            </w:r>
            <w:proofErr w:type="gramStart"/>
            <w:r w:rsidR="00044238">
              <w:t>required</w:t>
            </w:r>
            <w:proofErr w:type="gramEnd"/>
            <w:r w:rsidR="00044238">
              <w:t xml:space="preserve"> to </w:t>
            </w:r>
            <w:r w:rsidR="009838EE" w:rsidRPr="009838EE">
              <w:t>comply with soil, water</w:t>
            </w:r>
            <w:r w:rsidR="00684BD1">
              <w:t xml:space="preserve"> </w:t>
            </w:r>
            <w:r w:rsidR="009838EE" w:rsidRPr="009838EE">
              <w:t xml:space="preserve">and cultural heritage protection requirements in a commercial </w:t>
            </w:r>
            <w:r w:rsidR="00684BD1">
              <w:t>plantation</w:t>
            </w:r>
            <w:r w:rsidR="009838EE" w:rsidRPr="009838EE">
              <w:t xml:space="preserve"> forest operation.</w:t>
            </w:r>
            <w:r w:rsidR="00684BD1">
              <w:t xml:space="preserve"> </w:t>
            </w:r>
            <w:r w:rsidR="00B73B6C" w:rsidRPr="00B73B6C">
              <w:t xml:space="preserve">It also </w:t>
            </w:r>
            <w:proofErr w:type="gramStart"/>
            <w:r w:rsidR="00B73B6C" w:rsidRPr="00B73B6C">
              <w:t>provides</w:t>
            </w:r>
            <w:proofErr w:type="gramEnd"/>
            <w:r w:rsidR="00B73B6C" w:rsidRPr="00B73B6C">
              <w:t xml:space="preserve"> the skills and knowledge to follow workplace safety and environmental procedures</w:t>
            </w:r>
            <w:r w:rsidR="00B73B6C">
              <w:t>.</w:t>
            </w:r>
            <w:r w:rsidR="00B73B6C" w:rsidRPr="00B73B6C">
              <w:t xml:space="preserve"> </w:t>
            </w:r>
          </w:p>
          <w:p w14:paraId="525D476D" w14:textId="2DD290E1" w:rsidR="00A772D9" w:rsidRPr="00536741" w:rsidRDefault="00A772D9" w:rsidP="00602F20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7EDA2FA" w14:textId="344CB2F4" w:rsidR="00BC74A1" w:rsidRPr="00BC74A1" w:rsidRDefault="00BC74A1" w:rsidP="00BC74A1">
            <w:pPr>
              <w:pStyle w:val="SIText"/>
              <w:rPr>
                <w:rStyle w:val="SIText-Italic"/>
              </w:rPr>
            </w:pPr>
            <w:r w:rsidRPr="00BC74A1">
              <w:t xml:space="preserve">These units of competency </w:t>
            </w:r>
            <w:proofErr w:type="gramStart"/>
            <w:r w:rsidRPr="00BC74A1">
              <w:t>provide</w:t>
            </w:r>
            <w:proofErr w:type="gramEnd"/>
            <w:r w:rsidRPr="00BC74A1">
              <w:t xml:space="preserve"> credit towards </w:t>
            </w:r>
            <w:r w:rsidRPr="00BC74A1">
              <w:rPr>
                <w:rStyle w:val="SIText-Italic"/>
              </w:rPr>
              <w:t>FWP</w:t>
            </w:r>
            <w:r>
              <w:rPr>
                <w:rStyle w:val="SIText-Italic"/>
              </w:rPr>
              <w:t>3</w:t>
            </w:r>
            <w:r w:rsidRPr="00BC74A1">
              <w:rPr>
                <w:rStyle w:val="SIText-Italic"/>
              </w:rPr>
              <w:t>XX21 Certificate III in Forest Operations</w:t>
            </w:r>
            <w:r w:rsidRPr="00BC74A1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30FF4844" w:rsidR="00A301E0" w:rsidRPr="00A301E0" w:rsidRDefault="001679FC" w:rsidP="00DA228A">
            <w:pPr>
              <w:pStyle w:val="SIText"/>
            </w:pPr>
            <w:r w:rsidRPr="001679FC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763EC74" w14:textId="79C5466E" w:rsidR="00AB0F36" w:rsidRPr="00BE3484" w:rsidRDefault="00AB0F36" w:rsidP="00DA228A">
            <w:pPr>
              <w:pStyle w:val="SIBulletList1"/>
            </w:pPr>
            <w:r w:rsidRPr="00BE3484">
              <w:t>FWPCOR2</w:t>
            </w:r>
            <w:r w:rsidR="00E33263">
              <w:t>XXX</w:t>
            </w:r>
            <w:r w:rsidRPr="00BE3484">
              <w:t xml:space="preserve"> Follow environmental </w:t>
            </w:r>
            <w:r w:rsidR="007769F5">
              <w:t>protection</w:t>
            </w:r>
            <w:r w:rsidRPr="00BE3484">
              <w:t xml:space="preserve"> </w:t>
            </w:r>
            <w:proofErr w:type="gramStart"/>
            <w:r w:rsidRPr="00BE3484">
              <w:t>procedures</w:t>
            </w:r>
            <w:proofErr w:type="gramEnd"/>
          </w:p>
          <w:p w14:paraId="6F72D091" w14:textId="3971FB5E" w:rsidR="00AB0F36" w:rsidRPr="00BE3484" w:rsidRDefault="00AB0F36" w:rsidP="00DA228A">
            <w:pPr>
              <w:pStyle w:val="SIBulletList1"/>
            </w:pPr>
            <w:r w:rsidRPr="00BE3484">
              <w:t>FWPCOR2</w:t>
            </w:r>
            <w:r w:rsidR="00EF029C">
              <w:t>XXX</w:t>
            </w:r>
            <w:r w:rsidRPr="00BE3484">
              <w:t xml:space="preserve"> Follow </w:t>
            </w:r>
            <w:r w:rsidR="00EF029C">
              <w:t>health and safety</w:t>
            </w:r>
            <w:r w:rsidRPr="00BE3484">
              <w:t xml:space="preserve"> policies and </w:t>
            </w:r>
            <w:proofErr w:type="gramStart"/>
            <w:r w:rsidRPr="00BE3484">
              <w:t>procedures</w:t>
            </w:r>
            <w:proofErr w:type="gramEnd"/>
          </w:p>
          <w:p w14:paraId="22B82DE2" w14:textId="53D93CC8" w:rsidR="00AB0F36" w:rsidRPr="00536741" w:rsidRDefault="00AB0F36" w:rsidP="00DA228A">
            <w:pPr>
              <w:pStyle w:val="SIBulletList1"/>
            </w:pPr>
            <w:r w:rsidRPr="00BE3484">
              <w:t>FWPCOT</w:t>
            </w:r>
            <w:r w:rsidR="0085374A">
              <w:t>2XXX</w:t>
            </w:r>
            <w:r w:rsidRPr="00BE3484">
              <w:t xml:space="preserve"> Follow cultural heritage</w:t>
            </w:r>
            <w:r w:rsidR="0085374A">
              <w:t xml:space="preserve"> protection</w:t>
            </w:r>
            <w:r w:rsidRPr="00BE3484">
              <w:t xml:space="preserve"> </w:t>
            </w:r>
            <w:proofErr w:type="gramStart"/>
            <w:r w:rsidRPr="00BE3484">
              <w:t>requirements</w:t>
            </w:r>
            <w:proofErr w:type="gramEnd"/>
          </w:p>
          <w:p w14:paraId="4FC8DEBF" w14:textId="77777777" w:rsidR="001F28F9" w:rsidRDefault="00AB0F36" w:rsidP="00DA228A">
            <w:pPr>
              <w:pStyle w:val="SIBulletList1"/>
            </w:pPr>
            <w:r w:rsidRPr="00BE3484">
              <w:t>FWPCOT3</w:t>
            </w:r>
            <w:r>
              <w:t>314</w:t>
            </w:r>
            <w:r w:rsidRPr="00BE3484">
              <w:t xml:space="preserve"> Comply with soil and water </w:t>
            </w:r>
            <w:proofErr w:type="gramStart"/>
            <w:r w:rsidRPr="00BE3484">
              <w:t>protection</w:t>
            </w:r>
            <w:proofErr w:type="gramEnd"/>
          </w:p>
          <w:p w14:paraId="5B148795" w14:textId="202BEA51" w:rsidR="007769F5" w:rsidRPr="00536741" w:rsidRDefault="007769F5" w:rsidP="007769F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FD1F2B6" w14:textId="63F74606" w:rsidR="00FF76F7" w:rsidRPr="00FF76F7" w:rsidRDefault="00FF76F7" w:rsidP="00DA228A">
            <w:pPr>
              <w:pStyle w:val="SIText"/>
            </w:pPr>
            <w:r w:rsidRPr="00FF76F7">
              <w:t xml:space="preserve">This skill set is for people wishing to work as a </w:t>
            </w:r>
            <w:r w:rsidR="00A46116">
              <w:t>forestry</w:t>
            </w:r>
            <w:r w:rsidR="00A46116" w:rsidRPr="00FF76F7">
              <w:t xml:space="preserve"> </w:t>
            </w:r>
            <w:r w:rsidRPr="00FF76F7">
              <w:t>or harvesting technical officer in a commercial plantation forest operation.</w:t>
            </w:r>
          </w:p>
          <w:p w14:paraId="67336C85" w14:textId="239ED9A8" w:rsidR="0016138C" w:rsidRPr="00536741" w:rsidRDefault="0016138C" w:rsidP="00602F20">
            <w:pPr>
              <w:pStyle w:val="SIText"/>
            </w:pP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C2E00A" w14:textId="345EC615" w:rsidR="00DA228A" w:rsidRPr="00DA228A" w:rsidRDefault="00DA228A" w:rsidP="00DA228A">
            <w:pPr>
              <w:pStyle w:val="SIText"/>
            </w:pPr>
            <w:r w:rsidRPr="00DA228A">
              <w:t xml:space="preserve">These competencies from the FWP Forest and Wood Products Training Package meet the industry requirements for </w:t>
            </w:r>
            <w:r w:rsidR="002B0CC8">
              <w:t>p</w:t>
            </w:r>
            <w:r w:rsidRPr="00DA228A">
              <w:t xml:space="preserve">lantation </w:t>
            </w:r>
            <w:r w:rsidR="002B0CC8">
              <w:t>f</w:t>
            </w:r>
            <w:r w:rsidRPr="00DA228A">
              <w:t xml:space="preserve">orest </w:t>
            </w:r>
            <w:r w:rsidR="002B0CC8">
              <w:t>o</w:t>
            </w:r>
            <w:r w:rsidRPr="00DA228A">
              <w:t>perator</w:t>
            </w:r>
            <w:r w:rsidR="002B0CC8">
              <w:t>s</w:t>
            </w:r>
            <w:r w:rsidRPr="00DA228A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15386" w14:textId="77777777" w:rsidR="00314DE5" w:rsidRDefault="00314DE5" w:rsidP="00BF3F0A">
      <w:r>
        <w:separator/>
      </w:r>
    </w:p>
    <w:p w14:paraId="377E2687" w14:textId="77777777" w:rsidR="00314DE5" w:rsidRDefault="00314DE5"/>
  </w:endnote>
  <w:endnote w:type="continuationSeparator" w:id="0">
    <w:p w14:paraId="6D61887A" w14:textId="77777777" w:rsidR="00314DE5" w:rsidRDefault="00314DE5" w:rsidP="00BF3F0A">
      <w:r>
        <w:continuationSeparator/>
      </w:r>
    </w:p>
    <w:p w14:paraId="51BDAD3A" w14:textId="77777777" w:rsidR="00314DE5" w:rsidRDefault="00314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</w:t>
        </w:r>
        <w:proofErr w:type="gramStart"/>
        <w:r w:rsidRPr="00536741">
          <w:t>modified</w:t>
        </w:r>
        <w:proofErr w:type="gramEnd"/>
        <w:r w:rsidRPr="00536741">
          <w:t xml:space="preserve">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A4C4A" w14:textId="77777777" w:rsidR="00314DE5" w:rsidRDefault="00314DE5" w:rsidP="00BF3F0A">
      <w:r>
        <w:separator/>
      </w:r>
    </w:p>
    <w:p w14:paraId="021D5A60" w14:textId="77777777" w:rsidR="00314DE5" w:rsidRDefault="00314DE5"/>
  </w:footnote>
  <w:footnote w:type="continuationSeparator" w:id="0">
    <w:p w14:paraId="721DA89A" w14:textId="77777777" w:rsidR="00314DE5" w:rsidRDefault="00314DE5" w:rsidP="00BF3F0A">
      <w:r>
        <w:continuationSeparator/>
      </w:r>
    </w:p>
    <w:p w14:paraId="76DA11F4" w14:textId="77777777" w:rsidR="00314DE5" w:rsidRDefault="00314D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4F49" w14:textId="3E34AEAA" w:rsidR="00EF121C" w:rsidRPr="00EF121C" w:rsidRDefault="00EF121C" w:rsidP="00EF121C">
    <w:r w:rsidRPr="00EF121C">
      <w:t>FWPSS000</w:t>
    </w:r>
    <w:r w:rsidR="006F49AB">
      <w:t>0X</w:t>
    </w:r>
    <w:r w:rsidRPr="00EF121C">
      <w:t xml:space="preserve"> </w:t>
    </w:r>
    <w:r w:rsidR="006F49AB">
      <w:t>P</w:t>
    </w:r>
    <w:r w:rsidRPr="00EF121C">
      <w:t xml:space="preserve">lantation </w:t>
    </w:r>
    <w:r w:rsidR="006F49AB">
      <w:t>F</w:t>
    </w:r>
    <w:r w:rsidRPr="00EF121C">
      <w:t xml:space="preserve">orest </w:t>
    </w:r>
    <w:r w:rsidR="006F49AB">
      <w:t>O</w:t>
    </w:r>
    <w:r w:rsidRPr="00EF121C">
      <w:t>perator</w:t>
    </w:r>
    <w:r w:rsidR="006F49AB">
      <w:t xml:space="preserve"> Skill Set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rQUAyUmD4ywAAAA="/>
  </w:docVars>
  <w:rsids>
    <w:rsidRoot w:val="00AD00F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4238"/>
    <w:rsid w:val="00046E81"/>
    <w:rsid w:val="00053D7E"/>
    <w:rsid w:val="00064BFE"/>
    <w:rsid w:val="00070B3E"/>
    <w:rsid w:val="00071F95"/>
    <w:rsid w:val="000737BB"/>
    <w:rsid w:val="00074E47"/>
    <w:rsid w:val="00076481"/>
    <w:rsid w:val="000860E6"/>
    <w:rsid w:val="000A5441"/>
    <w:rsid w:val="000C13F1"/>
    <w:rsid w:val="000D7BE6"/>
    <w:rsid w:val="000E2C86"/>
    <w:rsid w:val="000F29F2"/>
    <w:rsid w:val="000F38FE"/>
    <w:rsid w:val="00101659"/>
    <w:rsid w:val="00106863"/>
    <w:rsid w:val="001078BF"/>
    <w:rsid w:val="00133957"/>
    <w:rsid w:val="001372F6"/>
    <w:rsid w:val="00144385"/>
    <w:rsid w:val="00151D93"/>
    <w:rsid w:val="00156EF3"/>
    <w:rsid w:val="0016138C"/>
    <w:rsid w:val="001679F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6F7C"/>
    <w:rsid w:val="00242293"/>
    <w:rsid w:val="00244EA7"/>
    <w:rsid w:val="00262FC3"/>
    <w:rsid w:val="00276DB8"/>
    <w:rsid w:val="00282664"/>
    <w:rsid w:val="00285FB8"/>
    <w:rsid w:val="002931C2"/>
    <w:rsid w:val="002A4CD3"/>
    <w:rsid w:val="002B0CC8"/>
    <w:rsid w:val="002C55E9"/>
    <w:rsid w:val="002D0C8B"/>
    <w:rsid w:val="002E193E"/>
    <w:rsid w:val="002F4FFE"/>
    <w:rsid w:val="00310771"/>
    <w:rsid w:val="00314DE5"/>
    <w:rsid w:val="003164AA"/>
    <w:rsid w:val="003315E1"/>
    <w:rsid w:val="00337E82"/>
    <w:rsid w:val="00350BB1"/>
    <w:rsid w:val="00352C83"/>
    <w:rsid w:val="0037067D"/>
    <w:rsid w:val="00384462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1209"/>
    <w:rsid w:val="004127E3"/>
    <w:rsid w:val="00423C74"/>
    <w:rsid w:val="0043212E"/>
    <w:rsid w:val="00434366"/>
    <w:rsid w:val="0044166F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3E56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4CE8"/>
    <w:rsid w:val="00596C91"/>
    <w:rsid w:val="005A3AA5"/>
    <w:rsid w:val="005A6C9C"/>
    <w:rsid w:val="005A74DC"/>
    <w:rsid w:val="005B5146"/>
    <w:rsid w:val="005C231B"/>
    <w:rsid w:val="005C7EA8"/>
    <w:rsid w:val="005F33CC"/>
    <w:rsid w:val="00602F20"/>
    <w:rsid w:val="006121D4"/>
    <w:rsid w:val="00613B49"/>
    <w:rsid w:val="00620E8E"/>
    <w:rsid w:val="006271EA"/>
    <w:rsid w:val="00633CFE"/>
    <w:rsid w:val="00634FCA"/>
    <w:rsid w:val="006404B5"/>
    <w:rsid w:val="006452B8"/>
    <w:rsid w:val="00652E62"/>
    <w:rsid w:val="00684BD1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49AB"/>
    <w:rsid w:val="00705EEC"/>
    <w:rsid w:val="00707741"/>
    <w:rsid w:val="00722769"/>
    <w:rsid w:val="00722D00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769F5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1B2B"/>
    <w:rsid w:val="0085374A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4CE8"/>
    <w:rsid w:val="009278C9"/>
    <w:rsid w:val="009527CB"/>
    <w:rsid w:val="00953835"/>
    <w:rsid w:val="00960F6C"/>
    <w:rsid w:val="00970747"/>
    <w:rsid w:val="009838EE"/>
    <w:rsid w:val="00983C21"/>
    <w:rsid w:val="0098725E"/>
    <w:rsid w:val="009A5900"/>
    <w:rsid w:val="009B55A5"/>
    <w:rsid w:val="009C2650"/>
    <w:rsid w:val="009D0AFF"/>
    <w:rsid w:val="009D15E2"/>
    <w:rsid w:val="009D15FE"/>
    <w:rsid w:val="009D2BDC"/>
    <w:rsid w:val="009D54EE"/>
    <w:rsid w:val="009D5D2C"/>
    <w:rsid w:val="009E3B41"/>
    <w:rsid w:val="009F0DCC"/>
    <w:rsid w:val="009F11CA"/>
    <w:rsid w:val="00A0695B"/>
    <w:rsid w:val="00A13052"/>
    <w:rsid w:val="00A216A8"/>
    <w:rsid w:val="00A223A6"/>
    <w:rsid w:val="00A250C3"/>
    <w:rsid w:val="00A301E0"/>
    <w:rsid w:val="00A354FC"/>
    <w:rsid w:val="00A456E0"/>
    <w:rsid w:val="00A46116"/>
    <w:rsid w:val="00A5092E"/>
    <w:rsid w:val="00A56E14"/>
    <w:rsid w:val="00A644BD"/>
    <w:rsid w:val="00A6476B"/>
    <w:rsid w:val="00A76C6C"/>
    <w:rsid w:val="00A772D9"/>
    <w:rsid w:val="00A7771F"/>
    <w:rsid w:val="00A92DD1"/>
    <w:rsid w:val="00AA0BFA"/>
    <w:rsid w:val="00AA5338"/>
    <w:rsid w:val="00AA5E0C"/>
    <w:rsid w:val="00AB0F36"/>
    <w:rsid w:val="00AB1B8E"/>
    <w:rsid w:val="00AC0696"/>
    <w:rsid w:val="00AC4C98"/>
    <w:rsid w:val="00AC5F6B"/>
    <w:rsid w:val="00AD00F1"/>
    <w:rsid w:val="00AD3896"/>
    <w:rsid w:val="00AD5B47"/>
    <w:rsid w:val="00AE1ED9"/>
    <w:rsid w:val="00AE32CB"/>
    <w:rsid w:val="00AF3957"/>
    <w:rsid w:val="00AF5D56"/>
    <w:rsid w:val="00B12013"/>
    <w:rsid w:val="00B22C67"/>
    <w:rsid w:val="00B3508F"/>
    <w:rsid w:val="00B443EE"/>
    <w:rsid w:val="00B560C8"/>
    <w:rsid w:val="00B61150"/>
    <w:rsid w:val="00B65BC7"/>
    <w:rsid w:val="00B73B6C"/>
    <w:rsid w:val="00B746B9"/>
    <w:rsid w:val="00B848D4"/>
    <w:rsid w:val="00B865B7"/>
    <w:rsid w:val="00BA1585"/>
    <w:rsid w:val="00BA1CB1"/>
    <w:rsid w:val="00BA482D"/>
    <w:rsid w:val="00BA7B66"/>
    <w:rsid w:val="00BB23F4"/>
    <w:rsid w:val="00BC5075"/>
    <w:rsid w:val="00BC67F5"/>
    <w:rsid w:val="00BC74A1"/>
    <w:rsid w:val="00BD3B0F"/>
    <w:rsid w:val="00BE3484"/>
    <w:rsid w:val="00BF1D4C"/>
    <w:rsid w:val="00BF3F0A"/>
    <w:rsid w:val="00BF696A"/>
    <w:rsid w:val="00C00041"/>
    <w:rsid w:val="00C01B36"/>
    <w:rsid w:val="00C143C3"/>
    <w:rsid w:val="00C1739B"/>
    <w:rsid w:val="00C22C4C"/>
    <w:rsid w:val="00C26067"/>
    <w:rsid w:val="00C30A29"/>
    <w:rsid w:val="00C317DC"/>
    <w:rsid w:val="00C54EF8"/>
    <w:rsid w:val="00C578E9"/>
    <w:rsid w:val="00C64702"/>
    <w:rsid w:val="00C64A2F"/>
    <w:rsid w:val="00C70626"/>
    <w:rsid w:val="00C72860"/>
    <w:rsid w:val="00C73B90"/>
    <w:rsid w:val="00C86FCE"/>
    <w:rsid w:val="00C96AF3"/>
    <w:rsid w:val="00C97CCC"/>
    <w:rsid w:val="00CA0274"/>
    <w:rsid w:val="00CB0F69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6667"/>
    <w:rsid w:val="00D87D32"/>
    <w:rsid w:val="00D92C83"/>
    <w:rsid w:val="00DA0A81"/>
    <w:rsid w:val="00DA228A"/>
    <w:rsid w:val="00DA3C10"/>
    <w:rsid w:val="00DA53B5"/>
    <w:rsid w:val="00DB557A"/>
    <w:rsid w:val="00DC1D69"/>
    <w:rsid w:val="00DC3909"/>
    <w:rsid w:val="00DC5A3A"/>
    <w:rsid w:val="00E06F35"/>
    <w:rsid w:val="00E130C4"/>
    <w:rsid w:val="00E238E6"/>
    <w:rsid w:val="00E33263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34"/>
    <w:rsid w:val="00EC0469"/>
    <w:rsid w:val="00EF01F8"/>
    <w:rsid w:val="00EF029C"/>
    <w:rsid w:val="00EF121C"/>
    <w:rsid w:val="00EF4016"/>
    <w:rsid w:val="00EF40EF"/>
    <w:rsid w:val="00F13884"/>
    <w:rsid w:val="00F1480E"/>
    <w:rsid w:val="00F1497D"/>
    <w:rsid w:val="00F16AAC"/>
    <w:rsid w:val="00F3249A"/>
    <w:rsid w:val="00F4044F"/>
    <w:rsid w:val="00F438FC"/>
    <w:rsid w:val="00F5616F"/>
    <w:rsid w:val="00F56827"/>
    <w:rsid w:val="00F65EF0"/>
    <w:rsid w:val="00F7104A"/>
    <w:rsid w:val="00F71651"/>
    <w:rsid w:val="00F76CC6"/>
    <w:rsid w:val="00FA56AA"/>
    <w:rsid w:val="00FE0282"/>
    <w:rsid w:val="00FE124D"/>
    <w:rsid w:val="00FE6108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C99A1-FF90-458A-96FB-58477995C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35</cp:revision>
  <cp:lastPrinted>2016-05-27T05:21:00Z</cp:lastPrinted>
  <dcterms:created xsi:type="dcterms:W3CDTF">2021-02-22T00:40:00Z</dcterms:created>
  <dcterms:modified xsi:type="dcterms:W3CDTF">2021-04-30T09:18:00Z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