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CA33ACB" w14:textId="77777777" w:rsidTr="00F279E6">
        <w:tc>
          <w:tcPr>
            <w:tcW w:w="1396" w:type="pct"/>
            <w:shd w:val="clear" w:color="auto" w:fill="auto"/>
          </w:tcPr>
          <w:p w14:paraId="67E27844" w14:textId="36F5843B" w:rsidR="00A301E0" w:rsidRPr="00752A41" w:rsidRDefault="005F122C" w:rsidP="00A456E0">
            <w:pPr>
              <w:pStyle w:val="SISSCODE"/>
            </w:pPr>
            <w:r w:rsidRPr="005F122C">
              <w:t>FWPSS000</w:t>
            </w:r>
            <w:r w:rsidR="00971951">
              <w:t>0X</w:t>
            </w:r>
          </w:p>
        </w:tc>
        <w:tc>
          <w:tcPr>
            <w:tcW w:w="3604" w:type="pct"/>
            <w:shd w:val="clear" w:color="auto" w:fill="auto"/>
          </w:tcPr>
          <w:p w14:paraId="762CB832" w14:textId="6916A6FD" w:rsidR="00A301E0" w:rsidRPr="00752A41" w:rsidRDefault="00841A0F" w:rsidP="00227A64">
            <w:pPr>
              <w:pStyle w:val="SISStitle"/>
            </w:pPr>
            <w:r w:rsidRPr="00841A0F">
              <w:t>Plantation Establishment Worker Skill Set</w:t>
            </w:r>
          </w:p>
        </w:tc>
      </w:tr>
    </w:tbl>
    <w:p w14:paraId="0D13557E" w14:textId="77777777" w:rsidR="00A301E0" w:rsidRPr="00536741" w:rsidRDefault="00A301E0" w:rsidP="00A301E0"/>
    <w:p w14:paraId="39C36A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8E47AB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F5AE17D" w14:textId="77777777" w:rsidTr="002A1BEA">
        <w:tc>
          <w:tcPr>
            <w:tcW w:w="1396" w:type="pct"/>
            <w:shd w:val="clear" w:color="auto" w:fill="auto"/>
          </w:tcPr>
          <w:p w14:paraId="10445BD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9849BD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921CD1" w:rsidRPr="00963A46" w14:paraId="2E8A7C0B" w14:textId="77777777" w:rsidTr="002A1BEA">
        <w:tc>
          <w:tcPr>
            <w:tcW w:w="1396" w:type="pct"/>
            <w:shd w:val="clear" w:color="auto" w:fill="auto"/>
          </w:tcPr>
          <w:p w14:paraId="2D109467" w14:textId="4744F652" w:rsidR="00921CD1" w:rsidRPr="00921CD1" w:rsidRDefault="00921CD1" w:rsidP="00921CD1">
            <w:pPr>
              <w:pStyle w:val="SIText"/>
            </w:pPr>
            <w:r w:rsidRPr="00921CD1">
              <w:t xml:space="preserve">Release </w:t>
            </w:r>
            <w:r w:rsidR="00971951">
              <w:t>1</w:t>
            </w:r>
          </w:p>
        </w:tc>
        <w:tc>
          <w:tcPr>
            <w:tcW w:w="3604" w:type="pct"/>
            <w:shd w:val="clear" w:color="auto" w:fill="auto"/>
          </w:tcPr>
          <w:p w14:paraId="7019F2F4" w14:textId="25111B58" w:rsidR="00921CD1" w:rsidRPr="00AB034A" w:rsidRDefault="00921CD1" w:rsidP="00CC109A">
            <w:pPr>
              <w:pStyle w:val="SIText"/>
            </w:pPr>
            <w:r w:rsidRPr="00CC109A">
              <w:t xml:space="preserve">This version released with FWP Forest and Wood Products Training Package Version </w:t>
            </w:r>
            <w:r w:rsidR="00971951">
              <w:t>7.0</w:t>
            </w:r>
            <w:r w:rsidRPr="00CC109A">
              <w:t>.</w:t>
            </w:r>
            <w:r w:rsidR="00A65367">
              <w:t xml:space="preserve"> </w:t>
            </w:r>
          </w:p>
        </w:tc>
      </w:tr>
    </w:tbl>
    <w:p w14:paraId="196197F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8A1137" w14:textId="77777777" w:rsidTr="000D7BE6">
        <w:tc>
          <w:tcPr>
            <w:tcW w:w="5000" w:type="pct"/>
            <w:shd w:val="clear" w:color="auto" w:fill="auto"/>
          </w:tcPr>
          <w:p w14:paraId="501020A5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E11DC43" w14:textId="3041579F" w:rsidR="00E052D9" w:rsidRPr="00E052D9" w:rsidRDefault="00376181" w:rsidP="00227A64">
            <w:pPr>
              <w:pStyle w:val="SIText"/>
            </w:pPr>
            <w:r>
              <w:t xml:space="preserve">This skill set provides the skills and knowledge </w:t>
            </w:r>
            <w:r w:rsidR="003C2241">
              <w:t xml:space="preserve">required to </w:t>
            </w:r>
            <w:r w:rsidR="00E209DF" w:rsidRPr="00E209DF">
              <w:t xml:space="preserve">plant trees by hand </w:t>
            </w:r>
            <w:r w:rsidR="004D2260">
              <w:t xml:space="preserve">effectively </w:t>
            </w:r>
            <w:r w:rsidR="00E209DF" w:rsidRPr="00E209DF">
              <w:t xml:space="preserve">as part of </w:t>
            </w:r>
            <w:r w:rsidR="00027C7F">
              <w:t xml:space="preserve">a </w:t>
            </w:r>
            <w:r w:rsidR="00BE44BD">
              <w:t xml:space="preserve">commercial forest </w:t>
            </w:r>
            <w:r w:rsidR="00E209DF" w:rsidRPr="00E209DF">
              <w:t>operation</w:t>
            </w:r>
            <w:r w:rsidR="001C10D5" w:rsidRPr="001C10D5">
              <w:t xml:space="preserve"> </w:t>
            </w:r>
            <w:r w:rsidR="001C10D5">
              <w:t xml:space="preserve">while </w:t>
            </w:r>
            <w:r w:rsidR="00A65367">
              <w:t>applying</w:t>
            </w:r>
            <w:r w:rsidR="00822462">
              <w:t xml:space="preserve"> workplace </w:t>
            </w:r>
            <w:r w:rsidR="00E624B1">
              <w:t xml:space="preserve">health and </w:t>
            </w:r>
            <w:r w:rsidR="002523A2">
              <w:t>safety</w:t>
            </w:r>
            <w:r w:rsidR="00822462">
              <w:t xml:space="preserve"> requirements</w:t>
            </w:r>
            <w:r w:rsidR="00AB1B19">
              <w:t>.</w:t>
            </w:r>
            <w:r w:rsidR="00822462">
              <w:t xml:space="preserve"> </w:t>
            </w:r>
          </w:p>
          <w:p w14:paraId="525D476D" w14:textId="2DD290E1" w:rsidR="00A772D9" w:rsidRPr="00536741" w:rsidRDefault="00A772D9" w:rsidP="00602F20">
            <w:pPr>
              <w:pStyle w:val="SIText"/>
            </w:pPr>
          </w:p>
        </w:tc>
      </w:tr>
      <w:tr w:rsidR="00A301E0" w:rsidRPr="00963A46" w14:paraId="755DA5B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C3450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C96E945" w14:textId="4A3AB781" w:rsidR="00A65367" w:rsidRPr="00A65367" w:rsidRDefault="00A65367" w:rsidP="00A65367">
            <w:pPr>
              <w:pStyle w:val="SIText"/>
              <w:rPr>
                <w:rStyle w:val="SIText-Italic"/>
              </w:rPr>
            </w:pPr>
            <w:r w:rsidRPr="00A65367">
              <w:t xml:space="preserve">These units of competency provide credit towards </w:t>
            </w:r>
            <w:r w:rsidRPr="00A65367">
              <w:rPr>
                <w:rStyle w:val="SIText-Italic"/>
              </w:rPr>
              <w:t>FWP2XX21 Certificate II in Forest Operations</w:t>
            </w:r>
            <w:r w:rsidRPr="00A65367">
              <w:t xml:space="preserve"> from the FWP Forest and Wood Products Training Package.</w:t>
            </w:r>
          </w:p>
          <w:p w14:paraId="546D04CA" w14:textId="1DA6734A" w:rsidR="00A301E0" w:rsidRPr="00C64A2F" w:rsidRDefault="00A301E0" w:rsidP="00C64A2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9DAD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4ABC370" w14:textId="65DE73B8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4CFFAF2" w14:textId="0F7562EE" w:rsidR="00A301E0" w:rsidRPr="00A301E0" w:rsidRDefault="000F5E4D" w:rsidP="00DA228A">
            <w:pPr>
              <w:pStyle w:val="SIText"/>
            </w:pPr>
            <w:r w:rsidRPr="000F5E4D">
              <w:t>No licensing, legislative or certification requirements apply to this skill set at the time of publication.</w:t>
            </w:r>
          </w:p>
        </w:tc>
      </w:tr>
      <w:tr w:rsidR="00A772D9" w:rsidRPr="00963A46" w14:paraId="3DA24D6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B585CE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FDC1B28" w14:textId="77777777" w:rsidR="004D2260" w:rsidRPr="004D2260" w:rsidRDefault="004D2260" w:rsidP="004D2260">
            <w:pPr>
              <w:pStyle w:val="SIBulletList1"/>
            </w:pPr>
            <w:r w:rsidRPr="004D2260">
              <w:t>FWPCOR2XXX Follow health and safety policies and procedures</w:t>
            </w:r>
          </w:p>
          <w:p w14:paraId="6C84C2FC" w14:textId="77777777" w:rsidR="004D2260" w:rsidRDefault="004D2260" w:rsidP="004D2260">
            <w:pPr>
              <w:pStyle w:val="SIBulletList1"/>
            </w:pPr>
            <w:r w:rsidRPr="004D2260">
              <w:t xml:space="preserve">FWPCOR2XXX Work effectively in the forest and forest products industry </w:t>
            </w:r>
          </w:p>
          <w:p w14:paraId="5B148795" w14:textId="752D78EB" w:rsidR="001F28F9" w:rsidRPr="00536741" w:rsidRDefault="004D2260" w:rsidP="004D2260">
            <w:pPr>
              <w:pStyle w:val="SIBulletList1"/>
            </w:pPr>
            <w:r w:rsidRPr="004D2260">
              <w:t>FWPFGM2XXX Plant trees by hand</w:t>
            </w:r>
          </w:p>
        </w:tc>
      </w:tr>
      <w:tr w:rsidR="005C7EA8" w:rsidRPr="00963A46" w14:paraId="3AD71A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681107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A29CBEF" w14:textId="2E1078B8" w:rsidR="00855647" w:rsidRPr="00855647" w:rsidRDefault="00855647" w:rsidP="00227A64">
            <w:pPr>
              <w:pStyle w:val="SIText"/>
            </w:pPr>
            <w:r w:rsidRPr="00855647">
              <w:t xml:space="preserve">This skill set is for people wishing to work as a </w:t>
            </w:r>
            <w:r w:rsidR="00DB7088">
              <w:t>plantation estab</w:t>
            </w:r>
            <w:r w:rsidR="009B20C7">
              <w:t>lishment</w:t>
            </w:r>
            <w:r w:rsidR="001C2D1B">
              <w:t xml:space="preserve"> worker </w:t>
            </w:r>
            <w:r w:rsidRPr="00855647">
              <w:t>in commercial forest operation</w:t>
            </w:r>
            <w:r w:rsidR="003B666D">
              <w:t>s</w:t>
            </w:r>
            <w:r w:rsidRPr="00855647">
              <w:t>.</w:t>
            </w:r>
          </w:p>
          <w:p w14:paraId="67336C85" w14:textId="239ED9A8" w:rsidR="0016138C" w:rsidRPr="00536741" w:rsidRDefault="0016138C" w:rsidP="00602F20">
            <w:pPr>
              <w:pStyle w:val="SIText"/>
            </w:pPr>
          </w:p>
        </w:tc>
      </w:tr>
      <w:tr w:rsidR="00DB557A" w:rsidRPr="00963A46" w14:paraId="2E00570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90E9E7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7C01B0" w14:textId="76AFE7EF" w:rsidR="00A129E4" w:rsidRPr="00A129E4" w:rsidRDefault="00A129E4" w:rsidP="00227A64">
            <w:pPr>
              <w:pStyle w:val="SIText"/>
            </w:pPr>
            <w:r w:rsidRPr="00A129E4">
              <w:t xml:space="preserve">These competencies from the FWP Forest and Wood Products Training Package meet the industry requirements for </w:t>
            </w:r>
            <w:r w:rsidR="004269E8">
              <w:t>plantation establishment workers</w:t>
            </w:r>
            <w:r w:rsidRPr="00A129E4">
              <w:t>.</w:t>
            </w:r>
          </w:p>
          <w:p w14:paraId="6EA43E8B" w14:textId="59C52022" w:rsidR="00DB557A" w:rsidRPr="00536741" w:rsidRDefault="00DB557A" w:rsidP="00602F20">
            <w:pPr>
              <w:pStyle w:val="SIText"/>
            </w:pPr>
          </w:p>
        </w:tc>
      </w:tr>
    </w:tbl>
    <w:p w14:paraId="5E177D2F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96389" w14:textId="77777777" w:rsidR="00EE4BA6" w:rsidRDefault="00EE4BA6" w:rsidP="00BF3F0A">
      <w:r>
        <w:separator/>
      </w:r>
    </w:p>
    <w:p w14:paraId="566C42A7" w14:textId="77777777" w:rsidR="00EE4BA6" w:rsidRDefault="00EE4BA6"/>
  </w:endnote>
  <w:endnote w:type="continuationSeparator" w:id="0">
    <w:p w14:paraId="201E1965" w14:textId="77777777" w:rsidR="00EE4BA6" w:rsidRDefault="00EE4BA6" w:rsidP="00BF3F0A">
      <w:r>
        <w:continuationSeparator/>
      </w:r>
    </w:p>
    <w:p w14:paraId="3DC10B3D" w14:textId="77777777" w:rsidR="00EE4BA6" w:rsidRDefault="00EE4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5487B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9E69E7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F5A1D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8D24" w14:textId="77777777" w:rsidR="00EE4BA6" w:rsidRDefault="00EE4BA6" w:rsidP="00BF3F0A">
      <w:r>
        <w:separator/>
      </w:r>
    </w:p>
    <w:p w14:paraId="521D9F7A" w14:textId="77777777" w:rsidR="00EE4BA6" w:rsidRDefault="00EE4BA6"/>
  </w:footnote>
  <w:footnote w:type="continuationSeparator" w:id="0">
    <w:p w14:paraId="11127988" w14:textId="77777777" w:rsidR="00EE4BA6" w:rsidRDefault="00EE4BA6" w:rsidP="00BF3F0A">
      <w:r>
        <w:continuationSeparator/>
      </w:r>
    </w:p>
    <w:p w14:paraId="0CCD0025" w14:textId="77777777" w:rsidR="00EE4BA6" w:rsidRDefault="00EE4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C9BB" w14:textId="3BA68880" w:rsidR="005F122C" w:rsidRPr="005F122C" w:rsidRDefault="005F122C" w:rsidP="00841A0F">
    <w:pPr>
      <w:pStyle w:val="SIText"/>
    </w:pPr>
    <w:r w:rsidRPr="005F122C">
      <w:t>FWPSS000</w:t>
    </w:r>
    <w:r w:rsidR="00971951">
      <w:t>0X</w:t>
    </w:r>
    <w:r w:rsidRPr="005F122C">
      <w:t xml:space="preserve"> </w:t>
    </w:r>
    <w:r w:rsidR="00841A0F">
      <w:t xml:space="preserve">Plantation Establishment Worker </w:t>
    </w:r>
    <w:r w:rsidR="00971951" w:rsidRPr="005F122C">
      <w:t xml:space="preserve">Skill </w:t>
    </w:r>
    <w:r w:rsidR="00971951">
      <w:t>S</w:t>
    </w:r>
    <w:r w:rsidR="00971951" w:rsidRPr="005F122C">
      <w:t>et</w:t>
    </w:r>
  </w:p>
  <w:p w14:paraId="314C7629" w14:textId="5266576B" w:rsidR="009C2650" w:rsidRPr="009D54EE" w:rsidRDefault="009C2650" w:rsidP="009D54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BF21DF1"/>
    <w:multiLevelType w:val="hybridMultilevel"/>
    <w:tmpl w:val="CF489E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jMxNTUxMTUzNDVW0lEKTi0uzszPAykwqwUAChquyCwAAAA="/>
  </w:docVars>
  <w:rsids>
    <w:rsidRoot w:val="00AD00F1"/>
    <w:rsid w:val="000014B9"/>
    <w:rsid w:val="00005A15"/>
    <w:rsid w:val="0001108F"/>
    <w:rsid w:val="000115E2"/>
    <w:rsid w:val="0001296A"/>
    <w:rsid w:val="00016803"/>
    <w:rsid w:val="00023992"/>
    <w:rsid w:val="00027C7F"/>
    <w:rsid w:val="00040188"/>
    <w:rsid w:val="00041E59"/>
    <w:rsid w:val="00053D7E"/>
    <w:rsid w:val="00064BFE"/>
    <w:rsid w:val="00070B3E"/>
    <w:rsid w:val="00071F95"/>
    <w:rsid w:val="000737BB"/>
    <w:rsid w:val="00074E47"/>
    <w:rsid w:val="00076481"/>
    <w:rsid w:val="000860E6"/>
    <w:rsid w:val="000A5441"/>
    <w:rsid w:val="000C13F1"/>
    <w:rsid w:val="000C5B3C"/>
    <w:rsid w:val="000D7BE6"/>
    <w:rsid w:val="000E2C86"/>
    <w:rsid w:val="000F29F2"/>
    <w:rsid w:val="000F5E4D"/>
    <w:rsid w:val="00101659"/>
    <w:rsid w:val="00106863"/>
    <w:rsid w:val="001078BF"/>
    <w:rsid w:val="00133957"/>
    <w:rsid w:val="001372F6"/>
    <w:rsid w:val="00140552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10D5"/>
    <w:rsid w:val="001C2D1B"/>
    <w:rsid w:val="001D2756"/>
    <w:rsid w:val="001D7F54"/>
    <w:rsid w:val="001E16BC"/>
    <w:rsid w:val="001E2748"/>
    <w:rsid w:val="001F28F9"/>
    <w:rsid w:val="001F2BA5"/>
    <w:rsid w:val="001F308D"/>
    <w:rsid w:val="00201A7C"/>
    <w:rsid w:val="00202050"/>
    <w:rsid w:val="0021414D"/>
    <w:rsid w:val="00223124"/>
    <w:rsid w:val="00227A64"/>
    <w:rsid w:val="00234444"/>
    <w:rsid w:val="002349E5"/>
    <w:rsid w:val="00236A85"/>
    <w:rsid w:val="00236F7C"/>
    <w:rsid w:val="00242293"/>
    <w:rsid w:val="00244EA7"/>
    <w:rsid w:val="002523A2"/>
    <w:rsid w:val="002539C1"/>
    <w:rsid w:val="00262FC3"/>
    <w:rsid w:val="00276DB8"/>
    <w:rsid w:val="00282664"/>
    <w:rsid w:val="002858E6"/>
    <w:rsid w:val="00285FB8"/>
    <w:rsid w:val="002931C2"/>
    <w:rsid w:val="002A4CD3"/>
    <w:rsid w:val="002C55E9"/>
    <w:rsid w:val="002D0C8B"/>
    <w:rsid w:val="002E193E"/>
    <w:rsid w:val="002F4FFE"/>
    <w:rsid w:val="00310771"/>
    <w:rsid w:val="003164AA"/>
    <w:rsid w:val="003315E1"/>
    <w:rsid w:val="00337E82"/>
    <w:rsid w:val="00350BB1"/>
    <w:rsid w:val="00352C83"/>
    <w:rsid w:val="0037067D"/>
    <w:rsid w:val="00376181"/>
    <w:rsid w:val="00384462"/>
    <w:rsid w:val="0038735B"/>
    <w:rsid w:val="003916D1"/>
    <w:rsid w:val="003A21F0"/>
    <w:rsid w:val="003A58BA"/>
    <w:rsid w:val="003A5AE7"/>
    <w:rsid w:val="003A7221"/>
    <w:rsid w:val="003B666D"/>
    <w:rsid w:val="003C13AE"/>
    <w:rsid w:val="003C16B1"/>
    <w:rsid w:val="003C2241"/>
    <w:rsid w:val="003D2E73"/>
    <w:rsid w:val="003E7BBE"/>
    <w:rsid w:val="00401209"/>
    <w:rsid w:val="004127E3"/>
    <w:rsid w:val="004269E8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E56"/>
    <w:rsid w:val="00493F49"/>
    <w:rsid w:val="0049428F"/>
    <w:rsid w:val="004A142B"/>
    <w:rsid w:val="004A44E8"/>
    <w:rsid w:val="004B29B7"/>
    <w:rsid w:val="004C2244"/>
    <w:rsid w:val="004C79A1"/>
    <w:rsid w:val="004D0D5F"/>
    <w:rsid w:val="004D1569"/>
    <w:rsid w:val="004D2260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3BE3"/>
    <w:rsid w:val="00556C4C"/>
    <w:rsid w:val="00557369"/>
    <w:rsid w:val="0056009D"/>
    <w:rsid w:val="005708EB"/>
    <w:rsid w:val="00575BC6"/>
    <w:rsid w:val="00583902"/>
    <w:rsid w:val="00584CE8"/>
    <w:rsid w:val="00596C91"/>
    <w:rsid w:val="005A3AA5"/>
    <w:rsid w:val="005A6C9C"/>
    <w:rsid w:val="005A74DC"/>
    <w:rsid w:val="005B5146"/>
    <w:rsid w:val="005C231B"/>
    <w:rsid w:val="005C7EA8"/>
    <w:rsid w:val="005F122C"/>
    <w:rsid w:val="005F33CC"/>
    <w:rsid w:val="00602F20"/>
    <w:rsid w:val="006121D4"/>
    <w:rsid w:val="00613B49"/>
    <w:rsid w:val="006149FA"/>
    <w:rsid w:val="00620E8E"/>
    <w:rsid w:val="006271EA"/>
    <w:rsid w:val="00627D7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2D00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2462"/>
    <w:rsid w:val="00823530"/>
    <w:rsid w:val="00823FF4"/>
    <w:rsid w:val="008306E7"/>
    <w:rsid w:val="008312B2"/>
    <w:rsid w:val="00834BC8"/>
    <w:rsid w:val="00837FD6"/>
    <w:rsid w:val="00841A0F"/>
    <w:rsid w:val="00847B60"/>
    <w:rsid w:val="00850243"/>
    <w:rsid w:val="008545EB"/>
    <w:rsid w:val="00855647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1CD1"/>
    <w:rsid w:val="00923720"/>
    <w:rsid w:val="00924CE8"/>
    <w:rsid w:val="009278C9"/>
    <w:rsid w:val="009527CB"/>
    <w:rsid w:val="00953835"/>
    <w:rsid w:val="00960F6C"/>
    <w:rsid w:val="00970747"/>
    <w:rsid w:val="00971951"/>
    <w:rsid w:val="0098725E"/>
    <w:rsid w:val="009A2FBC"/>
    <w:rsid w:val="009A5900"/>
    <w:rsid w:val="009B20C7"/>
    <w:rsid w:val="009B55A5"/>
    <w:rsid w:val="009C2650"/>
    <w:rsid w:val="009D0AFF"/>
    <w:rsid w:val="009D15E2"/>
    <w:rsid w:val="009D15FE"/>
    <w:rsid w:val="009D2BDC"/>
    <w:rsid w:val="009D54EE"/>
    <w:rsid w:val="009D5D2C"/>
    <w:rsid w:val="009E3B41"/>
    <w:rsid w:val="009F0DCC"/>
    <w:rsid w:val="009F11CA"/>
    <w:rsid w:val="00A0695B"/>
    <w:rsid w:val="00A129E4"/>
    <w:rsid w:val="00A13052"/>
    <w:rsid w:val="00A216A8"/>
    <w:rsid w:val="00A223A6"/>
    <w:rsid w:val="00A24CA2"/>
    <w:rsid w:val="00A301E0"/>
    <w:rsid w:val="00A354FC"/>
    <w:rsid w:val="00A456E0"/>
    <w:rsid w:val="00A5092E"/>
    <w:rsid w:val="00A56E14"/>
    <w:rsid w:val="00A644BD"/>
    <w:rsid w:val="00A6476B"/>
    <w:rsid w:val="00A65367"/>
    <w:rsid w:val="00A76C6C"/>
    <w:rsid w:val="00A772D9"/>
    <w:rsid w:val="00A7771F"/>
    <w:rsid w:val="00A92DD1"/>
    <w:rsid w:val="00A93FAA"/>
    <w:rsid w:val="00AA0BFA"/>
    <w:rsid w:val="00AA5338"/>
    <w:rsid w:val="00AA5E0C"/>
    <w:rsid w:val="00AB034A"/>
    <w:rsid w:val="00AB1B19"/>
    <w:rsid w:val="00AB1B8E"/>
    <w:rsid w:val="00AC0696"/>
    <w:rsid w:val="00AC4C98"/>
    <w:rsid w:val="00AC5F6B"/>
    <w:rsid w:val="00AD00F1"/>
    <w:rsid w:val="00AD3896"/>
    <w:rsid w:val="00AD5B47"/>
    <w:rsid w:val="00AE1ED9"/>
    <w:rsid w:val="00AE32CB"/>
    <w:rsid w:val="00AF3957"/>
    <w:rsid w:val="00AF5D56"/>
    <w:rsid w:val="00B12013"/>
    <w:rsid w:val="00B22C67"/>
    <w:rsid w:val="00B3508F"/>
    <w:rsid w:val="00B443EE"/>
    <w:rsid w:val="00B5498E"/>
    <w:rsid w:val="00B560C8"/>
    <w:rsid w:val="00B61150"/>
    <w:rsid w:val="00B65BC7"/>
    <w:rsid w:val="00B746B9"/>
    <w:rsid w:val="00B848D4"/>
    <w:rsid w:val="00B865B7"/>
    <w:rsid w:val="00BA1585"/>
    <w:rsid w:val="00BA1CB1"/>
    <w:rsid w:val="00BA482D"/>
    <w:rsid w:val="00BA7B66"/>
    <w:rsid w:val="00BB23F4"/>
    <w:rsid w:val="00BC5075"/>
    <w:rsid w:val="00BD3B0F"/>
    <w:rsid w:val="00BE3484"/>
    <w:rsid w:val="00BE44BD"/>
    <w:rsid w:val="00BF1D4C"/>
    <w:rsid w:val="00BF3F0A"/>
    <w:rsid w:val="00BF696A"/>
    <w:rsid w:val="00C00041"/>
    <w:rsid w:val="00C01B36"/>
    <w:rsid w:val="00C143C3"/>
    <w:rsid w:val="00C1739B"/>
    <w:rsid w:val="00C26067"/>
    <w:rsid w:val="00C30A29"/>
    <w:rsid w:val="00C317DC"/>
    <w:rsid w:val="00C54EF8"/>
    <w:rsid w:val="00C578E9"/>
    <w:rsid w:val="00C64702"/>
    <w:rsid w:val="00C64A2F"/>
    <w:rsid w:val="00C70626"/>
    <w:rsid w:val="00C72860"/>
    <w:rsid w:val="00C73B90"/>
    <w:rsid w:val="00C86FCE"/>
    <w:rsid w:val="00C96AF3"/>
    <w:rsid w:val="00C97CCC"/>
    <w:rsid w:val="00CA0274"/>
    <w:rsid w:val="00CB0F69"/>
    <w:rsid w:val="00CB746F"/>
    <w:rsid w:val="00CC109A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CC8"/>
    <w:rsid w:val="00D25D16"/>
    <w:rsid w:val="00D30BC5"/>
    <w:rsid w:val="00D32124"/>
    <w:rsid w:val="00D54C76"/>
    <w:rsid w:val="00D65221"/>
    <w:rsid w:val="00D727F3"/>
    <w:rsid w:val="00D73695"/>
    <w:rsid w:val="00D810DE"/>
    <w:rsid w:val="00D84C28"/>
    <w:rsid w:val="00D86667"/>
    <w:rsid w:val="00D87D32"/>
    <w:rsid w:val="00D92C83"/>
    <w:rsid w:val="00DA0A81"/>
    <w:rsid w:val="00DA228A"/>
    <w:rsid w:val="00DA3C10"/>
    <w:rsid w:val="00DA53B5"/>
    <w:rsid w:val="00DA5D36"/>
    <w:rsid w:val="00DB557A"/>
    <w:rsid w:val="00DB7088"/>
    <w:rsid w:val="00DC1D69"/>
    <w:rsid w:val="00DC3909"/>
    <w:rsid w:val="00DC5A3A"/>
    <w:rsid w:val="00E052D9"/>
    <w:rsid w:val="00E06F35"/>
    <w:rsid w:val="00E209DF"/>
    <w:rsid w:val="00E238E6"/>
    <w:rsid w:val="00E317DC"/>
    <w:rsid w:val="00E32375"/>
    <w:rsid w:val="00E35064"/>
    <w:rsid w:val="00E438C3"/>
    <w:rsid w:val="00E501F0"/>
    <w:rsid w:val="00E624B1"/>
    <w:rsid w:val="00E91BFF"/>
    <w:rsid w:val="00E92933"/>
    <w:rsid w:val="00EA3B97"/>
    <w:rsid w:val="00EB0AA4"/>
    <w:rsid w:val="00EB5C88"/>
    <w:rsid w:val="00EB7EB1"/>
    <w:rsid w:val="00EC0469"/>
    <w:rsid w:val="00EE4BA6"/>
    <w:rsid w:val="00EF01F8"/>
    <w:rsid w:val="00EF121C"/>
    <w:rsid w:val="00EF4016"/>
    <w:rsid w:val="00EF40EF"/>
    <w:rsid w:val="00F13884"/>
    <w:rsid w:val="00F1480E"/>
    <w:rsid w:val="00F1497D"/>
    <w:rsid w:val="00F16AAC"/>
    <w:rsid w:val="00F3249A"/>
    <w:rsid w:val="00F4044F"/>
    <w:rsid w:val="00F438FC"/>
    <w:rsid w:val="00F5616F"/>
    <w:rsid w:val="00F56827"/>
    <w:rsid w:val="00F65EF0"/>
    <w:rsid w:val="00F71651"/>
    <w:rsid w:val="00F76CC6"/>
    <w:rsid w:val="00F81987"/>
    <w:rsid w:val="00FA56AA"/>
    <w:rsid w:val="00FE0282"/>
    <w:rsid w:val="00FE124D"/>
    <w:rsid w:val="00FE792C"/>
    <w:rsid w:val="00FF58F8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749C3E"/>
  <w15:docId w15:val="{C2CBFF57-CACF-4385-A7A9-F2653271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BF69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F696A"/>
    <w:rPr>
      <w:rFonts w:ascii="Arial" w:eastAsia="Times New Roman" w:hAnsi="Arial" w:cs="Times New Roman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9B55A5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locked/>
    <w:rsid w:val="009B55A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locked/>
    <w:rsid w:val="004D226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OneDrive%20-%20Forestworks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C1CDA-5487-41D1-B3BF-DB244D6FB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Georgiana Daian</dc:creator>
  <cp:lastModifiedBy>Georgiana Daian</cp:lastModifiedBy>
  <cp:revision>17</cp:revision>
  <cp:lastPrinted>2016-05-27T05:21:00Z</cp:lastPrinted>
  <dcterms:created xsi:type="dcterms:W3CDTF">2021-04-30T09:58:00Z</dcterms:created>
  <dcterms:modified xsi:type="dcterms:W3CDTF">2021-04-30T10:13:00Z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