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224" w14:paraId="327BFC20" w14:textId="77777777" w:rsidTr="00146EEC">
        <w:tc>
          <w:tcPr>
            <w:tcW w:w="2689" w:type="dxa"/>
          </w:tcPr>
          <w:p w14:paraId="21B1EA2C" w14:textId="0F2DD90B" w:rsidR="00BD2224" w:rsidRPr="00CC451E" w:rsidRDefault="00BD2224" w:rsidP="00BD2224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proofErr w:type="gramStart"/>
            <w:r>
              <w:t>1</w:t>
            </w:r>
            <w:proofErr w:type="gramEnd"/>
          </w:p>
        </w:tc>
        <w:tc>
          <w:tcPr>
            <w:tcW w:w="6939" w:type="dxa"/>
          </w:tcPr>
          <w:p w14:paraId="41714BF6" w14:textId="21D8BCE5" w:rsidR="00BD2224" w:rsidRPr="00CC451E" w:rsidRDefault="00BD2224" w:rsidP="00BD2224">
            <w:pPr>
              <w:pStyle w:val="SIText"/>
            </w:pPr>
            <w:r w:rsidRPr="00CC451E">
              <w:t xml:space="preserve">This version released with </w:t>
            </w:r>
            <w:r w:rsidRPr="00D026A5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</w:t>
            </w:r>
            <w:r w:rsidRPr="000754EC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75FC444" w:rsidR="00F1480E" w:rsidRPr="000754EC" w:rsidRDefault="007E078A" w:rsidP="000754EC">
            <w:pPr>
              <w:pStyle w:val="SIUNITCODE"/>
            </w:pPr>
            <w:r w:rsidRPr="00E56564">
              <w:t>FWP</w:t>
            </w:r>
            <w:r w:rsidRPr="007E078A">
              <w:t>FGM5XXX</w:t>
            </w:r>
          </w:p>
        </w:tc>
        <w:tc>
          <w:tcPr>
            <w:tcW w:w="3604" w:type="pct"/>
            <w:shd w:val="clear" w:color="auto" w:fill="auto"/>
          </w:tcPr>
          <w:p w14:paraId="68240ED7" w14:textId="659C8920" w:rsidR="00F1480E" w:rsidRPr="000754EC" w:rsidRDefault="000A02CF" w:rsidP="007E078A">
            <w:pPr>
              <w:pStyle w:val="SIUnittitle"/>
            </w:pPr>
            <w:r w:rsidRPr="008A7197">
              <w:t>Contribute to and implement a silviculture regime for native forest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279CE5" w14:textId="00398658" w:rsidR="00E56564" w:rsidRPr="000123F1" w:rsidRDefault="00E56564">
            <w:pPr>
              <w:pStyle w:val="SIText"/>
            </w:pPr>
            <w:r w:rsidRPr="00E56564">
              <w:t>T</w:t>
            </w:r>
            <w:r w:rsidRPr="000123F1">
              <w:t xml:space="preserve">his unit of competency describes the </w:t>
            </w:r>
            <w:r w:rsidR="000123F1" w:rsidRPr="000123F1">
              <w:t>skills and knowledge</w:t>
            </w:r>
            <w:r w:rsidRPr="000123F1">
              <w:t xml:space="preserve"> </w:t>
            </w:r>
            <w:proofErr w:type="gramStart"/>
            <w:r w:rsidRPr="000123F1">
              <w:t>required</w:t>
            </w:r>
            <w:proofErr w:type="gramEnd"/>
            <w:r w:rsidRPr="000123F1">
              <w:t xml:space="preserve"> to</w:t>
            </w:r>
            <w:r w:rsidR="00A30FA6">
              <w:t xml:space="preserve"> s</w:t>
            </w:r>
            <w:r w:rsidR="00A30FA6">
              <w:t>elect</w:t>
            </w:r>
            <w:r w:rsidR="00A30FA6" w:rsidRPr="00A30FA6">
              <w:t xml:space="preserve"> </w:t>
            </w:r>
            <w:r w:rsidR="00A30FA6">
              <w:t xml:space="preserve">a </w:t>
            </w:r>
            <w:r w:rsidR="00A30FA6" w:rsidRPr="00A30FA6">
              <w:t>silvicultural regime consistent with native forest management objectives</w:t>
            </w:r>
            <w:r w:rsidRPr="000123F1">
              <w:t xml:space="preserve"> </w:t>
            </w:r>
            <w:r w:rsidR="00A30FA6">
              <w:t xml:space="preserve">and </w:t>
            </w:r>
            <w:r w:rsidR="000A02CF">
              <w:t>c</w:t>
            </w:r>
            <w:r w:rsidR="000A02CF" w:rsidRPr="008A7197">
              <w:t xml:space="preserve">ontribute to </w:t>
            </w:r>
            <w:r w:rsidR="000A02CF">
              <w:t xml:space="preserve">the planning and </w:t>
            </w:r>
            <w:r w:rsidR="000A02CF" w:rsidRPr="008A7197">
              <w:t>implement</w:t>
            </w:r>
            <w:r w:rsidR="000A02CF">
              <w:t>ation of</w:t>
            </w:r>
            <w:r w:rsidR="000A02CF" w:rsidRPr="008A7197">
              <w:t xml:space="preserve"> </w:t>
            </w:r>
            <w:r w:rsidR="00BA0DE7">
              <w:t>the</w:t>
            </w:r>
            <w:r w:rsidR="000A02CF" w:rsidRPr="008A7197">
              <w:t xml:space="preserve"> silviculture regime for native</w:t>
            </w:r>
            <w:r w:rsidR="000A02CF">
              <w:t xml:space="preserve"> forest</w:t>
            </w:r>
            <w:r w:rsidR="00026E37">
              <w:t>.</w:t>
            </w:r>
          </w:p>
          <w:p w14:paraId="68BB0269" w14:textId="77777777" w:rsidR="00E56564" w:rsidRPr="000123F1" w:rsidRDefault="00E56564">
            <w:pPr>
              <w:pStyle w:val="SIText"/>
            </w:pPr>
          </w:p>
          <w:p w14:paraId="21129CAF" w14:textId="77777777" w:rsidR="00A30FA6" w:rsidRPr="00A30FA6" w:rsidRDefault="00A30FA6" w:rsidP="00A30FA6">
            <w:pPr>
              <w:pStyle w:val="SIText"/>
            </w:pPr>
            <w:r w:rsidRPr="0024785E">
              <w:t xml:space="preserve">The unit applies to individuals who undertake forester or forestry field officer job roles in the forest industry. </w:t>
            </w:r>
          </w:p>
          <w:p w14:paraId="72DA2772" w14:textId="77777777" w:rsidR="000123F1" w:rsidRPr="00D848A4" w:rsidRDefault="000123F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1878898" w14:textId="14D2B799" w:rsidR="00E56564" w:rsidRPr="000123F1" w:rsidRDefault="00BD2224">
            <w:pPr>
              <w:pStyle w:val="SIText"/>
            </w:pPr>
            <w:r w:rsidRPr="00D848A4">
              <w:rPr>
                <w:rStyle w:val="SITemporaryText-red"/>
                <w:color w:val="auto"/>
                <w:sz w:val="20"/>
              </w:rPr>
              <w:t xml:space="preserve">All work must be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carried out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to comply with workplace procedures according to state/territory health and safety and food safety regulations, legislation and standards that apply to the workplace.</w:t>
            </w:r>
          </w:p>
          <w:p w14:paraId="3DCB872F" w14:textId="77777777" w:rsidR="000123F1" w:rsidRPr="000123F1" w:rsidRDefault="000123F1">
            <w:pPr>
              <w:pStyle w:val="SIText"/>
            </w:pPr>
          </w:p>
          <w:p w14:paraId="034C6C33" w14:textId="39D7F3E7" w:rsidR="00EA2FCF" w:rsidRPr="000754EC" w:rsidRDefault="00E56564">
            <w:pPr>
              <w:pStyle w:val="SIText"/>
            </w:pPr>
            <w:r w:rsidRPr="000123F1">
              <w:t>No licensing, legislative</w:t>
            </w:r>
            <w:r w:rsidR="000123F1" w:rsidRPr="000123F1">
              <w:t xml:space="preserve"> </w:t>
            </w:r>
            <w:r w:rsidRPr="000123F1">
              <w:t>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D96A3AF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49CE3C3" w:rsidR="00F1480E" w:rsidRPr="000F39EF" w:rsidRDefault="004D014E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>
              <w:t>Core</w:t>
            </w:r>
            <w:r w:rsidR="000F39EF">
              <w:t xml:space="preserve"> 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0754EC">
              <w:rPr>
                <w:rStyle w:val="SIText-Italic"/>
              </w:rPr>
              <w:t>demonstrate</w:t>
            </w:r>
            <w:proofErr w:type="gramEnd"/>
            <w:r w:rsidRPr="000754EC">
              <w:rPr>
                <w:rStyle w:val="SIText-Italic"/>
              </w:rPr>
              <w:t xml:space="preserve"> achievement of the element.</w:t>
            </w:r>
          </w:p>
        </w:tc>
      </w:tr>
      <w:tr w:rsidR="00A72210" w:rsidRPr="00963A46" w14:paraId="6A46D4A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840FAA" w14:textId="4B047162" w:rsidR="00A72210" w:rsidRDefault="00977411" w:rsidP="008211DE">
            <w:pPr>
              <w:pStyle w:val="SIText"/>
            </w:pPr>
            <w:r>
              <w:t>1.</w:t>
            </w:r>
            <w:r w:rsidR="00A05833">
              <w:t>Select</w:t>
            </w:r>
            <w:r w:rsidR="00A05833" w:rsidRPr="00A05833">
              <w:t xml:space="preserve"> silvicultural regime </w:t>
            </w:r>
            <w:r w:rsidR="00A05833">
              <w:t>consistent with native</w:t>
            </w:r>
            <w:r w:rsidR="00443F50">
              <w:t xml:space="preserve"> forest management</w:t>
            </w:r>
            <w:r w:rsidR="00A05833">
              <w:t xml:space="preserve"> </w:t>
            </w:r>
            <w:proofErr w:type="gramStart"/>
            <w:r w:rsidR="00A05833">
              <w:t>objectives</w:t>
            </w:r>
            <w:proofErr w:type="gramEnd"/>
          </w:p>
        </w:tc>
        <w:tc>
          <w:tcPr>
            <w:tcW w:w="3604" w:type="pct"/>
            <w:shd w:val="clear" w:color="auto" w:fill="auto"/>
          </w:tcPr>
          <w:p w14:paraId="3E8EC3DE" w14:textId="5433CD04" w:rsidR="00443F50" w:rsidRDefault="008720EE" w:rsidP="00F27FBC">
            <w:pPr>
              <w:pStyle w:val="SIText"/>
            </w:pPr>
            <w:r>
              <w:t xml:space="preserve">1.1 </w:t>
            </w:r>
            <w:r w:rsidR="00443F50">
              <w:t xml:space="preserve">Confirm </w:t>
            </w:r>
            <w:r w:rsidR="00FE3C29">
              <w:t xml:space="preserve">native </w:t>
            </w:r>
            <w:r w:rsidR="00443F50" w:rsidRPr="00443F50">
              <w:t>forest management</w:t>
            </w:r>
            <w:r w:rsidR="00DB4346">
              <w:t xml:space="preserve"> </w:t>
            </w:r>
            <w:proofErr w:type="gramStart"/>
            <w:r w:rsidR="00DB4346">
              <w:t>objectives</w:t>
            </w:r>
            <w:proofErr w:type="gramEnd"/>
          </w:p>
          <w:p w14:paraId="48FC1BA7" w14:textId="0F5545AB" w:rsidR="00FE3C29" w:rsidRDefault="00FE3C29" w:rsidP="00F27FBC">
            <w:pPr>
              <w:pStyle w:val="SIText"/>
            </w:pPr>
            <w:r>
              <w:t>1.2</w:t>
            </w:r>
            <w:r w:rsidRPr="00FE3C29">
              <w:t xml:space="preserve"> Access sources of information required for making decisions on the choice of silvicultural </w:t>
            </w:r>
            <w:proofErr w:type="gramStart"/>
            <w:r w:rsidRPr="00FE3C29">
              <w:t>regime</w:t>
            </w:r>
            <w:proofErr w:type="gramEnd"/>
          </w:p>
          <w:p w14:paraId="06ABD4FD" w14:textId="4635D84B" w:rsidR="00AA66B4" w:rsidRPr="00AA66B4" w:rsidRDefault="00AA66B4" w:rsidP="00F27FBC">
            <w:pPr>
              <w:pStyle w:val="SIText"/>
            </w:pPr>
            <w:r>
              <w:t>1.</w:t>
            </w:r>
            <w:r w:rsidR="00F27FBC">
              <w:t>3</w:t>
            </w:r>
            <w:r>
              <w:t xml:space="preserve"> </w:t>
            </w:r>
            <w:r w:rsidRPr="00AA66B4">
              <w:t>Assess forest condition</w:t>
            </w:r>
            <w:r w:rsidR="00FA4F64">
              <w:rPr>
                <w:rFonts w:ascii="ArialMT" w:hAnsi="ArialMT"/>
              </w:rPr>
              <w:t xml:space="preserve"> </w:t>
            </w:r>
            <w:r w:rsidR="00FA4F64" w:rsidRPr="00FA4F64">
              <w:t>to help formulate silvicultural practice</w:t>
            </w:r>
            <w:r w:rsidR="00FA4F64">
              <w:t>s</w:t>
            </w:r>
            <w:r w:rsidR="00FA4F64" w:rsidRPr="00FA4F64">
              <w:t xml:space="preserve"> consistent with </w:t>
            </w:r>
            <w:r w:rsidR="00FA4F64">
              <w:t>forest management</w:t>
            </w:r>
            <w:r w:rsidR="00FA4F64" w:rsidRPr="00FA4F64">
              <w:t xml:space="preserve"> </w:t>
            </w:r>
            <w:proofErr w:type="gramStart"/>
            <w:r w:rsidR="00FA4F64" w:rsidRPr="00FA4F64">
              <w:t>objectives</w:t>
            </w:r>
            <w:proofErr w:type="gramEnd"/>
            <w:r w:rsidR="00FA4F64" w:rsidRPr="00FA4F64">
              <w:t xml:space="preserve"> </w:t>
            </w:r>
          </w:p>
          <w:p w14:paraId="2D59D4D6" w14:textId="11717437" w:rsidR="00A72210" w:rsidRDefault="008720EE" w:rsidP="00F27FBC">
            <w:pPr>
              <w:pStyle w:val="SIText"/>
            </w:pPr>
            <w:r>
              <w:t>1.</w:t>
            </w:r>
            <w:r w:rsidR="00F27FBC">
              <w:t>4</w:t>
            </w:r>
            <w:r>
              <w:t xml:space="preserve"> </w:t>
            </w:r>
            <w:r w:rsidR="00443F50">
              <w:t>Identify s</w:t>
            </w:r>
            <w:r w:rsidR="00443F50" w:rsidRPr="00443F50">
              <w:t xml:space="preserve">ilvicultural regime to achieve </w:t>
            </w:r>
            <w:r w:rsidR="00FE3C29">
              <w:t xml:space="preserve">native </w:t>
            </w:r>
            <w:r w:rsidR="00443F50">
              <w:t xml:space="preserve">forest management </w:t>
            </w:r>
            <w:proofErr w:type="gramStart"/>
            <w:r w:rsidR="00443F50" w:rsidRPr="00443F50">
              <w:t>objectives</w:t>
            </w:r>
            <w:proofErr w:type="gramEnd"/>
          </w:p>
        </w:tc>
      </w:tr>
      <w:tr w:rsidR="0032693A" w:rsidRPr="00963A46" w14:paraId="566EA2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59444" w14:textId="40B8E03C" w:rsidR="0032693A" w:rsidRDefault="00977411" w:rsidP="008211DE">
            <w:pPr>
              <w:pStyle w:val="SIText"/>
            </w:pPr>
            <w:r>
              <w:t>2</w:t>
            </w:r>
            <w:r w:rsidR="0032693A">
              <w:t>.</w:t>
            </w:r>
            <w:r w:rsidR="002B6BDA" w:rsidRPr="0070256A">
              <w:rPr>
                <w:rFonts w:cs="Arial"/>
              </w:rPr>
              <w:t xml:space="preserve"> </w:t>
            </w:r>
            <w:r w:rsidR="00443F50">
              <w:t>P</w:t>
            </w:r>
            <w:r w:rsidR="00443F50" w:rsidRPr="00443F50">
              <w:t>lan silvicultural operations</w:t>
            </w:r>
          </w:p>
        </w:tc>
        <w:tc>
          <w:tcPr>
            <w:tcW w:w="3604" w:type="pct"/>
            <w:shd w:val="clear" w:color="auto" w:fill="auto"/>
          </w:tcPr>
          <w:p w14:paraId="6D20C564" w14:textId="0B1D0B5D" w:rsidR="00FE3C29" w:rsidRDefault="00443F50" w:rsidP="00FE3C29">
            <w:pPr>
              <w:pStyle w:val="SIText"/>
            </w:pPr>
            <w:r>
              <w:t>2.</w:t>
            </w:r>
            <w:r w:rsidR="00FE3C29">
              <w:t>1</w:t>
            </w:r>
            <w:r>
              <w:t xml:space="preserve"> </w:t>
            </w:r>
            <w:r w:rsidR="00FE3C29">
              <w:t>P</w:t>
            </w:r>
            <w:r w:rsidR="00FE3C29" w:rsidRPr="00FE3C29">
              <w:t xml:space="preserve">lan harvest and regeneration prescriptions </w:t>
            </w:r>
            <w:r w:rsidR="00933118">
              <w:t xml:space="preserve">consistent with </w:t>
            </w:r>
            <w:r w:rsidR="00933118" w:rsidRPr="00FE3C29">
              <w:t>forest management objec</w:t>
            </w:r>
            <w:r w:rsidR="00933118">
              <w:t>tives</w:t>
            </w:r>
          </w:p>
          <w:p w14:paraId="0CE77520" w14:textId="39E9614A" w:rsidR="00FE3C29" w:rsidRPr="00FE3C29" w:rsidRDefault="00FE3C29" w:rsidP="00FE3C29">
            <w:pPr>
              <w:pStyle w:val="SIText"/>
            </w:pPr>
            <w:r>
              <w:t>2.2 P</w:t>
            </w:r>
            <w:r w:rsidRPr="00FE3C29">
              <w:t xml:space="preserve">lan seed collection, preparation and sowing to meet stocking standards and forest management </w:t>
            </w:r>
            <w:proofErr w:type="gramStart"/>
            <w:r w:rsidRPr="00FE3C29">
              <w:t>objec</w:t>
            </w:r>
            <w:r>
              <w:t>tives</w:t>
            </w:r>
            <w:proofErr w:type="gramEnd"/>
          </w:p>
          <w:p w14:paraId="0CD00AD6" w14:textId="6F0166F4" w:rsidR="00FE3C29" w:rsidRDefault="00FE3C29" w:rsidP="00FE3C29">
            <w:pPr>
              <w:pStyle w:val="SIText"/>
            </w:pPr>
            <w:r>
              <w:t>2.3 D</w:t>
            </w:r>
            <w:r w:rsidRPr="00FE3C29">
              <w:t xml:space="preserve">efine regeneration stocking standards and </w:t>
            </w:r>
            <w:r>
              <w:t>plan</w:t>
            </w:r>
            <w:r w:rsidRPr="00FE3C29">
              <w:t xml:space="preserve"> surveys for </w:t>
            </w:r>
            <w:r w:rsidR="006B62C4" w:rsidRPr="00FE3C29">
              <w:t>post-harvest</w:t>
            </w:r>
            <w:r w:rsidRPr="00FE3C29">
              <w:t xml:space="preserve"> </w:t>
            </w:r>
            <w:proofErr w:type="gramStart"/>
            <w:r w:rsidRPr="00FE3C29">
              <w:t>monitoring</w:t>
            </w:r>
            <w:proofErr w:type="gramEnd"/>
          </w:p>
          <w:p w14:paraId="24D3F7D9" w14:textId="16B66618" w:rsidR="00FE3C29" w:rsidRDefault="00FE3C29" w:rsidP="00FE3C29">
            <w:pPr>
              <w:pStyle w:val="SIText"/>
            </w:pPr>
            <w:r>
              <w:t>2.4 P</w:t>
            </w:r>
            <w:r w:rsidRPr="00FE3C29">
              <w:t xml:space="preserve">lan browsing controls </w:t>
            </w:r>
            <w:r w:rsidR="00933118">
              <w:t xml:space="preserve">consistent with </w:t>
            </w:r>
            <w:r w:rsidR="00933118" w:rsidRPr="00FE3C29">
              <w:t>forest management objec</w:t>
            </w:r>
            <w:r w:rsidR="00933118">
              <w:t>tives</w:t>
            </w:r>
          </w:p>
          <w:p w14:paraId="6E7771B8" w14:textId="5FFB6622" w:rsidR="00DB4346" w:rsidRPr="00FE3C29" w:rsidRDefault="00DB4346" w:rsidP="00FE3C29">
            <w:pPr>
              <w:pStyle w:val="SIText"/>
            </w:pPr>
            <w:r>
              <w:t xml:space="preserve">2.5 Plan crop protection measures consistent with </w:t>
            </w:r>
            <w:r w:rsidRPr="00FE3C29">
              <w:t xml:space="preserve">forest management </w:t>
            </w:r>
            <w:proofErr w:type="gramStart"/>
            <w:r w:rsidRPr="00FE3C29">
              <w:t>objec</w:t>
            </w:r>
            <w:r>
              <w:t>tives</w:t>
            </w:r>
            <w:proofErr w:type="gramEnd"/>
          </w:p>
          <w:p w14:paraId="785E0637" w14:textId="5BACC1DC" w:rsidR="00933118" w:rsidRDefault="00443F50" w:rsidP="008211DE">
            <w:pPr>
              <w:pStyle w:val="SIText"/>
            </w:pPr>
            <w:r>
              <w:t>2.</w:t>
            </w:r>
            <w:r w:rsidR="00DB4346">
              <w:t>6</w:t>
            </w:r>
            <w:r>
              <w:t xml:space="preserve"> </w:t>
            </w:r>
            <w:r w:rsidR="00933118">
              <w:t xml:space="preserve">Establish schedule for silviculture activities according to workplace </w:t>
            </w:r>
            <w:proofErr w:type="gramStart"/>
            <w:r w:rsidR="00933118">
              <w:t>procedures</w:t>
            </w:r>
            <w:proofErr w:type="gramEnd"/>
          </w:p>
          <w:p w14:paraId="00B5B85E" w14:textId="28E3DD97" w:rsidR="00933118" w:rsidRPr="00E56564" w:rsidRDefault="00933118" w:rsidP="008211DE">
            <w:pPr>
              <w:pStyle w:val="SIText"/>
            </w:pPr>
            <w:r>
              <w:t>2.</w:t>
            </w:r>
            <w:r w:rsidR="00DB4346">
              <w:t>7</w:t>
            </w:r>
            <w:r>
              <w:t xml:space="preserve"> </w:t>
            </w:r>
            <w:r w:rsidR="00443F50">
              <w:t xml:space="preserve">Calculate </w:t>
            </w:r>
            <w:r w:rsidR="00443F50" w:rsidRPr="00443F50">
              <w:t xml:space="preserve">cost of silvicultural operations </w:t>
            </w:r>
            <w:r>
              <w:t xml:space="preserve">according to workplace procedures </w:t>
            </w:r>
          </w:p>
        </w:tc>
      </w:tr>
      <w:tr w:rsidR="00A05833" w:rsidRPr="00963A46" w14:paraId="2DED53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C6129A" w14:textId="173ED04D" w:rsidR="00A05833" w:rsidRDefault="00A05833" w:rsidP="008211DE">
            <w:pPr>
              <w:pStyle w:val="SIText"/>
            </w:pPr>
            <w:r>
              <w:t xml:space="preserve">3. Coordinate implementation of </w:t>
            </w:r>
            <w:r w:rsidRPr="00A05833">
              <w:t>silvicultural operations</w:t>
            </w:r>
          </w:p>
        </w:tc>
        <w:tc>
          <w:tcPr>
            <w:tcW w:w="3604" w:type="pct"/>
            <w:shd w:val="clear" w:color="auto" w:fill="auto"/>
          </w:tcPr>
          <w:p w14:paraId="59EF2EF9" w14:textId="5F12D390" w:rsidR="00D37B4C" w:rsidRPr="00D37B4C" w:rsidRDefault="00D37B4C" w:rsidP="00D37B4C">
            <w:pPr>
              <w:pStyle w:val="SIText"/>
            </w:pPr>
            <w:r w:rsidRPr="00D37B4C">
              <w:t>3.</w:t>
            </w:r>
            <w:r>
              <w:t>1</w:t>
            </w:r>
            <w:r w:rsidRPr="00D37B4C">
              <w:t xml:space="preserve"> </w:t>
            </w:r>
            <w:r>
              <w:t>Coordinate</w:t>
            </w:r>
            <w:r w:rsidRPr="00D37B4C">
              <w:t xml:space="preserve"> implementation of silvicultural operations</w:t>
            </w:r>
          </w:p>
          <w:p w14:paraId="47E9E82A" w14:textId="3CF044A7" w:rsidR="00D37B4C" w:rsidRPr="00D37B4C" w:rsidRDefault="00D37B4C" w:rsidP="00D37B4C">
            <w:pPr>
              <w:pStyle w:val="SIText"/>
            </w:pPr>
            <w:r w:rsidRPr="00D37B4C">
              <w:t>3.</w:t>
            </w:r>
            <w:r>
              <w:t>2</w:t>
            </w:r>
            <w:r w:rsidRPr="00D37B4C">
              <w:t xml:space="preserve"> Monitor </w:t>
            </w:r>
            <w:r>
              <w:t xml:space="preserve">staff and </w:t>
            </w:r>
            <w:r w:rsidRPr="00D37B4C">
              <w:t>contractor compliance with prescriptions for silvicultural operations</w:t>
            </w:r>
          </w:p>
          <w:p w14:paraId="737C67B3" w14:textId="746F12E4" w:rsidR="00D37B4C" w:rsidRPr="00D37B4C" w:rsidRDefault="00D37B4C" w:rsidP="00D37B4C">
            <w:pPr>
              <w:pStyle w:val="SIText"/>
            </w:pPr>
            <w:r w:rsidRPr="00D37B4C">
              <w:t>3.</w:t>
            </w:r>
            <w:r>
              <w:t>3</w:t>
            </w:r>
            <w:r w:rsidRPr="00D37B4C">
              <w:t xml:space="preserve"> Identify and resolve </w:t>
            </w:r>
            <w:r>
              <w:t>incidents of</w:t>
            </w:r>
            <w:r w:rsidRPr="00D37B4C">
              <w:t xml:space="preserve"> non-compliances within scope of responsibility and workplace </w:t>
            </w:r>
            <w:proofErr w:type="gramStart"/>
            <w:r w:rsidRPr="00D37B4C">
              <w:t>procedures</w:t>
            </w:r>
            <w:proofErr w:type="gramEnd"/>
          </w:p>
          <w:p w14:paraId="48C44DE6" w14:textId="5376B812" w:rsidR="00A05833" w:rsidRDefault="00D37B4C" w:rsidP="00D37B4C">
            <w:pPr>
              <w:pStyle w:val="SIText"/>
            </w:pPr>
            <w:r w:rsidRPr="00D37B4C">
              <w:t>3.</w:t>
            </w:r>
            <w:r>
              <w:t>4</w:t>
            </w:r>
            <w:r w:rsidRPr="00D37B4C">
              <w:t xml:space="preserve"> Report on implementation of silvicultural operations to </w:t>
            </w:r>
            <w:proofErr w:type="gramStart"/>
            <w:r w:rsidRPr="00D37B4C">
              <w:t>appropriate personnel</w:t>
            </w:r>
            <w:proofErr w:type="gramEnd"/>
          </w:p>
        </w:tc>
      </w:tr>
      <w:tr w:rsidR="008211DE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437CED2" w:rsidR="008211DE" w:rsidRPr="008211DE" w:rsidRDefault="008211DE" w:rsidP="008211DE">
            <w:pPr>
              <w:pStyle w:val="SIText"/>
            </w:pPr>
            <w:r>
              <w:lastRenderedPageBreak/>
              <w:t>3</w:t>
            </w:r>
            <w:r w:rsidRPr="008211DE">
              <w:t xml:space="preserve">. </w:t>
            </w:r>
            <w:r w:rsidR="00933118">
              <w:t>Monitor</w:t>
            </w:r>
            <w:r w:rsidR="006B216E">
              <w:t xml:space="preserve"> </w:t>
            </w:r>
            <w:r w:rsidR="00D37B4C">
              <w:t xml:space="preserve">effectiveness of </w:t>
            </w:r>
            <w:r w:rsidR="006B216E">
              <w:t xml:space="preserve">silviculture operations </w:t>
            </w:r>
          </w:p>
        </w:tc>
        <w:tc>
          <w:tcPr>
            <w:tcW w:w="3604" w:type="pct"/>
            <w:shd w:val="clear" w:color="auto" w:fill="auto"/>
          </w:tcPr>
          <w:p w14:paraId="119645CB" w14:textId="704B3212" w:rsidR="00DB4346" w:rsidRDefault="00D37B4C" w:rsidP="00A05833">
            <w:pPr>
              <w:pStyle w:val="SIText"/>
            </w:pPr>
            <w:r>
              <w:t>4</w:t>
            </w:r>
            <w:r w:rsidR="008211DE" w:rsidRPr="008211DE">
              <w:t xml:space="preserve">.1 </w:t>
            </w:r>
            <w:r w:rsidR="00DB4346">
              <w:t>E</w:t>
            </w:r>
            <w:r w:rsidR="00DB4346" w:rsidRPr="00DB4346">
              <w:t xml:space="preserve">stablish monitoring procedures </w:t>
            </w:r>
            <w:r w:rsidR="00A05833">
              <w:t xml:space="preserve">for assessing effectiveness of </w:t>
            </w:r>
            <w:r w:rsidR="00DB4346" w:rsidRPr="00DB4346">
              <w:t xml:space="preserve">silvicultural </w:t>
            </w:r>
            <w:proofErr w:type="gramStart"/>
            <w:r w:rsidR="00A05833">
              <w:t>operations</w:t>
            </w:r>
            <w:proofErr w:type="gramEnd"/>
          </w:p>
          <w:p w14:paraId="0FCCD8EC" w14:textId="790D656D" w:rsidR="00DA36FE" w:rsidRPr="00DB4346" w:rsidRDefault="00DA36FE" w:rsidP="00A05833">
            <w:pPr>
              <w:pStyle w:val="SIText"/>
            </w:pPr>
            <w:r>
              <w:t xml:space="preserve">4.2 Analyse outcomes of surveys and reports on silviculture </w:t>
            </w:r>
            <w:proofErr w:type="gramStart"/>
            <w:r>
              <w:t>operations</w:t>
            </w:r>
            <w:proofErr w:type="gramEnd"/>
          </w:p>
          <w:p w14:paraId="626DEB70" w14:textId="19B4B627" w:rsidR="008211DE" w:rsidRPr="008211DE" w:rsidRDefault="00D37B4C" w:rsidP="00A05833">
            <w:pPr>
              <w:pStyle w:val="SIText"/>
            </w:pPr>
            <w:r>
              <w:t>4</w:t>
            </w:r>
            <w:r w:rsidR="00A05833">
              <w:t>.</w:t>
            </w:r>
            <w:r w:rsidR="00DA36FE">
              <w:t>3</w:t>
            </w:r>
            <w:r w:rsidR="00A05833">
              <w:t xml:space="preserve"> Identify, plan and coordinate implementation of remedial treatments as </w:t>
            </w:r>
            <w:proofErr w:type="gramStart"/>
            <w:r w:rsidR="00A05833">
              <w:t>required</w:t>
            </w:r>
            <w:proofErr w:type="gramEnd"/>
          </w:p>
          <w:p w14:paraId="1696B99B" w14:textId="175CF2BE" w:rsidR="008211DE" w:rsidRPr="008211DE" w:rsidRDefault="00D37B4C" w:rsidP="00A05833">
            <w:pPr>
              <w:pStyle w:val="SIText"/>
            </w:pPr>
            <w:r>
              <w:t>4</w:t>
            </w:r>
            <w:r w:rsidR="008211DE">
              <w:t>.</w:t>
            </w:r>
            <w:r w:rsidR="00DA36FE">
              <w:t>4</w:t>
            </w:r>
            <w:r w:rsidR="008211DE" w:rsidRPr="008211DE">
              <w:t xml:space="preserve"> </w:t>
            </w:r>
            <w:r w:rsidR="00A05833">
              <w:t xml:space="preserve">Document outcomes of </w:t>
            </w:r>
            <w:r w:rsidR="00A05833" w:rsidRPr="00A05833">
              <w:t>silvicultural operations</w:t>
            </w:r>
            <w:r w:rsidR="00A05833">
              <w:t xml:space="preserve"> and report</w:t>
            </w:r>
            <w:r w:rsidR="00A05833" w:rsidRPr="00A05833">
              <w:t xml:space="preserve"> </w:t>
            </w:r>
            <w:r w:rsidR="008211DE" w:rsidRPr="008211DE">
              <w:t xml:space="preserve">to </w:t>
            </w:r>
            <w:proofErr w:type="gramStart"/>
            <w:r w:rsidR="00501901">
              <w:t>appropriate personnel</w:t>
            </w:r>
            <w:proofErr w:type="gramEnd"/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09FA1416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56564" w:rsidRPr="00336FCA" w:rsidDel="00423CB2" w14:paraId="6C8E51A4" w14:textId="77777777" w:rsidTr="00CA2922">
        <w:tc>
          <w:tcPr>
            <w:tcW w:w="1396" w:type="pct"/>
          </w:tcPr>
          <w:p w14:paraId="5C98A1B5" w14:textId="708C5DC8" w:rsidR="00E56564" w:rsidRPr="00E56564" w:rsidRDefault="00E56564" w:rsidP="00E56564">
            <w:pPr>
              <w:pStyle w:val="SIText"/>
            </w:pPr>
            <w:r w:rsidRPr="00E56564">
              <w:t>Reading</w:t>
            </w:r>
          </w:p>
        </w:tc>
        <w:tc>
          <w:tcPr>
            <w:tcW w:w="3604" w:type="pct"/>
          </w:tcPr>
          <w:p w14:paraId="66808C2C" w14:textId="0D95B4EB" w:rsidR="00E56564" w:rsidRPr="00E56564" w:rsidRDefault="00E56564" w:rsidP="00584DB1">
            <w:pPr>
              <w:pStyle w:val="SIBulletList1"/>
            </w:pPr>
            <w:r w:rsidRPr="00E56564">
              <w:t xml:space="preserve">Interpret complex </w:t>
            </w:r>
            <w:r w:rsidR="00DF52DA">
              <w:t>written</w:t>
            </w:r>
            <w:r w:rsidR="00EC1897">
              <w:t>, technical</w:t>
            </w:r>
            <w:r w:rsidR="00DF52DA">
              <w:t xml:space="preserve"> </w:t>
            </w:r>
            <w:r w:rsidRPr="00E56564">
              <w:t xml:space="preserve">information in source documents </w:t>
            </w:r>
            <w:r w:rsidR="00EC1897">
              <w:t xml:space="preserve">related to </w:t>
            </w:r>
            <w:r w:rsidR="00DA36FE" w:rsidRPr="00DA36FE">
              <w:t>silviculture operations</w:t>
            </w:r>
          </w:p>
        </w:tc>
      </w:tr>
      <w:tr w:rsidR="00E56564" w:rsidRPr="00336FCA" w:rsidDel="00423CB2" w14:paraId="52E172EF" w14:textId="77777777" w:rsidTr="00CA2922">
        <w:tc>
          <w:tcPr>
            <w:tcW w:w="1396" w:type="pct"/>
          </w:tcPr>
          <w:p w14:paraId="2ADF02BB" w14:textId="66969BB6" w:rsidR="00E56564" w:rsidRPr="00E56564" w:rsidRDefault="00E56564" w:rsidP="00E56564">
            <w:pPr>
              <w:pStyle w:val="SIText"/>
            </w:pPr>
            <w:r w:rsidRPr="00E56564">
              <w:t>Writing</w:t>
            </w:r>
          </w:p>
        </w:tc>
        <w:tc>
          <w:tcPr>
            <w:tcW w:w="3604" w:type="pct"/>
          </w:tcPr>
          <w:p w14:paraId="4878870A" w14:textId="5D950E23" w:rsidR="00E56564" w:rsidRPr="00E56564" w:rsidRDefault="00584DB1" w:rsidP="00584DB1">
            <w:pPr>
              <w:pStyle w:val="SIBulletList1"/>
            </w:pPr>
            <w:r w:rsidRPr="00584DB1">
              <w:t xml:space="preserve">Design, develop and revise strategic documents </w:t>
            </w:r>
            <w:proofErr w:type="gramStart"/>
            <w:r w:rsidRPr="00584DB1">
              <w:t>appropriate to</w:t>
            </w:r>
            <w:proofErr w:type="gramEnd"/>
            <w:r w:rsidRPr="00584DB1">
              <w:t xml:space="preserve"> audience and </w:t>
            </w:r>
            <w:r w:rsidR="00D848A4" w:rsidRPr="00584DB1">
              <w:t>context</w:t>
            </w:r>
          </w:p>
        </w:tc>
      </w:tr>
      <w:tr w:rsidR="0060009F" w:rsidRPr="00336FCA" w:rsidDel="00423CB2" w14:paraId="7191CF75" w14:textId="77777777" w:rsidTr="00CA2922">
        <w:tc>
          <w:tcPr>
            <w:tcW w:w="1396" w:type="pct"/>
          </w:tcPr>
          <w:p w14:paraId="59052872" w14:textId="6394D243" w:rsidR="0060009F" w:rsidRPr="00E56564" w:rsidRDefault="0060009F" w:rsidP="0060009F">
            <w:pPr>
              <w:pStyle w:val="SIText"/>
            </w:pPr>
            <w:r w:rsidRPr="00E56564">
              <w:t>Oral communication</w:t>
            </w:r>
          </w:p>
        </w:tc>
        <w:tc>
          <w:tcPr>
            <w:tcW w:w="3604" w:type="pct"/>
          </w:tcPr>
          <w:p w14:paraId="35ED7442" w14:textId="5F533260" w:rsidR="0060009F" w:rsidRPr="00584DB1" w:rsidRDefault="0060009F" w:rsidP="0060009F">
            <w:pPr>
              <w:pStyle w:val="SIBulletList1"/>
            </w:pPr>
            <w:r w:rsidRPr="00584DB1">
              <w:t>Use active listening and questioning techniques to convey and clarify information</w:t>
            </w:r>
          </w:p>
        </w:tc>
      </w:tr>
      <w:tr w:rsidR="0060009F" w:rsidRPr="00336FCA" w:rsidDel="00423CB2" w14:paraId="28C10BDB" w14:textId="77777777" w:rsidTr="00CA2922">
        <w:tc>
          <w:tcPr>
            <w:tcW w:w="1396" w:type="pct"/>
          </w:tcPr>
          <w:p w14:paraId="2E8DC4D9" w14:textId="491CD57E" w:rsidR="0060009F" w:rsidRPr="00E56564" w:rsidRDefault="0060009F" w:rsidP="0060009F">
            <w:pPr>
              <w:pStyle w:val="SIText"/>
            </w:pPr>
            <w:r w:rsidRPr="00E56564">
              <w:t>Numeracy</w:t>
            </w:r>
          </w:p>
        </w:tc>
        <w:tc>
          <w:tcPr>
            <w:tcW w:w="3604" w:type="pct"/>
          </w:tcPr>
          <w:p w14:paraId="0FC58D0E" w14:textId="72372CF2" w:rsidR="0060009F" w:rsidRPr="00584DB1" w:rsidRDefault="0060009F" w:rsidP="0060009F">
            <w:pPr>
              <w:pStyle w:val="SIBulletList1"/>
            </w:pPr>
            <w:r w:rsidRPr="00584DB1">
              <w:t xml:space="preserve">Analyse and compare </w:t>
            </w:r>
            <w:r>
              <w:t>complex statistical</w:t>
            </w:r>
            <w:r w:rsidRPr="00584DB1">
              <w:t xml:space="preserve"> information </w:t>
            </w:r>
            <w:r>
              <w:t>related to silviculture operations</w:t>
            </w:r>
          </w:p>
        </w:tc>
      </w:tr>
    </w:tbl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6CD80E78" w:rsidR="00DA54B5" w:rsidRPr="00DA36FE" w:rsidRDefault="00D55C70" w:rsidP="00D848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56564">
              <w:t>FWP</w:t>
            </w:r>
            <w:r w:rsidRPr="00D55C70">
              <w:t xml:space="preserve">FGM5XXX </w:t>
            </w:r>
            <w:r w:rsidR="000A02CF" w:rsidRPr="008A7197">
              <w:t>Contribute to and implement a silviculture regime for native forest</w:t>
            </w:r>
          </w:p>
        </w:tc>
        <w:tc>
          <w:tcPr>
            <w:tcW w:w="1105" w:type="pct"/>
          </w:tcPr>
          <w:p w14:paraId="2293AA64" w14:textId="08FC9E9E" w:rsidR="00DA54B5" w:rsidRPr="00A97DE0" w:rsidRDefault="00A97DE0" w:rsidP="00A97D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97DE0">
              <w:rPr>
                <w:rStyle w:val="SITemporaryText-red"/>
                <w:color w:val="auto"/>
                <w:sz w:val="20"/>
              </w:rPr>
              <w:t>Not applicable</w:t>
            </w:r>
          </w:p>
        </w:tc>
        <w:tc>
          <w:tcPr>
            <w:tcW w:w="1251" w:type="pct"/>
          </w:tcPr>
          <w:p w14:paraId="4019C146" w14:textId="77777777" w:rsidR="00A97DE0" w:rsidRPr="00A97DE0" w:rsidRDefault="00A97DE0" w:rsidP="00A97D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97DE0">
              <w:rPr>
                <w:rStyle w:val="SITemporaryText-red"/>
                <w:color w:val="auto"/>
                <w:sz w:val="20"/>
              </w:rPr>
              <w:t>New unit</w:t>
            </w:r>
          </w:p>
          <w:p w14:paraId="7D3C4B75" w14:textId="1BBC0155" w:rsidR="00DA54B5" w:rsidRPr="00A97DE0" w:rsidRDefault="00DA54B5" w:rsidP="00A97DE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  <w:tc>
          <w:tcPr>
            <w:tcW w:w="1616" w:type="pct"/>
          </w:tcPr>
          <w:p w14:paraId="6630AC2B" w14:textId="7B3FB89F" w:rsidR="00DA54B5" w:rsidRPr="00A97DE0" w:rsidRDefault="00A97DE0" w:rsidP="00A97DE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97DE0">
              <w:rPr>
                <w:rStyle w:val="SITemporaryText-red"/>
                <w:color w:val="auto"/>
                <w:sz w:val="20"/>
              </w:rPr>
              <w:t>Not applicable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9993C5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r w:rsidR="00CA700F">
              <w:t>VET Net</w:t>
            </w:r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410738B5" w:rsidR="00D55C70" w:rsidRDefault="00D55C70" w:rsidP="005F771F">
      <w:pPr>
        <w:pStyle w:val="SIText"/>
      </w:pPr>
    </w:p>
    <w:p w14:paraId="4D175C88" w14:textId="77777777" w:rsidR="00D55C70" w:rsidRDefault="00D55C70">
      <w:pPr>
        <w:spacing w:after="200" w:line="276" w:lineRule="auto"/>
        <w:rPr>
          <w:rFonts w:ascii="Arial" w:hAnsi="Arial"/>
          <w:sz w:val="20"/>
          <w:szCs w:val="22"/>
          <w:lang w:eastAsia="en-US"/>
        </w:rPr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4D875EC6" w:rsidR="00556C4C" w:rsidRPr="000754EC" w:rsidRDefault="00F1480E" w:rsidP="000754EC">
            <w:pPr>
              <w:pStyle w:val="SIUnittitle"/>
            </w:pPr>
            <w:r>
              <w:lastRenderedPageBreak/>
              <w:br w:type="page"/>
            </w:r>
            <w:r w:rsidR="00556C4C" w:rsidRPr="002C55E9">
              <w:t>T</w:t>
            </w:r>
            <w:r w:rsidR="00556C4C"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8ECE7A9" w:rsidR="00556C4C" w:rsidRPr="00F46F16" w:rsidRDefault="00556C4C" w:rsidP="00F46F16">
            <w:pPr>
              <w:pStyle w:val="SIHeading2"/>
            </w:pPr>
            <w:r w:rsidRPr="00F46F16">
              <w:t xml:space="preserve">Assessment requirements for </w:t>
            </w:r>
            <w:r w:rsidR="00D55C70" w:rsidRPr="00E56564">
              <w:t>FWP</w:t>
            </w:r>
            <w:r w:rsidR="00D55C70" w:rsidRPr="00D55C70">
              <w:t>FGM5XXX</w:t>
            </w:r>
            <w:r w:rsidR="000E7A8F" w:rsidRPr="00F46F16">
              <w:t xml:space="preserve"> </w:t>
            </w:r>
            <w:r w:rsidR="000A02CF" w:rsidRPr="008A7197">
              <w:t>Contribute to and implement a silviculture regime for native forest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51F865A6" w:rsidR="00DA54B5" w:rsidRDefault="00DA54B5" w:rsidP="00DA36F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A36FE">
              <w:rPr>
                <w:rStyle w:val="SITemporaryText-red"/>
                <w:color w:val="auto"/>
                <w:sz w:val="20"/>
              </w:rPr>
              <w:t xml:space="preserve">An individual </w:t>
            </w:r>
            <w:proofErr w:type="gramStart"/>
            <w:r w:rsidRPr="00DA36FE">
              <w:rPr>
                <w:rStyle w:val="SITemporaryText-red"/>
                <w:color w:val="auto"/>
                <w:sz w:val="20"/>
              </w:rPr>
              <w:t>demonstrating</w:t>
            </w:r>
            <w:proofErr w:type="gramEnd"/>
            <w:r w:rsidRPr="00DA36FE">
              <w:rPr>
                <w:rStyle w:val="SITemporaryText-red"/>
                <w:color w:val="auto"/>
                <w:sz w:val="20"/>
              </w:rPr>
              <w:t xml:space="preserve"> competency must satisfy all of the elements and performance criteria in this unit. </w:t>
            </w:r>
          </w:p>
          <w:p w14:paraId="41606380" w14:textId="77777777" w:rsidR="00D55C70" w:rsidRPr="00DA36FE" w:rsidRDefault="00D55C70" w:rsidP="00DA36FE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F4E2EAA" w14:textId="680B6E82" w:rsidR="007E7EFD" w:rsidRPr="00D4722A" w:rsidRDefault="00DA54B5" w:rsidP="00D4722A">
            <w:pPr>
              <w:pStyle w:val="SIText"/>
            </w:pPr>
            <w:r w:rsidRPr="00D4722A">
              <w:rPr>
                <w:rStyle w:val="SITemporaryText-red"/>
                <w:color w:val="auto"/>
                <w:sz w:val="20"/>
              </w:rPr>
              <w:t>There must be evidence that</w:t>
            </w:r>
            <w:r w:rsidR="00A97DE0" w:rsidRPr="00D4722A">
              <w:rPr>
                <w:rStyle w:val="SITemporaryText-red"/>
                <w:color w:val="auto"/>
                <w:sz w:val="20"/>
              </w:rPr>
              <w:t>,</w:t>
            </w:r>
            <w:r w:rsidRPr="00D4722A">
              <w:rPr>
                <w:rStyle w:val="SITemporaryText-red"/>
                <w:color w:val="auto"/>
                <w:sz w:val="20"/>
              </w:rPr>
              <w:t xml:space="preserve"> </w:t>
            </w:r>
            <w:r w:rsidR="00A97DE0" w:rsidRPr="00D4722A">
              <w:rPr>
                <w:rStyle w:val="SITemporaryText-red"/>
                <w:color w:val="auto"/>
                <w:sz w:val="20"/>
              </w:rPr>
              <w:t>on one occasion</w:t>
            </w:r>
            <w:r w:rsidR="00A97DE0" w:rsidRPr="00D4722A">
              <w:rPr>
                <w:rStyle w:val="SITemporaryText-red"/>
                <w:color w:val="auto"/>
                <w:sz w:val="20"/>
              </w:rPr>
              <w:t>,</w:t>
            </w:r>
            <w:r w:rsidR="00A97DE0" w:rsidRPr="00D4722A">
              <w:rPr>
                <w:rStyle w:val="SITemporaryText-red"/>
                <w:color w:val="auto"/>
                <w:sz w:val="20"/>
              </w:rPr>
              <w:t xml:space="preserve"> </w:t>
            </w:r>
            <w:r w:rsidRPr="00D4722A">
              <w:rPr>
                <w:rStyle w:val="SITemporaryText-red"/>
                <w:color w:val="auto"/>
                <w:sz w:val="20"/>
              </w:rPr>
              <w:t>the individual has</w:t>
            </w:r>
            <w:r w:rsidR="00AA7DEF" w:rsidRPr="00D4722A">
              <w:rPr>
                <w:rStyle w:val="SITemporaryText-red"/>
                <w:color w:val="auto"/>
                <w:sz w:val="20"/>
              </w:rPr>
              <w:t xml:space="preserve"> </w:t>
            </w:r>
            <w:r w:rsidR="00DA36FE" w:rsidRPr="00D4722A">
              <w:rPr>
                <w:rStyle w:val="SITemporaryText-red"/>
                <w:color w:val="auto"/>
                <w:sz w:val="20"/>
              </w:rPr>
              <w:t>contributed to the planning, coordinat</w:t>
            </w:r>
            <w:r w:rsidR="00D4722A" w:rsidRPr="00D4722A">
              <w:rPr>
                <w:rStyle w:val="SITemporaryText-red"/>
                <w:color w:val="auto"/>
                <w:sz w:val="20"/>
              </w:rPr>
              <w:t>ed</w:t>
            </w:r>
            <w:r w:rsidR="00DA36FE" w:rsidRPr="00D4722A">
              <w:rPr>
                <w:rStyle w:val="SITemporaryText-red"/>
                <w:color w:val="auto"/>
                <w:sz w:val="20"/>
              </w:rPr>
              <w:t xml:space="preserve"> the </w:t>
            </w:r>
            <w:proofErr w:type="gramStart"/>
            <w:r w:rsidR="00DA36FE" w:rsidRPr="00D4722A">
              <w:rPr>
                <w:rStyle w:val="SITemporaryText-red"/>
                <w:color w:val="auto"/>
                <w:sz w:val="20"/>
              </w:rPr>
              <w:t>implementation</w:t>
            </w:r>
            <w:proofErr w:type="gramEnd"/>
            <w:r w:rsidR="00DA36FE" w:rsidRPr="00D4722A">
              <w:rPr>
                <w:rStyle w:val="SITemporaryText-red"/>
                <w:color w:val="auto"/>
                <w:sz w:val="20"/>
              </w:rPr>
              <w:t xml:space="preserve"> and monitor</w:t>
            </w:r>
            <w:r w:rsidR="00D4722A" w:rsidRPr="00D4722A">
              <w:rPr>
                <w:rStyle w:val="SITemporaryText-red"/>
                <w:color w:val="auto"/>
                <w:sz w:val="20"/>
              </w:rPr>
              <w:t>ed</w:t>
            </w:r>
            <w:r w:rsidR="00DA36FE" w:rsidRPr="00D4722A">
              <w:rPr>
                <w:rStyle w:val="SITemporaryText-red"/>
                <w:color w:val="auto"/>
                <w:sz w:val="20"/>
              </w:rPr>
              <w:t xml:space="preserve"> the effectiveness of silviculture operations in one native forest stand.</w:t>
            </w:r>
          </w:p>
        </w:tc>
      </w:tr>
    </w:tbl>
    <w:p w14:paraId="26A148FB" w14:textId="77777777" w:rsidR="00EA4706" w:rsidRDefault="00EA4706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848A4" w:rsidRDefault="00DA54B5" w:rsidP="00B373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An individual must be able to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demonstrate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350D1270" w14:textId="0E2BFD0A" w:rsidR="006178DE" w:rsidRDefault="00DA36FE" w:rsidP="00DA36FE">
            <w:pPr>
              <w:pStyle w:val="SIBulletList1"/>
            </w:pPr>
            <w:r w:rsidRPr="00DA36FE">
              <w:t xml:space="preserve">native forest management objectives </w:t>
            </w:r>
          </w:p>
          <w:p w14:paraId="26281315" w14:textId="0CBEE5F2" w:rsidR="00DA36FE" w:rsidRDefault="00DA36FE" w:rsidP="00DA36FE">
            <w:pPr>
              <w:pStyle w:val="SIBulletList2"/>
            </w:pPr>
            <w:r w:rsidRPr="00DA36FE">
              <w:t>social</w:t>
            </w:r>
          </w:p>
          <w:p w14:paraId="5EFC7874" w14:textId="0A9F6BBB" w:rsidR="00DA36FE" w:rsidRDefault="00DA36FE" w:rsidP="00DA36FE">
            <w:pPr>
              <w:pStyle w:val="SIBulletList2"/>
            </w:pPr>
            <w:r w:rsidRPr="00DA36FE">
              <w:t>economic</w:t>
            </w:r>
          </w:p>
          <w:p w14:paraId="744EECD7" w14:textId="62BB837D" w:rsidR="00DA36FE" w:rsidRPr="00DA36FE" w:rsidRDefault="00DA36FE" w:rsidP="00DA36FE">
            <w:pPr>
              <w:pStyle w:val="SIBulletList2"/>
            </w:pPr>
            <w:r w:rsidRPr="00DA36FE">
              <w:t>environmental</w:t>
            </w:r>
          </w:p>
          <w:p w14:paraId="6747E605" w14:textId="4FAA1882" w:rsidR="00FA4F64" w:rsidRDefault="00FA4F64" w:rsidP="00DA36FE">
            <w:pPr>
              <w:pStyle w:val="SIBulletList1"/>
            </w:pPr>
            <w:r>
              <w:t>a</w:t>
            </w:r>
            <w:r w:rsidRPr="00FA4F64">
              <w:t>ssess</w:t>
            </w:r>
            <w:r>
              <w:t>ment of</w:t>
            </w:r>
            <w:r w:rsidRPr="00FA4F64">
              <w:t xml:space="preserve"> forest condition</w:t>
            </w:r>
            <w:r>
              <w:t xml:space="preserve"> for </w:t>
            </w:r>
            <w:proofErr w:type="gramStart"/>
            <w:r>
              <w:t>selection</w:t>
            </w:r>
            <w:proofErr w:type="gramEnd"/>
            <w:r>
              <w:t xml:space="preserve"> of silviculture practices</w:t>
            </w:r>
          </w:p>
          <w:p w14:paraId="40542F1F" w14:textId="79A9B71A" w:rsidR="00FA4F64" w:rsidRDefault="00F57AFB" w:rsidP="00F57AFB">
            <w:pPr>
              <w:pStyle w:val="SIBulletList2"/>
            </w:pPr>
            <w:r>
              <w:t>forest type</w:t>
            </w:r>
          </w:p>
          <w:p w14:paraId="2448C144" w14:textId="0FAA3BE8" w:rsidR="00F27FBC" w:rsidRDefault="00F27FBC" w:rsidP="00F57AFB">
            <w:pPr>
              <w:pStyle w:val="SIBulletList2"/>
            </w:pPr>
            <w:r>
              <w:t>forest age structure</w:t>
            </w:r>
          </w:p>
          <w:p w14:paraId="0135F9A7" w14:textId="5D2D0C96" w:rsidR="00F57AFB" w:rsidRDefault="00F57AFB" w:rsidP="00F57AFB">
            <w:pPr>
              <w:pStyle w:val="SIBulletList2"/>
            </w:pPr>
            <w:r>
              <w:t>forest components and their condition</w:t>
            </w:r>
          </w:p>
          <w:p w14:paraId="6A497472" w14:textId="24593D5D" w:rsidR="00F57AFB" w:rsidRDefault="00F57AFB" w:rsidP="00F57AFB">
            <w:pPr>
              <w:pStyle w:val="SIBulletList2"/>
            </w:pPr>
            <w:r>
              <w:t>forest structure</w:t>
            </w:r>
          </w:p>
          <w:p w14:paraId="0E93E0CB" w14:textId="2D3C45F7" w:rsidR="00F57AFB" w:rsidRDefault="00F57AFB" w:rsidP="00F57AFB">
            <w:pPr>
              <w:pStyle w:val="SIBulletList2"/>
            </w:pPr>
            <w:r>
              <w:t>wildlife habitat</w:t>
            </w:r>
          </w:p>
          <w:p w14:paraId="7C54DC35" w14:textId="127B4348" w:rsidR="00F57AFB" w:rsidRDefault="00F57AFB" w:rsidP="00F57AFB">
            <w:pPr>
              <w:pStyle w:val="SIBulletList2"/>
            </w:pPr>
            <w:r>
              <w:t>forest generation</w:t>
            </w:r>
          </w:p>
          <w:p w14:paraId="4DCA27D2" w14:textId="5DF02ADA" w:rsidR="00F57AFB" w:rsidRPr="00F57AFB" w:rsidRDefault="00F57AFB" w:rsidP="00F57AFB">
            <w:pPr>
              <w:pStyle w:val="SIBulletList2"/>
            </w:pPr>
            <w:r w:rsidRPr="00F57AFB">
              <w:t>evidence of past disturbances (fire, logging)</w:t>
            </w:r>
            <w:r>
              <w:t xml:space="preserve"> that may </w:t>
            </w:r>
            <w:r w:rsidRPr="00F57AFB">
              <w:t xml:space="preserve">have influenced the growing stock </w:t>
            </w:r>
            <w:proofErr w:type="gramStart"/>
            <w:r w:rsidRPr="00F57AFB">
              <w:t>condition</w:t>
            </w:r>
            <w:proofErr w:type="gramEnd"/>
            <w:r w:rsidRPr="00F57AFB">
              <w:t xml:space="preserve"> </w:t>
            </w:r>
          </w:p>
          <w:p w14:paraId="097FE72A" w14:textId="0E2BC5E9" w:rsidR="00DA36FE" w:rsidRDefault="00DA36FE" w:rsidP="00DA36FE">
            <w:pPr>
              <w:pStyle w:val="SIBulletList1"/>
            </w:pPr>
            <w:r>
              <w:t xml:space="preserve">types and </w:t>
            </w:r>
            <w:r w:rsidR="00792D9B">
              <w:t xml:space="preserve">characteristics of </w:t>
            </w:r>
            <w:r w:rsidRPr="00DA36FE">
              <w:t>native forest silvicultural regime</w:t>
            </w:r>
            <w:r w:rsidR="00792D9B">
              <w:t>s</w:t>
            </w:r>
          </w:p>
          <w:p w14:paraId="1A6D9A6B" w14:textId="46570062" w:rsidR="00792D9B" w:rsidRDefault="00792D9B" w:rsidP="00DA36FE">
            <w:pPr>
              <w:pStyle w:val="SIBulletList1"/>
            </w:pPr>
            <w:r>
              <w:t>purpose of native forest silviculture regime</w:t>
            </w:r>
          </w:p>
          <w:p w14:paraId="78C7533A" w14:textId="43B6BFCC" w:rsidR="00792D9B" w:rsidRDefault="00792D9B" w:rsidP="00792D9B">
            <w:pPr>
              <w:pStyle w:val="SIBulletList2"/>
            </w:pPr>
            <w:r>
              <w:t>support production of wood and non-wood products</w:t>
            </w:r>
          </w:p>
          <w:p w14:paraId="54E8CD00" w14:textId="743710EA" w:rsidR="00FD080B" w:rsidRDefault="00FD080B" w:rsidP="00792D9B">
            <w:pPr>
              <w:pStyle w:val="SIBulletList2"/>
            </w:pPr>
            <w:r>
              <w:t>water yield</w:t>
            </w:r>
          </w:p>
          <w:p w14:paraId="6207DA4C" w14:textId="334C2CF0" w:rsidR="00792D9B" w:rsidRPr="00792D9B" w:rsidRDefault="00792D9B" w:rsidP="00792D9B">
            <w:pPr>
              <w:pStyle w:val="SIBulletList2"/>
            </w:pPr>
            <w:r w:rsidRPr="00792D9B">
              <w:t>creating ideal conditions for regeneration</w:t>
            </w:r>
          </w:p>
          <w:p w14:paraId="79077E90" w14:textId="0F23795C" w:rsidR="00792D9B" w:rsidRPr="00792D9B" w:rsidRDefault="00792D9B" w:rsidP="00792D9B">
            <w:pPr>
              <w:pStyle w:val="SIBulletList2"/>
            </w:pPr>
            <w:proofErr w:type="gramStart"/>
            <w:r w:rsidRPr="00792D9B">
              <w:t>providing</w:t>
            </w:r>
            <w:proofErr w:type="gramEnd"/>
            <w:r w:rsidRPr="00792D9B">
              <w:t xml:space="preserve"> habitat for wildlife</w:t>
            </w:r>
          </w:p>
          <w:p w14:paraId="28AA560C" w14:textId="737D9526" w:rsidR="00792D9B" w:rsidRPr="00792D9B" w:rsidRDefault="00792D9B" w:rsidP="00792D9B">
            <w:pPr>
              <w:pStyle w:val="SIBulletList2"/>
            </w:pPr>
            <w:r w:rsidRPr="00792D9B">
              <w:t>carbon sequestration</w:t>
            </w:r>
          </w:p>
          <w:p w14:paraId="73986C4F" w14:textId="3A39D1A7" w:rsidR="00FD080B" w:rsidRDefault="00792D9B" w:rsidP="00FD080B">
            <w:pPr>
              <w:pStyle w:val="SIBulletList2"/>
            </w:pPr>
            <w:r w:rsidRPr="00792D9B">
              <w:t>maintaining a diverse forest ecosystem</w:t>
            </w:r>
          </w:p>
          <w:p w14:paraId="1EDD2973" w14:textId="6A75BAD0" w:rsidR="00FD080B" w:rsidRDefault="00FD080B" w:rsidP="00792D9B">
            <w:pPr>
              <w:pStyle w:val="SIBulletList1"/>
            </w:pPr>
            <w:r>
              <w:t>components of silviculture regime</w:t>
            </w:r>
          </w:p>
          <w:p w14:paraId="0412087B" w14:textId="5AB54243" w:rsidR="00FD080B" w:rsidRDefault="00FD080B" w:rsidP="00FD080B">
            <w:pPr>
              <w:pStyle w:val="SIBulletList2"/>
            </w:pPr>
            <w:r>
              <w:t>management objectives</w:t>
            </w:r>
          </w:p>
          <w:p w14:paraId="76BBE332" w14:textId="4147DAF4" w:rsidR="00FD080B" w:rsidRDefault="00FD080B" w:rsidP="00FD080B">
            <w:pPr>
              <w:pStyle w:val="SIBulletList2"/>
            </w:pPr>
            <w:r>
              <w:t>harvesting systems</w:t>
            </w:r>
          </w:p>
          <w:p w14:paraId="33C5043A" w14:textId="0BFA0AC3" w:rsidR="00FD080B" w:rsidRDefault="00FD080B" w:rsidP="00FD080B">
            <w:pPr>
              <w:pStyle w:val="SIBulletList2"/>
            </w:pPr>
            <w:r>
              <w:t>regeneration treatment</w:t>
            </w:r>
          </w:p>
          <w:p w14:paraId="127B8939" w14:textId="485F210E" w:rsidR="00FD080B" w:rsidRDefault="00FD080B" w:rsidP="00FD080B">
            <w:pPr>
              <w:pStyle w:val="SIBulletList2"/>
            </w:pPr>
            <w:r>
              <w:t>monitoring and protection</w:t>
            </w:r>
          </w:p>
          <w:p w14:paraId="0E0EB320" w14:textId="4DB79DFE" w:rsidR="00792D9B" w:rsidRDefault="006B62C4" w:rsidP="00792D9B">
            <w:pPr>
              <w:pStyle w:val="SIBulletList1"/>
            </w:pPr>
            <w:r>
              <w:t xml:space="preserve">approaches to planning, implementing and monitoring </w:t>
            </w:r>
            <w:r w:rsidR="00792D9B">
              <w:t xml:space="preserve">native forest </w:t>
            </w:r>
            <w:r w:rsidR="00792D9B" w:rsidRPr="00792D9B">
              <w:t xml:space="preserve">silvicultural </w:t>
            </w:r>
            <w:proofErr w:type="gramStart"/>
            <w:r w:rsidR="00792D9B" w:rsidRPr="00792D9B">
              <w:t>operations</w:t>
            </w:r>
            <w:proofErr w:type="gramEnd"/>
          </w:p>
          <w:p w14:paraId="1F8E92AE" w14:textId="5F196AB0" w:rsidR="00792D9B" w:rsidRDefault="00792D9B" w:rsidP="00792D9B">
            <w:pPr>
              <w:pStyle w:val="SIBulletList2"/>
            </w:pPr>
            <w:r w:rsidRPr="00792D9B">
              <w:t>harvest</w:t>
            </w:r>
            <w:r>
              <w:t>ing</w:t>
            </w:r>
          </w:p>
          <w:p w14:paraId="6D1EC12B" w14:textId="165D3DF9" w:rsidR="00792D9B" w:rsidRDefault="00792D9B" w:rsidP="00792D9B">
            <w:pPr>
              <w:pStyle w:val="SIBulletList2"/>
            </w:pPr>
            <w:r>
              <w:t>thinning</w:t>
            </w:r>
          </w:p>
          <w:p w14:paraId="1479E9FD" w14:textId="31B59E81" w:rsidR="00792D9B" w:rsidRPr="00792D9B" w:rsidRDefault="00792D9B" w:rsidP="00792D9B">
            <w:pPr>
              <w:pStyle w:val="SIBulletList2"/>
            </w:pPr>
            <w:r w:rsidRPr="00792D9B">
              <w:t xml:space="preserve">regeneration </w:t>
            </w:r>
          </w:p>
          <w:p w14:paraId="24125C9D" w14:textId="576401CD" w:rsidR="00792D9B" w:rsidRPr="00792D9B" w:rsidRDefault="00792D9B" w:rsidP="00792D9B">
            <w:pPr>
              <w:pStyle w:val="SIBulletList2"/>
            </w:pPr>
            <w:r w:rsidRPr="00792D9B">
              <w:t xml:space="preserve">seed collection, </w:t>
            </w:r>
            <w:proofErr w:type="gramStart"/>
            <w:r w:rsidRPr="00792D9B">
              <w:t>preparation</w:t>
            </w:r>
            <w:proofErr w:type="gramEnd"/>
            <w:r w:rsidRPr="00792D9B">
              <w:t xml:space="preserve"> and sowing </w:t>
            </w:r>
          </w:p>
          <w:p w14:paraId="2E5D7CD5" w14:textId="77777777" w:rsidR="00792D9B" w:rsidRDefault="00792D9B" w:rsidP="00792D9B">
            <w:pPr>
              <w:pStyle w:val="SIBulletList2"/>
            </w:pPr>
            <w:r w:rsidRPr="00792D9B">
              <w:t>stocking standards</w:t>
            </w:r>
          </w:p>
          <w:p w14:paraId="6F77B45F" w14:textId="356F0728" w:rsidR="00792D9B" w:rsidRPr="00792D9B" w:rsidRDefault="00792D9B" w:rsidP="00792D9B">
            <w:pPr>
              <w:pStyle w:val="SIBulletList2"/>
            </w:pPr>
            <w:r w:rsidRPr="00792D9B">
              <w:t>surveys for post</w:t>
            </w:r>
            <w:r>
              <w:t>-</w:t>
            </w:r>
            <w:r w:rsidRPr="00792D9B">
              <w:t>harvest monitoring</w:t>
            </w:r>
          </w:p>
          <w:p w14:paraId="324770D2" w14:textId="537688C4" w:rsidR="00792D9B" w:rsidRDefault="00792D9B" w:rsidP="00792D9B">
            <w:pPr>
              <w:pStyle w:val="SIBulletList2"/>
            </w:pPr>
            <w:r w:rsidRPr="00792D9B">
              <w:t>browsing controls</w:t>
            </w:r>
          </w:p>
          <w:p w14:paraId="05699A3A" w14:textId="1FF6C5F8" w:rsidR="00FD080B" w:rsidRDefault="00FD080B" w:rsidP="00792D9B">
            <w:pPr>
              <w:pStyle w:val="SIBulletList2"/>
            </w:pPr>
            <w:r w:rsidRPr="00FD080B">
              <w:t>crop protection measures</w:t>
            </w:r>
            <w:r>
              <w:t xml:space="preserve"> - fire, wind</w:t>
            </w:r>
          </w:p>
          <w:p w14:paraId="2017D1B0" w14:textId="0016ECAF" w:rsidR="00792D9B" w:rsidRDefault="00792D9B" w:rsidP="00792D9B">
            <w:pPr>
              <w:pStyle w:val="SIBulletList2"/>
            </w:pPr>
            <w:r>
              <w:t>remedial treatments</w:t>
            </w:r>
          </w:p>
          <w:p w14:paraId="5CFAB928" w14:textId="502E4874" w:rsidR="00792D9B" w:rsidRDefault="00792D9B" w:rsidP="00792D9B">
            <w:pPr>
              <w:pStyle w:val="SIBulletList1"/>
            </w:pPr>
            <w:r w:rsidRPr="00792D9B">
              <w:t>key elements of a prescription for forestry operations</w:t>
            </w:r>
          </w:p>
          <w:p w14:paraId="389FF4E7" w14:textId="567BAA20" w:rsidR="006B62C4" w:rsidRDefault="00792D9B" w:rsidP="006B62C4">
            <w:pPr>
              <w:pStyle w:val="SIBulletList1"/>
            </w:pPr>
            <w:r>
              <w:t>techniques for monitoring silvicultural operations</w:t>
            </w:r>
            <w:r w:rsidR="00AA1A05">
              <w:t xml:space="preserve"> in native </w:t>
            </w:r>
            <w:proofErr w:type="gramStart"/>
            <w:r w:rsidR="00AA1A05">
              <w:t>forests</w:t>
            </w:r>
            <w:proofErr w:type="gramEnd"/>
          </w:p>
          <w:p w14:paraId="594042BC" w14:textId="7EE24871" w:rsidR="006B62C4" w:rsidRPr="001B3AF3" w:rsidRDefault="00AA1A05" w:rsidP="006B62C4">
            <w:pPr>
              <w:pStyle w:val="SIBulletList1"/>
            </w:pPr>
            <w:r>
              <w:t xml:space="preserve">techniques for the </w:t>
            </w:r>
            <w:r w:rsidR="006B62C4">
              <w:t>design</w:t>
            </w:r>
            <w:r>
              <w:t xml:space="preserve">, </w:t>
            </w:r>
            <w:proofErr w:type="gramStart"/>
            <w:r>
              <w:t>implementation</w:t>
            </w:r>
            <w:proofErr w:type="gramEnd"/>
            <w:r>
              <w:t xml:space="preserve"> and analysis of outcomes </w:t>
            </w:r>
            <w:r w:rsidR="006B62C4">
              <w:t>of post-harvest surveys</w:t>
            </w:r>
            <w:r w:rsidR="005816D7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357907" w14:textId="77777777" w:rsidR="008255F4" w:rsidRPr="00D848A4" w:rsidRDefault="008255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570C5A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525B75C7" w14:textId="7C3B1CD5" w:rsidR="008255F4" w:rsidRPr="00D848A4" w:rsidRDefault="008255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lastRenderedPageBreak/>
              <w:t xml:space="preserve">skills must be demonstrated in a forest work environment or an environment that accurately represents workplace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conditions</w:t>
            </w:r>
            <w:proofErr w:type="gramEnd"/>
          </w:p>
          <w:p w14:paraId="19C23288" w14:textId="77777777" w:rsidR="008255F4" w:rsidRPr="00D848A4" w:rsidRDefault="008255F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848A4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D848A4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D848A4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3CDC1468" w14:textId="172AA6D3" w:rsidR="001C22C7" w:rsidRDefault="001C22C7" w:rsidP="00D848A4">
            <w:pPr>
              <w:pStyle w:val="SIBulletList2"/>
            </w:pPr>
            <w:r>
              <w:t xml:space="preserve">a </w:t>
            </w:r>
            <w:r w:rsidR="006B62C4">
              <w:t xml:space="preserve">native </w:t>
            </w:r>
            <w:r>
              <w:t xml:space="preserve">forest </w:t>
            </w:r>
            <w:proofErr w:type="gramStart"/>
            <w:r>
              <w:t>stand</w:t>
            </w:r>
            <w:proofErr w:type="gramEnd"/>
          </w:p>
          <w:p w14:paraId="079F82D4" w14:textId="624D641E" w:rsidR="00A46C92" w:rsidRPr="00A46C92" w:rsidRDefault="00CE6F28" w:rsidP="00D848A4">
            <w:pPr>
              <w:pStyle w:val="SIBulletList2"/>
            </w:pPr>
            <w:r>
              <w:t>c</w:t>
            </w:r>
            <w:r w:rsidR="00A46C92" w:rsidRPr="00E56564">
              <w:t>omput</w:t>
            </w:r>
            <w:r>
              <w:t xml:space="preserve">ing </w:t>
            </w:r>
            <w:r w:rsidR="00570CBC" w:rsidRPr="00570CBC">
              <w:t xml:space="preserve">hardware </w:t>
            </w:r>
            <w:r w:rsidR="00A41798">
              <w:t xml:space="preserve">and software </w:t>
            </w:r>
            <w:r w:rsidR="00570CBC" w:rsidRPr="00570CBC">
              <w:t xml:space="preserve">for </w:t>
            </w:r>
            <w:r w:rsidR="006B62C4">
              <w:t xml:space="preserve">planning, implementing and monitoring silviculture </w:t>
            </w:r>
            <w:proofErr w:type="gramStart"/>
            <w:r w:rsidR="006B62C4">
              <w:t>operations</w:t>
            </w:r>
            <w:proofErr w:type="gramEnd"/>
          </w:p>
          <w:p w14:paraId="638359F2" w14:textId="4E34A2B2" w:rsidR="00A46C92" w:rsidRDefault="001C22C7" w:rsidP="00D848A4">
            <w:pPr>
              <w:pStyle w:val="SIBulletList2"/>
            </w:pPr>
            <w:r>
              <w:t xml:space="preserve">stand </w:t>
            </w:r>
            <w:r w:rsidR="0049061E">
              <w:t>data</w:t>
            </w:r>
            <w:r w:rsidR="006B62C4">
              <w:t xml:space="preserve"> required for </w:t>
            </w:r>
            <w:r w:rsidR="006B62C4" w:rsidRPr="006B62C4">
              <w:t xml:space="preserve">silviculture </w:t>
            </w:r>
            <w:proofErr w:type="gramStart"/>
            <w:r w:rsidR="006B62C4" w:rsidRPr="006B62C4">
              <w:t>operations</w:t>
            </w:r>
            <w:proofErr w:type="gramEnd"/>
          </w:p>
          <w:p w14:paraId="44C7DEB2" w14:textId="77777777" w:rsidR="008255F4" w:rsidRPr="00D848A4" w:rsidRDefault="008255F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848A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C10C345" w14:textId="21479C6F" w:rsidR="00361D1B" w:rsidRDefault="0039325D" w:rsidP="008255F4">
            <w:pPr>
              <w:pStyle w:val="SIBulletList2"/>
            </w:pPr>
            <w:r>
              <w:t xml:space="preserve">workplace policy and procedures </w:t>
            </w:r>
            <w:proofErr w:type="gramStart"/>
            <w:r>
              <w:t>regarding</w:t>
            </w:r>
            <w:proofErr w:type="gramEnd"/>
            <w:r>
              <w:t xml:space="preserve"> </w:t>
            </w:r>
            <w:r w:rsidR="006B62C4">
              <w:t>native forest silviculture operations</w:t>
            </w:r>
            <w:r w:rsidR="004E3ECC">
              <w:t>.</w:t>
            </w:r>
          </w:p>
          <w:p w14:paraId="534904B9" w14:textId="77777777" w:rsidR="004E3ECC" w:rsidRDefault="004E3ECC" w:rsidP="004E3EC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408F0CDB" w14:textId="2596ECE3" w:rsidR="00DA54B5" w:rsidRPr="00DA54B5" w:rsidRDefault="008255F4" w:rsidP="00D848A4">
            <w:pPr>
              <w:pStyle w:val="SIText"/>
              <w:rPr>
                <w:rStyle w:val="SITemporaryText-red"/>
                <w:rFonts w:eastAsia="Calibri"/>
                <w:lang w:eastAsia="en-AU"/>
              </w:rPr>
            </w:pPr>
            <w:r w:rsidRPr="00C63EFE">
              <w:rPr>
                <w:rStyle w:val="SITemporaryText-red"/>
                <w:color w:val="auto"/>
                <w:sz w:val="20"/>
              </w:rPr>
              <w:t>Assessors of this unit must satisfy the requirements for assesso</w:t>
            </w:r>
            <w:r w:rsidRPr="00A621DE">
              <w:rPr>
                <w:rStyle w:val="SITemporaryText-red"/>
                <w:color w:val="auto"/>
                <w:sz w:val="20"/>
              </w:rPr>
              <w:t>rs in applicable vocational education and training legislation, frameworks and/or standards.</w:t>
            </w:r>
            <w:r w:rsidRPr="0032693A" w:rsidDel="008255F4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5E812210" w:rsidR="00F1480E" w:rsidRDefault="00F1480E" w:rsidP="005F771F">
      <w:pPr>
        <w:pStyle w:val="SIText"/>
      </w:pPr>
    </w:p>
    <w:p w14:paraId="1B04A21F" w14:textId="1BCC3EBB" w:rsidR="00326419" w:rsidRDefault="00326419" w:rsidP="005F771F">
      <w:pPr>
        <w:pStyle w:val="SIText"/>
      </w:pPr>
    </w:p>
    <w:p w14:paraId="264701BC" w14:textId="77777777" w:rsidR="00326419" w:rsidRDefault="00326419" w:rsidP="005F771F">
      <w:pPr>
        <w:pStyle w:val="SIText"/>
      </w:pPr>
    </w:p>
    <w:sectPr w:rsidR="00326419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05891" w14:textId="77777777" w:rsidR="00E538E4" w:rsidRDefault="00E538E4" w:rsidP="00BF3F0A">
      <w:r>
        <w:separator/>
      </w:r>
    </w:p>
    <w:p w14:paraId="28A2A3AB" w14:textId="77777777" w:rsidR="00E538E4" w:rsidRDefault="00E538E4"/>
  </w:endnote>
  <w:endnote w:type="continuationSeparator" w:id="0">
    <w:p w14:paraId="44AC24BB" w14:textId="77777777" w:rsidR="00E538E4" w:rsidRDefault="00E538E4" w:rsidP="00BF3F0A">
      <w:r>
        <w:continuationSeparator/>
      </w:r>
    </w:p>
    <w:p w14:paraId="1B09E8D7" w14:textId="77777777" w:rsidR="00E538E4" w:rsidRDefault="00E538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35528" w14:textId="77777777" w:rsidR="00E538E4" w:rsidRDefault="00E538E4" w:rsidP="00BF3F0A">
      <w:r>
        <w:separator/>
      </w:r>
    </w:p>
    <w:p w14:paraId="34B6C1B0" w14:textId="77777777" w:rsidR="00E538E4" w:rsidRDefault="00E538E4"/>
  </w:footnote>
  <w:footnote w:type="continuationSeparator" w:id="0">
    <w:p w14:paraId="19902554" w14:textId="77777777" w:rsidR="00E538E4" w:rsidRDefault="00E538E4" w:rsidP="00BF3F0A">
      <w:r>
        <w:continuationSeparator/>
      </w:r>
    </w:p>
    <w:p w14:paraId="49F4D8F6" w14:textId="77777777" w:rsidR="00E538E4" w:rsidRDefault="00E538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39B7CB44" w:rsidR="009C2650" w:rsidRPr="00E56564" w:rsidRDefault="007E078A" w:rsidP="007E078A">
    <w:pPr>
      <w:pStyle w:val="SIText"/>
    </w:pPr>
    <w:r w:rsidRPr="00E56564">
      <w:t>FWP</w:t>
    </w:r>
    <w:r>
      <w:t>FGM5XXX</w:t>
    </w:r>
    <w:r w:rsidR="00E56564" w:rsidRPr="00E56564">
      <w:t xml:space="preserve"> </w:t>
    </w:r>
    <w:r w:rsidR="000A02CF" w:rsidRPr="008A7197">
      <w:t xml:space="preserve">Contribute to and implement a silviculture regime for native </w:t>
    </w:r>
    <w:proofErr w:type="gramStart"/>
    <w:r w:rsidR="000A02CF" w:rsidRPr="008A7197">
      <w:t>forest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7B6"/>
    <w:multiLevelType w:val="multilevel"/>
    <w:tmpl w:val="384077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F1ABC"/>
    <w:multiLevelType w:val="multilevel"/>
    <w:tmpl w:val="C85C1C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74D8A"/>
    <w:multiLevelType w:val="hybridMultilevel"/>
    <w:tmpl w:val="E9A4FE72"/>
    <w:lvl w:ilvl="0" w:tplc="8DD486FA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AC2D3F"/>
    <w:multiLevelType w:val="multilevel"/>
    <w:tmpl w:val="FF249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D0347"/>
    <w:multiLevelType w:val="multilevel"/>
    <w:tmpl w:val="F4B69A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C913AE"/>
    <w:multiLevelType w:val="multilevel"/>
    <w:tmpl w:val="38100D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6B28B1"/>
    <w:multiLevelType w:val="multilevel"/>
    <w:tmpl w:val="B2A606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C57FF6"/>
    <w:multiLevelType w:val="multilevel"/>
    <w:tmpl w:val="998AC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9C5528"/>
    <w:multiLevelType w:val="multilevel"/>
    <w:tmpl w:val="52B20A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9AD05EB"/>
    <w:multiLevelType w:val="multilevel"/>
    <w:tmpl w:val="6A0486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AF43CE"/>
    <w:multiLevelType w:val="multilevel"/>
    <w:tmpl w:val="F4D42F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3C038C"/>
    <w:multiLevelType w:val="multilevel"/>
    <w:tmpl w:val="77AC9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1605A1"/>
    <w:multiLevelType w:val="multilevel"/>
    <w:tmpl w:val="3154E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E2564A2"/>
    <w:multiLevelType w:val="multilevel"/>
    <w:tmpl w:val="0AA6CAE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4742705D"/>
    <w:multiLevelType w:val="multilevel"/>
    <w:tmpl w:val="E72E5D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AF3F27"/>
    <w:multiLevelType w:val="multilevel"/>
    <w:tmpl w:val="DBD660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F112E8"/>
    <w:multiLevelType w:val="multilevel"/>
    <w:tmpl w:val="E0DAC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9642535"/>
    <w:multiLevelType w:val="multilevel"/>
    <w:tmpl w:val="314EEB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F71075"/>
    <w:multiLevelType w:val="multilevel"/>
    <w:tmpl w:val="1ED4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FF132C"/>
    <w:multiLevelType w:val="multilevel"/>
    <w:tmpl w:val="7D3038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9B0245"/>
    <w:multiLevelType w:val="multilevel"/>
    <w:tmpl w:val="98E89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6B0850"/>
    <w:multiLevelType w:val="multilevel"/>
    <w:tmpl w:val="2214A4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BE76A6"/>
    <w:multiLevelType w:val="multilevel"/>
    <w:tmpl w:val="227C4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81739"/>
    <w:multiLevelType w:val="multilevel"/>
    <w:tmpl w:val="592A0B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732C44"/>
    <w:multiLevelType w:val="multilevel"/>
    <w:tmpl w:val="E6D659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8CF62C2"/>
    <w:multiLevelType w:val="multilevel"/>
    <w:tmpl w:val="D0A27E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3C79E0"/>
    <w:multiLevelType w:val="multilevel"/>
    <w:tmpl w:val="BD1EDD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0"/>
  </w:num>
  <w:num w:numId="3">
    <w:abstractNumId w:val="18"/>
  </w:num>
  <w:num w:numId="4">
    <w:abstractNumId w:val="28"/>
  </w:num>
  <w:num w:numId="5">
    <w:abstractNumId w:val="0"/>
  </w:num>
  <w:num w:numId="6">
    <w:abstractNumId w:val="25"/>
  </w:num>
  <w:num w:numId="7">
    <w:abstractNumId w:val="5"/>
  </w:num>
  <w:num w:numId="8">
    <w:abstractNumId w:val="4"/>
  </w:num>
  <w:num w:numId="9">
    <w:abstractNumId w:val="30"/>
  </w:num>
  <w:num w:numId="10">
    <w:abstractNumId w:val="10"/>
  </w:num>
  <w:num w:numId="11">
    <w:abstractNumId w:val="8"/>
  </w:num>
  <w:num w:numId="12">
    <w:abstractNumId w:val="23"/>
  </w:num>
  <w:num w:numId="13">
    <w:abstractNumId w:val="15"/>
  </w:num>
  <w:num w:numId="14">
    <w:abstractNumId w:val="1"/>
  </w:num>
  <w:num w:numId="15">
    <w:abstractNumId w:val="17"/>
  </w:num>
  <w:num w:numId="16">
    <w:abstractNumId w:val="13"/>
  </w:num>
  <w:num w:numId="17">
    <w:abstractNumId w:val="3"/>
  </w:num>
  <w:num w:numId="18">
    <w:abstractNumId w:val="24"/>
  </w:num>
  <w:num w:numId="19">
    <w:abstractNumId w:val="26"/>
  </w:num>
  <w:num w:numId="20">
    <w:abstractNumId w:val="22"/>
  </w:num>
  <w:num w:numId="21">
    <w:abstractNumId w:val="6"/>
  </w:num>
  <w:num w:numId="22">
    <w:abstractNumId w:val="7"/>
  </w:num>
  <w:num w:numId="23">
    <w:abstractNumId w:val="11"/>
  </w:num>
  <w:num w:numId="24">
    <w:abstractNumId w:val="2"/>
  </w:num>
  <w:num w:numId="25">
    <w:abstractNumId w:val="16"/>
  </w:num>
  <w:num w:numId="26">
    <w:abstractNumId w:val="9"/>
  </w:num>
  <w:num w:numId="27">
    <w:abstractNumId w:val="21"/>
  </w:num>
  <w:num w:numId="28">
    <w:abstractNumId w:val="14"/>
  </w:num>
  <w:num w:numId="29">
    <w:abstractNumId w:val="29"/>
  </w:num>
  <w:num w:numId="30">
    <w:abstractNumId w:val="31"/>
  </w:num>
  <w:num w:numId="31">
    <w:abstractNumId w:val="19"/>
  </w:num>
  <w:num w:numId="32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0MjUwNTQyNzcyNDBS0lEKTi0uzszPAykwrgUAEESstiwAAAA="/>
  </w:docVars>
  <w:rsids>
    <w:rsidRoot w:val="00E933B0"/>
    <w:rsid w:val="000014B9"/>
    <w:rsid w:val="00005A15"/>
    <w:rsid w:val="00006AAB"/>
    <w:rsid w:val="0001108F"/>
    <w:rsid w:val="000115E2"/>
    <w:rsid w:val="000123F1"/>
    <w:rsid w:val="000126D0"/>
    <w:rsid w:val="0001296A"/>
    <w:rsid w:val="00016803"/>
    <w:rsid w:val="00022D5D"/>
    <w:rsid w:val="00023992"/>
    <w:rsid w:val="00026E37"/>
    <w:rsid w:val="000275AE"/>
    <w:rsid w:val="00041E59"/>
    <w:rsid w:val="0006126A"/>
    <w:rsid w:val="00064BFE"/>
    <w:rsid w:val="00070B3E"/>
    <w:rsid w:val="00071F95"/>
    <w:rsid w:val="000737BB"/>
    <w:rsid w:val="000743DF"/>
    <w:rsid w:val="00074E47"/>
    <w:rsid w:val="000754EC"/>
    <w:rsid w:val="000841F8"/>
    <w:rsid w:val="0008724F"/>
    <w:rsid w:val="0009093B"/>
    <w:rsid w:val="0009521B"/>
    <w:rsid w:val="000A02CF"/>
    <w:rsid w:val="000A5441"/>
    <w:rsid w:val="000B2022"/>
    <w:rsid w:val="000C149A"/>
    <w:rsid w:val="000C224E"/>
    <w:rsid w:val="000D428E"/>
    <w:rsid w:val="000E25E6"/>
    <w:rsid w:val="000E2C86"/>
    <w:rsid w:val="000E7A8F"/>
    <w:rsid w:val="000F29F2"/>
    <w:rsid w:val="000F39EF"/>
    <w:rsid w:val="00101659"/>
    <w:rsid w:val="00105AEA"/>
    <w:rsid w:val="001078BF"/>
    <w:rsid w:val="001242D9"/>
    <w:rsid w:val="001306C1"/>
    <w:rsid w:val="00132A5A"/>
    <w:rsid w:val="00133957"/>
    <w:rsid w:val="001372F6"/>
    <w:rsid w:val="00142558"/>
    <w:rsid w:val="00144385"/>
    <w:rsid w:val="00146EEC"/>
    <w:rsid w:val="00151D55"/>
    <w:rsid w:val="00151D93"/>
    <w:rsid w:val="00156EF3"/>
    <w:rsid w:val="0017393B"/>
    <w:rsid w:val="00176E4F"/>
    <w:rsid w:val="0018546B"/>
    <w:rsid w:val="001A6A3E"/>
    <w:rsid w:val="001A7B6D"/>
    <w:rsid w:val="001B34D5"/>
    <w:rsid w:val="001B3AF3"/>
    <w:rsid w:val="001B513A"/>
    <w:rsid w:val="001C0A75"/>
    <w:rsid w:val="001C1306"/>
    <w:rsid w:val="001C22C7"/>
    <w:rsid w:val="001C547F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024"/>
    <w:rsid w:val="00242293"/>
    <w:rsid w:val="00244EA7"/>
    <w:rsid w:val="00257EB2"/>
    <w:rsid w:val="00262FC3"/>
    <w:rsid w:val="0026394F"/>
    <w:rsid w:val="00267AF6"/>
    <w:rsid w:val="00276DB8"/>
    <w:rsid w:val="00282664"/>
    <w:rsid w:val="00285FB8"/>
    <w:rsid w:val="00292FFF"/>
    <w:rsid w:val="00293F7D"/>
    <w:rsid w:val="002970C3"/>
    <w:rsid w:val="002A4CD3"/>
    <w:rsid w:val="002A6CC4"/>
    <w:rsid w:val="002B00DD"/>
    <w:rsid w:val="002B6BDA"/>
    <w:rsid w:val="002C55E9"/>
    <w:rsid w:val="002D0C8B"/>
    <w:rsid w:val="002D330A"/>
    <w:rsid w:val="002E1587"/>
    <w:rsid w:val="002E170C"/>
    <w:rsid w:val="002E193E"/>
    <w:rsid w:val="00305EFF"/>
    <w:rsid w:val="00310A6A"/>
    <w:rsid w:val="003144E6"/>
    <w:rsid w:val="003211C8"/>
    <w:rsid w:val="00326419"/>
    <w:rsid w:val="0032693A"/>
    <w:rsid w:val="00337E82"/>
    <w:rsid w:val="00346FDC"/>
    <w:rsid w:val="00350BB1"/>
    <w:rsid w:val="00350C51"/>
    <w:rsid w:val="00352C83"/>
    <w:rsid w:val="0036179E"/>
    <w:rsid w:val="00361D1B"/>
    <w:rsid w:val="00366805"/>
    <w:rsid w:val="0037067D"/>
    <w:rsid w:val="00373436"/>
    <w:rsid w:val="0038735B"/>
    <w:rsid w:val="003916D1"/>
    <w:rsid w:val="0039325D"/>
    <w:rsid w:val="00394C90"/>
    <w:rsid w:val="003A21F0"/>
    <w:rsid w:val="003A2755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231E"/>
    <w:rsid w:val="004127E3"/>
    <w:rsid w:val="0043212E"/>
    <w:rsid w:val="00434366"/>
    <w:rsid w:val="00434ECE"/>
    <w:rsid w:val="0044372A"/>
    <w:rsid w:val="00443F50"/>
    <w:rsid w:val="00444423"/>
    <w:rsid w:val="004479D0"/>
    <w:rsid w:val="00452F3E"/>
    <w:rsid w:val="0046239A"/>
    <w:rsid w:val="004640AE"/>
    <w:rsid w:val="004679E3"/>
    <w:rsid w:val="00475172"/>
    <w:rsid w:val="004758B0"/>
    <w:rsid w:val="004832D2"/>
    <w:rsid w:val="00485559"/>
    <w:rsid w:val="0049061E"/>
    <w:rsid w:val="004A142B"/>
    <w:rsid w:val="004A3860"/>
    <w:rsid w:val="004A44E8"/>
    <w:rsid w:val="004A581D"/>
    <w:rsid w:val="004A7706"/>
    <w:rsid w:val="004A77E3"/>
    <w:rsid w:val="004A7BCB"/>
    <w:rsid w:val="004B29B7"/>
    <w:rsid w:val="004B7A28"/>
    <w:rsid w:val="004C2244"/>
    <w:rsid w:val="004C79A1"/>
    <w:rsid w:val="004D014E"/>
    <w:rsid w:val="004D0D5F"/>
    <w:rsid w:val="004D1569"/>
    <w:rsid w:val="004D44B1"/>
    <w:rsid w:val="004E0460"/>
    <w:rsid w:val="004E1579"/>
    <w:rsid w:val="004E2D16"/>
    <w:rsid w:val="004E3ECC"/>
    <w:rsid w:val="004E5FAE"/>
    <w:rsid w:val="004E6245"/>
    <w:rsid w:val="004E6741"/>
    <w:rsid w:val="004E7094"/>
    <w:rsid w:val="004F5DC7"/>
    <w:rsid w:val="004F78DA"/>
    <w:rsid w:val="00501901"/>
    <w:rsid w:val="005145AB"/>
    <w:rsid w:val="00515E82"/>
    <w:rsid w:val="00520E9A"/>
    <w:rsid w:val="005248C1"/>
    <w:rsid w:val="00524C92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0CBC"/>
    <w:rsid w:val="00575BC6"/>
    <w:rsid w:val="005816D7"/>
    <w:rsid w:val="00581C55"/>
    <w:rsid w:val="00583902"/>
    <w:rsid w:val="00584DB1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009F"/>
    <w:rsid w:val="006121D4"/>
    <w:rsid w:val="00613B49"/>
    <w:rsid w:val="00616845"/>
    <w:rsid w:val="006178DE"/>
    <w:rsid w:val="00620E8E"/>
    <w:rsid w:val="00633CFE"/>
    <w:rsid w:val="00634FCA"/>
    <w:rsid w:val="00637613"/>
    <w:rsid w:val="00643D1B"/>
    <w:rsid w:val="006452B8"/>
    <w:rsid w:val="00652E62"/>
    <w:rsid w:val="006570E6"/>
    <w:rsid w:val="00686A49"/>
    <w:rsid w:val="00687B62"/>
    <w:rsid w:val="00690C44"/>
    <w:rsid w:val="006969D9"/>
    <w:rsid w:val="006A2B68"/>
    <w:rsid w:val="006B216E"/>
    <w:rsid w:val="006B62C4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DC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3FB"/>
    <w:rsid w:val="00751F7E"/>
    <w:rsid w:val="00752902"/>
    <w:rsid w:val="00752C75"/>
    <w:rsid w:val="00757005"/>
    <w:rsid w:val="00761DBE"/>
    <w:rsid w:val="00764C3C"/>
    <w:rsid w:val="0076523B"/>
    <w:rsid w:val="00771B60"/>
    <w:rsid w:val="00781D77"/>
    <w:rsid w:val="00783549"/>
    <w:rsid w:val="007860B7"/>
    <w:rsid w:val="00786314"/>
    <w:rsid w:val="00786DC8"/>
    <w:rsid w:val="00792D9B"/>
    <w:rsid w:val="007A300D"/>
    <w:rsid w:val="007D5A78"/>
    <w:rsid w:val="007E078A"/>
    <w:rsid w:val="007E3BD1"/>
    <w:rsid w:val="007E7EFD"/>
    <w:rsid w:val="007F1563"/>
    <w:rsid w:val="007F1EB2"/>
    <w:rsid w:val="007F2815"/>
    <w:rsid w:val="007F44DB"/>
    <w:rsid w:val="007F5A8B"/>
    <w:rsid w:val="00817D51"/>
    <w:rsid w:val="008211DE"/>
    <w:rsid w:val="00823530"/>
    <w:rsid w:val="00823FF4"/>
    <w:rsid w:val="008255F4"/>
    <w:rsid w:val="0082599D"/>
    <w:rsid w:val="0082600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20EE"/>
    <w:rsid w:val="00886790"/>
    <w:rsid w:val="008908DE"/>
    <w:rsid w:val="008A12ED"/>
    <w:rsid w:val="008A2030"/>
    <w:rsid w:val="008A39D3"/>
    <w:rsid w:val="008A547E"/>
    <w:rsid w:val="008B2C77"/>
    <w:rsid w:val="008B4AD2"/>
    <w:rsid w:val="008B7138"/>
    <w:rsid w:val="008C35C1"/>
    <w:rsid w:val="008C738D"/>
    <w:rsid w:val="008D05DC"/>
    <w:rsid w:val="008E1815"/>
    <w:rsid w:val="008E260C"/>
    <w:rsid w:val="008E39BE"/>
    <w:rsid w:val="008E62EC"/>
    <w:rsid w:val="008F32F6"/>
    <w:rsid w:val="00916CD7"/>
    <w:rsid w:val="00917B3B"/>
    <w:rsid w:val="00920927"/>
    <w:rsid w:val="00921B38"/>
    <w:rsid w:val="00923720"/>
    <w:rsid w:val="009278C9"/>
    <w:rsid w:val="00932CD7"/>
    <w:rsid w:val="00933118"/>
    <w:rsid w:val="00944C09"/>
    <w:rsid w:val="009527CB"/>
    <w:rsid w:val="00953835"/>
    <w:rsid w:val="00960F6C"/>
    <w:rsid w:val="00970747"/>
    <w:rsid w:val="00970A59"/>
    <w:rsid w:val="00972969"/>
    <w:rsid w:val="00973DA8"/>
    <w:rsid w:val="00977411"/>
    <w:rsid w:val="00983D11"/>
    <w:rsid w:val="00991AD4"/>
    <w:rsid w:val="00997BFC"/>
    <w:rsid w:val="009A5900"/>
    <w:rsid w:val="009A6E6C"/>
    <w:rsid w:val="009A6F3F"/>
    <w:rsid w:val="009B331A"/>
    <w:rsid w:val="009C2650"/>
    <w:rsid w:val="009D051F"/>
    <w:rsid w:val="009D15E2"/>
    <w:rsid w:val="009D15FE"/>
    <w:rsid w:val="009D5D2C"/>
    <w:rsid w:val="009E5678"/>
    <w:rsid w:val="009F0DCC"/>
    <w:rsid w:val="009F11CA"/>
    <w:rsid w:val="009F42CC"/>
    <w:rsid w:val="00A05833"/>
    <w:rsid w:val="00A0695B"/>
    <w:rsid w:val="00A13052"/>
    <w:rsid w:val="00A216A8"/>
    <w:rsid w:val="00A223A6"/>
    <w:rsid w:val="00A27898"/>
    <w:rsid w:val="00A30FA6"/>
    <w:rsid w:val="00A3639E"/>
    <w:rsid w:val="00A41798"/>
    <w:rsid w:val="00A46C92"/>
    <w:rsid w:val="00A5092E"/>
    <w:rsid w:val="00A554D6"/>
    <w:rsid w:val="00A56E14"/>
    <w:rsid w:val="00A621DE"/>
    <w:rsid w:val="00A627F4"/>
    <w:rsid w:val="00A62F18"/>
    <w:rsid w:val="00A6476B"/>
    <w:rsid w:val="00A67F20"/>
    <w:rsid w:val="00A72210"/>
    <w:rsid w:val="00A73EFD"/>
    <w:rsid w:val="00A76C6C"/>
    <w:rsid w:val="00A87356"/>
    <w:rsid w:val="00A92DD1"/>
    <w:rsid w:val="00A97DE0"/>
    <w:rsid w:val="00AA1A05"/>
    <w:rsid w:val="00AA5338"/>
    <w:rsid w:val="00AA66B4"/>
    <w:rsid w:val="00AA7DEF"/>
    <w:rsid w:val="00AB1B8E"/>
    <w:rsid w:val="00AB3EC1"/>
    <w:rsid w:val="00AB46DE"/>
    <w:rsid w:val="00AB51ED"/>
    <w:rsid w:val="00AC0696"/>
    <w:rsid w:val="00AC4C98"/>
    <w:rsid w:val="00AC4ED8"/>
    <w:rsid w:val="00AC5F6B"/>
    <w:rsid w:val="00AD3896"/>
    <w:rsid w:val="00AD5B47"/>
    <w:rsid w:val="00AE1ED9"/>
    <w:rsid w:val="00AE32CB"/>
    <w:rsid w:val="00AE58AB"/>
    <w:rsid w:val="00AF3957"/>
    <w:rsid w:val="00B0712C"/>
    <w:rsid w:val="00B12013"/>
    <w:rsid w:val="00B22C67"/>
    <w:rsid w:val="00B255AD"/>
    <w:rsid w:val="00B3508F"/>
    <w:rsid w:val="00B36D34"/>
    <w:rsid w:val="00B373B0"/>
    <w:rsid w:val="00B41EEE"/>
    <w:rsid w:val="00B443EE"/>
    <w:rsid w:val="00B560C8"/>
    <w:rsid w:val="00B61150"/>
    <w:rsid w:val="00B65BC7"/>
    <w:rsid w:val="00B712C5"/>
    <w:rsid w:val="00B746B9"/>
    <w:rsid w:val="00B767AE"/>
    <w:rsid w:val="00B848D4"/>
    <w:rsid w:val="00B865B7"/>
    <w:rsid w:val="00B91B97"/>
    <w:rsid w:val="00BA0DE7"/>
    <w:rsid w:val="00BA1CB1"/>
    <w:rsid w:val="00BA4178"/>
    <w:rsid w:val="00BA482D"/>
    <w:rsid w:val="00BB1755"/>
    <w:rsid w:val="00BB23F4"/>
    <w:rsid w:val="00BC5075"/>
    <w:rsid w:val="00BC5419"/>
    <w:rsid w:val="00BC622F"/>
    <w:rsid w:val="00BD2224"/>
    <w:rsid w:val="00BD3B0F"/>
    <w:rsid w:val="00BD766D"/>
    <w:rsid w:val="00BE5889"/>
    <w:rsid w:val="00BE7B56"/>
    <w:rsid w:val="00BF1D4C"/>
    <w:rsid w:val="00BF3F0A"/>
    <w:rsid w:val="00C03C39"/>
    <w:rsid w:val="00C143C3"/>
    <w:rsid w:val="00C1739B"/>
    <w:rsid w:val="00C21ADE"/>
    <w:rsid w:val="00C26067"/>
    <w:rsid w:val="00C30A29"/>
    <w:rsid w:val="00C317DC"/>
    <w:rsid w:val="00C578E9"/>
    <w:rsid w:val="00C63EFE"/>
    <w:rsid w:val="00C70481"/>
    <w:rsid w:val="00C70626"/>
    <w:rsid w:val="00C72860"/>
    <w:rsid w:val="00C73582"/>
    <w:rsid w:val="00C73B06"/>
    <w:rsid w:val="00C73B90"/>
    <w:rsid w:val="00C742EC"/>
    <w:rsid w:val="00C96AF3"/>
    <w:rsid w:val="00C97CCC"/>
    <w:rsid w:val="00CA0274"/>
    <w:rsid w:val="00CA139A"/>
    <w:rsid w:val="00CA700F"/>
    <w:rsid w:val="00CB3E68"/>
    <w:rsid w:val="00CB746F"/>
    <w:rsid w:val="00CC451E"/>
    <w:rsid w:val="00CD4E9D"/>
    <w:rsid w:val="00CD4F4D"/>
    <w:rsid w:val="00CE6F28"/>
    <w:rsid w:val="00CE7D19"/>
    <w:rsid w:val="00CF0CF5"/>
    <w:rsid w:val="00CF1929"/>
    <w:rsid w:val="00CF2B3E"/>
    <w:rsid w:val="00D0201F"/>
    <w:rsid w:val="00D026A5"/>
    <w:rsid w:val="00D03685"/>
    <w:rsid w:val="00D07D4E"/>
    <w:rsid w:val="00D115A4"/>
    <w:rsid w:val="00D115AA"/>
    <w:rsid w:val="00D145BE"/>
    <w:rsid w:val="00D2035A"/>
    <w:rsid w:val="00D20C57"/>
    <w:rsid w:val="00D2595F"/>
    <w:rsid w:val="00D25D16"/>
    <w:rsid w:val="00D32124"/>
    <w:rsid w:val="00D37B4C"/>
    <w:rsid w:val="00D40B39"/>
    <w:rsid w:val="00D40B85"/>
    <w:rsid w:val="00D4139E"/>
    <w:rsid w:val="00D4722A"/>
    <w:rsid w:val="00D54C76"/>
    <w:rsid w:val="00D55C70"/>
    <w:rsid w:val="00D632BB"/>
    <w:rsid w:val="00D71E43"/>
    <w:rsid w:val="00D727F3"/>
    <w:rsid w:val="00D73695"/>
    <w:rsid w:val="00D810DE"/>
    <w:rsid w:val="00D848A4"/>
    <w:rsid w:val="00D87D32"/>
    <w:rsid w:val="00D91188"/>
    <w:rsid w:val="00D92C83"/>
    <w:rsid w:val="00DA0A81"/>
    <w:rsid w:val="00DA36FE"/>
    <w:rsid w:val="00DA3C10"/>
    <w:rsid w:val="00DA53B5"/>
    <w:rsid w:val="00DA54B5"/>
    <w:rsid w:val="00DA6D5F"/>
    <w:rsid w:val="00DB4346"/>
    <w:rsid w:val="00DC1D69"/>
    <w:rsid w:val="00DC50DA"/>
    <w:rsid w:val="00DC5A3A"/>
    <w:rsid w:val="00DD0726"/>
    <w:rsid w:val="00DF52DA"/>
    <w:rsid w:val="00E238E6"/>
    <w:rsid w:val="00E34CD8"/>
    <w:rsid w:val="00E35064"/>
    <w:rsid w:val="00E35996"/>
    <w:rsid w:val="00E3681D"/>
    <w:rsid w:val="00E40225"/>
    <w:rsid w:val="00E501F0"/>
    <w:rsid w:val="00E53106"/>
    <w:rsid w:val="00E538E4"/>
    <w:rsid w:val="00E56564"/>
    <w:rsid w:val="00E6166D"/>
    <w:rsid w:val="00E91BFF"/>
    <w:rsid w:val="00E92933"/>
    <w:rsid w:val="00E933B0"/>
    <w:rsid w:val="00E94FAD"/>
    <w:rsid w:val="00E95498"/>
    <w:rsid w:val="00EA2FCF"/>
    <w:rsid w:val="00EA4706"/>
    <w:rsid w:val="00EB0AA4"/>
    <w:rsid w:val="00EB5C88"/>
    <w:rsid w:val="00EC0469"/>
    <w:rsid w:val="00EC0C3E"/>
    <w:rsid w:val="00EC1897"/>
    <w:rsid w:val="00EC1E4A"/>
    <w:rsid w:val="00EE0974"/>
    <w:rsid w:val="00EF01F8"/>
    <w:rsid w:val="00EF3268"/>
    <w:rsid w:val="00EF40EF"/>
    <w:rsid w:val="00EF47FE"/>
    <w:rsid w:val="00F069BD"/>
    <w:rsid w:val="00F1480E"/>
    <w:rsid w:val="00F1497D"/>
    <w:rsid w:val="00F16AAC"/>
    <w:rsid w:val="00F21EE4"/>
    <w:rsid w:val="00F27FBC"/>
    <w:rsid w:val="00F30C7D"/>
    <w:rsid w:val="00F33FF2"/>
    <w:rsid w:val="00F3779E"/>
    <w:rsid w:val="00F438FC"/>
    <w:rsid w:val="00F46164"/>
    <w:rsid w:val="00F46F16"/>
    <w:rsid w:val="00F5616F"/>
    <w:rsid w:val="00F56451"/>
    <w:rsid w:val="00F56827"/>
    <w:rsid w:val="00F57AFB"/>
    <w:rsid w:val="00F62866"/>
    <w:rsid w:val="00F659C3"/>
    <w:rsid w:val="00F65EF0"/>
    <w:rsid w:val="00F71651"/>
    <w:rsid w:val="00F76191"/>
    <w:rsid w:val="00F76CC6"/>
    <w:rsid w:val="00F8149F"/>
    <w:rsid w:val="00F83D7C"/>
    <w:rsid w:val="00FA4F64"/>
    <w:rsid w:val="00FB232E"/>
    <w:rsid w:val="00FC3040"/>
    <w:rsid w:val="00FC4D26"/>
    <w:rsid w:val="00FD080B"/>
    <w:rsid w:val="00FD557D"/>
    <w:rsid w:val="00FE0282"/>
    <w:rsid w:val="00FE124D"/>
    <w:rsid w:val="00FE3C29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AA6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595F"/>
    <w:rPr>
      <w:b/>
      <w:bCs/>
    </w:rPr>
  </w:style>
  <w:style w:type="paragraph" w:styleId="Revision">
    <w:name w:val="Revision"/>
    <w:hidden/>
    <w:uiPriority w:val="99"/>
    <w:semiHidden/>
    <w:rsid w:val="003F2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locked/>
    <w:rsid w:val="008A2030"/>
  </w:style>
  <w:style w:type="paragraph" w:styleId="BodyText">
    <w:name w:val="Body Text"/>
    <w:basedOn w:val="Normal"/>
    <w:link w:val="BodyTextChar"/>
    <w:uiPriority w:val="99"/>
    <w:semiHidden/>
    <w:unhideWhenUsed/>
    <w:locked/>
    <w:rsid w:val="008211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1DE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Bullet">
    <w:name w:val="List Bullet"/>
    <w:basedOn w:val="Normal"/>
    <w:uiPriority w:val="99"/>
    <w:semiHidden/>
    <w:unhideWhenUsed/>
    <w:locked/>
    <w:rsid w:val="008211DE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6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1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60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661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4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23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4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2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08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4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4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2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7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8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8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233B6227-1CEF-4543-B81C-6CED599BAF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74EDF46-941A-4174-A1D8-CEA12BD1E4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344</TotalTime>
  <Pages>4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24</cp:revision>
  <cp:lastPrinted>2021-04-24T06:02:00Z</cp:lastPrinted>
  <dcterms:created xsi:type="dcterms:W3CDTF">2021-04-25T03:20:00Z</dcterms:created>
  <dcterms:modified xsi:type="dcterms:W3CDTF">2021-05-03T09:57:00Z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