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2D33" w14:paraId="74056838" w14:textId="77777777" w:rsidTr="00146EEC">
        <w:tc>
          <w:tcPr>
            <w:tcW w:w="2689" w:type="dxa"/>
          </w:tcPr>
          <w:p w14:paraId="5602FED8" w14:textId="3364830E" w:rsidR="00C82D33" w:rsidRPr="00CC451E" w:rsidRDefault="005D160C" w:rsidP="000754EC">
            <w:pPr>
              <w:pStyle w:val="SIText"/>
            </w:pPr>
            <w:r>
              <w:t xml:space="preserve">Release </w:t>
            </w:r>
            <w:proofErr w:type="gramStart"/>
            <w:r w:rsidR="00904A02">
              <w:t>1</w:t>
            </w:r>
            <w:proofErr w:type="gramEnd"/>
          </w:p>
        </w:tc>
        <w:tc>
          <w:tcPr>
            <w:tcW w:w="6939" w:type="dxa"/>
          </w:tcPr>
          <w:p w14:paraId="4BF79469" w14:textId="7534665A" w:rsidR="00C82D33" w:rsidRPr="00CC451E" w:rsidRDefault="005D160C" w:rsidP="000754EC">
            <w:pPr>
              <w:pStyle w:val="SIText"/>
            </w:pPr>
            <w:r w:rsidRPr="00CC451E">
              <w:t xml:space="preserve">This version released with </w:t>
            </w:r>
            <w:r w:rsidRPr="00C14250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8E78FC2" w:rsidR="00F1480E" w:rsidRPr="00B07F87" w:rsidRDefault="00B07F87" w:rsidP="00B07F87">
            <w:pPr>
              <w:pStyle w:val="SIUNITCODE"/>
            </w:pPr>
            <w:r w:rsidRPr="00B07F87">
              <w:t>FWPCOR2</w:t>
            </w:r>
            <w:r w:rsidRPr="00B07F87">
              <w:rPr>
                <w:rStyle w:val="SITemporaryText-red"/>
                <w:color w:val="auto"/>
              </w:rP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9562A6C" w:rsidR="00F1480E" w:rsidRPr="000754EC" w:rsidRDefault="00291AA1" w:rsidP="000754EC">
            <w:pPr>
              <w:pStyle w:val="SIUnittitle"/>
            </w:pPr>
            <w:r w:rsidRPr="00291AA1">
              <w:t>Follow fire prevention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0C9F57" w14:textId="7CEE8F64" w:rsidR="00291AA1" w:rsidRDefault="00291AA1" w:rsidP="00B42230">
            <w:pPr>
              <w:pStyle w:val="SIText"/>
            </w:pPr>
            <w:r w:rsidRPr="00291AA1">
              <w:t xml:space="preserve">This unit of competency describes the </w:t>
            </w:r>
            <w:r w:rsidR="0003279A">
              <w:t>skills and knowledge</w:t>
            </w:r>
            <w:r w:rsidR="0003279A" w:rsidRPr="00291AA1">
              <w:t xml:space="preserve"> </w:t>
            </w:r>
            <w:proofErr w:type="gramStart"/>
            <w:r w:rsidRPr="00291AA1">
              <w:t>required</w:t>
            </w:r>
            <w:proofErr w:type="gramEnd"/>
            <w:r w:rsidRPr="00291AA1">
              <w:t xml:space="preserve"> to </w:t>
            </w:r>
            <w:r w:rsidR="009D036E">
              <w:t xml:space="preserve">identify and </w:t>
            </w:r>
            <w:r w:rsidR="00AC2539">
              <w:t>apply</w:t>
            </w:r>
            <w:r w:rsidR="00255998">
              <w:t xml:space="preserve"> </w:t>
            </w:r>
            <w:r w:rsidR="009D036E">
              <w:t xml:space="preserve">workplace </w:t>
            </w:r>
            <w:r w:rsidR="00255998">
              <w:t xml:space="preserve">fire </w:t>
            </w:r>
            <w:r w:rsidRPr="00291AA1">
              <w:t>prevent</w:t>
            </w:r>
            <w:r w:rsidR="00AC2539">
              <w:t>ion</w:t>
            </w:r>
            <w:r w:rsidRPr="00291AA1">
              <w:t xml:space="preserve"> </w:t>
            </w:r>
            <w:r w:rsidR="00AC2539">
              <w:t>procedures</w:t>
            </w:r>
            <w:r w:rsidRPr="00291AA1">
              <w:t xml:space="preserve">. </w:t>
            </w:r>
          </w:p>
          <w:p w14:paraId="66FFEC02" w14:textId="77777777" w:rsidR="00B07F87" w:rsidRPr="00291AA1" w:rsidRDefault="00B07F87" w:rsidP="00B42230">
            <w:pPr>
              <w:pStyle w:val="SIText"/>
            </w:pPr>
          </w:p>
          <w:p w14:paraId="32CE5DCF" w14:textId="0BEB6FAF" w:rsidR="00626830" w:rsidRDefault="00626830" w:rsidP="001D35F0">
            <w:pPr>
              <w:pStyle w:val="SIText"/>
            </w:pPr>
            <w:r w:rsidRPr="00A0088C">
              <w:t>The unit applies to individuals working in a broad range of roles and operations</w:t>
            </w:r>
            <w:r w:rsidR="007029AD">
              <w:t xml:space="preserve"> in the forest and wood products industry</w:t>
            </w:r>
            <w:r w:rsidRPr="00A0088C">
              <w:t>.</w:t>
            </w:r>
          </w:p>
          <w:p w14:paraId="482995CB" w14:textId="77777777" w:rsidR="00B07F87" w:rsidRPr="00626830" w:rsidRDefault="00B07F87" w:rsidP="001D35F0">
            <w:pPr>
              <w:pStyle w:val="SIText"/>
            </w:pPr>
          </w:p>
          <w:p w14:paraId="31F19D79" w14:textId="7E646FBA" w:rsidR="00626830" w:rsidRDefault="00626830" w:rsidP="001D35F0">
            <w:pPr>
              <w:pStyle w:val="SIText"/>
            </w:pPr>
            <w:r w:rsidRPr="00A0088C">
              <w:t xml:space="preserve">All work must be </w:t>
            </w:r>
            <w:proofErr w:type="gramStart"/>
            <w:r w:rsidRPr="00A0088C">
              <w:t>carried out</w:t>
            </w:r>
            <w:proofErr w:type="gramEnd"/>
            <w:r w:rsidRPr="00A0088C">
              <w:t xml:space="preserve"> to comply with workplace </w:t>
            </w:r>
            <w:r w:rsidRPr="00626830">
              <w:t>procedures, according to state/territory health and safety regulations, legislation, standards and industry codes of practice that apply to the workplace.</w:t>
            </w:r>
          </w:p>
          <w:p w14:paraId="6E1F2163" w14:textId="77777777" w:rsidR="00B07F87" w:rsidRPr="00626830" w:rsidRDefault="00B07F87" w:rsidP="001D35F0">
            <w:pPr>
              <w:pStyle w:val="SIText"/>
            </w:pPr>
          </w:p>
          <w:p w14:paraId="034C6C33" w14:textId="1ACF0562" w:rsidR="00EA2FCF" w:rsidRPr="000754EC" w:rsidRDefault="00626830" w:rsidP="00B42230">
            <w:pPr>
              <w:pStyle w:val="SIText"/>
            </w:pPr>
            <w:r>
              <w:t xml:space="preserve">No licencing, </w:t>
            </w:r>
            <w:r w:rsidRPr="00626830">
              <w:t>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30E33E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4B891A2D" w:rsidR="00EA2FCF" w:rsidRPr="00EA2FCF" w:rsidRDefault="00EA2FCF" w:rsidP="004D2037">
            <w:pPr>
              <w:pStyle w:val="SIText"/>
            </w:pPr>
            <w:r w:rsidRPr="004D2037">
              <w:t>Forest</w:t>
            </w:r>
            <w:r w:rsidRPr="00EA2FCF">
              <w:t xml:space="preserve"> Growing and Management</w:t>
            </w:r>
            <w:r w:rsidR="005D160C">
              <w:t xml:space="preserve"> (FGM)</w:t>
            </w:r>
          </w:p>
          <w:p w14:paraId="49FEF041" w14:textId="77480AE9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5D160C">
              <w:t xml:space="preserve"> (HAR)</w:t>
            </w:r>
          </w:p>
          <w:p w14:paraId="2EFD48F5" w14:textId="393AB481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5D160C">
              <w:t xml:space="preserve"> (SAW)</w:t>
            </w:r>
          </w:p>
          <w:p w14:paraId="719FB321" w14:textId="73C62EF6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5D160C">
              <w:t xml:space="preserve"> (</w:t>
            </w:r>
            <w:r w:rsidR="0038440D">
              <w:t>TMM)</w:t>
            </w:r>
          </w:p>
          <w:p w14:paraId="45BEF695" w14:textId="588C55B5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38440D">
              <w:t>Supply (TMM)</w:t>
            </w:r>
          </w:p>
          <w:p w14:paraId="7AB57DEC" w14:textId="5578FF94" w:rsidR="00EA2FCF" w:rsidRPr="00EA2FCF" w:rsidRDefault="00EA2FCF" w:rsidP="00EA2FCF">
            <w:pPr>
              <w:pStyle w:val="SIText"/>
            </w:pPr>
            <w:r w:rsidRPr="00EA2FCF">
              <w:t>Wood Panel Products</w:t>
            </w:r>
            <w:r w:rsidR="0038440D">
              <w:t xml:space="preserve"> (WPP)</w:t>
            </w:r>
          </w:p>
          <w:p w14:paraId="4A5A163B" w14:textId="628BF153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38440D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291AA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952CCBA" w:rsidR="00291AA1" w:rsidRPr="00291AA1" w:rsidRDefault="00291AA1" w:rsidP="00291AA1">
            <w:pPr>
              <w:pStyle w:val="SIText"/>
            </w:pPr>
            <w:r w:rsidRPr="00291AA1">
              <w:t xml:space="preserve">1. Prepare </w:t>
            </w:r>
            <w:r w:rsidR="005769F5">
              <w:t>to prevent</w:t>
            </w:r>
            <w:r w:rsidR="005769F5" w:rsidRPr="00291AA1">
              <w:t xml:space="preserve"> </w:t>
            </w:r>
            <w:r w:rsidRPr="00291AA1">
              <w:t>fire</w:t>
            </w:r>
          </w:p>
        </w:tc>
        <w:tc>
          <w:tcPr>
            <w:tcW w:w="3604" w:type="pct"/>
            <w:shd w:val="clear" w:color="auto" w:fill="auto"/>
          </w:tcPr>
          <w:p w14:paraId="0DD7EB28" w14:textId="5211573E" w:rsidR="00291AA1" w:rsidRPr="00291AA1" w:rsidRDefault="00291AA1" w:rsidP="001D35F0">
            <w:pPr>
              <w:pStyle w:val="SIText"/>
            </w:pPr>
            <w:r w:rsidRPr="00291AA1">
              <w:t xml:space="preserve">1.1 </w:t>
            </w:r>
            <w:r w:rsidR="00B32055">
              <w:t>Confirm</w:t>
            </w:r>
            <w:r w:rsidR="00893BE3">
              <w:t xml:space="preserve"> workplace procedures</w:t>
            </w:r>
            <w:r w:rsidRPr="00291AA1">
              <w:t xml:space="preserve"> for fire prevention an</w:t>
            </w:r>
            <w:r w:rsidR="0034629C">
              <w:t>d</w:t>
            </w:r>
            <w:r w:rsidR="0034629C" w:rsidRPr="00030D04">
              <w:t xml:space="preserve">, where required, seek clarification from appropriate </w:t>
            </w:r>
            <w:proofErr w:type="gramStart"/>
            <w:r w:rsidR="0034629C" w:rsidRPr="00030D04">
              <w:t>personnel</w:t>
            </w:r>
            <w:proofErr w:type="gramEnd"/>
          </w:p>
          <w:p w14:paraId="0D42A4C7" w14:textId="1F127EEE" w:rsidR="002B5942" w:rsidRDefault="00291AA1" w:rsidP="001D35F0">
            <w:pPr>
              <w:pStyle w:val="SIText"/>
            </w:pPr>
            <w:r w:rsidRPr="00291AA1">
              <w:t xml:space="preserve">1.2 </w:t>
            </w:r>
            <w:r w:rsidR="002B5942">
              <w:t>Identify causes</w:t>
            </w:r>
            <w:r w:rsidR="00AB3431">
              <w:t xml:space="preserve"> and consequences</w:t>
            </w:r>
            <w:r w:rsidR="002B5942">
              <w:t xml:space="preserve"> of fire in the </w:t>
            </w:r>
            <w:proofErr w:type="gramStart"/>
            <w:r w:rsidR="002B5942">
              <w:t>workplace</w:t>
            </w:r>
            <w:proofErr w:type="gramEnd"/>
          </w:p>
          <w:p w14:paraId="4FF70328" w14:textId="4585D061" w:rsidR="005D4208" w:rsidRPr="005D4208" w:rsidRDefault="005D4208" w:rsidP="001D35F0">
            <w:pPr>
              <w:pStyle w:val="SIText"/>
            </w:pPr>
            <w:r>
              <w:t>1</w:t>
            </w:r>
            <w:r w:rsidRPr="005D4208">
              <w:t>.</w:t>
            </w:r>
            <w:r w:rsidR="0016600C">
              <w:t>3</w:t>
            </w:r>
            <w:r w:rsidRPr="005D4208">
              <w:t xml:space="preserve"> Identify</w:t>
            </w:r>
            <w:r w:rsidR="004A00EE">
              <w:t xml:space="preserve"> </w:t>
            </w:r>
            <w:r w:rsidR="00F573DE">
              <w:t xml:space="preserve">fire </w:t>
            </w:r>
            <w:r w:rsidRPr="005D4208">
              <w:t xml:space="preserve">risks and hazards in the </w:t>
            </w:r>
            <w:proofErr w:type="gramStart"/>
            <w:r w:rsidRPr="005D4208">
              <w:t>workplace</w:t>
            </w:r>
            <w:proofErr w:type="gramEnd"/>
          </w:p>
          <w:p w14:paraId="2638C7B7" w14:textId="1F797F69" w:rsidR="00372C2B" w:rsidRPr="00372C2B" w:rsidRDefault="00372C2B" w:rsidP="001D35F0">
            <w:pPr>
              <w:pStyle w:val="SIText"/>
            </w:pPr>
            <w:r w:rsidRPr="00030D04">
              <w:t>1.</w:t>
            </w:r>
            <w:r w:rsidR="004A00EE">
              <w:t>4</w:t>
            </w:r>
            <w:r w:rsidRPr="00372C2B">
              <w:t xml:space="preserve"> Identify emergency plan procedures to follow in the event of </w:t>
            </w:r>
            <w:proofErr w:type="gramStart"/>
            <w:r w:rsidR="00CE625B">
              <w:t>fire</w:t>
            </w:r>
            <w:proofErr w:type="gramEnd"/>
            <w:r w:rsidR="00CE625B">
              <w:t xml:space="preserve"> </w:t>
            </w:r>
          </w:p>
          <w:p w14:paraId="1A6C91D0" w14:textId="4655E884" w:rsidR="00291AA1" w:rsidRDefault="00372C2B" w:rsidP="001D35F0">
            <w:pPr>
              <w:pStyle w:val="SIText"/>
            </w:pPr>
            <w:r>
              <w:t>1.</w:t>
            </w:r>
            <w:r w:rsidR="004A00EE">
              <w:t>5</w:t>
            </w:r>
            <w:r>
              <w:t xml:space="preserve"> </w:t>
            </w:r>
            <w:r w:rsidRPr="00372C2B">
              <w:t xml:space="preserve">Confirm </w:t>
            </w:r>
            <w:r w:rsidR="0016600C">
              <w:t>location, type</w:t>
            </w:r>
            <w:r w:rsidR="00980A6C">
              <w:t>, use</w:t>
            </w:r>
            <w:r w:rsidR="0016600C">
              <w:t xml:space="preserve"> and</w:t>
            </w:r>
            <w:r w:rsidR="00CE625B">
              <w:t xml:space="preserve"> serviceability </w:t>
            </w:r>
            <w:r w:rsidRPr="00372C2B">
              <w:t xml:space="preserve">of </w:t>
            </w:r>
            <w:r w:rsidR="0016600C">
              <w:t>firefighting</w:t>
            </w:r>
            <w:r w:rsidR="00CE625B">
              <w:t xml:space="preserve"> </w:t>
            </w:r>
            <w:proofErr w:type="gramStart"/>
            <w:r w:rsidR="00CE625B">
              <w:t>equipment</w:t>
            </w:r>
            <w:proofErr w:type="gramEnd"/>
          </w:p>
          <w:p w14:paraId="42C7170D" w14:textId="77777777" w:rsidR="00FA66F2" w:rsidRDefault="00FA66F2" w:rsidP="001D35F0">
            <w:pPr>
              <w:pStyle w:val="SIText"/>
            </w:pPr>
            <w:r>
              <w:t xml:space="preserve">1.6 Contribute to </w:t>
            </w:r>
            <w:r w:rsidR="00451CF0">
              <w:t xml:space="preserve">the development of workplace fire prevention </w:t>
            </w:r>
            <w:proofErr w:type="gramStart"/>
            <w:r w:rsidR="00451CF0">
              <w:t>plan</w:t>
            </w:r>
            <w:proofErr w:type="gramEnd"/>
          </w:p>
          <w:p w14:paraId="1696B99B" w14:textId="5051BEBD" w:rsidR="00676603" w:rsidRPr="00291AA1" w:rsidRDefault="00676603" w:rsidP="001D35F0">
            <w:pPr>
              <w:pStyle w:val="SIText"/>
            </w:pPr>
            <w:r>
              <w:t>1.7 Conduct regular fire weather monitoring according to workplace requirements</w:t>
            </w:r>
          </w:p>
        </w:tc>
      </w:tr>
      <w:tr w:rsidR="00291AA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319A308" w:rsidR="00291AA1" w:rsidRPr="00291AA1" w:rsidRDefault="00291AA1" w:rsidP="00291AA1">
            <w:pPr>
              <w:pStyle w:val="SIText"/>
            </w:pPr>
            <w:r w:rsidRPr="00291AA1">
              <w:t>2. Implement fire prevention</w:t>
            </w:r>
            <w:r w:rsidR="005769F5">
              <w:t xml:space="preserve"> practices</w:t>
            </w:r>
            <w:r w:rsidRPr="00291AA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092986" w14:textId="2A7671BC" w:rsidR="005640A0" w:rsidRDefault="00291AA1" w:rsidP="001D35F0">
            <w:pPr>
              <w:pStyle w:val="SIText"/>
            </w:pPr>
            <w:r w:rsidRPr="00291AA1">
              <w:t xml:space="preserve">2.1 </w:t>
            </w:r>
            <w:r w:rsidR="005640A0">
              <w:t>Follow workplace fire prevention strategies</w:t>
            </w:r>
          </w:p>
          <w:p w14:paraId="5576E2F8" w14:textId="347F0768" w:rsidR="00285BAB" w:rsidRDefault="005640A0" w:rsidP="001D35F0">
            <w:pPr>
              <w:pStyle w:val="SIText"/>
            </w:pPr>
            <w:r>
              <w:t xml:space="preserve">2.2 </w:t>
            </w:r>
            <w:r w:rsidR="0076285E">
              <w:t>Apply</w:t>
            </w:r>
            <w:r w:rsidR="00285BAB">
              <w:t xml:space="preserve"> </w:t>
            </w:r>
            <w:r w:rsidR="00285BAB" w:rsidRPr="00285BAB">
              <w:t xml:space="preserve">work practices designed to eliminate or minimise </w:t>
            </w:r>
            <w:r w:rsidR="004B1849">
              <w:t xml:space="preserve">the risk of </w:t>
            </w:r>
            <w:proofErr w:type="gramStart"/>
            <w:r w:rsidR="004B1849">
              <w:t>fire</w:t>
            </w:r>
            <w:proofErr w:type="gramEnd"/>
            <w:r w:rsidR="004B1849">
              <w:t xml:space="preserve"> </w:t>
            </w:r>
          </w:p>
          <w:p w14:paraId="2215238B" w14:textId="0529994D" w:rsidR="008D572D" w:rsidRDefault="00540257" w:rsidP="001D35F0">
            <w:pPr>
              <w:pStyle w:val="SIText"/>
            </w:pPr>
            <w:r w:rsidRPr="00540257">
              <w:t>2.</w:t>
            </w:r>
            <w:r w:rsidR="008D572D">
              <w:t>3</w:t>
            </w:r>
            <w:r w:rsidRPr="00540257">
              <w:t xml:space="preserve"> </w:t>
            </w:r>
            <w:r w:rsidR="008D572D" w:rsidRPr="008D572D">
              <w:t xml:space="preserve">Comply with </w:t>
            </w:r>
            <w:r w:rsidR="005B39BE" w:rsidRPr="005B39BE">
              <w:t xml:space="preserve">fire prevention </w:t>
            </w:r>
            <w:r w:rsidR="008D572D" w:rsidRPr="008D572D">
              <w:t>safety sign</w:t>
            </w:r>
            <w:r w:rsidR="00525BA6">
              <w:t>s</w:t>
            </w:r>
            <w:r w:rsidR="008D572D" w:rsidRPr="008D572D">
              <w:t xml:space="preserve"> and </w:t>
            </w:r>
            <w:proofErr w:type="gramStart"/>
            <w:r w:rsidR="008D572D" w:rsidRPr="008D572D">
              <w:t>symbols</w:t>
            </w:r>
            <w:proofErr w:type="gramEnd"/>
          </w:p>
          <w:p w14:paraId="4016DAED" w14:textId="5086FD79" w:rsidR="00540257" w:rsidRPr="00540257" w:rsidRDefault="008D572D" w:rsidP="001D35F0">
            <w:pPr>
              <w:pStyle w:val="SIText"/>
            </w:pPr>
            <w:r>
              <w:t xml:space="preserve">2.4 </w:t>
            </w:r>
            <w:r w:rsidR="00540257">
              <w:t>Apply</w:t>
            </w:r>
            <w:r w:rsidR="00540257" w:rsidRPr="00540257">
              <w:t xml:space="preserve"> </w:t>
            </w:r>
            <w:r w:rsidR="00B94E23">
              <w:t xml:space="preserve">workplace </w:t>
            </w:r>
            <w:r w:rsidR="00540257" w:rsidRPr="00540257">
              <w:t>housekeeping</w:t>
            </w:r>
            <w:r w:rsidR="00540257">
              <w:t xml:space="preserve"> procedures </w:t>
            </w:r>
            <w:r w:rsidR="00540257" w:rsidRPr="00540257">
              <w:t xml:space="preserve">designed to eliminate or minimise the risks </w:t>
            </w:r>
            <w:r w:rsidR="004B1849">
              <w:t>of</w:t>
            </w:r>
            <w:r w:rsidR="00540257" w:rsidRPr="00540257">
              <w:t xml:space="preserve"> </w:t>
            </w:r>
            <w:proofErr w:type="gramStart"/>
            <w:r w:rsidR="00540257" w:rsidRPr="00540257">
              <w:t>fire</w:t>
            </w:r>
            <w:proofErr w:type="gramEnd"/>
          </w:p>
          <w:p w14:paraId="4513C9E5" w14:textId="77777777" w:rsidR="00C03866" w:rsidRDefault="0076285E" w:rsidP="00C03866">
            <w:pPr>
              <w:pStyle w:val="SIText"/>
            </w:pPr>
            <w:r>
              <w:t>2.</w:t>
            </w:r>
            <w:r w:rsidR="008D572D">
              <w:t>5</w:t>
            </w:r>
            <w:r>
              <w:t xml:space="preserve"> Apply maintenance procedures </w:t>
            </w:r>
            <w:r w:rsidRPr="0076285E">
              <w:t xml:space="preserve">designed to eliminate or minimise the risks </w:t>
            </w:r>
            <w:r w:rsidR="004B1849">
              <w:t>of</w:t>
            </w:r>
            <w:r w:rsidRPr="0076285E">
              <w:t xml:space="preserve"> </w:t>
            </w:r>
            <w:proofErr w:type="gramStart"/>
            <w:r w:rsidRPr="0076285E">
              <w:t>fire</w:t>
            </w:r>
            <w:proofErr w:type="gramEnd"/>
          </w:p>
          <w:p w14:paraId="1FBEFCF2" w14:textId="1C9693EE" w:rsidR="00C03866" w:rsidRPr="00C03866" w:rsidRDefault="00615EE4" w:rsidP="001D35F0">
            <w:pPr>
              <w:pStyle w:val="SIText"/>
            </w:pPr>
            <w:r>
              <w:t xml:space="preserve">2.6 </w:t>
            </w:r>
            <w:r w:rsidR="00C03866">
              <w:t xml:space="preserve">Apply safe </w:t>
            </w:r>
            <w:r w:rsidR="00C03866" w:rsidRPr="00C03866">
              <w:t xml:space="preserve">procedures </w:t>
            </w:r>
            <w:r>
              <w:t>in</w:t>
            </w:r>
            <w:r w:rsidR="00C03866" w:rsidRPr="00C03866">
              <w:t xml:space="preserve"> handling, us</w:t>
            </w:r>
            <w:r>
              <w:t>ing</w:t>
            </w:r>
            <w:r w:rsidR="00C03866" w:rsidRPr="00C03866">
              <w:t xml:space="preserve">, </w:t>
            </w:r>
            <w:r w:rsidRPr="00C03866">
              <w:t>transpor</w:t>
            </w:r>
            <w:r>
              <w:t>ting</w:t>
            </w:r>
            <w:r w:rsidR="00C03866" w:rsidRPr="00C03866">
              <w:t xml:space="preserve"> and sto</w:t>
            </w:r>
            <w:r>
              <w:t>ring</w:t>
            </w:r>
            <w:r w:rsidR="00C03866" w:rsidRPr="00C03866">
              <w:t xml:space="preserve"> </w:t>
            </w:r>
            <w:r w:rsidR="00DA74CB">
              <w:t xml:space="preserve">of </w:t>
            </w:r>
            <w:r w:rsidR="00C03866" w:rsidRPr="00C03866">
              <w:t xml:space="preserve">flammable liquids and gases in the </w:t>
            </w:r>
            <w:proofErr w:type="gramStart"/>
            <w:r w:rsidR="00C03866" w:rsidRPr="00C03866">
              <w:t>workplace</w:t>
            </w:r>
            <w:proofErr w:type="gramEnd"/>
          </w:p>
          <w:p w14:paraId="2FB516D4" w14:textId="556AADE4" w:rsidR="00291AA1" w:rsidRDefault="001B1180" w:rsidP="001D35F0">
            <w:pPr>
              <w:pStyle w:val="SIText"/>
            </w:pPr>
            <w:r>
              <w:t>2.</w:t>
            </w:r>
            <w:r w:rsidR="00615EE4">
              <w:t>7</w:t>
            </w:r>
            <w:r>
              <w:t xml:space="preserve"> </w:t>
            </w:r>
            <w:r w:rsidR="00291AA1" w:rsidRPr="00291AA1">
              <w:t xml:space="preserve">Recognise </w:t>
            </w:r>
            <w:r w:rsidR="008D572D">
              <w:t xml:space="preserve">and respond to </w:t>
            </w:r>
            <w:r w:rsidR="00291AA1" w:rsidRPr="00291AA1">
              <w:t xml:space="preserve">signs of fire according to workplace </w:t>
            </w:r>
            <w:proofErr w:type="gramStart"/>
            <w:r w:rsidR="00291AA1" w:rsidRPr="00291AA1">
              <w:t>procedures</w:t>
            </w:r>
            <w:proofErr w:type="gramEnd"/>
          </w:p>
          <w:p w14:paraId="669D14D8" w14:textId="775D30AC" w:rsidR="00583605" w:rsidRPr="00583605" w:rsidRDefault="00291AA1" w:rsidP="001D35F0">
            <w:pPr>
              <w:pStyle w:val="SIText"/>
            </w:pPr>
            <w:r w:rsidRPr="00291AA1">
              <w:t>2.</w:t>
            </w:r>
            <w:r w:rsidR="00615EE4">
              <w:t>8</w:t>
            </w:r>
            <w:r w:rsidRPr="00291AA1">
              <w:t xml:space="preserve"> </w:t>
            </w:r>
            <w:r w:rsidR="00583605">
              <w:t xml:space="preserve">Participate in </w:t>
            </w:r>
            <w:r w:rsidR="00583605" w:rsidRPr="00583605">
              <w:t xml:space="preserve">staff </w:t>
            </w:r>
            <w:r w:rsidR="00583605">
              <w:t xml:space="preserve">training on </w:t>
            </w:r>
            <w:r w:rsidR="00583605" w:rsidRPr="00583605">
              <w:t>fire prevention</w:t>
            </w:r>
            <w:r w:rsidR="00583605">
              <w:t xml:space="preserve">, </w:t>
            </w:r>
            <w:r w:rsidR="00C61486">
              <w:t xml:space="preserve">the </w:t>
            </w:r>
            <w:r w:rsidR="00583605">
              <w:t>selection</w:t>
            </w:r>
            <w:r w:rsidR="004B1849">
              <w:t>, types</w:t>
            </w:r>
            <w:r w:rsidR="00583605">
              <w:t xml:space="preserve"> and use</w:t>
            </w:r>
            <w:r w:rsidR="00C61486">
              <w:t>s</w:t>
            </w:r>
            <w:r w:rsidR="00583605">
              <w:t xml:space="preserve"> of firefighting equipment</w:t>
            </w:r>
            <w:r w:rsidR="00583605" w:rsidRPr="00583605">
              <w:t xml:space="preserve"> and emergency </w:t>
            </w:r>
            <w:proofErr w:type="gramStart"/>
            <w:r w:rsidR="00583605" w:rsidRPr="00583605">
              <w:t>procedures</w:t>
            </w:r>
            <w:proofErr w:type="gramEnd"/>
          </w:p>
          <w:p w14:paraId="6BB72E57" w14:textId="70CC6EB4" w:rsidR="00291AA1" w:rsidRPr="00291AA1" w:rsidRDefault="00291AA1" w:rsidP="000E46B8">
            <w:pPr>
              <w:pStyle w:val="SIText"/>
            </w:pPr>
            <w:r w:rsidRPr="00291AA1">
              <w:t>2.</w:t>
            </w:r>
            <w:r w:rsidR="00615EE4">
              <w:t>9</w:t>
            </w:r>
            <w:r w:rsidRPr="00291AA1">
              <w:t xml:space="preserve"> Record and report fire </w:t>
            </w:r>
            <w:r w:rsidR="00525BA6">
              <w:t>risk and</w:t>
            </w:r>
            <w:r w:rsidR="00D551C2">
              <w:t xml:space="preserve"> incidents</w:t>
            </w:r>
            <w:r w:rsidR="00D551C2" w:rsidRPr="00291AA1">
              <w:t xml:space="preserve"> </w:t>
            </w:r>
            <w:r w:rsidR="00D551C2" w:rsidRPr="00D551C2">
              <w:t>according to workplace procedures</w:t>
            </w:r>
            <w:r w:rsidR="00D551C2" w:rsidRPr="00D551C2" w:rsidDel="00344348">
              <w:t xml:space="preserve">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2230" w:rsidRPr="00336FCA" w:rsidDel="00423CB2" w14:paraId="1CF24FD6" w14:textId="77777777" w:rsidTr="00CA2922">
        <w:tc>
          <w:tcPr>
            <w:tcW w:w="1396" w:type="pct"/>
          </w:tcPr>
          <w:p w14:paraId="6D88B952" w14:textId="110F7508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Reading</w:t>
            </w:r>
          </w:p>
        </w:tc>
        <w:tc>
          <w:tcPr>
            <w:tcW w:w="3604" w:type="pct"/>
          </w:tcPr>
          <w:p w14:paraId="1B7CC730" w14:textId="5FDEE1E4" w:rsidR="00B42230" w:rsidRPr="00B42230" w:rsidRDefault="00B42230" w:rsidP="00B42230">
            <w:pPr>
              <w:pStyle w:val="SIBulletList1"/>
              <w:rPr>
                <w:rStyle w:val="SITemporaryText-red"/>
              </w:rPr>
            </w:pPr>
            <w:proofErr w:type="gramStart"/>
            <w:r w:rsidRPr="00B42230">
              <w:t>Identify</w:t>
            </w:r>
            <w:proofErr w:type="gramEnd"/>
            <w:r w:rsidRPr="00B42230">
              <w:t xml:space="preserve"> and extract basic information from print and electronic sources on </w:t>
            </w:r>
            <w:r w:rsidR="00230544">
              <w:t>fire prevention procedures</w:t>
            </w:r>
          </w:p>
        </w:tc>
      </w:tr>
      <w:tr w:rsidR="00B42230" w:rsidRPr="00336FCA" w:rsidDel="00423CB2" w14:paraId="1D3AF5EE" w14:textId="77777777" w:rsidTr="00CA2922">
        <w:tc>
          <w:tcPr>
            <w:tcW w:w="1396" w:type="pct"/>
          </w:tcPr>
          <w:p w14:paraId="16ED7E97" w14:textId="048CE171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Writing</w:t>
            </w:r>
          </w:p>
        </w:tc>
        <w:tc>
          <w:tcPr>
            <w:tcW w:w="3604" w:type="pct"/>
          </w:tcPr>
          <w:p w14:paraId="0F32718D" w14:textId="687DA4B8" w:rsidR="00B42230" w:rsidRPr="00B42230" w:rsidRDefault="00B42230" w:rsidP="00B42230">
            <w:pPr>
              <w:pStyle w:val="SIBulletList1"/>
              <w:rPr>
                <w:rStyle w:val="SITemporaryText-red"/>
                <w:rFonts w:eastAsia="Calibri"/>
              </w:rPr>
            </w:pPr>
            <w:r w:rsidRPr="00B42230">
              <w:t>Use technical and enterprise specific vocabulary to accurately and legibly complete workplace records and forms</w:t>
            </w:r>
          </w:p>
        </w:tc>
      </w:tr>
      <w:tr w:rsidR="00B42230" w:rsidRPr="00336FCA" w:rsidDel="00423CB2" w14:paraId="03BB9C6A" w14:textId="77777777" w:rsidTr="00CA2922">
        <w:tc>
          <w:tcPr>
            <w:tcW w:w="1396" w:type="pct"/>
          </w:tcPr>
          <w:p w14:paraId="79F97EC7" w14:textId="21FCA6B9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Oral communication</w:t>
            </w:r>
          </w:p>
        </w:tc>
        <w:tc>
          <w:tcPr>
            <w:tcW w:w="3604" w:type="pct"/>
          </w:tcPr>
          <w:p w14:paraId="4DAD12EB" w14:textId="70203145" w:rsidR="00B42230" w:rsidRPr="00B42230" w:rsidRDefault="00B42230" w:rsidP="00B42230">
            <w:pPr>
              <w:pStyle w:val="SIBulletList1"/>
              <w:rPr>
                <w:rStyle w:val="SITemporaryText-red"/>
                <w:rFonts w:eastAsia="Calibri"/>
              </w:rPr>
            </w:pPr>
            <w:r w:rsidRPr="00B42230">
              <w:t xml:space="preserve">Select and use </w:t>
            </w:r>
            <w:proofErr w:type="gramStart"/>
            <w:r w:rsidRPr="00B42230">
              <w:t>appropriate spoken</w:t>
            </w:r>
            <w:proofErr w:type="gramEnd"/>
            <w:r w:rsidRPr="00B42230">
              <w:t xml:space="preserve"> communication strategies with work colleagues and other personnel on site</w:t>
            </w:r>
          </w:p>
        </w:tc>
      </w:tr>
      <w:tr w:rsidR="00B42230" w:rsidRPr="00336FCA" w:rsidDel="00423CB2" w14:paraId="6EE0E2BC" w14:textId="77777777" w:rsidTr="00CA2922">
        <w:tc>
          <w:tcPr>
            <w:tcW w:w="1396" w:type="pct"/>
          </w:tcPr>
          <w:p w14:paraId="2BFD027C" w14:textId="06295474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Numeracy</w:t>
            </w:r>
          </w:p>
        </w:tc>
        <w:tc>
          <w:tcPr>
            <w:tcW w:w="3604" w:type="pct"/>
          </w:tcPr>
          <w:p w14:paraId="245513AF" w14:textId="1E0F1CC7" w:rsidR="00B42230" w:rsidRPr="00B42230" w:rsidRDefault="00230544" w:rsidP="00B4223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Interpret numerical and graphical material in workplace signs and symbols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50BFE231" w14:textId="797976CD" w:rsidR="00610C70" w:rsidRPr="001D35F0" w:rsidRDefault="005D160C" w:rsidP="001D35F0">
            <w:pPr>
              <w:pStyle w:val="SIText"/>
            </w:pPr>
            <w:r w:rsidRPr="004B1ABB">
              <w:t>FWPCOR</w:t>
            </w:r>
            <w:r w:rsidR="00B07F87">
              <w:t>2</w:t>
            </w:r>
            <w:r w:rsidRPr="001D35F0">
              <w:rPr>
                <w:rStyle w:val="SITemporaryText-red"/>
                <w:color w:val="auto"/>
                <w:sz w:val="20"/>
              </w:rPr>
              <w:t>X</w:t>
            </w:r>
            <w:r w:rsidR="00610C70" w:rsidRPr="001D35F0">
              <w:rPr>
                <w:rStyle w:val="SITemporaryText-red"/>
                <w:color w:val="auto"/>
                <w:sz w:val="20"/>
              </w:rPr>
              <w:t>XX</w:t>
            </w:r>
            <w:r w:rsidR="00610C70" w:rsidRPr="001D35F0">
              <w:t xml:space="preserve"> Follow fire prevention </w:t>
            </w:r>
            <w:proofErr w:type="gramStart"/>
            <w:r w:rsidR="00610C70" w:rsidRPr="001D35F0">
              <w:t>procedures</w:t>
            </w:r>
            <w:proofErr w:type="gramEnd"/>
          </w:p>
          <w:p w14:paraId="09E49E25" w14:textId="43CF8CB6" w:rsidR="00DA54B5" w:rsidRPr="001D35F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43BEC260" w14:textId="77777777" w:rsidR="00321C7E" w:rsidRPr="001D35F0" w:rsidRDefault="00321C7E" w:rsidP="001D35F0">
            <w:pPr>
              <w:pStyle w:val="SIText"/>
            </w:pPr>
            <w:r w:rsidRPr="004B1ABB">
              <w:t xml:space="preserve">FWPCOR2204 Follow fire prevention </w:t>
            </w:r>
            <w:proofErr w:type="gramStart"/>
            <w:r w:rsidRPr="004B1ABB">
              <w:t>procedures</w:t>
            </w:r>
            <w:proofErr w:type="gramEnd"/>
          </w:p>
          <w:p w14:paraId="2293AA64" w14:textId="2FBA3A92" w:rsidR="00DA54B5" w:rsidRPr="001D35F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69ADBDB3" w14:textId="6EA3C66E" w:rsidR="004B1ABB" w:rsidRDefault="004B1ABB">
            <w:pPr>
              <w:pStyle w:val="SIText"/>
            </w:pPr>
            <w:r>
              <w:t>Updated Application</w:t>
            </w:r>
          </w:p>
          <w:p w14:paraId="1C0057CF" w14:textId="3BFCC0D0" w:rsidR="003354FE" w:rsidRDefault="003354FE">
            <w:pPr>
              <w:pStyle w:val="SIText"/>
            </w:pPr>
          </w:p>
          <w:p w14:paraId="6A7DCB8B" w14:textId="5F9F7758" w:rsidR="00E37992" w:rsidRDefault="00E37992">
            <w:pPr>
              <w:pStyle w:val="SIText"/>
            </w:pPr>
            <w:r>
              <w:t>Added new PC and Knowledge Evidence</w:t>
            </w:r>
          </w:p>
          <w:p w14:paraId="1820C39B" w14:textId="77777777" w:rsidR="00E37992" w:rsidRDefault="00E37992">
            <w:pPr>
              <w:pStyle w:val="SIText"/>
            </w:pPr>
          </w:p>
          <w:p w14:paraId="1E815262" w14:textId="59F7293E" w:rsidR="003354FE" w:rsidRDefault="003354FE">
            <w:pPr>
              <w:pStyle w:val="SIText"/>
            </w:pPr>
            <w:r>
              <w:t>Minor wording changes to Elements</w:t>
            </w:r>
            <w:r w:rsidR="001D35F0">
              <w:t>, P</w:t>
            </w:r>
            <w:r>
              <w:t xml:space="preserve">erformance </w:t>
            </w:r>
            <w:r w:rsidR="001D35F0">
              <w:t>C</w:t>
            </w:r>
            <w:r>
              <w:t>riteria</w:t>
            </w:r>
            <w:r w:rsidR="001D35F0">
              <w:t xml:space="preserve"> and Knowledge Evidence</w:t>
            </w:r>
          </w:p>
          <w:p w14:paraId="35B0BCFB" w14:textId="385F6A4A" w:rsidR="001D35F0" w:rsidRDefault="001D35F0">
            <w:pPr>
              <w:pStyle w:val="SIText"/>
            </w:pPr>
          </w:p>
          <w:p w14:paraId="3F7D67B5" w14:textId="0E87B08E" w:rsidR="001D35F0" w:rsidRDefault="001D35F0">
            <w:pPr>
              <w:pStyle w:val="SIText"/>
            </w:pPr>
            <w:r>
              <w:t>Reworded Performance Evidence</w:t>
            </w:r>
          </w:p>
          <w:p w14:paraId="6D248E75" w14:textId="2E7A05CB" w:rsidR="001D35F0" w:rsidRDefault="001D35F0">
            <w:pPr>
              <w:pStyle w:val="SIText"/>
            </w:pPr>
          </w:p>
          <w:p w14:paraId="7D3C4B75" w14:textId="288920C0" w:rsidR="00DA54B5" w:rsidRPr="00DA54B5" w:rsidRDefault="001D35F0" w:rsidP="005230B7">
            <w:pPr>
              <w:pStyle w:val="SIText"/>
              <w:rPr>
                <w:rStyle w:val="SITemporaryText-red"/>
              </w:rPr>
            </w:pPr>
            <w:r>
              <w:t xml:space="preserve">Updated Foundation Skills and </w:t>
            </w:r>
            <w:r w:rsidRPr="00E82308">
              <w:t>Assessment Conditions</w:t>
            </w:r>
          </w:p>
        </w:tc>
        <w:tc>
          <w:tcPr>
            <w:tcW w:w="1616" w:type="pct"/>
          </w:tcPr>
          <w:p w14:paraId="76E3432F" w14:textId="7507B305" w:rsidR="00DA54B5" w:rsidRPr="00E37992" w:rsidRDefault="00E37992" w:rsidP="00E3799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7992">
              <w:rPr>
                <w:rStyle w:val="SITemporaryText-red"/>
                <w:color w:val="auto"/>
                <w:sz w:val="20"/>
              </w:rPr>
              <w:t>Not e</w:t>
            </w:r>
            <w:r w:rsidR="00DA54B5" w:rsidRPr="00E37992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5BD83E24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3E3EC2" w:rsidR="00556C4C" w:rsidRPr="000754EC" w:rsidRDefault="00556C4C" w:rsidP="005230B7">
            <w:pPr>
              <w:pStyle w:val="SIUnittitle"/>
            </w:pPr>
            <w:r w:rsidRPr="00F56827">
              <w:t>Assessment requirements fo</w:t>
            </w:r>
            <w:r w:rsidR="0050344F">
              <w:t xml:space="preserve">r </w:t>
            </w:r>
            <w:r w:rsidR="005230B7" w:rsidRPr="005230B7">
              <w:t>FWPCOR2</w:t>
            </w:r>
            <w:r w:rsidR="005230B7" w:rsidRPr="005230B7">
              <w:rPr>
                <w:rStyle w:val="SITemporaryText-red"/>
                <w:color w:val="auto"/>
              </w:rPr>
              <w:t>XXX</w:t>
            </w:r>
            <w:r w:rsidR="00291AA1" w:rsidRPr="00291AA1">
              <w:t xml:space="preserve"> Follow fire prevention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1D35F0" w:rsidRDefault="00DA54B5" w:rsidP="005E7B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1D35F0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1D35F0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1D35F0" w:rsidRDefault="00DA54B5" w:rsidP="005E7B1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1D60FE99" w:rsidR="00556C4C" w:rsidRPr="00F45D09" w:rsidRDefault="00DA54B5" w:rsidP="00F45D09">
            <w:pPr>
              <w:pStyle w:val="SIText"/>
            </w:pPr>
            <w:r w:rsidRPr="00F45D09">
              <w:rPr>
                <w:rStyle w:val="SITemporaryText-red"/>
                <w:color w:val="auto"/>
                <w:sz w:val="20"/>
              </w:rPr>
              <w:t>There must be evidence that</w:t>
            </w:r>
            <w:r w:rsidR="003D2B9A" w:rsidRPr="00F45D09">
              <w:rPr>
                <w:rStyle w:val="SITemporaryText-red"/>
                <w:color w:val="auto"/>
                <w:sz w:val="20"/>
              </w:rPr>
              <w:t>, on one occasion,</w:t>
            </w:r>
            <w:r w:rsidRPr="00F45D09">
              <w:rPr>
                <w:rStyle w:val="SITemporaryText-red"/>
                <w:color w:val="auto"/>
                <w:sz w:val="20"/>
              </w:rPr>
              <w:t xml:space="preserve"> the individual has </w:t>
            </w:r>
            <w:proofErr w:type="gramStart"/>
            <w:r w:rsidR="006C546B" w:rsidRPr="00F45D09">
              <w:rPr>
                <w:rStyle w:val="SITemporaryText-red"/>
                <w:color w:val="auto"/>
                <w:sz w:val="20"/>
              </w:rPr>
              <w:t>identified</w:t>
            </w:r>
            <w:proofErr w:type="gramEnd"/>
            <w:r w:rsidR="006C546B" w:rsidRPr="00F45D09">
              <w:rPr>
                <w:rStyle w:val="SITemporaryText-red"/>
                <w:color w:val="auto"/>
                <w:sz w:val="20"/>
              </w:rPr>
              <w:t xml:space="preserve"> and applied different fire prevention </w:t>
            </w:r>
            <w:r w:rsidR="005E7B13" w:rsidRPr="00F45D09">
              <w:rPr>
                <w:rStyle w:val="SITemporaryText-red"/>
                <w:color w:val="auto"/>
                <w:sz w:val="20"/>
              </w:rPr>
              <w:t>strategies</w:t>
            </w:r>
            <w:r w:rsidR="006C546B" w:rsidRPr="00F45D09">
              <w:rPr>
                <w:rStyle w:val="SITemporaryText-red"/>
                <w:color w:val="auto"/>
                <w:sz w:val="20"/>
              </w:rPr>
              <w:t xml:space="preserve"> while undertaking </w:t>
            </w:r>
            <w:r w:rsidR="005E7B13" w:rsidRPr="00F45D09">
              <w:rPr>
                <w:rStyle w:val="SITemporaryText-red"/>
                <w:color w:val="auto"/>
                <w:sz w:val="20"/>
              </w:rPr>
              <w:t>routine work activities.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D35F0" w:rsidRDefault="00DA54B5" w:rsidP="005E7B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1D35F0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1D35F0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15781CF" w14:textId="2DF7F973" w:rsidR="00291AA1" w:rsidRPr="001B672F" w:rsidRDefault="00E77046" w:rsidP="001B672F">
            <w:pPr>
              <w:pStyle w:val="SIBulletList1"/>
            </w:pPr>
            <w:r w:rsidRPr="001B672F">
              <w:rPr>
                <w:rStyle w:val="SITemporaryText-red"/>
                <w:rFonts w:eastAsia="Calibri"/>
                <w:color w:val="auto"/>
                <w:sz w:val="20"/>
              </w:rPr>
              <w:t>legislative requirements and workplace procedures</w:t>
            </w:r>
            <w:r w:rsidR="00291AA1" w:rsidRPr="001B672F">
              <w:t xml:space="preserve"> for fire prevention</w:t>
            </w:r>
          </w:p>
          <w:p w14:paraId="5D37B733" w14:textId="626C3E41" w:rsidR="00DE552C" w:rsidRDefault="00DE552C" w:rsidP="001B672F">
            <w:pPr>
              <w:pStyle w:val="SIBulletList1"/>
            </w:pPr>
            <w:r>
              <w:t>fire weather and impacts</w:t>
            </w:r>
            <w:r w:rsidR="00676603">
              <w:t>/risks on forestry operations</w:t>
            </w:r>
          </w:p>
          <w:p w14:paraId="651B9AFE" w14:textId="6E05526B" w:rsidR="00291AA1" w:rsidRPr="001B672F" w:rsidRDefault="00E77046" w:rsidP="001B672F">
            <w:pPr>
              <w:pStyle w:val="SIBulletList1"/>
            </w:pPr>
            <w:r w:rsidRPr="001B672F">
              <w:t xml:space="preserve">work practices designed to eliminate or minimise the risk of </w:t>
            </w:r>
            <w:proofErr w:type="gramStart"/>
            <w:r w:rsidRPr="001B672F">
              <w:t>fire</w:t>
            </w:r>
            <w:proofErr w:type="gramEnd"/>
          </w:p>
          <w:p w14:paraId="280F281A" w14:textId="5926D188" w:rsidR="00B94E23" w:rsidRPr="001B672F" w:rsidRDefault="00B94E23" w:rsidP="001B672F">
            <w:pPr>
              <w:pStyle w:val="SIBulletList1"/>
            </w:pPr>
            <w:r w:rsidRPr="001B672F">
              <w:t>elements of fire</w:t>
            </w:r>
          </w:p>
          <w:p w14:paraId="66471EAF" w14:textId="296F25F0" w:rsidR="00B94E23" w:rsidRPr="001B672F" w:rsidRDefault="00B94E23" w:rsidP="001B672F">
            <w:pPr>
              <w:pStyle w:val="SIBulletList1"/>
            </w:pPr>
            <w:r w:rsidRPr="001B672F">
              <w:t xml:space="preserve">causes and consequences of fire in the </w:t>
            </w:r>
            <w:proofErr w:type="gramStart"/>
            <w:r w:rsidRPr="001B672F">
              <w:t>workplace</w:t>
            </w:r>
            <w:proofErr w:type="gramEnd"/>
            <w:r w:rsidRPr="001B672F">
              <w:t xml:space="preserve"> </w:t>
            </w:r>
          </w:p>
          <w:p w14:paraId="053976FD" w14:textId="05674823" w:rsidR="00B94E23" w:rsidRPr="001B672F" w:rsidRDefault="00E77046" w:rsidP="001B672F">
            <w:pPr>
              <w:pStyle w:val="SIBulletList1"/>
            </w:pPr>
            <w:r w:rsidRPr="001B672F">
              <w:t xml:space="preserve">fire risks and hazards in the workplace </w:t>
            </w:r>
          </w:p>
          <w:p w14:paraId="42160207" w14:textId="4DDF291F" w:rsidR="00E77046" w:rsidRPr="001B672F" w:rsidRDefault="00E77046" w:rsidP="001B672F">
            <w:pPr>
              <w:pStyle w:val="SIBulletList1"/>
            </w:pPr>
            <w:r w:rsidRPr="001B672F">
              <w:t xml:space="preserve">fire prevention safety signs and symbols </w:t>
            </w:r>
          </w:p>
          <w:p w14:paraId="09ECA5CA" w14:textId="77777777" w:rsidR="00B94E23" w:rsidRPr="001B672F" w:rsidRDefault="00B94E23" w:rsidP="001B672F">
            <w:pPr>
              <w:pStyle w:val="SIBulletList1"/>
            </w:pPr>
            <w:r w:rsidRPr="001B672F">
              <w:t xml:space="preserve">type and use of firefighting </w:t>
            </w:r>
            <w:proofErr w:type="gramStart"/>
            <w:r w:rsidRPr="001B672F">
              <w:t>equipment</w:t>
            </w:r>
            <w:proofErr w:type="gramEnd"/>
          </w:p>
          <w:p w14:paraId="43CEE110" w14:textId="77777777" w:rsidR="00B94E23" w:rsidRPr="001B672F" w:rsidRDefault="00B94E23" w:rsidP="001B672F">
            <w:pPr>
              <w:pStyle w:val="SIBulletList1"/>
            </w:pPr>
            <w:r w:rsidRPr="001B672F">
              <w:t>basic features of workplace fire prevention plans</w:t>
            </w:r>
          </w:p>
          <w:p w14:paraId="708F36F4" w14:textId="77777777" w:rsidR="007411C8" w:rsidRPr="001B672F" w:rsidRDefault="00B94E23" w:rsidP="001B672F">
            <w:pPr>
              <w:pStyle w:val="SIBulletList1"/>
            </w:pPr>
            <w:r w:rsidRPr="001B672F">
              <w:t xml:space="preserve">workplace housekeeping procedures designed to eliminate or minimise the risks of </w:t>
            </w:r>
            <w:proofErr w:type="gramStart"/>
            <w:r w:rsidRPr="001B672F">
              <w:t>fire</w:t>
            </w:r>
            <w:proofErr w:type="gramEnd"/>
            <w:r w:rsidRPr="001B672F">
              <w:t xml:space="preserve"> </w:t>
            </w:r>
          </w:p>
          <w:p w14:paraId="36ABB8A0" w14:textId="46BD9D35" w:rsidR="007411C8" w:rsidRDefault="007411C8" w:rsidP="001B672F">
            <w:pPr>
              <w:pStyle w:val="SIBulletList1"/>
            </w:pPr>
            <w:r w:rsidRPr="001B672F">
              <w:t xml:space="preserve">maintenance procedures designed to eliminate or minimise the risks of </w:t>
            </w:r>
            <w:proofErr w:type="gramStart"/>
            <w:r w:rsidRPr="001B672F">
              <w:t>fire</w:t>
            </w:r>
            <w:proofErr w:type="gramEnd"/>
          </w:p>
          <w:p w14:paraId="7344DB49" w14:textId="074EB64E" w:rsidR="00744106" w:rsidRPr="001B672F" w:rsidRDefault="00744106" w:rsidP="001B672F">
            <w:pPr>
              <w:pStyle w:val="SIBulletList1"/>
            </w:pPr>
            <w:r>
              <w:t xml:space="preserve">work practices </w:t>
            </w:r>
            <w:r w:rsidRPr="00744106">
              <w:t xml:space="preserve">designed to eliminate or minimise the risks of </w:t>
            </w:r>
            <w:proofErr w:type="gramStart"/>
            <w:r w:rsidRPr="00744106">
              <w:t>fire</w:t>
            </w:r>
            <w:proofErr w:type="gramEnd"/>
          </w:p>
          <w:p w14:paraId="06C839CA" w14:textId="77777777" w:rsidR="00D8370F" w:rsidRPr="001B672F" w:rsidRDefault="007411C8" w:rsidP="001B672F">
            <w:pPr>
              <w:pStyle w:val="SIBulletList1"/>
            </w:pPr>
            <w:r w:rsidRPr="001B672F">
              <w:t xml:space="preserve">signs of fire </w:t>
            </w:r>
          </w:p>
          <w:p w14:paraId="40678E60" w14:textId="33E53FDB" w:rsidR="00291AA1" w:rsidRPr="001B672F" w:rsidRDefault="00D7258F" w:rsidP="001D35F0">
            <w:pPr>
              <w:pStyle w:val="SIBulletList1"/>
            </w:pPr>
            <w:r>
              <w:t xml:space="preserve">procedures for safe </w:t>
            </w:r>
            <w:r w:rsidR="00C03866">
              <w:t xml:space="preserve">handling, use, </w:t>
            </w:r>
            <w:r w:rsidR="00F45D09">
              <w:t>transport</w:t>
            </w:r>
            <w:r w:rsidR="00C03866">
              <w:t xml:space="preserve"> and storage of </w:t>
            </w:r>
            <w:r w:rsidR="00291AA1" w:rsidRPr="001B672F">
              <w:t>flammable liquid</w:t>
            </w:r>
            <w:r w:rsidR="00C03866">
              <w:t>s</w:t>
            </w:r>
            <w:r w:rsidR="00291AA1" w:rsidRPr="001B672F">
              <w:t xml:space="preserve"> and gases in the workplace</w:t>
            </w:r>
          </w:p>
          <w:p w14:paraId="36C3811C" w14:textId="555CF65C" w:rsidR="00291AA1" w:rsidRPr="001B672F" w:rsidRDefault="00291AA1" w:rsidP="001B672F">
            <w:pPr>
              <w:pStyle w:val="SIBulletList1"/>
            </w:pPr>
            <w:r w:rsidRPr="001B672F">
              <w:t>types</w:t>
            </w:r>
            <w:r w:rsidR="00997876" w:rsidRPr="001B672F">
              <w:t xml:space="preserve"> and use</w:t>
            </w:r>
            <w:r w:rsidRPr="001B672F">
              <w:t xml:space="preserve"> of tools and equipment for fire </w:t>
            </w:r>
            <w:proofErr w:type="gramStart"/>
            <w:r w:rsidRPr="001B672F">
              <w:t>prevention</w:t>
            </w:r>
            <w:proofErr w:type="gramEnd"/>
          </w:p>
          <w:p w14:paraId="053CCD24" w14:textId="6A641830" w:rsidR="00291AA1" w:rsidRPr="001B672F" w:rsidRDefault="00291AA1" w:rsidP="001B672F">
            <w:pPr>
              <w:pStyle w:val="SIBulletList1"/>
            </w:pPr>
            <w:r w:rsidRPr="001B672F">
              <w:t xml:space="preserve">procedures for recording and reporting </w:t>
            </w:r>
            <w:r w:rsidR="00997876" w:rsidRPr="001B672F">
              <w:t>fire risk and incidents</w:t>
            </w:r>
          </w:p>
          <w:p w14:paraId="594042BC" w14:textId="01A8A6A2" w:rsidR="00F1480E" w:rsidRPr="000754EC" w:rsidRDefault="00291AA1" w:rsidP="00E32FD0">
            <w:pPr>
              <w:pStyle w:val="SIBulletList1"/>
            </w:pPr>
            <w:r w:rsidRPr="001B672F">
              <w:t>personal protective equipment and its fire protection properties</w:t>
            </w:r>
            <w:r w:rsidR="00E32FD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843BDA" w:rsidRDefault="00DA54B5" w:rsidP="001D35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3BD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3A505740" w:rsidR="00DA54B5" w:rsidRPr="001D35F0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11D3352" w:rsidR="00DA54B5" w:rsidRPr="001D35F0" w:rsidRDefault="00DA54B5" w:rsidP="00843B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AC7A47" w:rsidRPr="001D35F0">
              <w:rPr>
                <w:rStyle w:val="SITemporaryText-red"/>
                <w:color w:val="auto"/>
                <w:sz w:val="20"/>
              </w:rPr>
              <w:t>forest or wood products work en</w:t>
            </w:r>
            <w:r w:rsidR="0002518E" w:rsidRPr="001D35F0">
              <w:rPr>
                <w:rStyle w:val="SITemporaryText-red"/>
                <w:color w:val="auto"/>
                <w:sz w:val="20"/>
              </w:rPr>
              <w:t>vironment</w:t>
            </w:r>
            <w:r w:rsidRPr="001D35F0">
              <w:rPr>
                <w:rStyle w:val="SITemporaryText-red"/>
                <w:color w:val="auto"/>
                <w:sz w:val="20"/>
              </w:rPr>
              <w:t xml:space="preserve"> or an environment that accurately represents workplace </w:t>
            </w:r>
            <w:proofErr w:type="gramStart"/>
            <w:r w:rsidRPr="001D35F0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CD1E166" w14:textId="6C515A09" w:rsidR="00DA54B5" w:rsidRPr="001D35F0" w:rsidRDefault="00DA54B5" w:rsidP="00843B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D35F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D35F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07F7F034" w:rsidR="00DA54B5" w:rsidRPr="00F45D09" w:rsidRDefault="00481BEE" w:rsidP="00F45D0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45D09">
              <w:rPr>
                <w:rStyle w:val="SITemporaryText-red"/>
                <w:rFonts w:eastAsia="Calibri"/>
                <w:color w:val="auto"/>
                <w:sz w:val="20"/>
              </w:rPr>
              <w:t>firefighting</w:t>
            </w:r>
            <w:r w:rsidR="00657418" w:rsidRPr="00F45D09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  <w:r w:rsidR="005F4540" w:rsidRPr="00F45D09">
              <w:rPr>
                <w:rStyle w:val="SITemporaryText-red"/>
                <w:rFonts w:eastAsia="Calibri"/>
                <w:color w:val="auto"/>
                <w:sz w:val="20"/>
              </w:rPr>
              <w:t xml:space="preserve"> and materials</w:t>
            </w:r>
          </w:p>
          <w:p w14:paraId="2BAAD210" w14:textId="098E6081" w:rsidR="00657418" w:rsidRPr="00843BDA" w:rsidRDefault="0065741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fire </w:t>
            </w:r>
            <w:r w:rsidR="00481BEE" w:rsidRPr="00843BDA">
              <w:rPr>
                <w:rStyle w:val="SITemporaryText-red"/>
                <w:rFonts w:eastAsia="Calibri"/>
                <w:color w:val="auto"/>
                <w:sz w:val="20"/>
              </w:rPr>
              <w:t>prevention</w:t>
            </w: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 signs and symbols</w:t>
            </w:r>
          </w:p>
          <w:p w14:paraId="3618F8D3" w14:textId="73F8AB52" w:rsidR="00C05EA6" w:rsidRPr="00843BDA" w:rsidRDefault="00C05EA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>access to fire alarms and warning systems</w:t>
            </w:r>
          </w:p>
          <w:p w14:paraId="3D4B0BD2" w14:textId="4C26EC6E" w:rsidR="00DA54B5" w:rsidRPr="001D35F0" w:rsidRDefault="00DA54B5" w:rsidP="00843BD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012E867" w14:textId="44FA5676" w:rsidR="00DA54B5" w:rsidRPr="00843BDA" w:rsidRDefault="00DA54B5" w:rsidP="00843B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access to </w:t>
            </w:r>
            <w:r w:rsidR="00657418"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workplace </w:t>
            </w:r>
            <w:r w:rsidR="006E2698" w:rsidRPr="001D35F0">
              <w:rPr>
                <w:rStyle w:val="SITemporaryText-red"/>
                <w:rFonts w:eastAsia="Calibri"/>
                <w:color w:val="auto"/>
                <w:sz w:val="20"/>
              </w:rPr>
              <w:t>fire prevention and emergency procedures</w:t>
            </w:r>
          </w:p>
          <w:p w14:paraId="48CC19C5" w14:textId="3F141B87" w:rsidR="00481BEE" w:rsidRPr="001D35F0" w:rsidRDefault="000C17B2" w:rsidP="00843BDA">
            <w:pPr>
              <w:pStyle w:val="SIBulletList2"/>
              <w:rPr>
                <w:rFonts w:eastAsia="Calibri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>a</w:t>
            </w:r>
            <w:r w:rsidR="00481BEE" w:rsidRPr="001D35F0">
              <w:rPr>
                <w:rStyle w:val="SITemporaryText-red"/>
                <w:rFonts w:eastAsia="Calibri"/>
                <w:color w:val="auto"/>
                <w:sz w:val="20"/>
              </w:rPr>
              <w:t>ccess to m</w:t>
            </w: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>a</w:t>
            </w:r>
            <w:r w:rsidR="00481BEE"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terial safety data sheets for </w:t>
            </w:r>
            <w:r w:rsidR="00481BEE" w:rsidRPr="00843BDA">
              <w:t>flammable liquids and gases</w:t>
            </w:r>
            <w:r w:rsidRPr="00843BDA">
              <w:t xml:space="preserve"> used in the </w:t>
            </w:r>
            <w:proofErr w:type="gramStart"/>
            <w:r w:rsidRPr="00843BDA">
              <w:t>workplace</w:t>
            </w:r>
            <w:proofErr w:type="gramEnd"/>
          </w:p>
          <w:p w14:paraId="3B55D0A3" w14:textId="461E5922" w:rsidR="004658EC" w:rsidRPr="001D35F0" w:rsidRDefault="004658EC">
            <w:pPr>
              <w:pStyle w:val="SIBulletList2"/>
              <w:rPr>
                <w:rFonts w:eastAsia="Calibri"/>
              </w:rPr>
            </w:pPr>
            <w:r w:rsidRPr="00843BDA">
              <w:t xml:space="preserve">access to workplace housekeeping and maintenance </w:t>
            </w:r>
            <w:r w:rsidR="00C05EA6" w:rsidRPr="00843BDA">
              <w:t>procedures</w:t>
            </w:r>
          </w:p>
          <w:p w14:paraId="154E526F" w14:textId="36AD1701" w:rsidR="00C05EA6" w:rsidRPr="001D35F0" w:rsidRDefault="00C05EA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>access to workplace document for recording fire risks and incidents</w:t>
            </w:r>
            <w:r w:rsidR="004D717E">
              <w:rPr>
                <w:rStyle w:val="SITemporaryText-red"/>
              </w:rPr>
              <w:t>.</w:t>
            </w:r>
          </w:p>
          <w:p w14:paraId="3DE0592A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62C97D78" w14:textId="77777777" w:rsidR="00DA54B5" w:rsidRPr="001D35F0" w:rsidRDefault="00DA54B5" w:rsidP="00843B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F4564CF" w:rsidR="00DA54B5" w:rsidRPr="00DA54B5" w:rsidRDefault="00DA54B5" w:rsidP="006E269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63E63" w14:textId="77777777" w:rsidR="004C6904" w:rsidRDefault="004C6904" w:rsidP="00BF3F0A">
      <w:r>
        <w:separator/>
      </w:r>
    </w:p>
    <w:p w14:paraId="3DC44D2F" w14:textId="77777777" w:rsidR="004C6904" w:rsidRDefault="004C6904"/>
  </w:endnote>
  <w:endnote w:type="continuationSeparator" w:id="0">
    <w:p w14:paraId="4121CF60" w14:textId="77777777" w:rsidR="004C6904" w:rsidRDefault="004C6904" w:rsidP="00BF3F0A">
      <w:r>
        <w:continuationSeparator/>
      </w:r>
    </w:p>
    <w:p w14:paraId="491D61C7" w14:textId="77777777" w:rsidR="004C6904" w:rsidRDefault="004C69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B129D" w14:textId="77777777" w:rsidR="004C6904" w:rsidRDefault="004C6904" w:rsidP="00BF3F0A">
      <w:r>
        <w:separator/>
      </w:r>
    </w:p>
    <w:p w14:paraId="6035D60B" w14:textId="77777777" w:rsidR="004C6904" w:rsidRDefault="004C6904"/>
  </w:footnote>
  <w:footnote w:type="continuationSeparator" w:id="0">
    <w:p w14:paraId="0B3A5926" w14:textId="77777777" w:rsidR="004C6904" w:rsidRDefault="004C6904" w:rsidP="00BF3F0A">
      <w:r>
        <w:continuationSeparator/>
      </w:r>
    </w:p>
    <w:p w14:paraId="587AB99B" w14:textId="77777777" w:rsidR="004C6904" w:rsidRDefault="004C69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26DF5D" w:rsidR="009C2650" w:rsidRPr="00B07F87" w:rsidRDefault="00B07F87" w:rsidP="00B07F87">
    <w:pPr>
      <w:pStyle w:val="SIText"/>
    </w:pPr>
    <w:r w:rsidRPr="00B07F87">
      <w:t>FWPCOR2</w:t>
    </w:r>
    <w:r w:rsidRPr="00B07F87">
      <w:rPr>
        <w:rStyle w:val="SITemporaryText-red"/>
        <w:color w:val="auto"/>
        <w:sz w:val="20"/>
      </w:rPr>
      <w:t>XXX</w:t>
    </w:r>
    <w:r w:rsidR="00390C96" w:rsidRPr="00B07F87">
      <w:t xml:space="preserve"> </w:t>
    </w:r>
    <w:r w:rsidR="00291AA1" w:rsidRPr="00B07F87">
      <w:t xml:space="preserve">Follow fire prevention </w:t>
    </w:r>
    <w:proofErr w:type="gramStart"/>
    <w:r w:rsidR="00291AA1" w:rsidRPr="00B07F87">
      <w:t>procedures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4D42D2"/>
    <w:multiLevelType w:val="multilevel"/>
    <w:tmpl w:val="48BA6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403F7"/>
    <w:multiLevelType w:val="multilevel"/>
    <w:tmpl w:val="B458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331A51"/>
    <w:multiLevelType w:val="multilevel"/>
    <w:tmpl w:val="97284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48105B"/>
    <w:multiLevelType w:val="multilevel"/>
    <w:tmpl w:val="497C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7054F"/>
    <w:multiLevelType w:val="multilevel"/>
    <w:tmpl w:val="B4E67F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67041"/>
    <w:multiLevelType w:val="multilevel"/>
    <w:tmpl w:val="9D0EA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91492"/>
    <w:multiLevelType w:val="multilevel"/>
    <w:tmpl w:val="D538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4A0867"/>
    <w:multiLevelType w:val="multilevel"/>
    <w:tmpl w:val="29D8B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8C5B24"/>
    <w:multiLevelType w:val="multilevel"/>
    <w:tmpl w:val="7CFE8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CF46B4"/>
    <w:multiLevelType w:val="multilevel"/>
    <w:tmpl w:val="52062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087869"/>
    <w:multiLevelType w:val="multilevel"/>
    <w:tmpl w:val="540A8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8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6"/>
  </w:num>
  <w:num w:numId="10">
    <w:abstractNumId w:val="19"/>
  </w:num>
  <w:num w:numId="11">
    <w:abstractNumId w:val="25"/>
  </w:num>
  <w:num w:numId="12">
    <w:abstractNumId w:val="22"/>
  </w:num>
  <w:num w:numId="13">
    <w:abstractNumId w:val="29"/>
  </w:num>
  <w:num w:numId="14">
    <w:abstractNumId w:val="5"/>
  </w:num>
  <w:num w:numId="15">
    <w:abstractNumId w:val="6"/>
  </w:num>
  <w:num w:numId="16">
    <w:abstractNumId w:val="30"/>
  </w:num>
  <w:num w:numId="17">
    <w:abstractNumId w:val="16"/>
  </w:num>
  <w:num w:numId="18">
    <w:abstractNumId w:val="7"/>
  </w:num>
  <w:num w:numId="19">
    <w:abstractNumId w:val="3"/>
  </w:num>
  <w:num w:numId="20">
    <w:abstractNumId w:val="12"/>
  </w:num>
  <w:num w:numId="21">
    <w:abstractNumId w:val="20"/>
  </w:num>
  <w:num w:numId="22">
    <w:abstractNumId w:val="21"/>
  </w:num>
  <w:num w:numId="23">
    <w:abstractNumId w:val="18"/>
  </w:num>
  <w:num w:numId="24">
    <w:abstractNumId w:val="10"/>
  </w:num>
  <w:num w:numId="25">
    <w:abstractNumId w:val="27"/>
  </w:num>
  <w:num w:numId="26">
    <w:abstractNumId w:val="17"/>
  </w:num>
  <w:num w:numId="27">
    <w:abstractNumId w:val="15"/>
  </w:num>
  <w:num w:numId="28">
    <w:abstractNumId w:val="23"/>
  </w:num>
  <w:num w:numId="29">
    <w:abstractNumId w:val="11"/>
  </w:num>
  <w:num w:numId="30">
    <w:abstractNumId w:val="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sLQwMbcwMzIwMzRU0lEKTi0uzszPAykwqQUA0nU4SS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518E"/>
    <w:rsid w:val="000275AE"/>
    <w:rsid w:val="0003279A"/>
    <w:rsid w:val="00041E59"/>
    <w:rsid w:val="00064BFE"/>
    <w:rsid w:val="00070B3E"/>
    <w:rsid w:val="00071F95"/>
    <w:rsid w:val="000737BB"/>
    <w:rsid w:val="00074E47"/>
    <w:rsid w:val="000754EC"/>
    <w:rsid w:val="0009093B"/>
    <w:rsid w:val="000A37C2"/>
    <w:rsid w:val="000A5441"/>
    <w:rsid w:val="000B2022"/>
    <w:rsid w:val="000C149A"/>
    <w:rsid w:val="000C17B2"/>
    <w:rsid w:val="000C224E"/>
    <w:rsid w:val="000E25E6"/>
    <w:rsid w:val="000E2C86"/>
    <w:rsid w:val="000E46B8"/>
    <w:rsid w:val="000F29F2"/>
    <w:rsid w:val="00101659"/>
    <w:rsid w:val="00105AEA"/>
    <w:rsid w:val="001078BF"/>
    <w:rsid w:val="00124724"/>
    <w:rsid w:val="00132A5A"/>
    <w:rsid w:val="00133957"/>
    <w:rsid w:val="001372F6"/>
    <w:rsid w:val="00144385"/>
    <w:rsid w:val="00146EEC"/>
    <w:rsid w:val="00151D55"/>
    <w:rsid w:val="00151D93"/>
    <w:rsid w:val="00156EF3"/>
    <w:rsid w:val="0016600C"/>
    <w:rsid w:val="00176E4F"/>
    <w:rsid w:val="0018546B"/>
    <w:rsid w:val="001A5BBD"/>
    <w:rsid w:val="001A6A3E"/>
    <w:rsid w:val="001A7B6D"/>
    <w:rsid w:val="001B1180"/>
    <w:rsid w:val="001B34D5"/>
    <w:rsid w:val="001B513A"/>
    <w:rsid w:val="001B672F"/>
    <w:rsid w:val="001C0A75"/>
    <w:rsid w:val="001C1306"/>
    <w:rsid w:val="001D30EB"/>
    <w:rsid w:val="001D35F0"/>
    <w:rsid w:val="001D5C1B"/>
    <w:rsid w:val="001D7514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544"/>
    <w:rsid w:val="00233143"/>
    <w:rsid w:val="00234444"/>
    <w:rsid w:val="00242293"/>
    <w:rsid w:val="00244EA7"/>
    <w:rsid w:val="00255998"/>
    <w:rsid w:val="00262FC3"/>
    <w:rsid w:val="0026394F"/>
    <w:rsid w:val="00264E0F"/>
    <w:rsid w:val="00267AF6"/>
    <w:rsid w:val="00276DB8"/>
    <w:rsid w:val="00282664"/>
    <w:rsid w:val="00285BAB"/>
    <w:rsid w:val="00285FB8"/>
    <w:rsid w:val="00291AA1"/>
    <w:rsid w:val="002970C3"/>
    <w:rsid w:val="002A4CD3"/>
    <w:rsid w:val="002A6CC4"/>
    <w:rsid w:val="002B5942"/>
    <w:rsid w:val="002C55E9"/>
    <w:rsid w:val="002D0C8B"/>
    <w:rsid w:val="002D330A"/>
    <w:rsid w:val="002E170C"/>
    <w:rsid w:val="002E193E"/>
    <w:rsid w:val="002E26A4"/>
    <w:rsid w:val="002E672C"/>
    <w:rsid w:val="002F6751"/>
    <w:rsid w:val="00305EFF"/>
    <w:rsid w:val="00310A6A"/>
    <w:rsid w:val="003144E6"/>
    <w:rsid w:val="0032049A"/>
    <w:rsid w:val="00321C7E"/>
    <w:rsid w:val="003354FE"/>
    <w:rsid w:val="00337E82"/>
    <w:rsid w:val="00344348"/>
    <w:rsid w:val="0034629C"/>
    <w:rsid w:val="00346FDC"/>
    <w:rsid w:val="00350BB1"/>
    <w:rsid w:val="00352C83"/>
    <w:rsid w:val="00366805"/>
    <w:rsid w:val="0037067D"/>
    <w:rsid w:val="00372C2B"/>
    <w:rsid w:val="00373436"/>
    <w:rsid w:val="003841BD"/>
    <w:rsid w:val="0038440D"/>
    <w:rsid w:val="00385252"/>
    <w:rsid w:val="0038735B"/>
    <w:rsid w:val="00390C96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21D"/>
    <w:rsid w:val="003D2B9A"/>
    <w:rsid w:val="003D2E73"/>
    <w:rsid w:val="003E72B6"/>
    <w:rsid w:val="003E7BBE"/>
    <w:rsid w:val="00412620"/>
    <w:rsid w:val="004127E3"/>
    <w:rsid w:val="0043212E"/>
    <w:rsid w:val="00434366"/>
    <w:rsid w:val="00434ECE"/>
    <w:rsid w:val="00442793"/>
    <w:rsid w:val="00444423"/>
    <w:rsid w:val="00446C03"/>
    <w:rsid w:val="00451CF0"/>
    <w:rsid w:val="00452F3E"/>
    <w:rsid w:val="0046239A"/>
    <w:rsid w:val="004640AE"/>
    <w:rsid w:val="004658EC"/>
    <w:rsid w:val="004679E3"/>
    <w:rsid w:val="00475172"/>
    <w:rsid w:val="004758B0"/>
    <w:rsid w:val="00481BEE"/>
    <w:rsid w:val="004832D2"/>
    <w:rsid w:val="00485559"/>
    <w:rsid w:val="004A00EE"/>
    <w:rsid w:val="004A142B"/>
    <w:rsid w:val="004A3860"/>
    <w:rsid w:val="004A44E8"/>
    <w:rsid w:val="004A581D"/>
    <w:rsid w:val="004A7706"/>
    <w:rsid w:val="004A77E3"/>
    <w:rsid w:val="004B1849"/>
    <w:rsid w:val="004B1ABB"/>
    <w:rsid w:val="004B29B7"/>
    <w:rsid w:val="004B7A28"/>
    <w:rsid w:val="004C2244"/>
    <w:rsid w:val="004C6904"/>
    <w:rsid w:val="004C79A1"/>
    <w:rsid w:val="004D0D5F"/>
    <w:rsid w:val="004D1569"/>
    <w:rsid w:val="004D2037"/>
    <w:rsid w:val="004D44B1"/>
    <w:rsid w:val="004D717E"/>
    <w:rsid w:val="004E0460"/>
    <w:rsid w:val="004E1579"/>
    <w:rsid w:val="004E5FAE"/>
    <w:rsid w:val="004E6245"/>
    <w:rsid w:val="004E6741"/>
    <w:rsid w:val="004E7094"/>
    <w:rsid w:val="004F5DC7"/>
    <w:rsid w:val="004F78DA"/>
    <w:rsid w:val="0050344F"/>
    <w:rsid w:val="005145AB"/>
    <w:rsid w:val="00520E9A"/>
    <w:rsid w:val="005230B7"/>
    <w:rsid w:val="005248C1"/>
    <w:rsid w:val="00525BA6"/>
    <w:rsid w:val="00526134"/>
    <w:rsid w:val="00540257"/>
    <w:rsid w:val="005405B2"/>
    <w:rsid w:val="005427C8"/>
    <w:rsid w:val="005446D1"/>
    <w:rsid w:val="00556C4C"/>
    <w:rsid w:val="00557369"/>
    <w:rsid w:val="00557D22"/>
    <w:rsid w:val="005640A0"/>
    <w:rsid w:val="00564ADD"/>
    <w:rsid w:val="005708EB"/>
    <w:rsid w:val="00575BC6"/>
    <w:rsid w:val="005769F5"/>
    <w:rsid w:val="00583605"/>
    <w:rsid w:val="00583902"/>
    <w:rsid w:val="00585EEA"/>
    <w:rsid w:val="00587E73"/>
    <w:rsid w:val="005A1D70"/>
    <w:rsid w:val="005A3AA5"/>
    <w:rsid w:val="005A6C9C"/>
    <w:rsid w:val="005A74DC"/>
    <w:rsid w:val="005B39BE"/>
    <w:rsid w:val="005B5146"/>
    <w:rsid w:val="005D160C"/>
    <w:rsid w:val="005D1AFD"/>
    <w:rsid w:val="005D4208"/>
    <w:rsid w:val="005E51E6"/>
    <w:rsid w:val="005E7B13"/>
    <w:rsid w:val="005F027A"/>
    <w:rsid w:val="005F33CC"/>
    <w:rsid w:val="005F4540"/>
    <w:rsid w:val="005F771F"/>
    <w:rsid w:val="00610C70"/>
    <w:rsid w:val="006121D4"/>
    <w:rsid w:val="00613B49"/>
    <w:rsid w:val="00615EE4"/>
    <w:rsid w:val="00616845"/>
    <w:rsid w:val="00620E8E"/>
    <w:rsid w:val="00626830"/>
    <w:rsid w:val="00633CFE"/>
    <w:rsid w:val="00634FCA"/>
    <w:rsid w:val="00643D1B"/>
    <w:rsid w:val="006452B8"/>
    <w:rsid w:val="00651F07"/>
    <w:rsid w:val="00652E62"/>
    <w:rsid w:val="00657418"/>
    <w:rsid w:val="00666ECF"/>
    <w:rsid w:val="00676603"/>
    <w:rsid w:val="00686A49"/>
    <w:rsid w:val="00687B62"/>
    <w:rsid w:val="006907A8"/>
    <w:rsid w:val="00690C44"/>
    <w:rsid w:val="006969D9"/>
    <w:rsid w:val="006A2B68"/>
    <w:rsid w:val="006C2F32"/>
    <w:rsid w:val="006C546B"/>
    <w:rsid w:val="006C6094"/>
    <w:rsid w:val="006D1AF9"/>
    <w:rsid w:val="006D38C3"/>
    <w:rsid w:val="006D4448"/>
    <w:rsid w:val="006D6DFD"/>
    <w:rsid w:val="006E2698"/>
    <w:rsid w:val="006E2C4D"/>
    <w:rsid w:val="006E42FE"/>
    <w:rsid w:val="006F0D02"/>
    <w:rsid w:val="006F10FE"/>
    <w:rsid w:val="006F3622"/>
    <w:rsid w:val="007029A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1C8"/>
    <w:rsid w:val="00744106"/>
    <w:rsid w:val="007444CF"/>
    <w:rsid w:val="00751F7E"/>
    <w:rsid w:val="00752C75"/>
    <w:rsid w:val="00757005"/>
    <w:rsid w:val="00761DBE"/>
    <w:rsid w:val="0076285E"/>
    <w:rsid w:val="0076523B"/>
    <w:rsid w:val="00771B60"/>
    <w:rsid w:val="00781D77"/>
    <w:rsid w:val="00783549"/>
    <w:rsid w:val="007860B7"/>
    <w:rsid w:val="00786DC8"/>
    <w:rsid w:val="00787ABC"/>
    <w:rsid w:val="00794533"/>
    <w:rsid w:val="007A300D"/>
    <w:rsid w:val="007D1F2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D20"/>
    <w:rsid w:val="00830267"/>
    <w:rsid w:val="008306E7"/>
    <w:rsid w:val="008322BE"/>
    <w:rsid w:val="00834BC8"/>
    <w:rsid w:val="00837FD6"/>
    <w:rsid w:val="00843BDA"/>
    <w:rsid w:val="00847B60"/>
    <w:rsid w:val="00850243"/>
    <w:rsid w:val="00851BE5"/>
    <w:rsid w:val="008545EB"/>
    <w:rsid w:val="00865011"/>
    <w:rsid w:val="00886790"/>
    <w:rsid w:val="008908DE"/>
    <w:rsid w:val="00893BE3"/>
    <w:rsid w:val="0089616A"/>
    <w:rsid w:val="008A12ED"/>
    <w:rsid w:val="008A39D3"/>
    <w:rsid w:val="008B2C77"/>
    <w:rsid w:val="008B4AD2"/>
    <w:rsid w:val="008B7138"/>
    <w:rsid w:val="008D572D"/>
    <w:rsid w:val="008E260C"/>
    <w:rsid w:val="008E39BE"/>
    <w:rsid w:val="008E62EC"/>
    <w:rsid w:val="008F32F6"/>
    <w:rsid w:val="00904A0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597"/>
    <w:rsid w:val="00980A6C"/>
    <w:rsid w:val="00997876"/>
    <w:rsid w:val="00997BFC"/>
    <w:rsid w:val="009A5900"/>
    <w:rsid w:val="009A6E6C"/>
    <w:rsid w:val="009A6F3F"/>
    <w:rsid w:val="009B331A"/>
    <w:rsid w:val="009C2650"/>
    <w:rsid w:val="009D036E"/>
    <w:rsid w:val="009D15E2"/>
    <w:rsid w:val="009D15FE"/>
    <w:rsid w:val="009D5D2C"/>
    <w:rsid w:val="009D7D8C"/>
    <w:rsid w:val="009F0DCC"/>
    <w:rsid w:val="009F11CA"/>
    <w:rsid w:val="00A0695B"/>
    <w:rsid w:val="00A13052"/>
    <w:rsid w:val="00A216A8"/>
    <w:rsid w:val="00A223A6"/>
    <w:rsid w:val="00A31832"/>
    <w:rsid w:val="00A3639E"/>
    <w:rsid w:val="00A458F0"/>
    <w:rsid w:val="00A5092E"/>
    <w:rsid w:val="00A554D6"/>
    <w:rsid w:val="00A56E14"/>
    <w:rsid w:val="00A6476B"/>
    <w:rsid w:val="00A76C6C"/>
    <w:rsid w:val="00A80412"/>
    <w:rsid w:val="00A87356"/>
    <w:rsid w:val="00A92C2C"/>
    <w:rsid w:val="00A92DD1"/>
    <w:rsid w:val="00AA08FE"/>
    <w:rsid w:val="00AA5338"/>
    <w:rsid w:val="00AB1B8E"/>
    <w:rsid w:val="00AB3431"/>
    <w:rsid w:val="00AB3EC1"/>
    <w:rsid w:val="00AB46DE"/>
    <w:rsid w:val="00AB51ED"/>
    <w:rsid w:val="00AC0696"/>
    <w:rsid w:val="00AC2539"/>
    <w:rsid w:val="00AC4C98"/>
    <w:rsid w:val="00AC5F6B"/>
    <w:rsid w:val="00AC7A47"/>
    <w:rsid w:val="00AD3896"/>
    <w:rsid w:val="00AD5B47"/>
    <w:rsid w:val="00AE1ED9"/>
    <w:rsid w:val="00AE32CB"/>
    <w:rsid w:val="00AF3957"/>
    <w:rsid w:val="00B0712C"/>
    <w:rsid w:val="00B07F87"/>
    <w:rsid w:val="00B12013"/>
    <w:rsid w:val="00B17795"/>
    <w:rsid w:val="00B22C67"/>
    <w:rsid w:val="00B32055"/>
    <w:rsid w:val="00B3508F"/>
    <w:rsid w:val="00B42230"/>
    <w:rsid w:val="00B443EE"/>
    <w:rsid w:val="00B560C8"/>
    <w:rsid w:val="00B61150"/>
    <w:rsid w:val="00B65BC7"/>
    <w:rsid w:val="00B746B9"/>
    <w:rsid w:val="00B8241F"/>
    <w:rsid w:val="00B848D4"/>
    <w:rsid w:val="00B865B7"/>
    <w:rsid w:val="00B91B97"/>
    <w:rsid w:val="00B94E23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866"/>
    <w:rsid w:val="00C05EA6"/>
    <w:rsid w:val="00C14250"/>
    <w:rsid w:val="00C143C3"/>
    <w:rsid w:val="00C1739B"/>
    <w:rsid w:val="00C21ADE"/>
    <w:rsid w:val="00C26067"/>
    <w:rsid w:val="00C30A29"/>
    <w:rsid w:val="00C317DC"/>
    <w:rsid w:val="00C573B2"/>
    <w:rsid w:val="00C578E9"/>
    <w:rsid w:val="00C61486"/>
    <w:rsid w:val="00C70626"/>
    <w:rsid w:val="00C72860"/>
    <w:rsid w:val="00C73582"/>
    <w:rsid w:val="00C73B90"/>
    <w:rsid w:val="00C742EC"/>
    <w:rsid w:val="00C82D33"/>
    <w:rsid w:val="00C96AF3"/>
    <w:rsid w:val="00C97CCC"/>
    <w:rsid w:val="00CA0274"/>
    <w:rsid w:val="00CA139A"/>
    <w:rsid w:val="00CB746F"/>
    <w:rsid w:val="00CC451E"/>
    <w:rsid w:val="00CD4E9D"/>
    <w:rsid w:val="00CD4F4D"/>
    <w:rsid w:val="00CE625B"/>
    <w:rsid w:val="00CE7D19"/>
    <w:rsid w:val="00CF0CF5"/>
    <w:rsid w:val="00CF2B3E"/>
    <w:rsid w:val="00D01803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2124"/>
    <w:rsid w:val="00D4622B"/>
    <w:rsid w:val="00D54C76"/>
    <w:rsid w:val="00D551C2"/>
    <w:rsid w:val="00D632BB"/>
    <w:rsid w:val="00D71E43"/>
    <w:rsid w:val="00D7258F"/>
    <w:rsid w:val="00D727F3"/>
    <w:rsid w:val="00D73695"/>
    <w:rsid w:val="00D75EC9"/>
    <w:rsid w:val="00D810DE"/>
    <w:rsid w:val="00D8370F"/>
    <w:rsid w:val="00D87D32"/>
    <w:rsid w:val="00D91188"/>
    <w:rsid w:val="00D92C83"/>
    <w:rsid w:val="00DA0A81"/>
    <w:rsid w:val="00DA3C10"/>
    <w:rsid w:val="00DA53B5"/>
    <w:rsid w:val="00DA54B5"/>
    <w:rsid w:val="00DA74CB"/>
    <w:rsid w:val="00DC1D69"/>
    <w:rsid w:val="00DC5A3A"/>
    <w:rsid w:val="00DD0726"/>
    <w:rsid w:val="00DE552C"/>
    <w:rsid w:val="00E238E6"/>
    <w:rsid w:val="00E32FD0"/>
    <w:rsid w:val="00E34CD8"/>
    <w:rsid w:val="00E35064"/>
    <w:rsid w:val="00E3681D"/>
    <w:rsid w:val="00E37992"/>
    <w:rsid w:val="00E40225"/>
    <w:rsid w:val="00E501F0"/>
    <w:rsid w:val="00E6166D"/>
    <w:rsid w:val="00E66642"/>
    <w:rsid w:val="00E77046"/>
    <w:rsid w:val="00E82308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4D0D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D09"/>
    <w:rsid w:val="00F5616F"/>
    <w:rsid w:val="00F56451"/>
    <w:rsid w:val="00F56827"/>
    <w:rsid w:val="00F56FC3"/>
    <w:rsid w:val="00F573DE"/>
    <w:rsid w:val="00F62866"/>
    <w:rsid w:val="00F65EF0"/>
    <w:rsid w:val="00F71651"/>
    <w:rsid w:val="00F76191"/>
    <w:rsid w:val="00F76CC6"/>
    <w:rsid w:val="00F8149F"/>
    <w:rsid w:val="00F83D7C"/>
    <w:rsid w:val="00FA66F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83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4427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77CB6-95A2-4FD6-992D-C800CEF00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D114C3-741A-42BC-928D-85695BE9C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164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126</cp:revision>
  <cp:lastPrinted>2016-05-27T05:21:00Z</cp:lastPrinted>
  <dcterms:created xsi:type="dcterms:W3CDTF">2020-08-25T06:08:00Z</dcterms:created>
  <dcterms:modified xsi:type="dcterms:W3CDTF">2021-05-06T06:29:00Z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