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DF93D" w14:textId="77777777" w:rsidR="00561F08" w:rsidRDefault="00561F08" w:rsidP="00F07C48">
      <w:pPr>
        <w:pStyle w:val="SIText"/>
      </w:pPr>
    </w:p>
    <w:p w14:paraId="793F5BE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77BBE4" w14:textId="77777777" w:rsidTr="00EA116F">
        <w:tc>
          <w:tcPr>
            <w:tcW w:w="2689" w:type="dxa"/>
          </w:tcPr>
          <w:p w14:paraId="0EB64082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D571B4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4978FE86" w14:textId="77777777" w:rsidTr="00EA116F">
        <w:tc>
          <w:tcPr>
            <w:tcW w:w="2689" w:type="dxa"/>
          </w:tcPr>
          <w:p w14:paraId="676FE7D4" w14:textId="381DB07C" w:rsidR="00F1480E" w:rsidRPr="00205F8D" w:rsidRDefault="00F1480E" w:rsidP="00205F8D">
            <w:pPr>
              <w:pStyle w:val="SIText"/>
            </w:pPr>
            <w:r w:rsidRPr="00CC451E">
              <w:t>Release</w:t>
            </w:r>
            <w:r w:rsidR="00337E82" w:rsidRPr="00205F8D">
              <w:t xml:space="preserve"> </w:t>
            </w:r>
            <w:r w:rsidR="002317DC">
              <w:t>1</w:t>
            </w:r>
          </w:p>
        </w:tc>
        <w:tc>
          <w:tcPr>
            <w:tcW w:w="6939" w:type="dxa"/>
          </w:tcPr>
          <w:p w14:paraId="4B1D98BA" w14:textId="7DCA7C7C" w:rsidR="00F1480E" w:rsidRPr="00205F8D" w:rsidRDefault="002317DC" w:rsidP="00205F8D">
            <w:pPr>
              <w:pStyle w:val="SIText"/>
            </w:pPr>
            <w:r w:rsidRPr="002317DC">
              <w:t>This version released with AHC Agriculture, Horticulture and Conservation and Land Management Training Package Version 6.0.</w:t>
            </w:r>
          </w:p>
        </w:tc>
      </w:tr>
    </w:tbl>
    <w:p w14:paraId="41C9242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C5DE00" w14:textId="77777777" w:rsidTr="000D7BE6">
        <w:tc>
          <w:tcPr>
            <w:tcW w:w="1396" w:type="pct"/>
            <w:shd w:val="clear" w:color="auto" w:fill="auto"/>
          </w:tcPr>
          <w:p w14:paraId="5C7E002E" w14:textId="69747A2B" w:rsidR="00F1480E" w:rsidRPr="00205F8D" w:rsidRDefault="0063242B" w:rsidP="00205F8D">
            <w:pPr>
              <w:pStyle w:val="SIQUALCODE"/>
            </w:pPr>
            <w:r>
              <w:t>AHC3</w:t>
            </w:r>
            <w:r w:rsidR="00D2259D">
              <w:t>XX21</w:t>
            </w:r>
          </w:p>
        </w:tc>
        <w:tc>
          <w:tcPr>
            <w:tcW w:w="3604" w:type="pct"/>
            <w:shd w:val="clear" w:color="auto" w:fill="auto"/>
          </w:tcPr>
          <w:p w14:paraId="68D9CE22" w14:textId="347FC10D" w:rsidR="00F1480E" w:rsidRPr="00205F8D" w:rsidRDefault="0063242B" w:rsidP="00205F8D">
            <w:pPr>
              <w:pStyle w:val="SIQUALtitle"/>
            </w:pPr>
            <w:r>
              <w:t>Certificate III in Dairy Production</w:t>
            </w:r>
            <w:r w:rsidR="00A772D9">
              <w:t xml:space="preserve"> </w:t>
            </w:r>
          </w:p>
        </w:tc>
      </w:tr>
      <w:tr w:rsidR="00A772D9" w:rsidRPr="00963A46" w14:paraId="7DD6D20D" w14:textId="77777777" w:rsidTr="000D7BE6">
        <w:tc>
          <w:tcPr>
            <w:tcW w:w="5000" w:type="pct"/>
            <w:gridSpan w:val="2"/>
            <w:shd w:val="clear" w:color="auto" w:fill="auto"/>
          </w:tcPr>
          <w:p w14:paraId="6FE24BD6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53674EF7" w14:textId="3C49E618" w:rsidR="002317DC" w:rsidRDefault="006272FE" w:rsidP="009A0400">
            <w:pPr>
              <w:pStyle w:val="SIText"/>
            </w:pPr>
            <w:r w:rsidRPr="006272FE">
              <w:t xml:space="preserve">This qualification </w:t>
            </w:r>
            <w:r w:rsidR="002317DC">
              <w:t xml:space="preserve">reflects the role of individuals who </w:t>
            </w:r>
            <w:r w:rsidR="00F03FE6">
              <w:t xml:space="preserve">work as </w:t>
            </w:r>
            <w:r w:rsidR="002317DC">
              <w:t>farm hands</w:t>
            </w:r>
            <w:r w:rsidRPr="006272FE">
              <w:t xml:space="preserve"> in the dairy </w:t>
            </w:r>
            <w:r w:rsidR="00FD3A0E">
              <w:t xml:space="preserve">production </w:t>
            </w:r>
            <w:r w:rsidRPr="006272FE">
              <w:t xml:space="preserve">industry. </w:t>
            </w:r>
            <w:r w:rsidR="002317DC">
              <w:t xml:space="preserve">In this role, these individuals </w:t>
            </w:r>
            <w:r w:rsidR="006505E4">
              <w:t>have responsibilities for undertaking a</w:t>
            </w:r>
            <w:r w:rsidR="00943B41">
              <w:t xml:space="preserve"> wide</w:t>
            </w:r>
            <w:r w:rsidR="006505E4">
              <w:t xml:space="preserve"> range of skilled work on a dairy farm</w:t>
            </w:r>
            <w:r w:rsidR="00943B41">
              <w:t xml:space="preserve"> </w:t>
            </w:r>
            <w:r w:rsidR="00882BE0">
              <w:t xml:space="preserve">with limited supervision. Work includes </w:t>
            </w:r>
            <w:r w:rsidR="004D35D5">
              <w:t>caring for</w:t>
            </w:r>
            <w:r w:rsidR="00A32C7A">
              <w:t>, and monitoring health of livestock,</w:t>
            </w:r>
            <w:r w:rsidR="004D35D5">
              <w:t xml:space="preserve"> overseeing the harvesting of </w:t>
            </w:r>
            <w:r w:rsidR="00FC5822">
              <w:t>livestock</w:t>
            </w:r>
            <w:r w:rsidR="004D35D5">
              <w:t xml:space="preserve"> milk</w:t>
            </w:r>
            <w:r w:rsidR="00A32C7A">
              <w:t xml:space="preserve"> and </w:t>
            </w:r>
            <w:r w:rsidR="004D35D5">
              <w:t>maintaining milking equipmen</w:t>
            </w:r>
            <w:r w:rsidR="009732A3">
              <w:t xml:space="preserve">t and facilities to ensure maximum </w:t>
            </w:r>
            <w:r w:rsidR="00A32C7A">
              <w:t xml:space="preserve">and </w:t>
            </w:r>
            <w:r w:rsidR="00A37B1B">
              <w:t>high-quality</w:t>
            </w:r>
            <w:r w:rsidR="00A32C7A">
              <w:t xml:space="preserve"> </w:t>
            </w:r>
            <w:r w:rsidR="009732A3">
              <w:t>production.</w:t>
            </w:r>
          </w:p>
          <w:p w14:paraId="58E235A1" w14:textId="77777777" w:rsidR="002317DC" w:rsidRDefault="002317DC" w:rsidP="00F03FE6">
            <w:pPr>
              <w:pStyle w:val="SIText"/>
            </w:pPr>
          </w:p>
          <w:p w14:paraId="1DE51894" w14:textId="77777777" w:rsidR="00F03FE6" w:rsidRPr="00F03FE6" w:rsidRDefault="00F03FE6" w:rsidP="00FD3A0E">
            <w:pPr>
              <w:pStyle w:val="SIText"/>
            </w:pPr>
            <w:r w:rsidRPr="00F03FE6">
              <w:t>All work 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7CED7CDD" w14:textId="77777777" w:rsidR="00F03FE6" w:rsidRDefault="00F03FE6" w:rsidP="009A0400">
            <w:pPr>
              <w:pStyle w:val="SIText"/>
            </w:pPr>
          </w:p>
          <w:p w14:paraId="7ACD4614" w14:textId="5EEB1E12" w:rsidR="006272FE" w:rsidRPr="006272FE" w:rsidRDefault="006272FE" w:rsidP="009A0400">
            <w:pPr>
              <w:pStyle w:val="SIText"/>
            </w:pPr>
            <w:r w:rsidRPr="006272FE">
              <w:t>No occupational licensing, legislative or certification requirements apply to this qualification at the time of publication.</w:t>
            </w:r>
          </w:p>
          <w:p w14:paraId="30065425" w14:textId="77777777" w:rsidR="00A772D9" w:rsidRPr="00205F8D" w:rsidRDefault="00A772D9" w:rsidP="006272FE">
            <w:pPr>
              <w:pStyle w:val="SIText"/>
            </w:pPr>
          </w:p>
        </w:tc>
      </w:tr>
      <w:tr w:rsidR="00A772D9" w:rsidRPr="00963A46" w14:paraId="5BBDC7A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54528EC" w14:textId="77777777" w:rsidR="00E048B1" w:rsidRDefault="00A772D9" w:rsidP="006272FE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93FA44D" w14:textId="77777777" w:rsidR="006272FE" w:rsidRPr="006272FE" w:rsidRDefault="006272FE" w:rsidP="006272FE">
            <w:pPr>
              <w:rPr>
                <w:lang w:eastAsia="en-US"/>
              </w:rPr>
            </w:pPr>
          </w:p>
          <w:p w14:paraId="598EEB26" w14:textId="77777777" w:rsidR="004B2A2B" w:rsidRPr="009A0400" w:rsidRDefault="00856837" w:rsidP="009A0400">
            <w:pPr>
              <w:pStyle w:val="SIText"/>
            </w:pPr>
            <w:r w:rsidRPr="009A0400">
              <w:t>There are no</w:t>
            </w:r>
            <w:r w:rsidR="0028003F" w:rsidRPr="009A0400">
              <w:t xml:space="preserve"> </w:t>
            </w:r>
            <w:r w:rsidRPr="009A0400">
              <w:t>entry requir</w:t>
            </w:r>
            <w:r w:rsidR="004B2A2B" w:rsidRPr="009A0400">
              <w:t>ements for this qualification.</w:t>
            </w:r>
          </w:p>
          <w:p w14:paraId="5ADFEE1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7873BCCE" w14:textId="77777777" w:rsidTr="009A0400">
        <w:trPr>
          <w:trHeight w:val="5092"/>
        </w:trPr>
        <w:tc>
          <w:tcPr>
            <w:tcW w:w="5000" w:type="pct"/>
            <w:gridSpan w:val="2"/>
            <w:shd w:val="clear" w:color="auto" w:fill="auto"/>
          </w:tcPr>
          <w:p w14:paraId="1AA1A066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45932226" w14:textId="77777777" w:rsidR="004270D2" w:rsidRPr="00205F8D" w:rsidRDefault="004270D2" w:rsidP="00205F8D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91F561" w14:textId="77777777" w:rsidR="004270D2" w:rsidRPr="00205F8D" w:rsidRDefault="006272FE" w:rsidP="00205F8D">
            <w:pPr>
              <w:pStyle w:val="SIBulletList1"/>
            </w:pPr>
            <w:r>
              <w:t>17</w:t>
            </w:r>
            <w:r w:rsidR="004270D2">
              <w:t xml:space="preserve"> units of competency:</w:t>
            </w:r>
          </w:p>
          <w:p w14:paraId="527F6174" w14:textId="716F4125" w:rsidR="004270D2" w:rsidRPr="00205F8D" w:rsidRDefault="006272FE" w:rsidP="00205F8D">
            <w:pPr>
              <w:pStyle w:val="SIBulletList2"/>
            </w:pPr>
            <w:r>
              <w:t>1</w:t>
            </w:r>
            <w:r w:rsidR="009A228E">
              <w:t>0</w:t>
            </w:r>
            <w:r w:rsidR="004270D2" w:rsidRPr="00205F8D">
              <w:t xml:space="preserve"> core units plus</w:t>
            </w:r>
          </w:p>
          <w:p w14:paraId="7BCA8976" w14:textId="61DB6AB5" w:rsidR="004270D2" w:rsidRPr="00205F8D" w:rsidRDefault="009A228E" w:rsidP="00205F8D">
            <w:pPr>
              <w:pStyle w:val="SIBulletList2"/>
            </w:pPr>
            <w:r>
              <w:t>7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24086A68" w14:textId="77777777" w:rsidR="004270D2" w:rsidRDefault="004270D2" w:rsidP="00205F8D">
            <w:pPr>
              <w:pStyle w:val="SIText"/>
            </w:pPr>
          </w:p>
          <w:p w14:paraId="71E6D90B" w14:textId="77777777" w:rsidR="004270D2" w:rsidRPr="00205F8D" w:rsidRDefault="004270D2" w:rsidP="00205F8D">
            <w:pPr>
              <w:pStyle w:val="SIText"/>
            </w:pPr>
            <w:r w:rsidRPr="001F087A">
              <w:t xml:space="preserve">Elective units must </w:t>
            </w:r>
            <w:r w:rsidRPr="00205F8D">
              <w:t>ensure the integrity of the qualification’s Australian Qualification Framework (AQF) alignment and contribute to a valid, industry-supported vocational outcome. The electives are to be chosen as follows:</w:t>
            </w:r>
          </w:p>
          <w:p w14:paraId="40215CDA" w14:textId="51D3949F" w:rsidR="004270D2" w:rsidRPr="00205F8D" w:rsidRDefault="007E33E4" w:rsidP="006272FE">
            <w:pPr>
              <w:pStyle w:val="SIBulletList1"/>
            </w:pPr>
            <w:r>
              <w:t xml:space="preserve">at least </w:t>
            </w:r>
            <w:r w:rsidR="00386A80">
              <w:t xml:space="preserve">4 </w:t>
            </w:r>
            <w:r w:rsidR="004270D2" w:rsidRPr="00205F8D">
              <w:t>from the electives listed below</w:t>
            </w:r>
          </w:p>
          <w:p w14:paraId="5AF3F9BA" w14:textId="486E13C8" w:rsidR="004270D2" w:rsidRPr="00205F8D" w:rsidRDefault="00FD3A0E" w:rsidP="00205F8D">
            <w:pPr>
              <w:pStyle w:val="SIBulletList1"/>
            </w:pPr>
            <w:r>
              <w:t>the remaining</w:t>
            </w:r>
            <w:r w:rsidR="004270D2" w:rsidRPr="000C490A">
              <w:t xml:space="preserve"> </w:t>
            </w:r>
            <w:r w:rsidR="006272FE">
              <w:t>3</w:t>
            </w:r>
            <w:r w:rsidR="004270D2" w:rsidRPr="000C490A">
              <w:t xml:space="preserve"> </w:t>
            </w:r>
            <w:r>
              <w:t xml:space="preserve">units </w:t>
            </w:r>
            <w:r w:rsidR="004270D2" w:rsidRPr="000C490A">
              <w:t xml:space="preserve">from the electives listed below, or </w:t>
            </w:r>
            <w:r w:rsidR="004270D2" w:rsidRPr="00205F8D">
              <w:t>from any currently endorsed Training Package or accredited course.</w:t>
            </w:r>
          </w:p>
          <w:p w14:paraId="52EF6D42" w14:textId="77777777" w:rsidR="004270D2" w:rsidRDefault="004270D2" w:rsidP="00205F8D">
            <w:pPr>
              <w:pStyle w:val="SIText"/>
            </w:pPr>
          </w:p>
          <w:p w14:paraId="463F504C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9"/>
              <w:gridCol w:w="5533"/>
            </w:tblGrid>
            <w:tr w:rsidR="006272FE" w:rsidRPr="00205F8D" w14:paraId="51140538" w14:textId="77777777" w:rsidTr="00AC3000">
              <w:tc>
                <w:tcPr>
                  <w:tcW w:w="1719" w:type="dxa"/>
                </w:tcPr>
                <w:p w14:paraId="0FEF153A" w14:textId="011587F6" w:rsidR="006272FE" w:rsidRPr="006272FE" w:rsidRDefault="009C73E2" w:rsidP="009A0400">
                  <w:pPr>
                    <w:pStyle w:val="SIText"/>
                  </w:pPr>
                  <w:r w:rsidRPr="007D7CA4">
                    <w:t>AHCCHM30</w:t>
                  </w:r>
                  <w:r w:rsidR="00C52DA3">
                    <w:t>7</w:t>
                  </w:r>
                </w:p>
              </w:tc>
              <w:tc>
                <w:tcPr>
                  <w:tcW w:w="5533" w:type="dxa"/>
                </w:tcPr>
                <w:p w14:paraId="620E13A1" w14:textId="0B6C46DA" w:rsidR="006272FE" w:rsidRPr="006272FE" w:rsidRDefault="009C73E2" w:rsidP="009A0400">
                  <w:pPr>
                    <w:pStyle w:val="SIText"/>
                  </w:pPr>
                  <w:r w:rsidRPr="007D7CA4">
                    <w:t>Prepare and apply chemicals</w:t>
                  </w:r>
                  <w:r w:rsidR="00C52DA3">
                    <w:t xml:space="preserve"> to control pest, weeds and diseases</w:t>
                  </w:r>
                </w:p>
              </w:tc>
            </w:tr>
            <w:tr w:rsidR="006272FE" w:rsidRPr="00205F8D" w14:paraId="47A0535E" w14:textId="77777777" w:rsidTr="00AC3000">
              <w:tc>
                <w:tcPr>
                  <w:tcW w:w="1719" w:type="dxa"/>
                </w:tcPr>
                <w:p w14:paraId="0819073E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AHCCHM304</w:t>
                  </w:r>
                </w:p>
              </w:tc>
              <w:tc>
                <w:tcPr>
                  <w:tcW w:w="5533" w:type="dxa"/>
                </w:tcPr>
                <w:p w14:paraId="43379D74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Transport and store chemicals</w:t>
                  </w:r>
                </w:p>
              </w:tc>
            </w:tr>
            <w:tr w:rsidR="006272FE" w:rsidRPr="00205F8D" w14:paraId="0A4FD383" w14:textId="77777777" w:rsidTr="00AC3000">
              <w:tc>
                <w:tcPr>
                  <w:tcW w:w="1719" w:type="dxa"/>
                </w:tcPr>
                <w:p w14:paraId="6CAB0A06" w14:textId="320D91E1" w:rsidR="006272FE" w:rsidRPr="006272FE" w:rsidRDefault="009C73E2" w:rsidP="009A0400">
                  <w:pPr>
                    <w:pStyle w:val="SIText"/>
                  </w:pPr>
                  <w:r w:rsidRPr="007D7CA4">
                    <w:t>AHCDRY3</w:t>
                  </w:r>
                  <w:r w:rsidR="00C52DA3">
                    <w:t>XX</w:t>
                  </w:r>
                </w:p>
              </w:tc>
              <w:tc>
                <w:tcPr>
                  <w:tcW w:w="5533" w:type="dxa"/>
                </w:tcPr>
                <w:p w14:paraId="78AC6FF4" w14:textId="156D0504" w:rsidR="006272FE" w:rsidRPr="006272FE" w:rsidRDefault="009C73E2" w:rsidP="009A0400">
                  <w:pPr>
                    <w:pStyle w:val="SIText"/>
                  </w:pPr>
                  <w:r w:rsidRPr="007D7CA4">
                    <w:t xml:space="preserve">Coordinate </w:t>
                  </w:r>
                  <w:r w:rsidR="00D1782A">
                    <w:t xml:space="preserve">and monitor </w:t>
                  </w:r>
                  <w:r w:rsidRPr="007D7CA4">
                    <w:t>milking operations</w:t>
                  </w:r>
                </w:p>
              </w:tc>
            </w:tr>
            <w:tr w:rsidR="006272FE" w:rsidRPr="00205F8D" w14:paraId="7E0F8C81" w14:textId="77777777" w:rsidTr="00AC3000">
              <w:tc>
                <w:tcPr>
                  <w:tcW w:w="1719" w:type="dxa"/>
                </w:tcPr>
                <w:p w14:paraId="33720369" w14:textId="4DA23057" w:rsidR="006272FE" w:rsidRPr="006272FE" w:rsidRDefault="00D1782A" w:rsidP="009A0400">
                  <w:pPr>
                    <w:pStyle w:val="SIText"/>
                  </w:pPr>
                  <w:r>
                    <w:t>AHCDRY3XX</w:t>
                  </w:r>
                </w:p>
              </w:tc>
              <w:tc>
                <w:tcPr>
                  <w:tcW w:w="5533" w:type="dxa"/>
                </w:tcPr>
                <w:p w14:paraId="37F99D2D" w14:textId="41F9B7C6" w:rsidR="006272FE" w:rsidRPr="006272FE" w:rsidRDefault="00D1782A" w:rsidP="009A0400">
                  <w:pPr>
                    <w:pStyle w:val="SIText"/>
                  </w:pPr>
                  <w:r>
                    <w:t xml:space="preserve">Carry out </w:t>
                  </w:r>
                  <w:r w:rsidR="008A6EFF">
                    <w:t xml:space="preserve">routine </w:t>
                  </w:r>
                  <w:r>
                    <w:t>service of milking equipment</w:t>
                  </w:r>
                </w:p>
              </w:tc>
            </w:tr>
            <w:tr w:rsidR="006272FE" w:rsidRPr="00205F8D" w14:paraId="0EB82952" w14:textId="77777777" w:rsidTr="00AC3000">
              <w:tc>
                <w:tcPr>
                  <w:tcW w:w="1719" w:type="dxa"/>
                </w:tcPr>
                <w:p w14:paraId="358E23CE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AHCLSK309</w:t>
                  </w:r>
                </w:p>
              </w:tc>
              <w:tc>
                <w:tcPr>
                  <w:tcW w:w="5533" w:type="dxa"/>
                </w:tcPr>
                <w:p w14:paraId="290061E4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Implement animal health control programs</w:t>
                  </w:r>
                </w:p>
              </w:tc>
            </w:tr>
            <w:tr w:rsidR="006272FE" w:rsidRPr="00205F8D" w14:paraId="07234A0B" w14:textId="77777777" w:rsidTr="00AC3000">
              <w:tc>
                <w:tcPr>
                  <w:tcW w:w="1719" w:type="dxa"/>
                </w:tcPr>
                <w:p w14:paraId="4A15D8D3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AHCLSK311</w:t>
                  </w:r>
                </w:p>
              </w:tc>
              <w:tc>
                <w:tcPr>
                  <w:tcW w:w="5533" w:type="dxa"/>
                </w:tcPr>
                <w:p w14:paraId="432BECAC" w14:textId="77777777" w:rsidR="006272FE" w:rsidRPr="006272FE" w:rsidRDefault="009C73E2" w:rsidP="009A0400">
                  <w:pPr>
                    <w:pStyle w:val="SIText"/>
                  </w:pPr>
                  <w:r w:rsidRPr="007D7CA4">
                    <w:t xml:space="preserve">Implement feeding plans for </w:t>
                  </w:r>
                  <w:r w:rsidRPr="009C73E2">
                    <w:t>livestock</w:t>
                  </w:r>
                </w:p>
              </w:tc>
            </w:tr>
            <w:tr w:rsidR="006272FE" w:rsidRPr="00205F8D" w14:paraId="71AB6FD2" w14:textId="77777777" w:rsidTr="00AC3000">
              <w:tc>
                <w:tcPr>
                  <w:tcW w:w="1719" w:type="dxa"/>
                </w:tcPr>
                <w:p w14:paraId="6FDC4D61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AHCLSK318</w:t>
                  </w:r>
                </w:p>
              </w:tc>
              <w:tc>
                <w:tcPr>
                  <w:tcW w:w="5533" w:type="dxa"/>
                </w:tcPr>
                <w:p w14:paraId="719163B8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Rear newborn and young livestock</w:t>
                  </w:r>
                </w:p>
              </w:tc>
            </w:tr>
            <w:tr w:rsidR="006272FE" w:rsidRPr="00205F8D" w14:paraId="5637F0A0" w14:textId="77777777" w:rsidTr="00AC3000">
              <w:tc>
                <w:tcPr>
                  <w:tcW w:w="1719" w:type="dxa"/>
                </w:tcPr>
                <w:p w14:paraId="58EDAD5E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AHCLSK329</w:t>
                  </w:r>
                </w:p>
              </w:tc>
              <w:tc>
                <w:tcPr>
                  <w:tcW w:w="5533" w:type="dxa"/>
                </w:tcPr>
                <w:p w14:paraId="3120E683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Implement procedures for calving</w:t>
                  </w:r>
                </w:p>
              </w:tc>
            </w:tr>
            <w:tr w:rsidR="006272FE" w:rsidRPr="00205F8D" w14:paraId="76A1A7A1" w14:textId="77777777" w:rsidTr="00AC3000">
              <w:tc>
                <w:tcPr>
                  <w:tcW w:w="1719" w:type="dxa"/>
                </w:tcPr>
                <w:p w14:paraId="3B171D71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AHCWRK303</w:t>
                  </w:r>
                </w:p>
              </w:tc>
              <w:tc>
                <w:tcPr>
                  <w:tcW w:w="5533" w:type="dxa"/>
                </w:tcPr>
                <w:p w14:paraId="00D14070" w14:textId="77777777" w:rsidR="006272FE" w:rsidRPr="006272FE" w:rsidRDefault="009C73E2" w:rsidP="009A0400">
                  <w:pPr>
                    <w:pStyle w:val="SIText"/>
                  </w:pPr>
                  <w:r w:rsidRPr="007D7CA4">
                    <w:t>Respond to emergencies</w:t>
                  </w:r>
                </w:p>
              </w:tc>
            </w:tr>
            <w:tr w:rsidR="006272FE" w:rsidRPr="00205F8D" w14:paraId="0B018CF3" w14:textId="77777777" w:rsidTr="00AC3000">
              <w:tc>
                <w:tcPr>
                  <w:tcW w:w="1719" w:type="dxa"/>
                </w:tcPr>
                <w:p w14:paraId="32A8CC5E" w14:textId="77777777" w:rsidR="006272FE" w:rsidRPr="00205F8D" w:rsidRDefault="009C73E2" w:rsidP="009A0400">
                  <w:pPr>
                    <w:pStyle w:val="SIText"/>
                  </w:pPr>
                  <w:r w:rsidRPr="007D7CA4">
                    <w:t>AHCWHS301</w:t>
                  </w:r>
                </w:p>
              </w:tc>
              <w:tc>
                <w:tcPr>
                  <w:tcW w:w="5533" w:type="dxa"/>
                </w:tcPr>
                <w:p w14:paraId="10B5015A" w14:textId="77777777" w:rsidR="006272FE" w:rsidRPr="00205F8D" w:rsidRDefault="009C73E2" w:rsidP="009A0400">
                  <w:pPr>
                    <w:pStyle w:val="SIText"/>
                  </w:pPr>
                  <w:r w:rsidRPr="007D7CA4">
                    <w:t>Contribute to work health and safety processes</w:t>
                  </w:r>
                </w:p>
              </w:tc>
            </w:tr>
          </w:tbl>
          <w:p w14:paraId="5589030B" w14:textId="77777777" w:rsidR="004270D2" w:rsidRDefault="004270D2" w:rsidP="00205F8D">
            <w:pPr>
              <w:pStyle w:val="SITextHeading2"/>
            </w:pPr>
          </w:p>
          <w:p w14:paraId="0446A2C1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C5822" w:rsidRPr="006272FE" w14:paraId="2066B58E" w14:textId="77777777" w:rsidTr="000423CB">
              <w:tc>
                <w:tcPr>
                  <w:tcW w:w="1718" w:type="dxa"/>
                </w:tcPr>
                <w:p w14:paraId="03C208E5" w14:textId="77777777" w:rsidR="00FC5822" w:rsidRPr="00D2259D" w:rsidRDefault="00FC5822" w:rsidP="00D2259D">
                  <w:pPr>
                    <w:pStyle w:val="SIText"/>
                  </w:pPr>
                  <w:r w:rsidRPr="00D2259D">
                    <w:t>AHCAIS303</w:t>
                  </w:r>
                </w:p>
              </w:tc>
              <w:tc>
                <w:tcPr>
                  <w:tcW w:w="5670" w:type="dxa"/>
                </w:tcPr>
                <w:p w14:paraId="45DBE82C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Artificially inseminate livestock</w:t>
                  </w:r>
                </w:p>
              </w:tc>
            </w:tr>
            <w:tr w:rsidR="00FC5822" w:rsidRPr="006272FE" w14:paraId="0A46D92B" w14:textId="77777777" w:rsidTr="000423CB">
              <w:tc>
                <w:tcPr>
                  <w:tcW w:w="1718" w:type="dxa"/>
                </w:tcPr>
                <w:p w14:paraId="1F4FCCB3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AHCBAC301</w:t>
                  </w:r>
                </w:p>
              </w:tc>
              <w:tc>
                <w:tcPr>
                  <w:tcW w:w="5670" w:type="dxa"/>
                </w:tcPr>
                <w:p w14:paraId="536CA6C6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Conserve forage</w:t>
                  </w:r>
                </w:p>
              </w:tc>
            </w:tr>
            <w:tr w:rsidR="00FC5822" w:rsidRPr="00205F8D" w14:paraId="13D6D50D" w14:textId="77777777" w:rsidTr="00570F4E">
              <w:tc>
                <w:tcPr>
                  <w:tcW w:w="1718" w:type="dxa"/>
                </w:tcPr>
                <w:p w14:paraId="5B05F4ED" w14:textId="77777777" w:rsidR="00FC5822" w:rsidRPr="00D2259D" w:rsidRDefault="00FC5822" w:rsidP="00D2259D">
                  <w:pPr>
                    <w:pStyle w:val="SIText"/>
                  </w:pPr>
                  <w:r>
                    <w:t>AHCBAC302</w:t>
                  </w:r>
                </w:p>
              </w:tc>
              <w:tc>
                <w:tcPr>
                  <w:tcW w:w="5670" w:type="dxa"/>
                </w:tcPr>
                <w:p w14:paraId="0E920BAE" w14:textId="77777777" w:rsidR="00FC5822" w:rsidRPr="00D2259D" w:rsidRDefault="00FC5822" w:rsidP="00D2259D">
                  <w:pPr>
                    <w:pStyle w:val="SIText"/>
                  </w:pPr>
                  <w:r>
                    <w:t>Establish pastures and crops for livestock production</w:t>
                  </w:r>
                </w:p>
              </w:tc>
            </w:tr>
            <w:tr w:rsidR="00FC5822" w:rsidRPr="006272FE" w14:paraId="57FCD19B" w14:textId="77777777" w:rsidTr="000423CB">
              <w:tc>
                <w:tcPr>
                  <w:tcW w:w="1718" w:type="dxa"/>
                </w:tcPr>
                <w:p w14:paraId="33B80819" w14:textId="77777777" w:rsidR="00FC5822" w:rsidRPr="00D2259D" w:rsidRDefault="00FC5822" w:rsidP="00D2259D">
                  <w:pPr>
                    <w:pStyle w:val="SIText"/>
                  </w:pPr>
                  <w:r w:rsidRPr="007D7CA4">
                    <w:lastRenderedPageBreak/>
                    <w:t>AHCBAC305</w:t>
                  </w:r>
                </w:p>
              </w:tc>
              <w:tc>
                <w:tcPr>
                  <w:tcW w:w="5670" w:type="dxa"/>
                </w:tcPr>
                <w:p w14:paraId="361B7FA6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Undertake preparation of land for agricultural crop production</w:t>
                  </w:r>
                </w:p>
              </w:tc>
            </w:tr>
            <w:tr w:rsidR="00FC5822" w:rsidRPr="006272FE" w14:paraId="20793619" w14:textId="77777777" w:rsidTr="000423CB">
              <w:tc>
                <w:tcPr>
                  <w:tcW w:w="1718" w:type="dxa"/>
                </w:tcPr>
                <w:p w14:paraId="1901FA08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AHCBAC306</w:t>
                  </w:r>
                </w:p>
              </w:tc>
              <w:tc>
                <w:tcPr>
                  <w:tcW w:w="5670" w:type="dxa"/>
                </w:tcPr>
                <w:p w14:paraId="7BE1CCC2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Establish agricultural crops</w:t>
                  </w:r>
                </w:p>
              </w:tc>
            </w:tr>
            <w:tr w:rsidR="00FC5822" w:rsidRPr="006272FE" w14:paraId="697CECDA" w14:textId="77777777" w:rsidTr="000423CB">
              <w:tc>
                <w:tcPr>
                  <w:tcW w:w="1718" w:type="dxa"/>
                </w:tcPr>
                <w:p w14:paraId="651D2E3A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AHCBAC307</w:t>
                  </w:r>
                </w:p>
              </w:tc>
              <w:tc>
                <w:tcPr>
                  <w:tcW w:w="5670" w:type="dxa"/>
                </w:tcPr>
                <w:p w14:paraId="2B835C69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Maintain agricultural crops</w:t>
                  </w:r>
                </w:p>
              </w:tc>
            </w:tr>
            <w:tr w:rsidR="00FC5822" w:rsidRPr="006272FE" w14:paraId="5FCECC6A" w14:textId="77777777" w:rsidTr="000423CB">
              <w:tc>
                <w:tcPr>
                  <w:tcW w:w="1718" w:type="dxa"/>
                </w:tcPr>
                <w:p w14:paraId="789756AF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AHCBAC308</w:t>
                  </w:r>
                </w:p>
              </w:tc>
              <w:tc>
                <w:tcPr>
                  <w:tcW w:w="5670" w:type="dxa"/>
                </w:tcPr>
                <w:p w14:paraId="60E58291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Undertake agricultural crop harvesting activities</w:t>
                  </w:r>
                </w:p>
              </w:tc>
            </w:tr>
            <w:tr w:rsidR="00FC5822" w:rsidRPr="006272FE" w14:paraId="51019E80" w14:textId="77777777" w:rsidTr="000423CB">
              <w:tc>
                <w:tcPr>
                  <w:tcW w:w="1718" w:type="dxa"/>
                </w:tcPr>
                <w:p w14:paraId="1B84F340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AHCBAC310</w:t>
                  </w:r>
                </w:p>
              </w:tc>
              <w:tc>
                <w:tcPr>
                  <w:tcW w:w="5670" w:type="dxa"/>
                </w:tcPr>
                <w:p w14:paraId="56749193" w14:textId="77777777" w:rsidR="00FC5822" w:rsidRPr="00D2259D" w:rsidRDefault="00FC5822" w:rsidP="00D2259D">
                  <w:pPr>
                    <w:pStyle w:val="SIText"/>
                  </w:pPr>
                  <w:r w:rsidRPr="007D7CA4">
                    <w:t xml:space="preserve">Maintain pastures and crops for </w:t>
                  </w:r>
                  <w:r w:rsidRPr="00D2259D">
                    <w:t>livestock production</w:t>
                  </w:r>
                </w:p>
              </w:tc>
            </w:tr>
            <w:tr w:rsidR="00DB0F03" w:rsidRPr="006272FE" w14:paraId="7D8F0299" w14:textId="77777777" w:rsidTr="000423CB">
              <w:tc>
                <w:tcPr>
                  <w:tcW w:w="1718" w:type="dxa"/>
                </w:tcPr>
                <w:p w14:paraId="054631E5" w14:textId="3EDF164C" w:rsidR="00DB0F03" w:rsidRPr="007D7CA4" w:rsidRDefault="00DB0F03" w:rsidP="00D2259D">
                  <w:pPr>
                    <w:pStyle w:val="SIText"/>
                  </w:pPr>
                  <w:r>
                    <w:t>AHCBER305</w:t>
                  </w:r>
                </w:p>
              </w:tc>
              <w:tc>
                <w:tcPr>
                  <w:tcW w:w="5670" w:type="dxa"/>
                </w:tcPr>
                <w:p w14:paraId="70F4E200" w14:textId="00B757F9" w:rsidR="00DB0F03" w:rsidRPr="007D7CA4" w:rsidRDefault="00DB0F03" w:rsidP="00D2259D">
                  <w:pPr>
                    <w:pStyle w:val="SIText"/>
                  </w:pPr>
                  <w:r>
                    <w:t>Carry out emergency disease or pest control procedures on infected premises</w:t>
                  </w:r>
                </w:p>
              </w:tc>
            </w:tr>
            <w:tr w:rsidR="006324CD" w:rsidRPr="006272FE" w14:paraId="2DA8A555" w14:textId="77777777" w:rsidTr="000423CB">
              <w:tc>
                <w:tcPr>
                  <w:tcW w:w="1718" w:type="dxa"/>
                </w:tcPr>
                <w:p w14:paraId="0F66EDC6" w14:textId="63B2D71A" w:rsidR="006324CD" w:rsidRPr="007D7CA4" w:rsidRDefault="006324CD" w:rsidP="00D2259D">
                  <w:pPr>
                    <w:pStyle w:val="SIText"/>
                  </w:pPr>
                  <w:r>
                    <w:t>AHCDRY3X</w:t>
                  </w:r>
                  <w:r w:rsidRPr="006324CD">
                    <w:t>X</w:t>
                  </w:r>
                </w:p>
              </w:tc>
              <w:tc>
                <w:tcPr>
                  <w:tcW w:w="5670" w:type="dxa"/>
                </w:tcPr>
                <w:p w14:paraId="7ABC878A" w14:textId="5EF2EAB1" w:rsidR="006324CD" w:rsidRPr="007D7CA4" w:rsidRDefault="006324CD" w:rsidP="00D2259D">
                  <w:pPr>
                    <w:pStyle w:val="SIText"/>
                  </w:pPr>
                  <w:r w:rsidRPr="006324CD">
                    <w:t>Conduct performance tests on milking machines</w:t>
                  </w:r>
                </w:p>
              </w:tc>
            </w:tr>
            <w:tr w:rsidR="00FC5822" w:rsidRPr="006272FE" w14:paraId="131F6ED1" w14:textId="77777777" w:rsidTr="000423CB">
              <w:tc>
                <w:tcPr>
                  <w:tcW w:w="1718" w:type="dxa"/>
                </w:tcPr>
                <w:p w14:paraId="462A7622" w14:textId="504D97F6" w:rsidR="00FC5822" w:rsidRPr="00D2259D" w:rsidRDefault="00FC5822" w:rsidP="00D2259D">
                  <w:pPr>
                    <w:pStyle w:val="SIText"/>
                  </w:pPr>
                  <w:r w:rsidRPr="007D7CA4">
                    <w:t>AHCDRY3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6602C3D3" w14:textId="4BCB9C3F" w:rsidR="00FC5822" w:rsidRPr="00D2259D" w:rsidRDefault="00FC5822" w:rsidP="00D2259D">
                  <w:pPr>
                    <w:pStyle w:val="SIText"/>
                  </w:pPr>
                  <w:r w:rsidRPr="007D7CA4">
                    <w:t xml:space="preserve">Operate a dairy </w:t>
                  </w:r>
                  <w:r>
                    <w:t>waste utilisation</w:t>
                  </w:r>
                  <w:r w:rsidRPr="007D7CA4">
                    <w:t xml:space="preserve"> system</w:t>
                  </w:r>
                </w:p>
              </w:tc>
            </w:tr>
            <w:tr w:rsidR="00FC5822" w:rsidRPr="006272FE" w14:paraId="7B592DD0" w14:textId="77777777" w:rsidTr="000423CB">
              <w:tc>
                <w:tcPr>
                  <w:tcW w:w="1718" w:type="dxa"/>
                </w:tcPr>
                <w:p w14:paraId="37EAF063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AHCINF301</w:t>
                  </w:r>
                </w:p>
              </w:tc>
              <w:tc>
                <w:tcPr>
                  <w:tcW w:w="5670" w:type="dxa"/>
                </w:tcPr>
                <w:p w14:paraId="4B14E31A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Implement property improvement, construction and repair</w:t>
                  </w:r>
                </w:p>
              </w:tc>
            </w:tr>
            <w:tr w:rsidR="00FC5822" w:rsidRPr="006272FE" w14:paraId="26D2CBFC" w14:textId="77777777" w:rsidTr="000423CB">
              <w:tc>
                <w:tcPr>
                  <w:tcW w:w="1718" w:type="dxa"/>
                </w:tcPr>
                <w:p w14:paraId="273F8ECF" w14:textId="77777777" w:rsidR="00FC5822" w:rsidRPr="00205F8D" w:rsidRDefault="00FC5822" w:rsidP="00D2259D">
                  <w:pPr>
                    <w:pStyle w:val="SIText"/>
                  </w:pPr>
                  <w:r w:rsidRPr="007D7CA4">
                    <w:t>AHCINF302</w:t>
                  </w:r>
                </w:p>
              </w:tc>
              <w:tc>
                <w:tcPr>
                  <w:tcW w:w="5670" w:type="dxa"/>
                </w:tcPr>
                <w:p w14:paraId="4C56539F" w14:textId="77777777" w:rsidR="00FC5822" w:rsidRPr="007D7CA4" w:rsidRDefault="00FC5822" w:rsidP="00D2259D">
                  <w:pPr>
                    <w:pStyle w:val="SIText"/>
                  </w:pPr>
                  <w:r w:rsidRPr="007D7CA4">
                    <w:t>Plan and construct an electric fence</w:t>
                  </w:r>
                </w:p>
              </w:tc>
            </w:tr>
            <w:tr w:rsidR="00FC5822" w:rsidRPr="006272FE" w14:paraId="4609AB71" w14:textId="77777777" w:rsidTr="000423CB">
              <w:tc>
                <w:tcPr>
                  <w:tcW w:w="1718" w:type="dxa"/>
                </w:tcPr>
                <w:p w14:paraId="7FE8587C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AHCINF303</w:t>
                  </w:r>
                </w:p>
              </w:tc>
              <w:tc>
                <w:tcPr>
                  <w:tcW w:w="5670" w:type="dxa"/>
                </w:tcPr>
                <w:p w14:paraId="0F979A5D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Plan and construct conventional fencing</w:t>
                  </w:r>
                </w:p>
              </w:tc>
            </w:tr>
            <w:tr w:rsidR="00FC5822" w:rsidRPr="00205F8D" w14:paraId="2B6F3A01" w14:textId="77777777" w:rsidTr="000423CB">
              <w:tc>
                <w:tcPr>
                  <w:tcW w:w="1718" w:type="dxa"/>
                </w:tcPr>
                <w:p w14:paraId="7C02D6BA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AHCLSK301</w:t>
                  </w:r>
                </w:p>
              </w:tc>
              <w:tc>
                <w:tcPr>
                  <w:tcW w:w="5670" w:type="dxa"/>
                </w:tcPr>
                <w:p w14:paraId="13F4A51E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Administer medication to livestock</w:t>
                  </w:r>
                </w:p>
              </w:tc>
            </w:tr>
            <w:tr w:rsidR="00FC5822" w:rsidRPr="00205F8D" w14:paraId="0F2289B7" w14:textId="77777777" w:rsidTr="000423CB">
              <w:tc>
                <w:tcPr>
                  <w:tcW w:w="1718" w:type="dxa"/>
                </w:tcPr>
                <w:p w14:paraId="6511047D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AHCLSK305</w:t>
                  </w:r>
                </w:p>
              </w:tc>
              <w:tc>
                <w:tcPr>
                  <w:tcW w:w="5670" w:type="dxa"/>
                </w:tcPr>
                <w:p w14:paraId="58E61E3A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Maintain livestock water supplies</w:t>
                  </w:r>
                </w:p>
              </w:tc>
            </w:tr>
            <w:tr w:rsidR="00FC5822" w:rsidRPr="00205F8D" w14:paraId="49C62B44" w14:textId="77777777" w:rsidTr="000423CB">
              <w:tc>
                <w:tcPr>
                  <w:tcW w:w="1718" w:type="dxa"/>
                </w:tcPr>
                <w:p w14:paraId="3B09E183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AHCLSK308</w:t>
                  </w:r>
                </w:p>
              </w:tc>
              <w:tc>
                <w:tcPr>
                  <w:tcW w:w="5670" w:type="dxa"/>
                </w:tcPr>
                <w:p w14:paraId="051D22A1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Identify and draft livestock</w:t>
                  </w:r>
                </w:p>
              </w:tc>
            </w:tr>
            <w:tr w:rsidR="00FC5822" w:rsidRPr="00205F8D" w14:paraId="1ACED221" w14:textId="77777777" w:rsidTr="000423CB">
              <w:tc>
                <w:tcPr>
                  <w:tcW w:w="1718" w:type="dxa"/>
                </w:tcPr>
                <w:p w14:paraId="5276B30F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AHCLSK312</w:t>
                  </w:r>
                </w:p>
              </w:tc>
              <w:tc>
                <w:tcPr>
                  <w:tcW w:w="5670" w:type="dxa"/>
                </w:tcPr>
                <w:p w14:paraId="2EC01ABF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Coordinate artificial insemination and fertility management of livestock</w:t>
                  </w:r>
                </w:p>
              </w:tc>
            </w:tr>
            <w:tr w:rsidR="00FC5822" w:rsidRPr="00205F8D" w14:paraId="4BEE2FCE" w14:textId="77777777" w:rsidTr="000423CB">
              <w:tc>
                <w:tcPr>
                  <w:tcW w:w="1718" w:type="dxa"/>
                </w:tcPr>
                <w:p w14:paraId="0B5FED12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AHCLSK315</w:t>
                  </w:r>
                </w:p>
              </w:tc>
              <w:tc>
                <w:tcPr>
                  <w:tcW w:w="5670" w:type="dxa"/>
                </w:tcPr>
                <w:p w14:paraId="7A167E0A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Prepare for and implement natural mating of livestock</w:t>
                  </w:r>
                </w:p>
              </w:tc>
            </w:tr>
            <w:tr w:rsidR="00FC5822" w:rsidRPr="00205F8D" w14:paraId="3468170F" w14:textId="77777777" w:rsidTr="000423CB">
              <w:tc>
                <w:tcPr>
                  <w:tcW w:w="1718" w:type="dxa"/>
                </w:tcPr>
                <w:p w14:paraId="0BACDA84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AHCLSK320</w:t>
                  </w:r>
                </w:p>
              </w:tc>
              <w:tc>
                <w:tcPr>
                  <w:tcW w:w="5670" w:type="dxa"/>
                </w:tcPr>
                <w:p w14:paraId="0147A3EB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Coordinate and monitor livestock transport</w:t>
                  </w:r>
                </w:p>
              </w:tc>
            </w:tr>
            <w:tr w:rsidR="00FC5822" w:rsidRPr="00205F8D" w14:paraId="6F4E8BC9" w14:textId="77777777" w:rsidTr="000423CB">
              <w:tc>
                <w:tcPr>
                  <w:tcW w:w="1718" w:type="dxa"/>
                </w:tcPr>
                <w:p w14:paraId="18496621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AHCLSK321</w:t>
                  </w:r>
                </w:p>
              </w:tc>
              <w:tc>
                <w:tcPr>
                  <w:tcW w:w="5670" w:type="dxa"/>
                </w:tcPr>
                <w:p w14:paraId="52DFD07F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Service and repair bores and windmills</w:t>
                  </w:r>
                </w:p>
              </w:tc>
            </w:tr>
            <w:tr w:rsidR="00FC5822" w:rsidRPr="00205F8D" w14:paraId="6DDD7E63" w14:textId="77777777" w:rsidTr="000423CB">
              <w:tc>
                <w:tcPr>
                  <w:tcW w:w="1718" w:type="dxa"/>
                </w:tcPr>
                <w:p w14:paraId="335598E7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AHCLSK322</w:t>
                  </w:r>
                </w:p>
              </w:tc>
              <w:tc>
                <w:tcPr>
                  <w:tcW w:w="5670" w:type="dxa"/>
                </w:tcPr>
                <w:p w14:paraId="75D7AB8F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Transport farm produce or bulk materials</w:t>
                  </w:r>
                </w:p>
              </w:tc>
            </w:tr>
            <w:tr w:rsidR="00FC5822" w:rsidRPr="00205F8D" w14:paraId="0FC27112" w14:textId="77777777" w:rsidTr="000423CB">
              <w:tc>
                <w:tcPr>
                  <w:tcW w:w="1718" w:type="dxa"/>
                </w:tcPr>
                <w:p w14:paraId="65469C77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AHCLSK323</w:t>
                  </w:r>
                </w:p>
              </w:tc>
              <w:tc>
                <w:tcPr>
                  <w:tcW w:w="5670" w:type="dxa"/>
                </w:tcPr>
                <w:p w14:paraId="60ED6ED9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Maintain and monitor feed stocks</w:t>
                  </w:r>
                </w:p>
              </w:tc>
            </w:tr>
            <w:tr w:rsidR="00FC5822" w:rsidRPr="00205F8D" w14:paraId="32DDFFCF" w14:textId="77777777" w:rsidTr="000423CB">
              <w:tc>
                <w:tcPr>
                  <w:tcW w:w="1718" w:type="dxa"/>
                </w:tcPr>
                <w:p w14:paraId="31788B25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AHCLSK325</w:t>
                  </w:r>
                </w:p>
              </w:tc>
              <w:tc>
                <w:tcPr>
                  <w:tcW w:w="5670" w:type="dxa"/>
                </w:tcPr>
                <w:p w14:paraId="787EC87B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Castrate livestock</w:t>
                  </w:r>
                </w:p>
              </w:tc>
            </w:tr>
            <w:tr w:rsidR="00FC5822" w:rsidRPr="00205F8D" w14:paraId="4DF3F179" w14:textId="77777777" w:rsidTr="000423CB">
              <w:tc>
                <w:tcPr>
                  <w:tcW w:w="1718" w:type="dxa"/>
                </w:tcPr>
                <w:p w14:paraId="09AB7C0C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AHCLSK326</w:t>
                  </w:r>
                </w:p>
              </w:tc>
              <w:tc>
                <w:tcPr>
                  <w:tcW w:w="5670" w:type="dxa"/>
                </w:tcPr>
                <w:p w14:paraId="12C295A7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Mix and mill standard stockfeed</w:t>
                  </w:r>
                </w:p>
              </w:tc>
            </w:tr>
            <w:tr w:rsidR="00FC5822" w:rsidRPr="00205F8D" w14:paraId="1179C7C0" w14:textId="77777777" w:rsidTr="000423CB">
              <w:tc>
                <w:tcPr>
                  <w:tcW w:w="1718" w:type="dxa"/>
                </w:tcPr>
                <w:p w14:paraId="22838594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AHCLSK327</w:t>
                  </w:r>
                </w:p>
              </w:tc>
              <w:tc>
                <w:tcPr>
                  <w:tcW w:w="5670" w:type="dxa"/>
                </w:tcPr>
                <w:p w14:paraId="2AA83158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Collect, store and administer colostrum</w:t>
                  </w:r>
                </w:p>
              </w:tc>
            </w:tr>
            <w:tr w:rsidR="00FC5822" w:rsidRPr="00205F8D" w14:paraId="07122CE4" w14:textId="77777777" w:rsidTr="000423CB">
              <w:tc>
                <w:tcPr>
                  <w:tcW w:w="1718" w:type="dxa"/>
                </w:tcPr>
                <w:p w14:paraId="07F0CEDF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AHCLSK328</w:t>
                  </w:r>
                </w:p>
              </w:tc>
              <w:tc>
                <w:tcPr>
                  <w:tcW w:w="5670" w:type="dxa"/>
                </w:tcPr>
                <w:p w14:paraId="3C3CE461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Remove and facilitate reuse of effluent and manure from an intensive production system</w:t>
                  </w:r>
                </w:p>
              </w:tc>
            </w:tr>
            <w:tr w:rsidR="00FC5822" w:rsidRPr="00205F8D" w14:paraId="4981536A" w14:textId="77777777" w:rsidTr="000423CB">
              <w:tc>
                <w:tcPr>
                  <w:tcW w:w="1718" w:type="dxa"/>
                </w:tcPr>
                <w:p w14:paraId="5F50DD86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AHCLSK331</w:t>
                  </w:r>
                </w:p>
              </w:tc>
              <w:tc>
                <w:tcPr>
                  <w:tcW w:w="5670" w:type="dxa"/>
                </w:tcPr>
                <w:p w14:paraId="3C4F4E73" w14:textId="77777777" w:rsidR="00FC5822" w:rsidRPr="00D2259D" w:rsidRDefault="00FC5822" w:rsidP="00D2259D">
                  <w:pPr>
                    <w:pStyle w:val="SIText"/>
                  </w:pPr>
                  <w:r w:rsidRPr="007D7CA4">
                    <w:t xml:space="preserve">Comply with industry animal </w:t>
                  </w:r>
                  <w:r w:rsidRPr="00D2259D">
                    <w:t>welfare requirements</w:t>
                  </w:r>
                </w:p>
              </w:tc>
            </w:tr>
            <w:tr w:rsidR="00FC5822" w:rsidRPr="00205F8D" w14:paraId="53B89431" w14:textId="77777777" w:rsidTr="000423CB">
              <w:tc>
                <w:tcPr>
                  <w:tcW w:w="1718" w:type="dxa"/>
                </w:tcPr>
                <w:p w14:paraId="0169E7D9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AHCMOM305</w:t>
                  </w:r>
                </w:p>
              </w:tc>
              <w:tc>
                <w:tcPr>
                  <w:tcW w:w="5670" w:type="dxa"/>
                </w:tcPr>
                <w:p w14:paraId="56F0173E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Operate specialised machinery and equipment</w:t>
                  </w:r>
                </w:p>
              </w:tc>
            </w:tr>
            <w:tr w:rsidR="00FC5822" w:rsidRPr="00205F8D" w14:paraId="6EE3C20E" w14:textId="77777777" w:rsidTr="000423CB">
              <w:tc>
                <w:tcPr>
                  <w:tcW w:w="1718" w:type="dxa"/>
                </w:tcPr>
                <w:p w14:paraId="6B1A0BF7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AHCPCM301</w:t>
                  </w:r>
                </w:p>
              </w:tc>
              <w:tc>
                <w:tcPr>
                  <w:tcW w:w="5670" w:type="dxa"/>
                </w:tcPr>
                <w:p w14:paraId="6149FFB6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Implement a plant nutrition program</w:t>
                  </w:r>
                </w:p>
              </w:tc>
            </w:tr>
            <w:tr w:rsidR="00FC5822" w:rsidRPr="00205F8D" w14:paraId="75506FB1" w14:textId="77777777" w:rsidTr="000423CB">
              <w:tc>
                <w:tcPr>
                  <w:tcW w:w="1718" w:type="dxa"/>
                </w:tcPr>
                <w:p w14:paraId="3298843B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AHCWRK301</w:t>
                  </w:r>
                </w:p>
              </w:tc>
              <w:tc>
                <w:tcPr>
                  <w:tcW w:w="5670" w:type="dxa"/>
                </w:tcPr>
                <w:p w14:paraId="201589B4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Collect samples for a</w:t>
                  </w:r>
                  <w:r w:rsidRPr="00D2259D">
                    <w:t xml:space="preserve"> rural production or horticulture monitoring program</w:t>
                  </w:r>
                </w:p>
              </w:tc>
            </w:tr>
            <w:tr w:rsidR="00FC5822" w:rsidRPr="00205F8D" w14:paraId="5C0CAEED" w14:textId="77777777" w:rsidTr="000423CB">
              <w:tc>
                <w:tcPr>
                  <w:tcW w:w="1718" w:type="dxa"/>
                </w:tcPr>
                <w:p w14:paraId="29D9C713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AHCWRK302</w:t>
                  </w:r>
                </w:p>
              </w:tc>
              <w:tc>
                <w:tcPr>
                  <w:tcW w:w="5670" w:type="dxa"/>
                </w:tcPr>
                <w:p w14:paraId="22B6DB6D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Monitor weather conditions</w:t>
                  </w:r>
                </w:p>
              </w:tc>
            </w:tr>
            <w:tr w:rsidR="00FC5822" w:rsidRPr="00205F8D" w14:paraId="22CF99F8" w14:textId="77777777" w:rsidTr="000423CB">
              <w:tc>
                <w:tcPr>
                  <w:tcW w:w="1718" w:type="dxa"/>
                </w:tcPr>
                <w:p w14:paraId="6D9F9B21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AHCWRK305</w:t>
                  </w:r>
                </w:p>
              </w:tc>
              <w:tc>
                <w:tcPr>
                  <w:tcW w:w="5670" w:type="dxa"/>
                </w:tcPr>
                <w:p w14:paraId="1F0F2372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Coordinate work site activities</w:t>
                  </w:r>
                </w:p>
              </w:tc>
            </w:tr>
            <w:tr w:rsidR="00FC5822" w:rsidRPr="00205F8D" w14:paraId="34CDE19E" w14:textId="77777777" w:rsidTr="000423CB">
              <w:tc>
                <w:tcPr>
                  <w:tcW w:w="1718" w:type="dxa"/>
                </w:tcPr>
                <w:p w14:paraId="1152727F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AHCWRK306</w:t>
                  </w:r>
                </w:p>
              </w:tc>
              <w:tc>
                <w:tcPr>
                  <w:tcW w:w="5670" w:type="dxa"/>
                </w:tcPr>
                <w:p w14:paraId="22FF3CD8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Comply with industry quality assurance requirements</w:t>
                  </w:r>
                </w:p>
              </w:tc>
            </w:tr>
            <w:tr w:rsidR="00FC5822" w:rsidRPr="00205F8D" w14:paraId="1BA8FB44" w14:textId="77777777" w:rsidTr="000423CB">
              <w:tc>
                <w:tcPr>
                  <w:tcW w:w="1718" w:type="dxa"/>
                </w:tcPr>
                <w:p w14:paraId="5955383F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AHCWRK309</w:t>
                  </w:r>
                </w:p>
              </w:tc>
              <w:tc>
                <w:tcPr>
                  <w:tcW w:w="5670" w:type="dxa"/>
                </w:tcPr>
                <w:p w14:paraId="355BBE86" w14:textId="77777777" w:rsidR="00FC5822" w:rsidRPr="00D2259D" w:rsidRDefault="00FC5822" w:rsidP="00D2259D">
                  <w:pPr>
                    <w:pStyle w:val="SIText"/>
                  </w:pPr>
                  <w:r w:rsidRPr="007D7CA4">
                    <w:t xml:space="preserve">Apply </w:t>
                  </w:r>
                  <w:r w:rsidRPr="00D2259D">
                    <w:t>environmentally sustainable work practices</w:t>
                  </w:r>
                </w:p>
              </w:tc>
            </w:tr>
            <w:tr w:rsidR="00FC5822" w:rsidRPr="005C7EA8" w14:paraId="4DF51C72" w14:textId="77777777" w:rsidTr="00EA116F">
              <w:tc>
                <w:tcPr>
                  <w:tcW w:w="1718" w:type="dxa"/>
                </w:tcPr>
                <w:p w14:paraId="3CBC1859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AHCWRK310</w:t>
                  </w:r>
                </w:p>
              </w:tc>
              <w:tc>
                <w:tcPr>
                  <w:tcW w:w="5670" w:type="dxa"/>
                </w:tcPr>
                <w:p w14:paraId="16FEF476" w14:textId="77777777" w:rsidR="00FC5822" w:rsidRPr="00D2259D" w:rsidRDefault="00FC5822" w:rsidP="00D2259D">
                  <w:pPr>
                    <w:pStyle w:val="SIText"/>
                  </w:pPr>
                  <w:r w:rsidRPr="007D7CA4">
                    <w:t>Provide on-job training support</w:t>
                  </w:r>
                </w:p>
              </w:tc>
            </w:tr>
          </w:tbl>
          <w:p w14:paraId="5F2D6865" w14:textId="77777777" w:rsidR="004270D2" w:rsidRPr="00205F8D" w:rsidRDefault="004270D2" w:rsidP="00205F8D"/>
          <w:p w14:paraId="6C0AC953" w14:textId="77777777" w:rsidR="004270D2" w:rsidRDefault="004270D2" w:rsidP="00205F8D"/>
          <w:p w14:paraId="74DA5ECC" w14:textId="77777777" w:rsidR="004270D2" w:rsidRDefault="004270D2" w:rsidP="00205F8D"/>
        </w:tc>
      </w:tr>
    </w:tbl>
    <w:p w14:paraId="0B1F1F0E" w14:textId="77777777" w:rsidR="000D7BE6" w:rsidRDefault="000D7BE6"/>
    <w:p w14:paraId="43F70512" w14:textId="77777777" w:rsidR="000D7BE6" w:rsidRPr="00205F8D" w:rsidRDefault="000D7BE6" w:rsidP="00205F8D">
      <w:r>
        <w:br w:type="page"/>
      </w:r>
    </w:p>
    <w:p w14:paraId="768A6B1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3A7628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3B2C3F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741D2D19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035A532" w14:textId="77777777" w:rsidTr="00EA116F">
              <w:tc>
                <w:tcPr>
                  <w:tcW w:w="1028" w:type="pct"/>
                </w:tcPr>
                <w:p w14:paraId="1E580B79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2BCF04F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55BC7E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D102A59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FEB433A" w14:textId="77777777" w:rsidTr="00EA116F">
              <w:tc>
                <w:tcPr>
                  <w:tcW w:w="1028" w:type="pct"/>
                </w:tcPr>
                <w:p w14:paraId="550F5B96" w14:textId="130179CF" w:rsidR="009E7CE8" w:rsidRPr="009E7CE8" w:rsidRDefault="00A37B1B" w:rsidP="00FD3A0E">
                  <w:pPr>
                    <w:pStyle w:val="SIText"/>
                  </w:pPr>
                  <w:r w:rsidRPr="007D7CA4">
                    <w:t>AHC30</w:t>
                  </w:r>
                  <w:r>
                    <w:t>XX21</w:t>
                  </w:r>
                  <w:r w:rsidRPr="007D7CA4">
                    <w:t xml:space="preserve"> </w:t>
                  </w:r>
                  <w:r w:rsidR="009E7CE8" w:rsidRPr="007D7CA4">
                    <w:t>Certificate III in Dairy Production</w:t>
                  </w:r>
                </w:p>
              </w:tc>
              <w:tc>
                <w:tcPr>
                  <w:tcW w:w="1105" w:type="pct"/>
                </w:tcPr>
                <w:p w14:paraId="49395D09" w14:textId="240BF1C9" w:rsidR="000C13F1" w:rsidRPr="00205F8D" w:rsidRDefault="00FD3A0E" w:rsidP="00FD3A0E">
                  <w:pPr>
                    <w:pStyle w:val="SIText"/>
                  </w:pPr>
                  <w:r w:rsidRPr="007D7CA4">
                    <w:t>AHC3021</w:t>
                  </w:r>
                  <w:r>
                    <w:t xml:space="preserve">6 </w:t>
                  </w:r>
                  <w:r w:rsidR="009E7CE8" w:rsidRPr="007D7CA4">
                    <w:t>Certificate III in Agriculture (Dairy Production)</w:t>
                  </w:r>
                </w:p>
              </w:tc>
              <w:tc>
                <w:tcPr>
                  <w:tcW w:w="1398" w:type="pct"/>
                </w:tcPr>
                <w:p w14:paraId="38B3106A" w14:textId="7947711A" w:rsidR="006F07A4" w:rsidRPr="00BC49BB" w:rsidRDefault="00FC5822" w:rsidP="00FC5822">
                  <w:pPr>
                    <w:pStyle w:val="SIText"/>
                  </w:pPr>
                  <w:r>
                    <w:t>Change to qualification title. Revised core and elective units to better reflect industry requirements. Total number of units remain the same.</w:t>
                  </w:r>
                </w:p>
              </w:tc>
              <w:tc>
                <w:tcPr>
                  <w:tcW w:w="1469" w:type="pct"/>
                </w:tcPr>
                <w:p w14:paraId="48898CCC" w14:textId="44CADE6B" w:rsidR="000C13F1" w:rsidRPr="00205F8D" w:rsidRDefault="00BE4CFC" w:rsidP="00FC5822">
                  <w:pPr>
                    <w:pStyle w:val="SIText"/>
                  </w:pPr>
                  <w:r>
                    <w:t>Not e</w:t>
                  </w:r>
                  <w:r w:rsidR="009E7CE8">
                    <w:t xml:space="preserve">quivalent </w:t>
                  </w:r>
                </w:p>
              </w:tc>
            </w:tr>
          </w:tbl>
          <w:p w14:paraId="5F7EEF18" w14:textId="77777777" w:rsidR="000C13F1" w:rsidRPr="00205F8D" w:rsidRDefault="000C13F1" w:rsidP="00205F8D"/>
        </w:tc>
      </w:tr>
      <w:tr w:rsidR="005C7EA8" w:rsidRPr="00963A46" w14:paraId="6F66353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77CBE92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7A7D0D7" w14:textId="77777777" w:rsidR="009C73E2" w:rsidRPr="00205F8D" w:rsidRDefault="00140954" w:rsidP="009C73E2">
            <w:pPr>
              <w:pStyle w:val="SIText"/>
              <w:rPr>
                <w:rStyle w:val="SITemporarytext-red"/>
              </w:rPr>
            </w:pPr>
            <w:r w:rsidRPr="00140954">
              <w:t>Companion Volumes, including Implementation Guides, are available at</w:t>
            </w:r>
            <w:r w:rsidR="009C73E2">
              <w:t xml:space="preserve"> </w:t>
            </w:r>
            <w:proofErr w:type="spellStart"/>
            <w:r w:rsidR="009C73E2" w:rsidRPr="007D7CA4">
              <w:t>VETNet</w:t>
            </w:r>
            <w:proofErr w:type="spellEnd"/>
            <w:r w:rsidR="009C73E2" w:rsidRPr="007D7CA4">
              <w:t xml:space="preserve"> - https://vetnet.education.gov.au/Pages/TrainingDocs.aspx?q=c6399549-9c62-4a5e-bf1a-524b2322cf72</w:t>
            </w:r>
          </w:p>
          <w:p w14:paraId="3C038DDD" w14:textId="77777777" w:rsidR="000C13F1" w:rsidRPr="00205F8D" w:rsidRDefault="000C13F1" w:rsidP="00205F8D">
            <w:pPr>
              <w:rPr>
                <w:rStyle w:val="SITemporarytext-red"/>
              </w:rPr>
            </w:pPr>
          </w:p>
        </w:tc>
      </w:tr>
    </w:tbl>
    <w:p w14:paraId="3F15832F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D2907" w14:textId="77777777" w:rsidR="00B75144" w:rsidRDefault="00B75144" w:rsidP="00BF3F0A">
      <w:r>
        <w:separator/>
      </w:r>
    </w:p>
    <w:p w14:paraId="3F2BAD30" w14:textId="77777777" w:rsidR="00B75144" w:rsidRDefault="00B75144"/>
  </w:endnote>
  <w:endnote w:type="continuationSeparator" w:id="0">
    <w:p w14:paraId="53A3E4E2" w14:textId="77777777" w:rsidR="00B75144" w:rsidRDefault="00B75144" w:rsidP="00BF3F0A">
      <w:r>
        <w:continuationSeparator/>
      </w:r>
    </w:p>
    <w:p w14:paraId="519082CC" w14:textId="77777777" w:rsidR="00B75144" w:rsidRDefault="00B75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1880EB1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2BA85B18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74BB636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16D25" w14:textId="77777777" w:rsidR="00B75144" w:rsidRDefault="00B75144" w:rsidP="00BF3F0A">
      <w:r>
        <w:separator/>
      </w:r>
    </w:p>
    <w:p w14:paraId="0F850600" w14:textId="77777777" w:rsidR="00B75144" w:rsidRDefault="00B75144"/>
  </w:footnote>
  <w:footnote w:type="continuationSeparator" w:id="0">
    <w:p w14:paraId="3307F625" w14:textId="77777777" w:rsidR="00B75144" w:rsidRDefault="00B75144" w:rsidP="00BF3F0A">
      <w:r>
        <w:continuationSeparator/>
      </w:r>
    </w:p>
    <w:p w14:paraId="537AB7E4" w14:textId="77777777" w:rsidR="00B75144" w:rsidRDefault="00B751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F50C5" w14:textId="2234BE13" w:rsidR="009C2650" w:rsidRDefault="006272FE" w:rsidP="00F07C48">
    <w:pPr>
      <w:pStyle w:val="SIText"/>
    </w:pPr>
    <w:r>
      <w:t>AHC3</w:t>
    </w:r>
    <w:r w:rsidR="00D2259D">
      <w:t>X</w:t>
    </w:r>
    <w:r w:rsidR="0063242B">
      <w:t>X21</w:t>
    </w:r>
    <w:r>
      <w:t xml:space="preserve"> Certificate III in Dairy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5A6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5729"/>
    <w:rsid w:val="00133957"/>
    <w:rsid w:val="001372F6"/>
    <w:rsid w:val="00140954"/>
    <w:rsid w:val="00144385"/>
    <w:rsid w:val="00145D09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17DC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27401"/>
    <w:rsid w:val="00337E82"/>
    <w:rsid w:val="00350BB1"/>
    <w:rsid w:val="00352C83"/>
    <w:rsid w:val="0037067D"/>
    <w:rsid w:val="00386A80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448DF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35D5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272FE"/>
    <w:rsid w:val="0063242B"/>
    <w:rsid w:val="006324CD"/>
    <w:rsid w:val="00633CFE"/>
    <w:rsid w:val="00634FCA"/>
    <w:rsid w:val="006404B5"/>
    <w:rsid w:val="006452B8"/>
    <w:rsid w:val="00646993"/>
    <w:rsid w:val="006505E4"/>
    <w:rsid w:val="00652E62"/>
    <w:rsid w:val="00665AC0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1416"/>
    <w:rsid w:val="007D5A78"/>
    <w:rsid w:val="007E33E4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2BE0"/>
    <w:rsid w:val="00883C6C"/>
    <w:rsid w:val="00886790"/>
    <w:rsid w:val="008908DE"/>
    <w:rsid w:val="00894FBB"/>
    <w:rsid w:val="008A12ED"/>
    <w:rsid w:val="008A6EFF"/>
    <w:rsid w:val="008B2C77"/>
    <w:rsid w:val="008B45A6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3B41"/>
    <w:rsid w:val="009527CB"/>
    <w:rsid w:val="00953835"/>
    <w:rsid w:val="00960F6C"/>
    <w:rsid w:val="00964D87"/>
    <w:rsid w:val="00970747"/>
    <w:rsid w:val="009726D5"/>
    <w:rsid w:val="009732A3"/>
    <w:rsid w:val="009815FA"/>
    <w:rsid w:val="0098725E"/>
    <w:rsid w:val="009A0400"/>
    <w:rsid w:val="009A228E"/>
    <w:rsid w:val="009A5900"/>
    <w:rsid w:val="009B1C59"/>
    <w:rsid w:val="009C2650"/>
    <w:rsid w:val="009C73E2"/>
    <w:rsid w:val="009D15E2"/>
    <w:rsid w:val="009D15FE"/>
    <w:rsid w:val="009D5D2C"/>
    <w:rsid w:val="009E568C"/>
    <w:rsid w:val="009E7CE8"/>
    <w:rsid w:val="009F0DCC"/>
    <w:rsid w:val="009F11CA"/>
    <w:rsid w:val="00A0695B"/>
    <w:rsid w:val="00A13052"/>
    <w:rsid w:val="00A216A8"/>
    <w:rsid w:val="00A223A6"/>
    <w:rsid w:val="00A32C7A"/>
    <w:rsid w:val="00A354FC"/>
    <w:rsid w:val="00A37B1B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3000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75144"/>
    <w:rsid w:val="00B848D4"/>
    <w:rsid w:val="00B865B7"/>
    <w:rsid w:val="00BA1CB1"/>
    <w:rsid w:val="00BA482D"/>
    <w:rsid w:val="00BB23F4"/>
    <w:rsid w:val="00BC5075"/>
    <w:rsid w:val="00BD3B0F"/>
    <w:rsid w:val="00BE4CFC"/>
    <w:rsid w:val="00BF1D4C"/>
    <w:rsid w:val="00BF3F0A"/>
    <w:rsid w:val="00BF4C89"/>
    <w:rsid w:val="00C143C3"/>
    <w:rsid w:val="00C1739B"/>
    <w:rsid w:val="00C26067"/>
    <w:rsid w:val="00C30A29"/>
    <w:rsid w:val="00C317DC"/>
    <w:rsid w:val="00C52DA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82A"/>
    <w:rsid w:val="00D20C57"/>
    <w:rsid w:val="00D224FD"/>
    <w:rsid w:val="00D2259D"/>
    <w:rsid w:val="00D25D16"/>
    <w:rsid w:val="00D30BC5"/>
    <w:rsid w:val="00D32124"/>
    <w:rsid w:val="00D527EF"/>
    <w:rsid w:val="00D54C76"/>
    <w:rsid w:val="00D5508C"/>
    <w:rsid w:val="00D65221"/>
    <w:rsid w:val="00D727F3"/>
    <w:rsid w:val="00D73695"/>
    <w:rsid w:val="00D75104"/>
    <w:rsid w:val="00D810DE"/>
    <w:rsid w:val="00D87D32"/>
    <w:rsid w:val="00D92C83"/>
    <w:rsid w:val="00DA0A81"/>
    <w:rsid w:val="00DA3C10"/>
    <w:rsid w:val="00DA53B5"/>
    <w:rsid w:val="00DB0F03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F01F8"/>
    <w:rsid w:val="00EF40EF"/>
    <w:rsid w:val="00F03FE6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C5822"/>
    <w:rsid w:val="00FD3A0E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76B1B"/>
  <w15:docId w15:val="{C76DE8A3-41E2-4270-9761-10D15655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6272FE"/>
    <w:pPr>
      <w:spacing w:after="120"/>
    </w:pPr>
    <w:rPr>
      <w:rFonts w:ascii="Arial" w:hAnsi="Arial"/>
      <w:sz w:val="22"/>
      <w:szCs w:val="22"/>
      <w:lang w:eastAsia="en-AU"/>
    </w:rPr>
  </w:style>
  <w:style w:type="character" w:customStyle="1" w:styleId="BodyTextChar">
    <w:name w:val="Body Text Char"/>
    <w:basedOn w:val="DefaultParagraphFont"/>
    <w:link w:val="BodyText"/>
    <w:semiHidden/>
    <w:rsid w:val="006272FE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D2259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336476228B24CBAEBB1E069AA46E8" ma:contentTypeVersion="" ma:contentTypeDescription="Create a new document." ma:contentTypeScope="" ma:versionID="ad5abc0a1f09772de3475f5e9013f74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436b490-dcfe-4102-b228-a34890c77d0b" targetNamespace="http://schemas.microsoft.com/office/2006/metadata/properties" ma:root="true" ma:fieldsID="be2a166a8ae4548c31608067a0fbbc94" ns1:_="" ns2:_="" ns3:_="">
    <xsd:import namespace="http://schemas.microsoft.com/sharepoint/v3"/>
    <xsd:import namespace="d50bbff7-d6dd-47d2-864a-cfdc2c3db0f4"/>
    <xsd:import namespace="b436b490-dcfe-4102-b228-a34890c77d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6b490-dcfe-4102-b228-a34890c77d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F2F2B5CA-C244-4474-8378-EDFB530EF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436b490-dcfe-4102-b228-a34890c77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4DBC8-E499-46F8-A2E7-4405A754AE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William Henderson</dc:creator>
  <cp:lastModifiedBy>William Henderson</cp:lastModifiedBy>
  <cp:revision>2</cp:revision>
  <cp:lastPrinted>2016-05-27T05:21:00Z</cp:lastPrinted>
  <dcterms:created xsi:type="dcterms:W3CDTF">2021-05-26T02:52:00Z</dcterms:created>
  <dcterms:modified xsi:type="dcterms:W3CDTF">2021-05-26T02:52:00Z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0x010100DBD336476228B24CBAEBB1E069AA46E8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