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40B4" w14:paraId="3334A23C" w14:textId="77777777" w:rsidTr="00240408">
        <w:tc>
          <w:tcPr>
            <w:tcW w:w="2689" w:type="dxa"/>
          </w:tcPr>
          <w:p w14:paraId="77F41445" w14:textId="77777777" w:rsidR="007240B4" w:rsidRPr="007240B4" w:rsidRDefault="007240B4" w:rsidP="007240B4">
            <w:pPr>
              <w:pStyle w:val="SIText"/>
            </w:pPr>
            <w:bookmarkStart w:id="0" w:name="_Hlk51573542"/>
            <w:r w:rsidRPr="00ED2257">
              <w:t>Release 2</w:t>
            </w:r>
          </w:p>
        </w:tc>
        <w:tc>
          <w:tcPr>
            <w:tcW w:w="6939" w:type="dxa"/>
          </w:tcPr>
          <w:p w14:paraId="69BA82B1" w14:textId="77777777" w:rsidR="007240B4" w:rsidRPr="007240B4" w:rsidRDefault="007240B4" w:rsidP="007240B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7240B4">
              <w:t>7.0.</w:t>
            </w:r>
          </w:p>
        </w:tc>
      </w:tr>
      <w:bookmarkEnd w:id="0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B541977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LSK20</w:t>
            </w:r>
            <w:r w:rsidR="000710CC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3FAC1F67" w:rsidR="00F1480E" w:rsidRPr="000754EC" w:rsidRDefault="000710CC" w:rsidP="000754EC">
            <w:pPr>
              <w:pStyle w:val="SIUnittitle"/>
            </w:pPr>
            <w:r w:rsidRPr="000710CC">
              <w:t>Monitor livestock to parturition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94B1F1" w14:textId="56A9BCAF" w:rsidR="000710CC" w:rsidRPr="000710CC" w:rsidRDefault="000710CC" w:rsidP="000710CC">
            <w:r w:rsidRPr="000710CC">
              <w:t>This unit of competency describes the skills and knowledge required to monitor animal health, wellbeing and welfare to parturition</w:t>
            </w:r>
            <w:r w:rsidR="007240B4">
              <w:t>, including checking animal health status, and identifying and feeding pregnant animals</w:t>
            </w:r>
            <w:r w:rsidRPr="000710CC">
              <w:t>.</w:t>
            </w:r>
          </w:p>
          <w:p w14:paraId="40BF0325" w14:textId="77777777" w:rsidR="000710CC" w:rsidRDefault="000710CC" w:rsidP="000710CC"/>
          <w:p w14:paraId="60FCB236" w14:textId="77777777" w:rsidR="007240B4" w:rsidRPr="007240B4" w:rsidRDefault="007240B4" w:rsidP="007240B4">
            <w:pPr>
              <w:pStyle w:val="SIText"/>
            </w:pPr>
            <w:r w:rsidRPr="00F36199">
              <w:t>Th</w:t>
            </w:r>
            <w:r w:rsidRPr="007240B4">
              <w:t>e unit applies to individuals who carry out birthing duties under general supervision with limited autonomy or accountability.</w:t>
            </w:r>
          </w:p>
          <w:p w14:paraId="594DBD06" w14:textId="77777777" w:rsidR="007240B4" w:rsidRPr="00EF0BEA" w:rsidRDefault="007240B4" w:rsidP="007240B4">
            <w:pPr>
              <w:pStyle w:val="SIText"/>
            </w:pPr>
          </w:p>
          <w:p w14:paraId="157B3EFF" w14:textId="0963770F" w:rsidR="000710CC" w:rsidRPr="000710CC" w:rsidRDefault="000710CC" w:rsidP="000710CC">
            <w:r w:rsidRPr="000710CC">
              <w:t xml:space="preserve">All work </w:t>
            </w:r>
            <w:r w:rsidR="007240B4">
              <w:t>is</w:t>
            </w:r>
            <w:r w:rsidRPr="000710CC">
              <w:t xml:space="preserve"> carried out to comply with workplace procedures, health and safety</w:t>
            </w:r>
            <w:r w:rsidR="007240B4">
              <w:t xml:space="preserve"> in the workplace requirements</w:t>
            </w:r>
            <w:r w:rsidRPr="000710CC">
              <w:t xml:space="preserve">, animal welfare </w:t>
            </w:r>
            <w:r w:rsidR="007240B4">
              <w:t xml:space="preserve">legislative, regulatory and codes of practice requirements, </w:t>
            </w:r>
            <w:r w:rsidRPr="000710CC">
              <w:t xml:space="preserve">and </w:t>
            </w:r>
            <w:r w:rsidR="007240B4">
              <w:t xml:space="preserve">sustainability and </w:t>
            </w:r>
            <w:r w:rsidRPr="000710CC">
              <w:t>biosecurity practices.</w:t>
            </w:r>
          </w:p>
          <w:p w14:paraId="45649746" w14:textId="77777777" w:rsidR="000710CC" w:rsidRDefault="000710CC" w:rsidP="000710CC"/>
          <w:p w14:paraId="2BE94B43" w14:textId="3F0C3B8F" w:rsidR="000710CC" w:rsidRPr="000710CC" w:rsidRDefault="000710CC" w:rsidP="000710CC">
            <w:r w:rsidRPr="000710CC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5C85F817" w14:textId="77777777" w:rsidR="000710CC" w:rsidRDefault="000710CC" w:rsidP="000710CC"/>
          <w:p w14:paraId="034C6C33" w14:textId="5DEBEE9C" w:rsidR="00373436" w:rsidRPr="000754EC" w:rsidRDefault="000710CC">
            <w:r w:rsidRPr="000710CC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DF2CAB2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10C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5EE688A" w:rsidR="000710CC" w:rsidRPr="000710CC" w:rsidRDefault="000710CC" w:rsidP="000710CC">
            <w:pPr>
              <w:pStyle w:val="SIText"/>
            </w:pPr>
            <w:r w:rsidRPr="000710CC">
              <w:t>1. Check health status of animals</w:t>
            </w:r>
          </w:p>
        </w:tc>
        <w:tc>
          <w:tcPr>
            <w:tcW w:w="3604" w:type="pct"/>
            <w:shd w:val="clear" w:color="auto" w:fill="auto"/>
          </w:tcPr>
          <w:p w14:paraId="456B0F93" w14:textId="77777777" w:rsidR="005E73A1" w:rsidRPr="005E73A1" w:rsidRDefault="000710CC" w:rsidP="005E73A1">
            <w:r w:rsidRPr="000710CC">
              <w:t xml:space="preserve">1.1 </w:t>
            </w:r>
            <w:r w:rsidR="005E73A1" w:rsidRPr="000710CC">
              <w:t xml:space="preserve">Identify </w:t>
            </w:r>
            <w:r w:rsidR="005E73A1" w:rsidRPr="005E73A1">
              <w:t>workplace health and safety hazards, assessed risks and report to supervisor</w:t>
            </w:r>
          </w:p>
          <w:p w14:paraId="03C4E3BD" w14:textId="77777777" w:rsidR="005E73A1" w:rsidRDefault="005E73A1" w:rsidP="005E73A1">
            <w:r>
              <w:t xml:space="preserve">1.2 </w:t>
            </w:r>
            <w:r w:rsidRPr="005E73A1">
              <w:t>Select, fit, use and maintain personal protective equipment (PPE) applicable to the task</w:t>
            </w:r>
          </w:p>
          <w:p w14:paraId="29A5CD0B" w14:textId="3F2DC8CA" w:rsidR="000710CC" w:rsidRPr="000710CC" w:rsidRDefault="005E73A1" w:rsidP="005E73A1">
            <w:r>
              <w:t>1.3</w:t>
            </w:r>
            <w:r w:rsidRPr="005E73A1">
              <w:t xml:space="preserve"> </w:t>
            </w:r>
            <w:r w:rsidR="000710CC" w:rsidRPr="000710CC">
              <w:t xml:space="preserve">Check condition and health status of animals and confirm </w:t>
            </w:r>
            <w:r w:rsidR="007240B4">
              <w:t>according to workplace</w:t>
            </w:r>
            <w:r w:rsidR="000710CC" w:rsidRPr="000710CC">
              <w:t xml:space="preserve"> health strategies and records</w:t>
            </w:r>
          </w:p>
          <w:p w14:paraId="58B7DB3D" w14:textId="7DDFDF4D" w:rsidR="000710CC" w:rsidRPr="000710CC" w:rsidRDefault="000710CC" w:rsidP="000710CC">
            <w:r w:rsidRPr="000710CC">
              <w:t>1.</w:t>
            </w:r>
            <w:r w:rsidR="005E73A1">
              <w:t>4</w:t>
            </w:r>
            <w:r w:rsidRPr="000710CC">
              <w:t xml:space="preserve"> Recognise signs of poor health and condition or abnormal behaviour and report to the supervisor</w:t>
            </w:r>
          </w:p>
          <w:p w14:paraId="17345433" w14:textId="34B1AF8F" w:rsidR="005E73A1" w:rsidRDefault="000710CC" w:rsidP="005C557F">
            <w:r w:rsidRPr="000710CC">
              <w:t>1.</w:t>
            </w:r>
            <w:r w:rsidR="005E73A1">
              <w:t>5</w:t>
            </w:r>
            <w:r w:rsidRPr="000710CC">
              <w:t xml:space="preserve"> A</w:t>
            </w:r>
            <w:r w:rsidR="005E73A1">
              <w:t>dminister</w:t>
            </w:r>
            <w:r w:rsidRPr="000710CC">
              <w:t xml:space="preserve"> preventative health treatments as instructed</w:t>
            </w:r>
          </w:p>
          <w:p w14:paraId="1696B99B" w14:textId="295D45E5" w:rsidR="000710CC" w:rsidRPr="000710CC" w:rsidRDefault="000710CC" w:rsidP="005E73A1">
            <w:r w:rsidRPr="000710CC">
              <w:t>1.</w:t>
            </w:r>
            <w:r w:rsidR="005E73A1">
              <w:t>6</w:t>
            </w:r>
            <w:r w:rsidRPr="000710CC">
              <w:t xml:space="preserve"> Identify environmental implications associated with production and report to supervisor</w:t>
            </w:r>
          </w:p>
        </w:tc>
      </w:tr>
      <w:tr w:rsidR="000710C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C154CF0" w:rsidR="000710CC" w:rsidRPr="000710CC" w:rsidRDefault="000710CC" w:rsidP="000710CC">
            <w:pPr>
              <w:pStyle w:val="SIText"/>
            </w:pPr>
            <w:r w:rsidRPr="000710CC">
              <w:t>2. Identify pregnant animals</w:t>
            </w:r>
          </w:p>
        </w:tc>
        <w:tc>
          <w:tcPr>
            <w:tcW w:w="3604" w:type="pct"/>
            <w:shd w:val="clear" w:color="auto" w:fill="auto"/>
          </w:tcPr>
          <w:p w14:paraId="7784561B" w14:textId="72F58A5C" w:rsidR="000710CC" w:rsidRPr="000710CC" w:rsidRDefault="000710CC" w:rsidP="000710CC">
            <w:r w:rsidRPr="000710CC">
              <w:t>2.1 Identify animals and separate on basis of pregnancy status</w:t>
            </w:r>
            <w:r w:rsidR="006C3C36">
              <w:t xml:space="preserve"> where applicable</w:t>
            </w:r>
          </w:p>
          <w:p w14:paraId="2AE83662" w14:textId="1B9571C0" w:rsidR="000710CC" w:rsidRPr="000710CC" w:rsidRDefault="000710CC" w:rsidP="000710CC">
            <w:r w:rsidRPr="000710CC">
              <w:t xml:space="preserve">2.2 </w:t>
            </w:r>
            <w:r w:rsidR="005C557F">
              <w:t xml:space="preserve">Report identified </w:t>
            </w:r>
            <w:r w:rsidRPr="000710CC">
              <w:t xml:space="preserve">dry animals </w:t>
            </w:r>
            <w:r w:rsidR="007240B4">
              <w:t xml:space="preserve">according to </w:t>
            </w:r>
            <w:r w:rsidR="005C557F">
              <w:t>property management plan</w:t>
            </w:r>
          </w:p>
          <w:p w14:paraId="6BB72E57" w14:textId="6DF32453" w:rsidR="000710CC" w:rsidRPr="000710CC" w:rsidRDefault="000710CC" w:rsidP="000710CC">
            <w:pPr>
              <w:pStyle w:val="SIText"/>
            </w:pPr>
            <w:r w:rsidRPr="000710CC">
              <w:t>2.3 Report additional assistance required for assessing pregnancy status to supervisor</w:t>
            </w:r>
          </w:p>
        </w:tc>
      </w:tr>
      <w:tr w:rsidR="000710CC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DF5AC4" w:rsidR="000710CC" w:rsidRPr="000710CC" w:rsidRDefault="000710CC" w:rsidP="000710CC">
            <w:pPr>
              <w:pStyle w:val="SIText"/>
            </w:pPr>
            <w:r w:rsidRPr="000710CC">
              <w:t>3. Feed pregnant animal</w:t>
            </w:r>
            <w:r w:rsidR="007A174E">
              <w:t>s</w:t>
            </w:r>
          </w:p>
        </w:tc>
        <w:tc>
          <w:tcPr>
            <w:tcW w:w="3604" w:type="pct"/>
            <w:shd w:val="clear" w:color="auto" w:fill="auto"/>
          </w:tcPr>
          <w:p w14:paraId="2BC7EB89" w14:textId="77777777" w:rsidR="000710CC" w:rsidRPr="000710CC" w:rsidRDefault="000710CC" w:rsidP="000710CC">
            <w:r w:rsidRPr="000710CC">
              <w:t>3.1 Identify nutritional needs of pregnant animals and confirm against the feeding plan</w:t>
            </w:r>
          </w:p>
          <w:p w14:paraId="2FA3B6DF" w14:textId="77777777" w:rsidR="000710CC" w:rsidRPr="000710CC" w:rsidRDefault="000710CC" w:rsidP="000710CC">
            <w:r w:rsidRPr="000710CC">
              <w:t>3.2 Identify animals with special feeding needs and give them preferential feeding and record</w:t>
            </w:r>
          </w:p>
          <w:p w14:paraId="36AB4328" w14:textId="23C577EB" w:rsidR="000710CC" w:rsidRPr="000710CC" w:rsidRDefault="000710CC" w:rsidP="000710CC">
            <w:r w:rsidRPr="000710CC">
              <w:t xml:space="preserve">3.3 Implement </w:t>
            </w:r>
            <w:r w:rsidR="00B7331A">
              <w:t xml:space="preserve">and record </w:t>
            </w:r>
            <w:r w:rsidRPr="000710CC">
              <w:t>supplementary feeding as required</w:t>
            </w:r>
          </w:p>
          <w:p w14:paraId="633C2D92" w14:textId="77777777" w:rsidR="000710CC" w:rsidRPr="000710CC" w:rsidRDefault="000710CC" w:rsidP="000710CC">
            <w:r w:rsidRPr="000710CC">
              <w:t>3.4 Maintain a safe and secure environment for pregnant animals</w:t>
            </w:r>
          </w:p>
          <w:p w14:paraId="7C104250" w14:textId="7E3B519B" w:rsidR="000710CC" w:rsidRPr="000710CC" w:rsidRDefault="000710CC" w:rsidP="000710CC">
            <w:pPr>
              <w:pStyle w:val="SIText"/>
            </w:pPr>
            <w:r w:rsidRPr="000710CC">
              <w:t xml:space="preserve">3.5 Handle animals with minimum stress and discomfort </w:t>
            </w:r>
            <w:r w:rsidR="00B7331A">
              <w:t>according to workplace</w:t>
            </w:r>
            <w:r w:rsidRPr="000710CC">
              <w:t xml:space="preserve"> animal welfare p</w:t>
            </w:r>
            <w:r w:rsidR="00784A87">
              <w:t>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331A" w:rsidRPr="00336FCA" w:rsidDel="00423CB2" w14:paraId="1CF24FD6" w14:textId="77777777" w:rsidTr="00CA2922">
        <w:tc>
          <w:tcPr>
            <w:tcW w:w="1396" w:type="pct"/>
          </w:tcPr>
          <w:p w14:paraId="6D88B952" w14:textId="11DF9F52" w:rsidR="00B7331A" w:rsidRPr="00092D4B" w:rsidRDefault="00B7331A" w:rsidP="00092D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1B7CC730" w14:textId="06C45365" w:rsidR="00B7331A" w:rsidRPr="00092D4B" w:rsidRDefault="00B7331A" w:rsidP="00092D4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Use clear language, accurate industry terminology and logical structure to complete feeding records</w:t>
            </w:r>
          </w:p>
        </w:tc>
      </w:tr>
      <w:tr w:rsidR="00B7331A" w:rsidRPr="00336FCA" w:rsidDel="00423CB2" w14:paraId="1D3AF5EE" w14:textId="77777777" w:rsidTr="00CA2922">
        <w:tc>
          <w:tcPr>
            <w:tcW w:w="1396" w:type="pct"/>
          </w:tcPr>
          <w:p w14:paraId="16ED7E97" w14:textId="69DB0BF1" w:rsidR="00B7331A" w:rsidRPr="00092D4B" w:rsidRDefault="00B7331A" w:rsidP="00092D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4F0DEDEC" w:rsidR="00B7331A" w:rsidRPr="00092D4B" w:rsidRDefault="00B7331A" w:rsidP="00092D4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331A" w:rsidRPr="007240B4" w14:paraId="7EFB7203" w14:textId="77777777" w:rsidTr="00F33FF2">
        <w:tc>
          <w:tcPr>
            <w:tcW w:w="1028" w:type="pct"/>
          </w:tcPr>
          <w:p w14:paraId="01EBBB86" w14:textId="77777777" w:rsidR="00B7331A" w:rsidRPr="00092D4B" w:rsidRDefault="00B7331A" w:rsidP="00092D4B">
            <w:pPr>
              <w:pStyle w:val="SIText"/>
            </w:pPr>
            <w:r w:rsidRPr="00092D4B">
              <w:t>AHCLSK208 Monitor livestock to parturition</w:t>
            </w:r>
          </w:p>
          <w:p w14:paraId="6B803FA7" w14:textId="0270C355" w:rsidR="00B7331A" w:rsidRPr="00092D4B" w:rsidRDefault="00B7331A" w:rsidP="00092D4B">
            <w:pPr>
              <w:pStyle w:val="SIText"/>
            </w:pPr>
            <w:r w:rsidRPr="00092D4B">
              <w:t>Release 2</w:t>
            </w:r>
          </w:p>
        </w:tc>
        <w:tc>
          <w:tcPr>
            <w:tcW w:w="1105" w:type="pct"/>
          </w:tcPr>
          <w:p w14:paraId="3DE9CC8E" w14:textId="77777777" w:rsidR="00B7331A" w:rsidRPr="00B7331A" w:rsidRDefault="00B7331A" w:rsidP="00092D4B">
            <w:pPr>
              <w:pStyle w:val="SIText"/>
            </w:pPr>
            <w:r w:rsidRPr="00092D4B">
              <w:t>AHCLSK208 Monitor livestock to parturition</w:t>
            </w:r>
          </w:p>
          <w:p w14:paraId="3216D365" w14:textId="01E766D3" w:rsidR="00B7331A" w:rsidRPr="00B7331A" w:rsidRDefault="00B7331A" w:rsidP="00092D4B">
            <w:pPr>
              <w:pStyle w:val="SIText"/>
            </w:pPr>
            <w:r w:rsidRPr="00B7331A">
              <w:t>Release 1</w:t>
            </w:r>
          </w:p>
        </w:tc>
        <w:tc>
          <w:tcPr>
            <w:tcW w:w="1251" w:type="pct"/>
          </w:tcPr>
          <w:p w14:paraId="44ABE8C5" w14:textId="77777777" w:rsidR="00B7331A" w:rsidRPr="00FB5659" w:rsidRDefault="00B7331A" w:rsidP="00FB56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20D9AAC" w14:textId="3D71A89E" w:rsidR="00B7331A" w:rsidRPr="00FB5659" w:rsidRDefault="00FB5659" w:rsidP="00FB56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m</w:t>
            </w:r>
            <w:r w:rsidR="00B7331A" w:rsidRPr="00FB5659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2EF36871" w14:textId="4C5E8FD6" w:rsidR="00B7331A" w:rsidRPr="00FB5659" w:rsidRDefault="00FB5659" w:rsidP="00FB56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f</w:t>
            </w:r>
            <w:r w:rsidR="00B7331A" w:rsidRPr="00FB5659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2C0E7CC" w:rsidR="00B7331A" w:rsidRPr="00FB5659" w:rsidRDefault="00FB5659" w:rsidP="00FB56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a</w:t>
            </w:r>
            <w:r w:rsidR="00B7331A" w:rsidRPr="00FB5659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7397EF0A" w:rsidR="00B7331A" w:rsidRPr="00092D4B" w:rsidRDefault="00B733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2D4B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Pr="007240B4" w:rsidRDefault="00F1480E" w:rsidP="007240B4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5E54E2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B8301F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710CC" w:rsidRPr="000710CC">
              <w:t>AHCLSK208 Monitor livestock to parturition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F02CDC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737C399E" w:rsidR="00DA54B5" w:rsidRPr="007240B4" w:rsidRDefault="00DA54B5" w:rsidP="00E018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092D4B">
              <w:rPr>
                <w:rStyle w:val="SITemporaryText-red"/>
                <w:color w:val="auto"/>
                <w:sz w:val="20"/>
              </w:rPr>
              <w:t xml:space="preserve">has </w:t>
            </w:r>
            <w:r w:rsidR="00B7331A" w:rsidRPr="00E0181D">
              <w:rPr>
                <w:rStyle w:val="SITemporaryText-red"/>
                <w:color w:val="auto"/>
                <w:sz w:val="20"/>
              </w:rPr>
              <w:t xml:space="preserve">monitored livestock </w:t>
            </w:r>
            <w:r w:rsidR="00E0181D" w:rsidRPr="004C4F80">
              <w:rPr>
                <w:rStyle w:val="SITemporaryText-red"/>
                <w:color w:val="auto"/>
                <w:sz w:val="20"/>
              </w:rPr>
              <w:t xml:space="preserve">throughout pregnancy </w:t>
            </w:r>
            <w:r w:rsidR="00B7331A" w:rsidRPr="00E0181D">
              <w:rPr>
                <w:rStyle w:val="SITemporaryText-red"/>
                <w:color w:val="auto"/>
                <w:sz w:val="20"/>
              </w:rPr>
              <w:t>to</w:t>
            </w:r>
            <w:r w:rsidR="00B7331A" w:rsidRPr="00092D4B">
              <w:rPr>
                <w:rStyle w:val="SITemporaryText-red"/>
                <w:color w:val="auto"/>
                <w:sz w:val="20"/>
              </w:rPr>
              <w:t xml:space="preserve"> parturition, and has</w:t>
            </w:r>
            <w:r w:rsidRPr="00092D4B">
              <w:rPr>
                <w:rStyle w:val="SITemporaryText-red"/>
                <w:color w:val="auto"/>
                <w:sz w:val="20"/>
              </w:rPr>
              <w:t>:</w:t>
            </w:r>
          </w:p>
          <w:p w14:paraId="173E45D2" w14:textId="77777777" w:rsidR="006445C1" w:rsidRPr="006445C1" w:rsidRDefault="006445C1" w:rsidP="006445C1">
            <w:pPr>
              <w:pStyle w:val="SIBulletList1"/>
            </w:pPr>
            <w:r w:rsidRPr="000710CC">
              <w:t>provide</w:t>
            </w:r>
            <w:r w:rsidRPr="006445C1">
              <w:t>d a safe and secure environment for the promotion of the welfare and wellbeing of pregnant animals through to birthing</w:t>
            </w:r>
          </w:p>
          <w:p w14:paraId="73C94F2A" w14:textId="03EDD518" w:rsidR="000710CC" w:rsidRPr="000710CC" w:rsidRDefault="000710CC" w:rsidP="000710CC">
            <w:pPr>
              <w:pStyle w:val="SIBulletList1"/>
            </w:pPr>
            <w:r w:rsidRPr="000710CC">
              <w:t>observe</w:t>
            </w:r>
            <w:r w:rsidR="00B7331A">
              <w:t>d</w:t>
            </w:r>
            <w:r w:rsidRPr="000710CC">
              <w:t xml:space="preserve"> livestock health and wellbeing from joining</w:t>
            </w:r>
          </w:p>
          <w:p w14:paraId="0CEEEF54" w14:textId="357CCA44" w:rsidR="000710CC" w:rsidRPr="000710CC" w:rsidRDefault="000710CC" w:rsidP="000710CC">
            <w:pPr>
              <w:pStyle w:val="SIBulletList1"/>
            </w:pPr>
            <w:r w:rsidRPr="000710CC">
              <w:t>maintain</w:t>
            </w:r>
            <w:r w:rsidR="00B7331A">
              <w:t>ed</w:t>
            </w:r>
            <w:r w:rsidRPr="000710CC">
              <w:t xml:space="preserve"> appropriate nutritional and environmental requirements</w:t>
            </w:r>
          </w:p>
          <w:p w14:paraId="456020BD" w14:textId="691DB9DF" w:rsidR="000710CC" w:rsidRPr="000710CC" w:rsidRDefault="000710CC" w:rsidP="000710CC">
            <w:pPr>
              <w:pStyle w:val="SIBulletList1"/>
            </w:pPr>
            <w:r w:rsidRPr="000710CC">
              <w:t>recognise</w:t>
            </w:r>
            <w:r w:rsidR="00B7331A">
              <w:t>d</w:t>
            </w:r>
            <w:r w:rsidRPr="000710CC">
              <w:t xml:space="preserve"> and report</w:t>
            </w:r>
            <w:r w:rsidR="00B7331A">
              <w:t>ed</w:t>
            </w:r>
            <w:r w:rsidRPr="000710CC">
              <w:t xml:space="preserve"> abnormalities for remedial action</w:t>
            </w:r>
          </w:p>
          <w:p w14:paraId="64F584D6" w14:textId="56AAE07D" w:rsidR="000710CC" w:rsidRPr="000710CC" w:rsidRDefault="000710CC" w:rsidP="000710CC">
            <w:pPr>
              <w:pStyle w:val="SIBulletList1"/>
            </w:pPr>
            <w:r w:rsidRPr="000710CC">
              <w:t>administer</w:t>
            </w:r>
            <w:r w:rsidR="00B7331A">
              <w:t>ed</w:t>
            </w:r>
            <w:r w:rsidRPr="000710CC">
              <w:t xml:space="preserve"> preventative health treatments</w:t>
            </w:r>
          </w:p>
          <w:p w14:paraId="39F5E6B3" w14:textId="169FB8BC" w:rsidR="000710CC" w:rsidRPr="000710CC" w:rsidRDefault="000710CC" w:rsidP="000710CC">
            <w:pPr>
              <w:pStyle w:val="SIBulletList1"/>
            </w:pPr>
            <w:r w:rsidRPr="000710CC">
              <w:t>calculate</w:t>
            </w:r>
            <w:r w:rsidR="00B7331A">
              <w:t>d</w:t>
            </w:r>
            <w:r w:rsidRPr="000710CC">
              <w:t xml:space="preserve"> animal numbers, measure</w:t>
            </w:r>
            <w:r w:rsidR="00B7331A">
              <w:t>d</w:t>
            </w:r>
            <w:r w:rsidRPr="000710CC">
              <w:t xml:space="preserve"> feed, assess</w:t>
            </w:r>
            <w:r w:rsidR="00B7331A">
              <w:t>ed</w:t>
            </w:r>
            <w:r w:rsidRPr="000710CC">
              <w:t xml:space="preserve"> rate and frequency of feeding, and calculate</w:t>
            </w:r>
            <w:r w:rsidR="00B7331A">
              <w:t>d</w:t>
            </w:r>
            <w:r w:rsidRPr="000710CC">
              <w:t xml:space="preserve"> animal gestation</w:t>
            </w:r>
          </w:p>
          <w:p w14:paraId="7EC2D07E" w14:textId="77777777" w:rsidR="00E0181D" w:rsidRDefault="000710CC" w:rsidP="000710CC">
            <w:pPr>
              <w:pStyle w:val="SIBulletList1"/>
            </w:pPr>
            <w:r w:rsidRPr="000710CC">
              <w:t>communicate</w:t>
            </w:r>
            <w:r w:rsidR="00B7331A">
              <w:t>d</w:t>
            </w:r>
            <w:r w:rsidRPr="000710CC">
              <w:t xml:space="preserve"> orally and in writing</w:t>
            </w:r>
          </w:p>
          <w:p w14:paraId="29A03C84" w14:textId="71AD906D" w:rsidR="000710CC" w:rsidRPr="000710CC" w:rsidRDefault="00E0181D" w:rsidP="000710CC">
            <w:pPr>
              <w:pStyle w:val="SIBulletList1"/>
            </w:pPr>
            <w:r>
              <w:t xml:space="preserve">monitored and reported </w:t>
            </w:r>
            <w:r w:rsidR="000710CC" w:rsidRPr="000710CC">
              <w:t>animal behaviour and identified abnormalities</w:t>
            </w:r>
          </w:p>
          <w:p w14:paraId="0BC7C4C7" w14:textId="04482B79" w:rsidR="000710CC" w:rsidRPr="000710CC" w:rsidRDefault="000710CC" w:rsidP="000710CC">
            <w:pPr>
              <w:pStyle w:val="SIBulletList1"/>
            </w:pPr>
            <w:r w:rsidRPr="000710CC">
              <w:t>handle</w:t>
            </w:r>
            <w:r w:rsidR="00B7331A">
              <w:t>d</w:t>
            </w:r>
            <w:r w:rsidRPr="000710CC">
              <w:t xml:space="preserve"> pregnant animals with due care</w:t>
            </w:r>
          </w:p>
          <w:p w14:paraId="4066490D" w14:textId="2B9EB5A9" w:rsidR="000710CC" w:rsidRPr="000710CC" w:rsidRDefault="000710CC" w:rsidP="000710CC">
            <w:pPr>
              <w:pStyle w:val="SIBulletList1"/>
            </w:pPr>
            <w:r w:rsidRPr="000710CC">
              <w:t>observe</w:t>
            </w:r>
            <w:r w:rsidR="00B7331A">
              <w:t>d</w:t>
            </w:r>
            <w:r w:rsidRPr="000710CC">
              <w:t xml:space="preserve"> local climatic conditions</w:t>
            </w:r>
          </w:p>
          <w:p w14:paraId="2F0D58C9" w14:textId="5401DA1B" w:rsidR="000710CC" w:rsidRPr="000710CC" w:rsidRDefault="000710CC" w:rsidP="000710CC">
            <w:pPr>
              <w:pStyle w:val="SIBulletList1"/>
            </w:pPr>
            <w:r w:rsidRPr="000710CC">
              <w:t>follow</w:t>
            </w:r>
            <w:r w:rsidR="00B7331A">
              <w:t>ed</w:t>
            </w:r>
            <w:r w:rsidRPr="000710CC">
              <w:t xml:space="preserve"> relevant work</w:t>
            </w:r>
            <w:r w:rsidR="00B7331A">
              <w:t>place</w:t>
            </w:r>
            <w:r w:rsidRPr="000710CC">
              <w:t xml:space="preserve"> health and safety </w:t>
            </w:r>
            <w:r w:rsidR="00B7331A">
              <w:t>and environmental and biosecurity legislation, regulations and workplace procedures</w:t>
            </w:r>
          </w:p>
          <w:p w14:paraId="3F4E2EAA" w14:textId="03A17BD2" w:rsidR="00556C4C" w:rsidRPr="000754EC" w:rsidRDefault="000710CC" w:rsidP="000710CC">
            <w:pPr>
              <w:pStyle w:val="SIBulletList1"/>
            </w:pPr>
            <w:r w:rsidRPr="000710CC">
              <w:t>follow</w:t>
            </w:r>
            <w:r w:rsidR="00B7331A">
              <w:t>ed</w:t>
            </w:r>
            <w:r w:rsidRPr="000710CC">
              <w:t xml:space="preserve"> relevant animal welfare p</w:t>
            </w:r>
            <w:r w:rsidR="00952A40">
              <w:t>olicies and p</w:t>
            </w:r>
            <w:r w:rsidRPr="000710CC">
              <w:t>ractices</w:t>
            </w:r>
            <w:r w:rsidR="00B7331A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F485E33" w14:textId="4FFEBCB8" w:rsidR="00092D4B" w:rsidRPr="00092D4B" w:rsidRDefault="00092D4B" w:rsidP="00092D4B">
            <w:pPr>
              <w:pStyle w:val="SIBulletList1"/>
            </w:pPr>
            <w:r>
              <w:t>workplace requirements applicable to health and safety in the workplace for monitoring livestock to parturition</w:t>
            </w:r>
          </w:p>
          <w:p w14:paraId="565295C1" w14:textId="45A4BCB0" w:rsidR="00092D4B" w:rsidRPr="00092D4B" w:rsidRDefault="00092D4B" w:rsidP="00092D4B">
            <w:pPr>
              <w:pStyle w:val="SIBulletList1"/>
            </w:pPr>
            <w:r>
              <w:t>e</w:t>
            </w:r>
            <w:r w:rsidRPr="00092D4B">
              <w:t xml:space="preserve">nvironment and biosecurity legislation and regulations and workplace practices relevant to </w:t>
            </w:r>
            <w:r>
              <w:t>monitoring livestock to parturition</w:t>
            </w:r>
          </w:p>
          <w:p w14:paraId="7D8CA947" w14:textId="77777777" w:rsidR="00092D4B" w:rsidRDefault="00092D4B" w:rsidP="000710CC">
            <w:pPr>
              <w:pStyle w:val="SIBulletList1"/>
            </w:pPr>
            <w:r>
              <w:t>principles and practices of monitoring livestock parturition, including:</w:t>
            </w:r>
          </w:p>
          <w:p w14:paraId="34FD64FA" w14:textId="1807C7E7" w:rsidR="000710CC" w:rsidRPr="000710CC" w:rsidRDefault="000710CC" w:rsidP="00092D4B">
            <w:pPr>
              <w:pStyle w:val="SIBulletList2"/>
            </w:pPr>
            <w:r w:rsidRPr="000710CC">
              <w:t>effects of adverse weather conditions and inadequate nutrition on pregnant animals and their newborn</w:t>
            </w:r>
          </w:p>
          <w:p w14:paraId="781794B2" w14:textId="66192608" w:rsidR="000710CC" w:rsidRPr="000710CC" w:rsidRDefault="000710CC" w:rsidP="00092D4B">
            <w:pPr>
              <w:pStyle w:val="SIBulletList2"/>
            </w:pPr>
            <w:r w:rsidRPr="000710CC">
              <w:t>effect of local climatic conditions on the timing of separating and transporting pregnant animals</w:t>
            </w:r>
          </w:p>
          <w:p w14:paraId="3BB0749D" w14:textId="6DD4F425" w:rsidR="000710CC" w:rsidRPr="000710CC" w:rsidRDefault="000710CC" w:rsidP="00092D4B">
            <w:pPr>
              <w:pStyle w:val="SIBulletList2"/>
            </w:pPr>
            <w:r w:rsidRPr="000710CC">
              <w:t xml:space="preserve">environment codes of practice </w:t>
            </w:r>
            <w:r w:rsidR="00B7331A">
              <w:t>applicable</w:t>
            </w:r>
            <w:r w:rsidRPr="000710CC">
              <w:t xml:space="preserve"> to animal production</w:t>
            </w:r>
          </w:p>
          <w:p w14:paraId="7B767FED" w14:textId="77777777" w:rsidR="000710CC" w:rsidRPr="000710CC" w:rsidRDefault="000710CC" w:rsidP="00092D4B">
            <w:pPr>
              <w:pStyle w:val="SIBulletList2"/>
            </w:pPr>
            <w:r w:rsidRPr="000710CC">
              <w:t>correct livestock handling techniques for dry and pregnant animals</w:t>
            </w:r>
          </w:p>
          <w:p w14:paraId="0C169F96" w14:textId="77777777" w:rsidR="000710CC" w:rsidRPr="000710CC" w:rsidRDefault="000710CC" w:rsidP="00092D4B">
            <w:pPr>
              <w:pStyle w:val="SIBulletList2"/>
            </w:pPr>
            <w:r w:rsidRPr="000710CC">
              <w:t>health and nutritional requirements for pregnant animals</w:t>
            </w:r>
          </w:p>
          <w:p w14:paraId="02402699" w14:textId="77777777" w:rsidR="000710CC" w:rsidRPr="000710CC" w:rsidRDefault="000710CC" w:rsidP="00092D4B">
            <w:pPr>
              <w:pStyle w:val="SIBulletList2"/>
            </w:pPr>
            <w:r w:rsidRPr="000710CC">
              <w:t>livestock identification methods</w:t>
            </w:r>
          </w:p>
          <w:p w14:paraId="72156337" w14:textId="1DA71738" w:rsidR="000710CC" w:rsidRPr="000710CC" w:rsidRDefault="000710CC" w:rsidP="00092D4B">
            <w:pPr>
              <w:pStyle w:val="SIBulletList2"/>
            </w:pPr>
            <w:r w:rsidRPr="000710CC">
              <w:t>pregnant animal behaviour and abnormalities</w:t>
            </w:r>
          </w:p>
          <w:p w14:paraId="398C388F" w14:textId="63B8CDF0" w:rsidR="000710CC" w:rsidRPr="000710CC" w:rsidRDefault="000710CC" w:rsidP="00092D4B">
            <w:pPr>
              <w:pStyle w:val="SIBulletList2"/>
            </w:pPr>
            <w:r w:rsidRPr="000710CC">
              <w:t>pregnancy checking and confirmation procedures</w:t>
            </w:r>
            <w:r w:rsidR="00B7331A">
              <w:t>,</w:t>
            </w:r>
            <w:r w:rsidRPr="000710CC">
              <w:t xml:space="preserve"> including scanning</w:t>
            </w:r>
          </w:p>
          <w:p w14:paraId="53628F01" w14:textId="43C1599D" w:rsidR="000710CC" w:rsidRPr="000710CC" w:rsidRDefault="006445C1" w:rsidP="00092D4B">
            <w:pPr>
              <w:pStyle w:val="SIBulletList2"/>
            </w:pPr>
            <w:r w:rsidRPr="000710CC">
              <w:t xml:space="preserve">livestock </w:t>
            </w:r>
            <w:r w:rsidR="000710CC" w:rsidRPr="000710CC">
              <w:t>health treatments, procedures and methods</w:t>
            </w:r>
          </w:p>
          <w:p w14:paraId="594042BC" w14:textId="04FC6C0A" w:rsidR="00F1480E" w:rsidRPr="000754EC" w:rsidRDefault="000710CC" w:rsidP="00092D4B">
            <w:pPr>
              <w:pStyle w:val="SIBulletList2"/>
            </w:pPr>
            <w:r w:rsidRPr="000710CC">
              <w:t xml:space="preserve">animal welfare </w:t>
            </w:r>
            <w:r w:rsidR="006D5456">
              <w:t xml:space="preserve">legislation, </w:t>
            </w:r>
            <w:r w:rsidRPr="000710CC">
              <w:t>codes of practice</w:t>
            </w:r>
            <w:r w:rsidR="006D5456">
              <w:t xml:space="preserve"> and procedures</w:t>
            </w:r>
            <w:r w:rsidR="00092D4B">
              <w:t xml:space="preserve"> relevant to monitoring livestock to parturition.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09FCC678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348699AF" w:rsidR="00DA54B5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093A0232" w:rsidR="00DA54B5" w:rsidRPr="00092D4B" w:rsidRDefault="00092D4B" w:rsidP="00092D4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7E720D8A" w:rsidR="00DA54B5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8E63D4A" w14:textId="187D08A1" w:rsidR="00092D4B" w:rsidRPr="00092D4B" w:rsidRDefault="00092D4B" w:rsidP="00092D4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92D4B">
              <w:t>monitoring livestock to parturition</w:t>
            </w:r>
          </w:p>
          <w:p w14:paraId="4AB282A7" w14:textId="660FB27B" w:rsidR="00DA54B5" w:rsidRPr="004C4F80" w:rsidRDefault="00092D4B" w:rsidP="00092D4B">
            <w:pPr>
              <w:pStyle w:val="SIBulletList2"/>
              <w:rPr>
                <w:rFonts w:eastAsia="Calibri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 xml:space="preserve">materials, equipment, and resources applicable to </w:t>
            </w:r>
            <w:r w:rsidRPr="00092D4B">
              <w:t>monitoring livestock to parturition</w:t>
            </w:r>
          </w:p>
          <w:p w14:paraId="033F0D33" w14:textId="3FC5F28B" w:rsidR="006445C1" w:rsidRPr="004C4F80" w:rsidRDefault="006445C1" w:rsidP="00092D4B">
            <w:pPr>
              <w:pStyle w:val="SIBulletList2"/>
              <w:rPr>
                <w:rFonts w:eastAsia="Calibri"/>
              </w:rPr>
            </w:pPr>
            <w:r>
              <w:t>pregnant livestock</w:t>
            </w:r>
          </w:p>
          <w:p w14:paraId="27F682AF" w14:textId="5ED7FE35" w:rsidR="006445C1" w:rsidRPr="006445C1" w:rsidRDefault="006445C1" w:rsidP="006445C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C4F80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Pr="006445C1">
              <w:t>monitoring livestock to parturition</w:t>
            </w:r>
          </w:p>
          <w:p w14:paraId="3D4B0BD2" w14:textId="389A3220" w:rsidR="00DA54B5" w:rsidRPr="007240B4" w:rsidRDefault="00DA54B5" w:rsidP="007240B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40B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8496ADE" w14:textId="6064A813" w:rsidR="00092D4B" w:rsidRPr="00092D4B" w:rsidRDefault="00092D4B" w:rsidP="00092D4B">
            <w:pPr>
              <w:pStyle w:val="SIBulletList2"/>
              <w:rPr>
                <w:rFonts w:eastAsia="Calibri"/>
              </w:rPr>
            </w:pPr>
            <w:r w:rsidRPr="00092D4B">
              <w:rPr>
                <w:rFonts w:eastAsia="Calibri"/>
              </w:rPr>
              <w:t xml:space="preserve">workplace requirements applicable to health and safety in the workplace for </w:t>
            </w:r>
            <w:r>
              <w:t>monitoring livestock to parturition</w:t>
            </w:r>
          </w:p>
          <w:p w14:paraId="239583DE" w14:textId="1E83783A" w:rsidR="00092D4B" w:rsidRPr="00092D4B" w:rsidRDefault="00092D4B" w:rsidP="00092D4B">
            <w:pPr>
              <w:pStyle w:val="SIBulletList2"/>
              <w:rPr>
                <w:rFonts w:eastAsia="Calibri"/>
              </w:rPr>
            </w:pPr>
            <w:r w:rsidRPr="00834D13">
              <w:lastRenderedPageBreak/>
              <w:t xml:space="preserve">environment and biosecurity legislation and regulations and workplace practices applicable to </w:t>
            </w:r>
            <w:r>
              <w:t>monitoring livestock to parturition</w:t>
            </w:r>
          </w:p>
          <w:p w14:paraId="5EDE35FD" w14:textId="6394EE5D" w:rsidR="00DA54B5" w:rsidRPr="007240B4" w:rsidRDefault="00092D4B" w:rsidP="00092D4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364F">
              <w:t xml:space="preserve">industry standards, </w:t>
            </w:r>
            <w:r w:rsidR="00952A40">
              <w:t xml:space="preserve">legislation and </w:t>
            </w:r>
            <w:r w:rsidRPr="005F364F">
              <w:t>codes of practice and procedures for</w:t>
            </w:r>
            <w:r w:rsidRPr="00092D4B">
              <w:t xml:space="preserve"> animal welfare a</w:t>
            </w:r>
            <w:r w:rsidR="006D5456">
              <w:t>pplicable to</w:t>
            </w:r>
            <w:r w:rsidRPr="00092D4B">
              <w:t xml:space="preserve"> </w:t>
            </w:r>
            <w:r>
              <w:t>monitoring livestock to parturition</w:t>
            </w:r>
          </w:p>
          <w:p w14:paraId="0DCA1D1B" w14:textId="66825218" w:rsidR="00DA54B5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118E292" w:rsidR="00DA54B5" w:rsidRPr="00092D4B" w:rsidRDefault="00092D4B" w:rsidP="00092D4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1EFDB850" w:rsidR="007240B4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AFADA86" w:rsidR="00DA54B5" w:rsidRPr="00092D4B" w:rsidRDefault="00092D4B" w:rsidP="00092D4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92D4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B08E6F6" w:rsidR="00DA54B5" w:rsidRPr="007240B4" w:rsidRDefault="00DA54B5" w:rsidP="007240B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3A4634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092D4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3D0A0" w14:textId="77777777" w:rsidR="007602F6" w:rsidRDefault="007602F6" w:rsidP="00BF3F0A">
      <w:r>
        <w:separator/>
      </w:r>
    </w:p>
    <w:p w14:paraId="5BB77D10" w14:textId="77777777" w:rsidR="007602F6" w:rsidRDefault="007602F6"/>
  </w:endnote>
  <w:endnote w:type="continuationSeparator" w:id="0">
    <w:p w14:paraId="740CF62D" w14:textId="77777777" w:rsidR="007602F6" w:rsidRDefault="007602F6" w:rsidP="00BF3F0A">
      <w:r>
        <w:continuationSeparator/>
      </w:r>
    </w:p>
    <w:p w14:paraId="304D1B5A" w14:textId="77777777" w:rsidR="007602F6" w:rsidRDefault="007602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1F017" w14:textId="77777777" w:rsidR="007602F6" w:rsidRDefault="007602F6" w:rsidP="00BF3F0A">
      <w:r>
        <w:separator/>
      </w:r>
    </w:p>
    <w:p w14:paraId="1CD47827" w14:textId="77777777" w:rsidR="007602F6" w:rsidRDefault="007602F6"/>
  </w:footnote>
  <w:footnote w:type="continuationSeparator" w:id="0">
    <w:p w14:paraId="3C411C55" w14:textId="77777777" w:rsidR="007602F6" w:rsidRDefault="007602F6" w:rsidP="00BF3F0A">
      <w:r>
        <w:continuationSeparator/>
      </w:r>
    </w:p>
    <w:p w14:paraId="28E8CA10" w14:textId="77777777" w:rsidR="007602F6" w:rsidRDefault="007602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2FBBFDF" w:rsidR="009C2650" w:rsidRPr="000710CC" w:rsidRDefault="000710CC" w:rsidP="000710CC">
    <w:r w:rsidRPr="000710CC">
      <w:rPr>
        <w:lang w:eastAsia="en-US"/>
      </w:rPr>
      <w:t>AHCLSK208 Monitor livestock to parturition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92D4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F4B"/>
    <w:rsid w:val="001372F6"/>
    <w:rsid w:val="00144385"/>
    <w:rsid w:val="00146EEC"/>
    <w:rsid w:val="00151D55"/>
    <w:rsid w:val="00151D93"/>
    <w:rsid w:val="00156EF3"/>
    <w:rsid w:val="00173CB8"/>
    <w:rsid w:val="00174B28"/>
    <w:rsid w:val="00176E4F"/>
    <w:rsid w:val="0018546B"/>
    <w:rsid w:val="001A6A3E"/>
    <w:rsid w:val="001A7B6D"/>
    <w:rsid w:val="001B34D5"/>
    <w:rsid w:val="001B513A"/>
    <w:rsid w:val="001C0A75"/>
    <w:rsid w:val="001C1306"/>
    <w:rsid w:val="001C402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619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F8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57F"/>
    <w:rsid w:val="005D1AFD"/>
    <w:rsid w:val="005E51E6"/>
    <w:rsid w:val="005E73A1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45C1"/>
    <w:rsid w:val="006452B8"/>
    <w:rsid w:val="00652E62"/>
    <w:rsid w:val="00686A49"/>
    <w:rsid w:val="00687B62"/>
    <w:rsid w:val="00690C44"/>
    <w:rsid w:val="006969D9"/>
    <w:rsid w:val="006A2B68"/>
    <w:rsid w:val="006C2F32"/>
    <w:rsid w:val="006C3C36"/>
    <w:rsid w:val="006D1AF9"/>
    <w:rsid w:val="006D38C3"/>
    <w:rsid w:val="006D4448"/>
    <w:rsid w:val="006D5456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0B4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02F6"/>
    <w:rsid w:val="00761DBE"/>
    <w:rsid w:val="0076523B"/>
    <w:rsid w:val="00771B60"/>
    <w:rsid w:val="00781D77"/>
    <w:rsid w:val="00783549"/>
    <w:rsid w:val="00784A87"/>
    <w:rsid w:val="007860B7"/>
    <w:rsid w:val="00786DC8"/>
    <w:rsid w:val="007A174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A40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F1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31A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AEA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181D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A462A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B565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557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E8BE1-55D0-477D-8D5C-2A2BA0807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B41A6-2413-4AEE-A543-53DA0C2C2A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120</TotalTime>
  <Pages>5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21</cp:revision>
  <cp:lastPrinted>2016-05-27T05:21:00Z</cp:lastPrinted>
  <dcterms:created xsi:type="dcterms:W3CDTF">2020-08-25T06:08:00Z</dcterms:created>
  <dcterms:modified xsi:type="dcterms:W3CDTF">2021-05-19T00:18:00Z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