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49703D47" w14:textId="77777777" w:rsidTr="00146EEC">
        <w:tc>
          <w:tcPr>
            <w:tcW w:w="2689" w:type="dxa"/>
          </w:tcPr>
          <w:p w14:paraId="219CB830" w14:textId="02678C43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E933B0">
              <w:t>1</w:t>
            </w:r>
          </w:p>
        </w:tc>
        <w:tc>
          <w:tcPr>
            <w:tcW w:w="6939" w:type="dxa"/>
          </w:tcPr>
          <w:p w14:paraId="1452D98A" w14:textId="4F3BB18C" w:rsidR="00F1480E" w:rsidRPr="000754EC" w:rsidRDefault="00F1480E" w:rsidP="000754EC">
            <w:pPr>
              <w:pStyle w:val="SIText"/>
            </w:pPr>
            <w:r w:rsidRPr="00CC451E">
              <w:t xml:space="preserve">This version released with </w:t>
            </w:r>
            <w:r w:rsidR="00E933B0">
              <w:t xml:space="preserve">AHC Agriculture, Horticulture and Conservation and Land Management </w:t>
            </w:r>
            <w:r w:rsidR="00337E82" w:rsidRPr="000754EC">
              <w:t>Training</w:t>
            </w:r>
            <w:r w:rsidRPr="000754EC">
              <w:t xml:space="preserve"> Package Version </w:t>
            </w:r>
            <w:r w:rsidR="005073D7">
              <w:t>7</w:t>
            </w:r>
            <w:r w:rsidR="00337E82" w:rsidRPr="000754EC">
              <w:t>.0</w:t>
            </w:r>
            <w:r w:rsidRPr="000754EC">
              <w:t>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81F69A0" w14:textId="5CB9FAF9" w:rsidR="00F1480E" w:rsidRPr="000754EC" w:rsidRDefault="00E933B0" w:rsidP="000754EC">
            <w:pPr>
              <w:pStyle w:val="SIUNITCODE"/>
            </w:pPr>
            <w:r>
              <w:t>AHC</w:t>
            </w:r>
            <w:r w:rsidR="005F364F">
              <w:t>AIS2</w:t>
            </w:r>
            <w:r w:rsidR="005073D7">
              <w:t>XX</w:t>
            </w:r>
          </w:p>
        </w:tc>
        <w:tc>
          <w:tcPr>
            <w:tcW w:w="3604" w:type="pct"/>
            <w:shd w:val="clear" w:color="auto" w:fill="auto"/>
          </w:tcPr>
          <w:p w14:paraId="68240ED7" w14:textId="1541C2B3" w:rsidR="00F1480E" w:rsidRPr="000754EC" w:rsidRDefault="005F364F" w:rsidP="000754EC">
            <w:pPr>
              <w:pStyle w:val="SIUnittitle"/>
            </w:pPr>
            <w:r w:rsidRPr="005F364F">
              <w:t>Assist with artificial insemination procedures</w:t>
            </w:r>
          </w:p>
        </w:tc>
      </w:tr>
      <w:tr w:rsidR="00F1480E" w:rsidRPr="00963A46" w14:paraId="25DF8325" w14:textId="77777777" w:rsidTr="00CA2922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98304B1" w14:textId="38BD6092" w:rsidR="005F364F" w:rsidRPr="005F364F" w:rsidRDefault="005F364F" w:rsidP="005F364F">
            <w:r w:rsidRPr="005F364F">
              <w:t>This unit of competency describes the skills and knowledge required to assist with artificial insemination procedures</w:t>
            </w:r>
            <w:r w:rsidR="0043003D">
              <w:t xml:space="preserve">, including assisting with preparing </w:t>
            </w:r>
            <w:r w:rsidR="0050384B">
              <w:t>animals for insemination, supporting insemination procedure and cleaning work area and equipment with</w:t>
            </w:r>
            <w:r w:rsidRPr="005F364F">
              <w:t xml:space="preserve"> a registered veterinarian or licensed inseminator.</w:t>
            </w:r>
          </w:p>
          <w:p w14:paraId="38C39EF8" w14:textId="20ED22C1" w:rsidR="005F364F" w:rsidRDefault="005F364F" w:rsidP="005F364F"/>
          <w:p w14:paraId="73DD883A" w14:textId="59688718" w:rsidR="0050384B" w:rsidRPr="0050384B" w:rsidRDefault="0050384B" w:rsidP="0050384B">
            <w:pPr>
              <w:pStyle w:val="SIText"/>
            </w:pPr>
            <w:r w:rsidRPr="00F36199">
              <w:t>Th</w:t>
            </w:r>
            <w:r w:rsidRPr="0050384B">
              <w:t xml:space="preserve">e unit applies to individuals who assist with </w:t>
            </w:r>
            <w:r>
              <w:t>artificial insemination procedures</w:t>
            </w:r>
            <w:r w:rsidRPr="0050384B">
              <w:t xml:space="preserve"> under general supervision with limited autonomy or accountability.</w:t>
            </w:r>
          </w:p>
          <w:p w14:paraId="71B752B7" w14:textId="77777777" w:rsidR="0050384B" w:rsidRDefault="0050384B" w:rsidP="005F364F"/>
          <w:p w14:paraId="3257FEB3" w14:textId="6D92E52E" w:rsidR="005F364F" w:rsidRPr="005F364F" w:rsidRDefault="005F364F" w:rsidP="005F364F">
            <w:r w:rsidRPr="005F364F">
              <w:t xml:space="preserve">All work </w:t>
            </w:r>
            <w:r w:rsidR="0050384B">
              <w:t>is</w:t>
            </w:r>
            <w:r w:rsidRPr="005F364F">
              <w:t xml:space="preserve"> carried out to comply with workplace procedures, health and safety</w:t>
            </w:r>
            <w:r w:rsidR="0050384B">
              <w:t xml:space="preserve"> in the workplace requirements</w:t>
            </w:r>
            <w:r w:rsidRPr="005F364F">
              <w:t xml:space="preserve">, animal welfare </w:t>
            </w:r>
            <w:r w:rsidR="0050384B">
              <w:t xml:space="preserve">legislative, regulatory and codes of practice requirements, </w:t>
            </w:r>
            <w:r w:rsidRPr="005F364F">
              <w:t xml:space="preserve">and </w:t>
            </w:r>
            <w:r w:rsidR="0050384B">
              <w:t xml:space="preserve">sustainability and </w:t>
            </w:r>
            <w:r w:rsidRPr="005F364F">
              <w:t>biosecurity practices.</w:t>
            </w:r>
          </w:p>
          <w:p w14:paraId="3A2D6673" w14:textId="77777777" w:rsidR="005F364F" w:rsidRDefault="005F364F" w:rsidP="005F364F"/>
          <w:p w14:paraId="034C6C33" w14:textId="6A6C2388" w:rsidR="00373436" w:rsidRPr="000754EC" w:rsidRDefault="005F364F" w:rsidP="005F364F">
            <w:r w:rsidRPr="005F364F">
              <w:t>No licensing, legislative or certification requirements apply to this unit at the time of publication.</w:t>
            </w:r>
          </w:p>
        </w:tc>
      </w:tr>
      <w:tr w:rsidR="00F1480E" w:rsidRPr="00963A46" w14:paraId="655EE24B" w14:textId="77777777" w:rsidTr="00CA2922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7F78DA5E" w:rsidR="00F1480E" w:rsidRPr="000754EC" w:rsidRDefault="00E933B0" w:rsidP="000754EC">
            <w:pPr>
              <w:pStyle w:val="SIText"/>
            </w:pPr>
            <w:r>
              <w:t>Nil</w:t>
            </w:r>
          </w:p>
        </w:tc>
      </w:tr>
      <w:tr w:rsidR="00F1480E" w:rsidRPr="00963A46" w14:paraId="7D13AFDE" w14:textId="77777777" w:rsidTr="00CA2922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692580FF" w:rsidR="00F1480E" w:rsidRPr="000754EC" w:rsidRDefault="005F364F" w:rsidP="000754EC">
            <w:pPr>
              <w:pStyle w:val="SIText"/>
            </w:pPr>
            <w:r>
              <w:t>Artificial Insemination (AIS)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5F364F" w:rsidRPr="00963A46" w14:paraId="2F5B25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314A52" w14:textId="6630208B" w:rsidR="005F364F" w:rsidRPr="005F364F" w:rsidRDefault="005F364F" w:rsidP="005F364F">
            <w:pPr>
              <w:pStyle w:val="SIText"/>
            </w:pPr>
            <w:r w:rsidRPr="005F364F">
              <w:t>1. Assist with preparation of animals for insemination</w:t>
            </w:r>
          </w:p>
        </w:tc>
        <w:tc>
          <w:tcPr>
            <w:tcW w:w="3604" w:type="pct"/>
            <w:shd w:val="clear" w:color="auto" w:fill="auto"/>
          </w:tcPr>
          <w:p w14:paraId="761E3D1B" w14:textId="41529415" w:rsidR="00B33735" w:rsidRDefault="005F364F" w:rsidP="005F364F">
            <w:r w:rsidRPr="005F364F">
              <w:t xml:space="preserve">1.1 </w:t>
            </w:r>
            <w:r w:rsidR="00B33735">
              <w:t xml:space="preserve">Confirm with supervisor artificial insemination </w:t>
            </w:r>
            <w:r w:rsidR="004C7F7D">
              <w:t xml:space="preserve">(AI) </w:t>
            </w:r>
            <w:r w:rsidR="00B33735">
              <w:t>procedure to be undertaken</w:t>
            </w:r>
          </w:p>
          <w:p w14:paraId="64062BC3" w14:textId="3DE4C686" w:rsidR="005F364F" w:rsidRPr="005F364F" w:rsidRDefault="00B33735">
            <w:r>
              <w:t xml:space="preserve">1.2 </w:t>
            </w:r>
            <w:r w:rsidR="005F364F" w:rsidRPr="005F364F">
              <w:t>Move animals on heat to the insemination area</w:t>
            </w:r>
          </w:p>
          <w:p w14:paraId="5BC9CD40" w14:textId="0CA0D448" w:rsidR="005F364F" w:rsidRPr="005F364F" w:rsidRDefault="005F364F" w:rsidP="005F364F">
            <w:r w:rsidRPr="005F364F">
              <w:t>1.</w:t>
            </w:r>
            <w:r w:rsidR="00CD18FA">
              <w:t>3</w:t>
            </w:r>
            <w:r w:rsidRPr="005F364F">
              <w:t xml:space="preserve"> Restrain animals using safe and humane techniques </w:t>
            </w:r>
            <w:r w:rsidR="00643779">
              <w:t>according to workplace</w:t>
            </w:r>
            <w:r w:rsidRPr="005F364F">
              <w:t xml:space="preserve"> animal welfare p</w:t>
            </w:r>
            <w:r w:rsidR="00582C35">
              <w:t>ractices</w:t>
            </w:r>
          </w:p>
          <w:p w14:paraId="67D4024A" w14:textId="10FC7A38" w:rsidR="005F364F" w:rsidRPr="005F364F" w:rsidRDefault="005F364F" w:rsidP="005F364F">
            <w:r w:rsidRPr="005F364F">
              <w:t>1.</w:t>
            </w:r>
            <w:r w:rsidR="00CD18FA">
              <w:t>4</w:t>
            </w:r>
            <w:r w:rsidRPr="005F364F">
              <w:t xml:space="preserve"> Prepar</w:t>
            </w:r>
            <w:r w:rsidR="00643779">
              <w:t>e</w:t>
            </w:r>
            <w:r w:rsidRPr="005F364F">
              <w:t xml:space="preserve"> tools and equipment</w:t>
            </w:r>
            <w:r w:rsidR="00643779">
              <w:t xml:space="preserve"> according to supervisor instructions</w:t>
            </w:r>
          </w:p>
          <w:p w14:paraId="396C8290" w14:textId="40E96254" w:rsidR="00643779" w:rsidRDefault="005F364F" w:rsidP="005F364F">
            <w:r w:rsidRPr="005F364F">
              <w:t>1.</w:t>
            </w:r>
            <w:r w:rsidR="00CD18FA">
              <w:t>5</w:t>
            </w:r>
            <w:r w:rsidRPr="005F364F">
              <w:t xml:space="preserve"> Select,</w:t>
            </w:r>
            <w:r w:rsidR="00643779">
              <w:t xml:space="preserve"> fit,</w:t>
            </w:r>
            <w:r w:rsidRPr="005F364F">
              <w:t xml:space="preserve"> use and maintain personal protective equipment </w:t>
            </w:r>
            <w:r w:rsidR="00643779">
              <w:t>(PPE) applicable to the task</w:t>
            </w:r>
          </w:p>
          <w:p w14:paraId="1696B99B" w14:textId="546DFBE4" w:rsidR="005F364F" w:rsidRPr="005F364F" w:rsidRDefault="00643779" w:rsidP="005F364F">
            <w:r>
              <w:t>1.</w:t>
            </w:r>
            <w:r w:rsidR="00CD18FA">
              <w:t>6</w:t>
            </w:r>
            <w:r>
              <w:t xml:space="preserve"> Check and report faulty or unsafe materials, tools, equipment or PPE to supervisor</w:t>
            </w:r>
          </w:p>
        </w:tc>
      </w:tr>
      <w:tr w:rsidR="005F364F" w:rsidRPr="00963A46" w14:paraId="6D79A7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B4064B" w14:textId="1A70F78C" w:rsidR="005F364F" w:rsidRPr="005F364F" w:rsidRDefault="005F364F" w:rsidP="005F364F">
            <w:pPr>
              <w:pStyle w:val="SIText"/>
            </w:pPr>
            <w:r w:rsidRPr="005F364F">
              <w:t>2. Support insemination procedure</w:t>
            </w:r>
          </w:p>
        </w:tc>
        <w:tc>
          <w:tcPr>
            <w:tcW w:w="3604" w:type="pct"/>
            <w:shd w:val="clear" w:color="auto" w:fill="auto"/>
          </w:tcPr>
          <w:p w14:paraId="681CFB13" w14:textId="77777777" w:rsidR="005F364F" w:rsidRPr="005F364F" w:rsidRDefault="005F364F" w:rsidP="005F364F">
            <w:r w:rsidRPr="005F364F">
              <w:t>2.1 Sterilise and clean or dispose of insemination equipment</w:t>
            </w:r>
          </w:p>
          <w:p w14:paraId="3AD90675" w14:textId="77777777" w:rsidR="005F364F" w:rsidRPr="005F364F" w:rsidRDefault="005F364F" w:rsidP="005F364F">
            <w:r w:rsidRPr="005F364F">
              <w:t>2.2 Identify and prepare recipient animal</w:t>
            </w:r>
          </w:p>
          <w:p w14:paraId="74BCE5F2" w14:textId="3061BE59" w:rsidR="00643779" w:rsidRDefault="005F364F" w:rsidP="005F364F">
            <w:r w:rsidRPr="005F364F">
              <w:t xml:space="preserve">2.3 Restrain recipient animal </w:t>
            </w:r>
            <w:r w:rsidR="00643779">
              <w:t>according to workplace animal welfare p</w:t>
            </w:r>
            <w:r w:rsidR="00582C35">
              <w:t>ractices</w:t>
            </w:r>
          </w:p>
          <w:p w14:paraId="32D98854" w14:textId="2E20FAAA" w:rsidR="005F364F" w:rsidRPr="005F364F" w:rsidRDefault="00643779" w:rsidP="005F364F">
            <w:r>
              <w:t>2.4</w:t>
            </w:r>
            <w:r w:rsidR="005F364F" w:rsidRPr="005F364F">
              <w:t xml:space="preserve"> </w:t>
            </w:r>
            <w:r>
              <w:t>A</w:t>
            </w:r>
            <w:r w:rsidR="005F364F" w:rsidRPr="005F364F">
              <w:t xml:space="preserve">ssist </w:t>
            </w:r>
            <w:r>
              <w:t>with</w:t>
            </w:r>
            <w:r w:rsidR="005F364F" w:rsidRPr="005F364F">
              <w:t xml:space="preserve"> insemination procedure </w:t>
            </w:r>
            <w:r>
              <w:t>as directed</w:t>
            </w:r>
          </w:p>
          <w:p w14:paraId="6BB72E57" w14:textId="3C34AEA5" w:rsidR="005F364F" w:rsidRPr="005F364F" w:rsidRDefault="005F364F" w:rsidP="005F364F">
            <w:pPr>
              <w:pStyle w:val="SIText"/>
            </w:pPr>
            <w:r w:rsidRPr="005F364F">
              <w:t>2.</w:t>
            </w:r>
            <w:r w:rsidR="00643779">
              <w:t>5</w:t>
            </w:r>
            <w:r w:rsidRPr="005F364F">
              <w:t xml:space="preserve"> Record details of insemination, identification of the semen used and identifies of the female animals </w:t>
            </w:r>
            <w:r w:rsidR="00643779">
              <w:t>according to workplace</w:t>
            </w:r>
            <w:r w:rsidRPr="005F364F">
              <w:t xml:space="preserve"> requirements</w:t>
            </w:r>
          </w:p>
        </w:tc>
      </w:tr>
      <w:tr w:rsidR="005F364F" w:rsidRPr="00963A46" w14:paraId="16CD00D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F2E2312" w14:textId="04D447A0" w:rsidR="005F364F" w:rsidRPr="005F364F" w:rsidRDefault="005F364F" w:rsidP="005F364F">
            <w:pPr>
              <w:pStyle w:val="SIText"/>
            </w:pPr>
            <w:r w:rsidRPr="005F364F">
              <w:t>3 Clean work area and equipment</w:t>
            </w:r>
          </w:p>
        </w:tc>
        <w:tc>
          <w:tcPr>
            <w:tcW w:w="3604" w:type="pct"/>
            <w:shd w:val="clear" w:color="auto" w:fill="auto"/>
          </w:tcPr>
          <w:p w14:paraId="67D93F7B" w14:textId="4C1CD2B2" w:rsidR="005F364F" w:rsidRPr="005F364F" w:rsidRDefault="005F364F" w:rsidP="005F364F">
            <w:r w:rsidRPr="005F364F">
              <w:t>3.1 Dispose of waste and debris a</w:t>
            </w:r>
            <w:r w:rsidR="00643779">
              <w:t>ccording to workplace procedures</w:t>
            </w:r>
          </w:p>
          <w:p w14:paraId="14655051" w14:textId="08CBDFF1" w:rsidR="005F364F" w:rsidRPr="005F364F" w:rsidRDefault="005F364F" w:rsidP="005F364F">
            <w:r w:rsidRPr="005F364F">
              <w:t>3.2 Clean and maintain work area</w:t>
            </w:r>
            <w:r w:rsidR="00B33735">
              <w:t>, tools</w:t>
            </w:r>
            <w:r w:rsidRPr="005F364F">
              <w:t xml:space="preserve"> and equipment a</w:t>
            </w:r>
            <w:r w:rsidR="00B33735">
              <w:t>ccording to workplace procedures</w:t>
            </w:r>
          </w:p>
          <w:p w14:paraId="0DC6E5DB" w14:textId="77777777" w:rsidR="005F364F" w:rsidRPr="005F364F" w:rsidRDefault="005F364F" w:rsidP="005F364F">
            <w:r w:rsidRPr="005F364F">
              <w:t>3.3 Return animals to designated area</w:t>
            </w:r>
          </w:p>
          <w:p w14:paraId="59C42226" w14:textId="105ADBE6" w:rsidR="005F364F" w:rsidRDefault="005F364F" w:rsidP="005F364F">
            <w:pPr>
              <w:pStyle w:val="SIText"/>
            </w:pPr>
            <w:r w:rsidRPr="005F364F">
              <w:t xml:space="preserve">3.4 Clean and maintain </w:t>
            </w:r>
            <w:r w:rsidR="004C7F7D">
              <w:t>livestock handling equipment</w:t>
            </w:r>
            <w:r w:rsidR="00B33735">
              <w:t xml:space="preserve"> according to workplace procedures</w:t>
            </w:r>
          </w:p>
          <w:p w14:paraId="7C104250" w14:textId="3433F33B" w:rsidR="00B33735" w:rsidRPr="005F364F" w:rsidRDefault="00B33735" w:rsidP="005F364F">
            <w:pPr>
              <w:pStyle w:val="SIText"/>
            </w:pPr>
            <w:r>
              <w:t>3.5 Report malfunctions, faults wear or damage of tools, equipment, restraints and harnesses to supervisor</w:t>
            </w:r>
          </w:p>
        </w:tc>
      </w:tr>
    </w:tbl>
    <w:p w14:paraId="51A6ACE5" w14:textId="77777777" w:rsidR="005F771F" w:rsidRDefault="005F771F" w:rsidP="005F771F">
      <w:pPr>
        <w:pStyle w:val="SIText"/>
      </w:pPr>
    </w:p>
    <w:p w14:paraId="0243B725" w14:textId="77777777" w:rsidR="005F771F" w:rsidRPr="000754EC" w:rsidRDefault="005F771F" w:rsidP="000754EC">
      <w:r>
        <w:br w:type="page"/>
      </w:r>
    </w:p>
    <w:p w14:paraId="7AD5B3C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CA2922">
        <w:trPr>
          <w:tblHeader/>
        </w:trPr>
        <w:tc>
          <w:tcPr>
            <w:tcW w:w="5000" w:type="pct"/>
            <w:gridSpan w:val="2"/>
          </w:tcPr>
          <w:p w14:paraId="735E88A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CAD316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CA2922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B33735" w:rsidRPr="00336FCA" w:rsidDel="00423CB2" w14:paraId="1CF24FD6" w14:textId="77777777" w:rsidTr="00CA2922">
        <w:tc>
          <w:tcPr>
            <w:tcW w:w="1396" w:type="pct"/>
          </w:tcPr>
          <w:p w14:paraId="6D88B952" w14:textId="42BDE2B9" w:rsidR="00B33735" w:rsidRPr="00B33735" w:rsidRDefault="00B33735" w:rsidP="00B3373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B33735">
              <w:rPr>
                <w:rStyle w:val="SITemporaryText-red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09AFB358" w14:textId="13C7134C" w:rsidR="00B33735" w:rsidRPr="005073D7" w:rsidRDefault="00B33735" w:rsidP="005073D7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5073D7">
              <w:rPr>
                <w:rStyle w:val="SITemporaryText-red"/>
                <w:rFonts w:eastAsia="Calibri"/>
                <w:color w:val="auto"/>
                <w:sz w:val="20"/>
              </w:rPr>
              <w:t>Use clear language to report malfunctions, faults wear or damage to tools</w:t>
            </w:r>
            <w:r w:rsidR="005073D7" w:rsidRPr="005073D7">
              <w:rPr>
                <w:rStyle w:val="SITemporaryText-red"/>
                <w:rFonts w:eastAsia="Calibri"/>
                <w:color w:val="auto"/>
                <w:sz w:val="20"/>
              </w:rPr>
              <w:t xml:space="preserve"> and livestock handling </w:t>
            </w:r>
            <w:r w:rsidRPr="005073D7">
              <w:rPr>
                <w:rStyle w:val="SITemporaryText-red"/>
                <w:rFonts w:eastAsia="Calibri"/>
                <w:color w:val="auto"/>
                <w:sz w:val="20"/>
              </w:rPr>
              <w:t>equipment</w:t>
            </w:r>
          </w:p>
          <w:p w14:paraId="1B7CC730" w14:textId="347FEC2B" w:rsidR="00B33735" w:rsidRPr="00B33735" w:rsidRDefault="00B33735" w:rsidP="00E12E8A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E12E8A">
              <w:rPr>
                <w:rStyle w:val="SITemporaryText-red"/>
                <w:rFonts w:eastAsia="Calibri"/>
                <w:color w:val="auto"/>
                <w:sz w:val="20"/>
              </w:rPr>
              <w:t>Participate in verbal exchanges to respond to questions and clarify information</w:t>
            </w:r>
          </w:p>
        </w:tc>
      </w:tr>
    </w:tbl>
    <w:p w14:paraId="4F6C3638" w14:textId="77777777" w:rsidR="00916CD7" w:rsidRDefault="00916CD7" w:rsidP="005F771F">
      <w:pPr>
        <w:pStyle w:val="SIText"/>
      </w:pPr>
    </w:p>
    <w:p w14:paraId="246076E7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B33735" w:rsidRPr="005E097E" w14:paraId="7EFB7203" w14:textId="77777777" w:rsidTr="00F33FF2">
        <w:tc>
          <w:tcPr>
            <w:tcW w:w="1028" w:type="pct"/>
          </w:tcPr>
          <w:p w14:paraId="4E12BBDE" w14:textId="019C9AB2" w:rsidR="00B33735" w:rsidRPr="005073D7" w:rsidRDefault="00B33735" w:rsidP="005073D7">
            <w:pPr>
              <w:pStyle w:val="SIText"/>
            </w:pPr>
            <w:r w:rsidRPr="005073D7">
              <w:t>AHCAIS2</w:t>
            </w:r>
            <w:r w:rsidR="005073D7" w:rsidRPr="005073D7">
              <w:t>XX</w:t>
            </w:r>
            <w:r w:rsidRPr="005073D7">
              <w:t xml:space="preserve"> Assist with artificial insemination procedures</w:t>
            </w:r>
          </w:p>
          <w:p w14:paraId="6B803FA7" w14:textId="17108EB9" w:rsidR="00B33735" w:rsidRPr="005073D7" w:rsidRDefault="00B33735">
            <w:pPr>
              <w:pStyle w:val="SIText"/>
            </w:pPr>
            <w:r w:rsidRPr="005073D7">
              <w:t xml:space="preserve">Release </w:t>
            </w:r>
            <w:r w:rsidR="005073D7" w:rsidRPr="005073D7">
              <w:t>1</w:t>
            </w:r>
          </w:p>
        </w:tc>
        <w:tc>
          <w:tcPr>
            <w:tcW w:w="1105" w:type="pct"/>
          </w:tcPr>
          <w:p w14:paraId="7B9B5C55" w14:textId="77777777" w:rsidR="00B33735" w:rsidRPr="005073D7" w:rsidRDefault="00B33735">
            <w:pPr>
              <w:pStyle w:val="SIText"/>
            </w:pPr>
            <w:r w:rsidRPr="005073D7">
              <w:t>AHCAIS201 Assist with artificial insemination procedures</w:t>
            </w:r>
          </w:p>
          <w:p w14:paraId="3216D365" w14:textId="628625EB" w:rsidR="00B33735" w:rsidRPr="005073D7" w:rsidRDefault="00B33735">
            <w:pPr>
              <w:pStyle w:val="SIText"/>
            </w:pPr>
            <w:r w:rsidRPr="005073D7">
              <w:t>Release 1</w:t>
            </w:r>
          </w:p>
        </w:tc>
        <w:tc>
          <w:tcPr>
            <w:tcW w:w="1251" w:type="pct"/>
          </w:tcPr>
          <w:p w14:paraId="1BBD9B61" w14:textId="77777777" w:rsidR="00B33735" w:rsidRPr="00385BEB" w:rsidRDefault="00B33735" w:rsidP="00385BEB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385BEB">
              <w:rPr>
                <w:rStyle w:val="SITemporaryText-red"/>
                <w:color w:val="auto"/>
                <w:sz w:val="20"/>
              </w:rPr>
              <w:t>Minor changes to application</w:t>
            </w:r>
          </w:p>
          <w:p w14:paraId="53FE90CF" w14:textId="302A5519" w:rsidR="00B33735" w:rsidRPr="00385BEB" w:rsidRDefault="00385BEB" w:rsidP="00385BEB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385BEB">
              <w:rPr>
                <w:rStyle w:val="SITemporaryText-red"/>
                <w:color w:val="auto"/>
                <w:sz w:val="20"/>
              </w:rPr>
              <w:t>m</w:t>
            </w:r>
            <w:r w:rsidR="00B33735" w:rsidRPr="00385BEB">
              <w:rPr>
                <w:rStyle w:val="SITemporaryText-red"/>
                <w:color w:val="auto"/>
                <w:sz w:val="20"/>
              </w:rPr>
              <w:t>ajor changes to performance criteria</w:t>
            </w:r>
          </w:p>
          <w:p w14:paraId="6806345B" w14:textId="630F719A" w:rsidR="00B33735" w:rsidRPr="00385BEB" w:rsidRDefault="00385BEB" w:rsidP="00385BEB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385BEB">
              <w:rPr>
                <w:rStyle w:val="SITemporaryText-red"/>
                <w:color w:val="auto"/>
                <w:sz w:val="20"/>
              </w:rPr>
              <w:t>f</w:t>
            </w:r>
            <w:r w:rsidR="00B33735" w:rsidRPr="00385BEB">
              <w:rPr>
                <w:rStyle w:val="SITemporaryText-red"/>
                <w:color w:val="auto"/>
                <w:sz w:val="20"/>
              </w:rPr>
              <w:t>oundation skills added</w:t>
            </w:r>
          </w:p>
          <w:p w14:paraId="30B8888F" w14:textId="628612C2" w:rsidR="00B33735" w:rsidRPr="00385BEB" w:rsidRDefault="00385BEB" w:rsidP="00385BE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385BEB">
              <w:rPr>
                <w:rStyle w:val="SITemporaryText-red"/>
                <w:color w:val="auto"/>
                <w:sz w:val="20"/>
              </w:rPr>
              <w:t>a</w:t>
            </w:r>
            <w:r w:rsidR="00B33735" w:rsidRPr="00385BEB">
              <w:rPr>
                <w:rStyle w:val="SITemporaryText-red"/>
                <w:color w:val="auto"/>
                <w:sz w:val="20"/>
              </w:rPr>
              <w:t>ssessment requirements updated</w:t>
            </w:r>
          </w:p>
        </w:tc>
        <w:tc>
          <w:tcPr>
            <w:tcW w:w="1616" w:type="pct"/>
          </w:tcPr>
          <w:p w14:paraId="325B98A3" w14:textId="658AA3E9" w:rsidR="00B33735" w:rsidRPr="005073D7" w:rsidRDefault="00A055D5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5073D7">
              <w:rPr>
                <w:rStyle w:val="SITemporaryText-blue"/>
                <w:color w:val="auto"/>
                <w:sz w:val="20"/>
              </w:rPr>
              <w:t>Not e</w:t>
            </w:r>
            <w:r w:rsidR="00B33735" w:rsidRPr="005073D7">
              <w:rPr>
                <w:rStyle w:val="SITemporaryText-blue"/>
                <w:color w:val="auto"/>
                <w:sz w:val="20"/>
              </w:rPr>
              <w:t>quivalent</w:t>
            </w:r>
          </w:p>
        </w:tc>
      </w:tr>
    </w:tbl>
    <w:p w14:paraId="50418B56" w14:textId="77777777" w:rsidR="00F1480E" w:rsidRPr="005E097E" w:rsidRDefault="00F1480E" w:rsidP="005E097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CA2922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6EAA1194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  <w:r w:rsidR="00E933B0">
              <w:t xml:space="preserve"> </w:t>
            </w:r>
            <w:hyperlink r:id="rId11" w:tgtFrame="_blank" w:history="1">
              <w:r w:rsidR="00E933B0" w:rsidRPr="00E933B0">
                <w:t>https://vetnet.gov.au/Pages/TrainingDocs.aspx?q=c6399549-9c62-4a5e-bf1a-524b2322cf72</w:t>
              </w:r>
            </w:hyperlink>
          </w:p>
        </w:tc>
      </w:tr>
    </w:tbl>
    <w:p w14:paraId="3BC1F461" w14:textId="77777777" w:rsidR="00F1480E" w:rsidRDefault="00F1480E" w:rsidP="005F771F">
      <w:pPr>
        <w:pStyle w:val="SIText"/>
      </w:pPr>
    </w:p>
    <w:p w14:paraId="1AC9094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74B83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08B2B4A4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5F364F" w:rsidRPr="005F364F">
              <w:t>AHCAIS2</w:t>
            </w:r>
            <w:r w:rsidR="005073D7">
              <w:t>XX</w:t>
            </w:r>
            <w:r w:rsidR="005F364F" w:rsidRPr="005F364F">
              <w:t xml:space="preserve"> Assist with artificial insemination procedures</w:t>
            </w:r>
          </w:p>
        </w:tc>
      </w:tr>
      <w:tr w:rsidR="00556C4C" w:rsidRPr="00A55106" w14:paraId="61DAA6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113678">
        <w:tc>
          <w:tcPr>
            <w:tcW w:w="5000" w:type="pct"/>
            <w:gridSpan w:val="2"/>
            <w:shd w:val="clear" w:color="auto" w:fill="auto"/>
          </w:tcPr>
          <w:p w14:paraId="6C52247C" w14:textId="77777777" w:rsidR="00DA54B5" w:rsidRPr="005E097E" w:rsidRDefault="00DA54B5" w:rsidP="005E097E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5E097E">
              <w:rPr>
                <w:rStyle w:val="SITemporaryText-red"/>
                <w:color w:val="auto"/>
                <w:sz w:val="20"/>
              </w:rPr>
              <w:t xml:space="preserve">An individual demonstrating competency must satisfy all of the elements and performance criteria in this unit. </w:t>
            </w:r>
          </w:p>
          <w:p w14:paraId="40B110DE" w14:textId="3CA2ABDA" w:rsidR="00DA54B5" w:rsidRPr="00B33735" w:rsidRDefault="00DA54B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5E097E">
              <w:rPr>
                <w:rStyle w:val="SITemporaryText-red"/>
                <w:color w:val="auto"/>
                <w:sz w:val="20"/>
              </w:rPr>
              <w:t xml:space="preserve">There must be evidence that the individual </w:t>
            </w:r>
            <w:r w:rsidRPr="004C7F7D">
              <w:rPr>
                <w:rStyle w:val="SITemporaryText-red"/>
                <w:color w:val="auto"/>
                <w:sz w:val="20"/>
              </w:rPr>
              <w:t>has</w:t>
            </w:r>
            <w:r w:rsidR="00B33735" w:rsidRPr="005073D7">
              <w:rPr>
                <w:rStyle w:val="SITemporaryText-red"/>
                <w:color w:val="auto"/>
                <w:sz w:val="20"/>
              </w:rPr>
              <w:t xml:space="preserve"> </w:t>
            </w:r>
            <w:r w:rsidR="00B33735" w:rsidRPr="004C7F7D">
              <w:rPr>
                <w:rStyle w:val="SITemporaryText-red"/>
                <w:color w:val="auto"/>
                <w:sz w:val="20"/>
              </w:rPr>
              <w:t>assisted</w:t>
            </w:r>
            <w:r w:rsidR="00B33735" w:rsidRPr="00B33735">
              <w:rPr>
                <w:rStyle w:val="SITemporaryText-red"/>
                <w:color w:val="auto"/>
                <w:sz w:val="20"/>
              </w:rPr>
              <w:t xml:space="preserve"> with artificial </w:t>
            </w:r>
            <w:r w:rsidR="00B33735" w:rsidRPr="004C7F7D">
              <w:rPr>
                <w:rStyle w:val="SITemporaryText-red"/>
                <w:color w:val="auto"/>
                <w:sz w:val="20"/>
              </w:rPr>
              <w:t>insemination</w:t>
            </w:r>
            <w:r w:rsidR="004C7F7D" w:rsidRPr="005073D7">
              <w:rPr>
                <w:rStyle w:val="SITemporaryText-red"/>
                <w:color w:val="auto"/>
                <w:sz w:val="20"/>
              </w:rPr>
              <w:t xml:space="preserve"> (AI)</w:t>
            </w:r>
            <w:r w:rsidR="00B33735" w:rsidRPr="004C7F7D">
              <w:rPr>
                <w:rStyle w:val="SITemporaryText-red"/>
                <w:color w:val="auto"/>
                <w:sz w:val="20"/>
              </w:rPr>
              <w:t xml:space="preserve"> procedures</w:t>
            </w:r>
            <w:r w:rsidR="00B33735" w:rsidRPr="00B33735">
              <w:rPr>
                <w:rStyle w:val="SITemporaryText-red"/>
                <w:color w:val="auto"/>
                <w:sz w:val="20"/>
              </w:rPr>
              <w:t xml:space="preserve"> on at least </w:t>
            </w:r>
            <w:r w:rsidR="004C7F7D" w:rsidRPr="005073D7">
              <w:rPr>
                <w:rStyle w:val="SITemporaryText-red"/>
                <w:color w:val="auto"/>
                <w:sz w:val="20"/>
              </w:rPr>
              <w:t>one</w:t>
            </w:r>
            <w:r w:rsidR="00B33735" w:rsidRPr="004C7F7D">
              <w:rPr>
                <w:rStyle w:val="SITemporaryText-red"/>
                <w:color w:val="auto"/>
                <w:sz w:val="20"/>
              </w:rPr>
              <w:t xml:space="preserve"> occasion</w:t>
            </w:r>
            <w:r w:rsidR="00B33735" w:rsidRPr="00B33735">
              <w:rPr>
                <w:rStyle w:val="SITemporaryText-red"/>
                <w:color w:val="auto"/>
                <w:sz w:val="20"/>
              </w:rPr>
              <w:t>, and has</w:t>
            </w:r>
            <w:r w:rsidRPr="00B33735">
              <w:rPr>
                <w:rStyle w:val="SITemporaryText-red"/>
                <w:color w:val="auto"/>
                <w:sz w:val="20"/>
              </w:rPr>
              <w:t>:</w:t>
            </w:r>
          </w:p>
          <w:p w14:paraId="2A314E73" w14:textId="0CFBE517" w:rsidR="005F364F" w:rsidRPr="005F364F" w:rsidRDefault="005F364F" w:rsidP="005F364F">
            <w:pPr>
              <w:pStyle w:val="SIBulletList1"/>
            </w:pPr>
            <w:r w:rsidRPr="005F364F">
              <w:t>assist</w:t>
            </w:r>
            <w:r w:rsidR="00B33735">
              <w:t>ed</w:t>
            </w:r>
            <w:r w:rsidRPr="005F364F">
              <w:t xml:space="preserve"> with preparation of animals for insemination</w:t>
            </w:r>
          </w:p>
          <w:p w14:paraId="409B4EEB" w14:textId="5D2BBAD9" w:rsidR="005F364F" w:rsidRPr="005F364F" w:rsidRDefault="005F364F" w:rsidP="005F364F">
            <w:pPr>
              <w:pStyle w:val="SIBulletList1"/>
            </w:pPr>
            <w:r w:rsidRPr="005F364F">
              <w:t>support</w:t>
            </w:r>
            <w:r w:rsidR="00B33735">
              <w:t>ed</w:t>
            </w:r>
            <w:r w:rsidRPr="005F364F">
              <w:t xml:space="preserve"> insemination procedure</w:t>
            </w:r>
          </w:p>
          <w:p w14:paraId="33D945CE" w14:textId="6A228F28" w:rsidR="005F364F" w:rsidRPr="005F364F" w:rsidRDefault="005F364F" w:rsidP="005F364F">
            <w:pPr>
              <w:pStyle w:val="SIBulletList1"/>
            </w:pPr>
            <w:r w:rsidRPr="005F364F">
              <w:t>follow</w:t>
            </w:r>
            <w:r w:rsidR="00FC6E98">
              <w:t>ed relevant</w:t>
            </w:r>
            <w:r w:rsidRPr="005F364F">
              <w:t xml:space="preserve"> work</w:t>
            </w:r>
            <w:r w:rsidR="00B33735">
              <w:t>place</w:t>
            </w:r>
            <w:r w:rsidRPr="005F364F">
              <w:t xml:space="preserve"> health and safety </w:t>
            </w:r>
            <w:r w:rsidR="00FC6E98">
              <w:t>and environmental and biosecurity legislation, regulations and workplace procedures</w:t>
            </w:r>
          </w:p>
          <w:p w14:paraId="3157C807" w14:textId="3FDB39BD" w:rsidR="005F364F" w:rsidRPr="005F364F" w:rsidRDefault="005F364F" w:rsidP="00FC6E98">
            <w:pPr>
              <w:pStyle w:val="SIBulletList1"/>
            </w:pPr>
            <w:r w:rsidRPr="005F364F">
              <w:t>follow</w:t>
            </w:r>
            <w:r w:rsidR="00B33735">
              <w:t>ed workplace</w:t>
            </w:r>
            <w:r w:rsidRPr="005F364F">
              <w:t xml:space="preserve"> animal welfare practices</w:t>
            </w:r>
          </w:p>
          <w:p w14:paraId="09B6723A" w14:textId="4ADAD4A9" w:rsidR="00FC6E98" w:rsidRPr="00FC6E98" w:rsidRDefault="00FC6E98" w:rsidP="00FC6E98">
            <w:pPr>
              <w:pStyle w:val="SIBulletList1"/>
            </w:pPr>
            <w:r w:rsidRPr="005F364F">
              <w:t>clean</w:t>
            </w:r>
            <w:r w:rsidRPr="00FC6E98">
              <w:t>ed work area and equipment</w:t>
            </w:r>
            <w:r>
              <w:t xml:space="preserve"> on completion of work and disposed of waste</w:t>
            </w:r>
          </w:p>
          <w:p w14:paraId="3F4E2EAA" w14:textId="2C355077" w:rsidR="00556C4C" w:rsidRPr="000754EC" w:rsidRDefault="00FC6E98" w:rsidP="00FC6E98">
            <w:pPr>
              <w:pStyle w:val="SIBulletList1"/>
            </w:pPr>
            <w:r>
              <w:t>reported unserviceable tools and equipment</w:t>
            </w:r>
            <w:r w:rsidR="005F364F" w:rsidRPr="005F364F">
              <w:t>.</w:t>
            </w:r>
          </w:p>
        </w:tc>
      </w:tr>
    </w:tbl>
    <w:p w14:paraId="685511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CA2922">
        <w:tc>
          <w:tcPr>
            <w:tcW w:w="5000" w:type="pct"/>
            <w:shd w:val="clear" w:color="auto" w:fill="auto"/>
          </w:tcPr>
          <w:p w14:paraId="11E18419" w14:textId="77777777" w:rsidR="00DA54B5" w:rsidRPr="005E097E" w:rsidRDefault="00DA54B5" w:rsidP="005E097E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5E097E">
              <w:rPr>
                <w:rStyle w:val="SITemporaryText-red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51A521D2" w14:textId="0F64BF8D" w:rsidR="00FC6E98" w:rsidRDefault="00FC6E98" w:rsidP="00FC6E98">
            <w:pPr>
              <w:pStyle w:val="SIBulletList1"/>
            </w:pPr>
            <w:r>
              <w:t xml:space="preserve">workplace requirements applicable to health and safety in the workplace for </w:t>
            </w:r>
            <w:r w:rsidRPr="00FC6E98">
              <w:t xml:space="preserve">assisting </w:t>
            </w:r>
            <w:r>
              <w:t>with artificial insemination procedures</w:t>
            </w:r>
            <w:r w:rsidRPr="00FC6E98">
              <w:t>, including appropriate use of personal protective equipment (PPE)</w:t>
            </w:r>
          </w:p>
          <w:p w14:paraId="27153527" w14:textId="7718E802" w:rsidR="00FC6E98" w:rsidRPr="00FC6E98" w:rsidRDefault="00FC6E98" w:rsidP="00FC6E98">
            <w:pPr>
              <w:pStyle w:val="SIBulletList1"/>
            </w:pPr>
            <w:r>
              <w:t>e</w:t>
            </w:r>
            <w:r w:rsidRPr="00FC6E98">
              <w:t>nvironment and biosecurity legislation and regulations</w:t>
            </w:r>
            <w:r>
              <w:t xml:space="preserve"> and workplace practices relevant to artificial insemination procedures</w:t>
            </w:r>
          </w:p>
          <w:p w14:paraId="470F4B02" w14:textId="53FAA32F" w:rsidR="00FC6E98" w:rsidRPr="00FC6E98" w:rsidRDefault="00FC6E98" w:rsidP="00FC6E98">
            <w:pPr>
              <w:pStyle w:val="SIBulletList1"/>
            </w:pPr>
            <w:r w:rsidRPr="00F36199">
              <w:t xml:space="preserve">principles and practices of </w:t>
            </w:r>
            <w:r>
              <w:t>artificial insemination procedures</w:t>
            </w:r>
            <w:r w:rsidRPr="00FC6E98">
              <w:t>, including:</w:t>
            </w:r>
          </w:p>
          <w:p w14:paraId="4092509A" w14:textId="77777777" w:rsidR="005F364F" w:rsidRPr="005F364F" w:rsidRDefault="005F364F" w:rsidP="00FC6E98">
            <w:pPr>
              <w:pStyle w:val="SIBulletList2"/>
            </w:pPr>
            <w:r w:rsidRPr="005F364F">
              <w:t>reproductive anatomy and reproductive physiology in the livestock species</w:t>
            </w:r>
          </w:p>
          <w:p w14:paraId="482B0DF8" w14:textId="77777777" w:rsidR="005F364F" w:rsidRPr="005F364F" w:rsidRDefault="005F364F" w:rsidP="00FC6E98">
            <w:pPr>
              <w:pStyle w:val="SIBulletList2"/>
            </w:pPr>
            <w:r w:rsidRPr="005F364F">
              <w:t>signs of heat, methods for detection of oestrus and management of animals on heat</w:t>
            </w:r>
          </w:p>
          <w:p w14:paraId="36C3BDC2" w14:textId="77777777" w:rsidR="005F364F" w:rsidRPr="005F364F" w:rsidRDefault="005F364F" w:rsidP="00FC6E98">
            <w:pPr>
              <w:pStyle w:val="SIBulletList2"/>
            </w:pPr>
            <w:r w:rsidRPr="005F364F">
              <w:t>techniques and methods for humane handling and restraint of the livestock species</w:t>
            </w:r>
          </w:p>
          <w:p w14:paraId="0E538D14" w14:textId="44C2AF68" w:rsidR="005F364F" w:rsidRPr="005F364F" w:rsidRDefault="005F364F" w:rsidP="00FC6E98">
            <w:pPr>
              <w:pStyle w:val="SIBulletList2"/>
            </w:pPr>
            <w:r w:rsidRPr="005F364F">
              <w:t xml:space="preserve">animal welfare </w:t>
            </w:r>
            <w:r w:rsidR="00656761">
              <w:t xml:space="preserve">legislation, </w:t>
            </w:r>
            <w:r w:rsidR="00557232">
              <w:t xml:space="preserve">codes of </w:t>
            </w:r>
            <w:r w:rsidRPr="005F364F">
              <w:t>practice</w:t>
            </w:r>
            <w:r w:rsidR="00656761">
              <w:t xml:space="preserve"> and procedure</w:t>
            </w:r>
            <w:r w:rsidRPr="005F364F">
              <w:t xml:space="preserve">s </w:t>
            </w:r>
            <w:r w:rsidR="00656761">
              <w:t>relevant to assisting with</w:t>
            </w:r>
            <w:r w:rsidRPr="005F364F">
              <w:t xml:space="preserve"> artificial insemination </w:t>
            </w:r>
            <w:r w:rsidR="00656761">
              <w:t>of</w:t>
            </w:r>
            <w:r w:rsidRPr="005F364F">
              <w:t xml:space="preserve"> the livestock species</w:t>
            </w:r>
          </w:p>
          <w:p w14:paraId="3657E453" w14:textId="77777777" w:rsidR="005F364F" w:rsidRPr="005F364F" w:rsidRDefault="005F364F" w:rsidP="00FC6E98">
            <w:pPr>
              <w:pStyle w:val="SIBulletList2"/>
            </w:pPr>
            <w:r w:rsidRPr="005F364F">
              <w:t>types, uses, maintenance, servicing and storage of equipment</w:t>
            </w:r>
          </w:p>
          <w:p w14:paraId="64DF167F" w14:textId="7BCFF5E1" w:rsidR="005F364F" w:rsidRPr="005F364F" w:rsidRDefault="005F364F" w:rsidP="00FC6E98">
            <w:pPr>
              <w:pStyle w:val="SIBulletList2"/>
            </w:pPr>
            <w:r w:rsidRPr="005F364F">
              <w:t>methods and procedures for cleaning of equipment used for artificial insemination</w:t>
            </w:r>
          </w:p>
          <w:p w14:paraId="7481ED48" w14:textId="0AC846BA" w:rsidR="005F364F" w:rsidRPr="005F364F" w:rsidRDefault="005F364F" w:rsidP="00FC6E98">
            <w:pPr>
              <w:pStyle w:val="SIBulletList2"/>
            </w:pPr>
            <w:r w:rsidRPr="005F364F">
              <w:t>documentation and records that are required</w:t>
            </w:r>
          </w:p>
          <w:p w14:paraId="594042BC" w14:textId="2AD3C818" w:rsidR="00F1480E" w:rsidRPr="000754EC" w:rsidRDefault="005F364F" w:rsidP="005073D7">
            <w:pPr>
              <w:pStyle w:val="SIBulletList2"/>
            </w:pPr>
            <w:r w:rsidRPr="005F364F">
              <w:t>requirements and procedures for cleaning and maintaining work areas.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A55106" w14:paraId="4AECFB30" w14:textId="77777777" w:rsidTr="00CA2922">
        <w:tc>
          <w:tcPr>
            <w:tcW w:w="5000" w:type="pct"/>
            <w:shd w:val="clear" w:color="auto" w:fill="auto"/>
          </w:tcPr>
          <w:p w14:paraId="3A9952BA" w14:textId="3B9F2844" w:rsidR="00DA54B5" w:rsidRPr="005E097E" w:rsidRDefault="00DA54B5" w:rsidP="005E097E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5E097E">
              <w:rPr>
                <w:rStyle w:val="SITemporaryText-red"/>
                <w:color w:val="auto"/>
                <w:sz w:val="20"/>
              </w:rPr>
              <w:t>Assessment of the skills in this unit of competency must take place under the following conditions:</w:t>
            </w:r>
          </w:p>
          <w:p w14:paraId="04186F1B" w14:textId="297654C7" w:rsidR="00DA54B5" w:rsidRPr="005E097E" w:rsidRDefault="00DA54B5" w:rsidP="005E097E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5E097E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386B05FF" w14:textId="7DB2E0FF" w:rsidR="00DA54B5" w:rsidRPr="00E12E8A" w:rsidRDefault="00FC6E98" w:rsidP="00E12E8A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E12E8A">
              <w:rPr>
                <w:rStyle w:val="SITemporaryText-red"/>
                <w:rFonts w:eastAsia="Calibri"/>
                <w:color w:val="auto"/>
                <w:sz w:val="20"/>
              </w:rPr>
              <w:t>a workplace setting or an environment that accurately represents workplace conditions</w:t>
            </w:r>
          </w:p>
          <w:p w14:paraId="7CD1E166" w14:textId="66EFF2B6" w:rsidR="00DA54B5" w:rsidRPr="005E097E" w:rsidRDefault="00DA54B5" w:rsidP="005E097E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5E097E">
              <w:rPr>
                <w:rStyle w:val="SITemporaryText-red"/>
                <w:color w:val="auto"/>
                <w:sz w:val="20"/>
              </w:rPr>
              <w:t>resources, equipment and materials:</w:t>
            </w:r>
          </w:p>
          <w:p w14:paraId="0186A036" w14:textId="5CF6EA4B" w:rsidR="00FC6E98" w:rsidRPr="00E12E8A" w:rsidRDefault="00FC6E98" w:rsidP="00E12E8A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E12E8A">
              <w:rPr>
                <w:rStyle w:val="SITemporaryText-red"/>
                <w:rFonts w:eastAsia="Calibri"/>
                <w:color w:val="auto"/>
                <w:sz w:val="20"/>
              </w:rPr>
              <w:t xml:space="preserve">work instructions and workplace procedures applicable to assisting </w:t>
            </w:r>
            <w:r w:rsidR="00E12E8A" w:rsidRPr="00E12E8A">
              <w:rPr>
                <w:rStyle w:val="SITemporaryText-red"/>
                <w:rFonts w:eastAsia="Calibri"/>
                <w:color w:val="auto"/>
                <w:sz w:val="20"/>
              </w:rPr>
              <w:t>with artificial insemination procedures</w:t>
            </w:r>
          </w:p>
          <w:p w14:paraId="24BCFA3B" w14:textId="0E6AFAA0" w:rsidR="00FC6E98" w:rsidRPr="004C7F7D" w:rsidRDefault="00FC6E98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E12E8A">
              <w:rPr>
                <w:rStyle w:val="SITemporaryText-red"/>
                <w:rFonts w:eastAsia="Calibri"/>
                <w:color w:val="auto"/>
                <w:sz w:val="20"/>
              </w:rPr>
              <w:t xml:space="preserve">materials, tools </w:t>
            </w:r>
            <w:r w:rsidR="004C7F7D" w:rsidRPr="005073D7">
              <w:rPr>
                <w:rStyle w:val="SITemporaryText-red"/>
                <w:rFonts w:eastAsia="Calibri"/>
                <w:color w:val="auto"/>
                <w:sz w:val="20"/>
              </w:rPr>
              <w:t>and livestock handling equipment</w:t>
            </w:r>
            <w:r w:rsidRPr="004C7F7D">
              <w:rPr>
                <w:rStyle w:val="SITemporaryText-red"/>
                <w:rFonts w:eastAsia="Calibri"/>
                <w:color w:val="auto"/>
                <w:sz w:val="20"/>
              </w:rPr>
              <w:t xml:space="preserve"> applicable to </w:t>
            </w:r>
            <w:r w:rsidR="004C7F7D" w:rsidRPr="005073D7">
              <w:rPr>
                <w:rStyle w:val="SITemporaryText-red"/>
                <w:rFonts w:eastAsia="Calibri"/>
                <w:color w:val="auto"/>
                <w:sz w:val="20"/>
              </w:rPr>
              <w:t xml:space="preserve">assisting with </w:t>
            </w:r>
            <w:r w:rsidR="00E12E8A" w:rsidRPr="004C7F7D">
              <w:rPr>
                <w:rStyle w:val="SITemporaryText-red"/>
                <w:rFonts w:eastAsia="Calibri"/>
                <w:color w:val="auto"/>
                <w:sz w:val="20"/>
              </w:rPr>
              <w:t>artificial insemination procedures</w:t>
            </w:r>
          </w:p>
          <w:p w14:paraId="4AB282A7" w14:textId="1B54AD02" w:rsidR="00DA54B5" w:rsidRPr="00E12E8A" w:rsidRDefault="00FC6E98" w:rsidP="00E12E8A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E12E8A">
              <w:rPr>
                <w:rStyle w:val="SITemporaryText-red"/>
                <w:rFonts w:eastAsia="Calibri"/>
                <w:color w:val="auto"/>
                <w:sz w:val="20"/>
              </w:rPr>
              <w:t xml:space="preserve">PPE applicable to </w:t>
            </w:r>
            <w:r w:rsidR="00E12E8A" w:rsidRPr="00E12E8A">
              <w:rPr>
                <w:rStyle w:val="SITemporaryText-red"/>
                <w:rFonts w:eastAsia="Calibri"/>
                <w:color w:val="auto"/>
                <w:sz w:val="20"/>
              </w:rPr>
              <w:t>artificial insemination procedures</w:t>
            </w:r>
          </w:p>
          <w:p w14:paraId="3D4B0BD2" w14:textId="573F073B" w:rsidR="00DA54B5" w:rsidRPr="005E097E" w:rsidRDefault="00DA54B5" w:rsidP="005E097E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5E097E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5828983E" w14:textId="084BDD7A" w:rsidR="000E23A8" w:rsidRPr="00557232" w:rsidRDefault="000E23A8" w:rsidP="00E12E8A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workplace requirements applicable to health and safety i</w:t>
            </w:r>
            <w:r w:rsidR="00557232">
              <w:rPr>
                <w:rFonts w:eastAsia="Calibri"/>
              </w:rPr>
              <w:t>n the workplace for assisting with artificial insemination procedures</w:t>
            </w:r>
          </w:p>
          <w:p w14:paraId="5EDE35FD" w14:textId="45AB4FFE" w:rsidR="00DA54B5" w:rsidRPr="00E12E8A" w:rsidRDefault="00E12E8A" w:rsidP="00E12E8A">
            <w:pPr>
              <w:pStyle w:val="SIBulletList2"/>
              <w:rPr>
                <w:rFonts w:eastAsia="Calibri"/>
              </w:rPr>
            </w:pPr>
            <w:r>
              <w:t>e</w:t>
            </w:r>
            <w:r w:rsidRPr="00E12E8A">
              <w:t xml:space="preserve">nvironment and biosecurity legislation and regulations and workplace practices </w:t>
            </w:r>
            <w:r>
              <w:t>applicable</w:t>
            </w:r>
            <w:r w:rsidRPr="00E12E8A">
              <w:t xml:space="preserve"> to artificial insemination procedures</w:t>
            </w:r>
          </w:p>
          <w:p w14:paraId="312F58D2" w14:textId="32995B30" w:rsidR="00E12E8A" w:rsidRPr="00E12E8A" w:rsidRDefault="00E12E8A" w:rsidP="00E12E8A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5F364F">
              <w:t xml:space="preserve">industry standards, </w:t>
            </w:r>
            <w:r w:rsidR="00656761">
              <w:t xml:space="preserve">legislation and </w:t>
            </w:r>
            <w:r w:rsidRPr="005F364F">
              <w:t xml:space="preserve">codes of practice and procedures for </w:t>
            </w:r>
            <w:r w:rsidR="00557232">
              <w:t>animal welfare a</w:t>
            </w:r>
            <w:r w:rsidR="00656761">
              <w:t>pplicable to</w:t>
            </w:r>
            <w:r w:rsidR="00557232">
              <w:t xml:space="preserve"> </w:t>
            </w:r>
            <w:r w:rsidRPr="005F364F">
              <w:t>artificial insemination of the livestock species</w:t>
            </w:r>
          </w:p>
          <w:p w14:paraId="0DCA1D1B" w14:textId="225C4840" w:rsidR="00DA54B5" w:rsidRPr="005E097E" w:rsidRDefault="00DA54B5" w:rsidP="005E097E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5E097E">
              <w:rPr>
                <w:rStyle w:val="SITemporaryText-red"/>
                <w:color w:val="auto"/>
                <w:sz w:val="20"/>
              </w:rPr>
              <w:t>relationships:</w:t>
            </w:r>
          </w:p>
          <w:p w14:paraId="19987618" w14:textId="70CEB371" w:rsidR="00DA54B5" w:rsidRPr="00E12E8A" w:rsidRDefault="00E12E8A" w:rsidP="00E12E8A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E12E8A">
              <w:rPr>
                <w:rStyle w:val="SITemporaryText-red"/>
                <w:color w:val="auto"/>
                <w:sz w:val="20"/>
              </w:rPr>
              <w:t>supervisor</w:t>
            </w:r>
          </w:p>
          <w:p w14:paraId="08F72541" w14:textId="6491A1C2" w:rsidR="005E097E" w:rsidRPr="005E097E" w:rsidRDefault="00DA54B5" w:rsidP="005E097E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5E097E">
              <w:rPr>
                <w:rStyle w:val="SITemporaryText-red"/>
                <w:color w:val="auto"/>
                <w:sz w:val="20"/>
              </w:rPr>
              <w:t>timeframes:</w:t>
            </w:r>
          </w:p>
          <w:p w14:paraId="61817131" w14:textId="3E9DC5C8" w:rsidR="00DA54B5" w:rsidRPr="005E097E" w:rsidRDefault="00E12E8A" w:rsidP="00E12E8A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E12E8A">
              <w:rPr>
                <w:rStyle w:val="SITemporaryText-red"/>
                <w:color w:val="auto"/>
                <w:sz w:val="20"/>
              </w:rPr>
              <w:t>according to job requirements</w:t>
            </w:r>
            <w:r w:rsidR="00DA54B5" w:rsidRPr="005E097E">
              <w:rPr>
                <w:rStyle w:val="SITemporaryText-red"/>
                <w:color w:val="auto"/>
                <w:sz w:val="20"/>
              </w:rPr>
              <w:t>.</w:t>
            </w:r>
          </w:p>
          <w:p w14:paraId="3DE0592A" w14:textId="77777777" w:rsidR="00DA54B5" w:rsidRPr="005E097E" w:rsidRDefault="00DA54B5" w:rsidP="005E097E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408F0CDB" w14:textId="269CF1E0" w:rsidR="00DA54B5" w:rsidRPr="005E097E" w:rsidRDefault="00DA54B5" w:rsidP="005E097E">
            <w:pPr>
              <w:pStyle w:val="SIText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5E097E">
              <w:rPr>
                <w:rStyle w:val="SITemporaryText-red"/>
                <w:color w:val="auto"/>
                <w:sz w:val="20"/>
              </w:rPr>
              <w:lastRenderedPageBreak/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5AC7B9E" w14:textId="12D83E8F" w:rsidR="00F1480E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  <w:r w:rsidR="00750A0C">
              <w:t xml:space="preserve"> </w:t>
            </w:r>
            <w:hyperlink r:id="rId12" w:history="1">
              <w:r w:rsidR="00E933B0" w:rsidRPr="00CD1AB5">
                <w:t>https://vetnet.gov.au/Pages/TrainingDocs.aspx?q=c6399549-9c62-4a5e-bf1a-524b2322cf72</w:t>
              </w:r>
            </w:hyperlink>
          </w:p>
        </w:tc>
      </w:tr>
    </w:tbl>
    <w:p w14:paraId="7DC142F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B3630D" w14:textId="77777777" w:rsidR="001E6361" w:rsidRDefault="001E6361" w:rsidP="00BF3F0A">
      <w:r>
        <w:separator/>
      </w:r>
    </w:p>
    <w:p w14:paraId="5CEBDBE9" w14:textId="77777777" w:rsidR="001E6361" w:rsidRDefault="001E6361"/>
  </w:endnote>
  <w:endnote w:type="continuationSeparator" w:id="0">
    <w:p w14:paraId="1226D768" w14:textId="77777777" w:rsidR="001E6361" w:rsidRDefault="001E6361" w:rsidP="00BF3F0A">
      <w:r>
        <w:continuationSeparator/>
      </w:r>
    </w:p>
    <w:p w14:paraId="77225F4F" w14:textId="77777777" w:rsidR="001E6361" w:rsidRDefault="001E636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D6F765" w14:textId="77777777" w:rsidR="001E6361" w:rsidRDefault="001E6361" w:rsidP="00BF3F0A">
      <w:r>
        <w:separator/>
      </w:r>
    </w:p>
    <w:p w14:paraId="1BDDCAA4" w14:textId="77777777" w:rsidR="001E6361" w:rsidRDefault="001E6361"/>
  </w:footnote>
  <w:footnote w:type="continuationSeparator" w:id="0">
    <w:p w14:paraId="560488C6" w14:textId="77777777" w:rsidR="001E6361" w:rsidRDefault="001E6361" w:rsidP="00BF3F0A">
      <w:r>
        <w:continuationSeparator/>
      </w:r>
    </w:p>
    <w:p w14:paraId="06FFF4F7" w14:textId="77777777" w:rsidR="001E6361" w:rsidRDefault="001E636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669EFD" w14:textId="0CE49D17" w:rsidR="009C2650" w:rsidRPr="005F364F" w:rsidRDefault="005F364F" w:rsidP="005F364F">
    <w:r w:rsidRPr="005F364F">
      <w:rPr>
        <w:lang w:eastAsia="en-US"/>
      </w:rPr>
      <w:t>AHCAIS2</w:t>
    </w:r>
    <w:r w:rsidR="005073D7">
      <w:t>XX</w:t>
    </w:r>
    <w:r w:rsidRPr="005F364F">
      <w:rPr>
        <w:lang w:eastAsia="en-US"/>
      </w:rPr>
      <w:t xml:space="preserve"> Assist with artificial insemination procedures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73334E3"/>
    <w:multiLevelType w:val="multilevel"/>
    <w:tmpl w:val="617C719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4FF11AB2"/>
    <w:multiLevelType w:val="multilevel"/>
    <w:tmpl w:val="8F7868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4"/>
  </w:num>
  <w:num w:numId="10">
    <w:abstractNumId w:val="10"/>
  </w:num>
  <w:num w:numId="11">
    <w:abstractNumId w:val="13"/>
  </w:num>
  <w:num w:numId="12">
    <w:abstractNumId w:val="11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12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3B0"/>
    <w:rsid w:val="000014B9"/>
    <w:rsid w:val="00005A15"/>
    <w:rsid w:val="00006AAB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E23A8"/>
    <w:rsid w:val="000E25E6"/>
    <w:rsid w:val="000E2C86"/>
    <w:rsid w:val="000F29F2"/>
    <w:rsid w:val="00101659"/>
    <w:rsid w:val="001051C3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C2178"/>
    <w:rsid w:val="001D30EB"/>
    <w:rsid w:val="001D5C1B"/>
    <w:rsid w:val="001D7F5B"/>
    <w:rsid w:val="001E0849"/>
    <w:rsid w:val="001E16BC"/>
    <w:rsid w:val="001E16DF"/>
    <w:rsid w:val="001E6361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5BEB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27E3"/>
    <w:rsid w:val="0043003D"/>
    <w:rsid w:val="0043212E"/>
    <w:rsid w:val="00434366"/>
    <w:rsid w:val="00434ECE"/>
    <w:rsid w:val="00444423"/>
    <w:rsid w:val="00452F3E"/>
    <w:rsid w:val="0046239A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C7F7D"/>
    <w:rsid w:val="004D0D5F"/>
    <w:rsid w:val="004D1569"/>
    <w:rsid w:val="004D44B1"/>
    <w:rsid w:val="004E0460"/>
    <w:rsid w:val="004E1579"/>
    <w:rsid w:val="004E3AB5"/>
    <w:rsid w:val="004E5FAE"/>
    <w:rsid w:val="004E6245"/>
    <w:rsid w:val="004E6741"/>
    <w:rsid w:val="004E7094"/>
    <w:rsid w:val="004F5DC7"/>
    <w:rsid w:val="004F78DA"/>
    <w:rsid w:val="0050384B"/>
    <w:rsid w:val="005073D7"/>
    <w:rsid w:val="005145AB"/>
    <w:rsid w:val="00520E9A"/>
    <w:rsid w:val="005248C1"/>
    <w:rsid w:val="00526134"/>
    <w:rsid w:val="005405B2"/>
    <w:rsid w:val="005427C8"/>
    <w:rsid w:val="005446D1"/>
    <w:rsid w:val="005546D4"/>
    <w:rsid w:val="00556C4C"/>
    <w:rsid w:val="00557232"/>
    <w:rsid w:val="00557369"/>
    <w:rsid w:val="00557D22"/>
    <w:rsid w:val="00564ADD"/>
    <w:rsid w:val="005708EB"/>
    <w:rsid w:val="00575BC6"/>
    <w:rsid w:val="00582C35"/>
    <w:rsid w:val="00583902"/>
    <w:rsid w:val="005A1D70"/>
    <w:rsid w:val="005A3AA5"/>
    <w:rsid w:val="005A6C9C"/>
    <w:rsid w:val="005A74DC"/>
    <w:rsid w:val="005B5146"/>
    <w:rsid w:val="005D1AFD"/>
    <w:rsid w:val="005E097E"/>
    <w:rsid w:val="005E51E6"/>
    <w:rsid w:val="005F027A"/>
    <w:rsid w:val="005F33CC"/>
    <w:rsid w:val="005F364F"/>
    <w:rsid w:val="005F771F"/>
    <w:rsid w:val="006121D4"/>
    <w:rsid w:val="00613B49"/>
    <w:rsid w:val="00616845"/>
    <w:rsid w:val="00620E8E"/>
    <w:rsid w:val="00633CFE"/>
    <w:rsid w:val="00634FCA"/>
    <w:rsid w:val="00643779"/>
    <w:rsid w:val="00643D1B"/>
    <w:rsid w:val="006452B8"/>
    <w:rsid w:val="00652E62"/>
    <w:rsid w:val="00656761"/>
    <w:rsid w:val="00686A49"/>
    <w:rsid w:val="00687B62"/>
    <w:rsid w:val="00690C44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0A0C"/>
    <w:rsid w:val="00751F7E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A4D35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55D5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B3EC1"/>
    <w:rsid w:val="00AB46DE"/>
    <w:rsid w:val="00AB51ED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3735"/>
    <w:rsid w:val="00B3508F"/>
    <w:rsid w:val="00B443EE"/>
    <w:rsid w:val="00B560C8"/>
    <w:rsid w:val="00B61150"/>
    <w:rsid w:val="00B65BC7"/>
    <w:rsid w:val="00B746B9"/>
    <w:rsid w:val="00B848D4"/>
    <w:rsid w:val="00B865B7"/>
    <w:rsid w:val="00B91B97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18FA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7740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A54B5"/>
    <w:rsid w:val="00DC1D69"/>
    <w:rsid w:val="00DC5A3A"/>
    <w:rsid w:val="00DD0726"/>
    <w:rsid w:val="00E12E8A"/>
    <w:rsid w:val="00E238E6"/>
    <w:rsid w:val="00E34CD8"/>
    <w:rsid w:val="00E35064"/>
    <w:rsid w:val="00E3681D"/>
    <w:rsid w:val="00E40225"/>
    <w:rsid w:val="00E501F0"/>
    <w:rsid w:val="00E6166D"/>
    <w:rsid w:val="00E91BFF"/>
    <w:rsid w:val="00E92933"/>
    <w:rsid w:val="00E933B0"/>
    <w:rsid w:val="00E94FAD"/>
    <w:rsid w:val="00E95498"/>
    <w:rsid w:val="00EB0AA4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577FD"/>
    <w:rsid w:val="00F62866"/>
    <w:rsid w:val="00F65EF0"/>
    <w:rsid w:val="00F71651"/>
    <w:rsid w:val="00F76191"/>
    <w:rsid w:val="00F76CC6"/>
    <w:rsid w:val="00F8149F"/>
    <w:rsid w:val="00F83D7C"/>
    <w:rsid w:val="00FB232E"/>
    <w:rsid w:val="00FC5EAE"/>
    <w:rsid w:val="00FC6E98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7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4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A221279520E26478D700E576AD642EB" ma:contentTypeVersion="" ma:contentTypeDescription="Create a new document." ma:contentTypeScope="" ma:versionID="d0c6528c0f6de48b631b72abf7983d61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5cf17ead-70a9-4be4-9fea-07ceab470c9f" targetNamespace="http://schemas.microsoft.com/office/2006/metadata/properties" ma:root="true" ma:fieldsID="f2cc176d826647c2e7485eb4a93c27da" ns1:_="" ns2:_="" ns3:_="">
    <xsd:import namespace="http://schemas.microsoft.com/sharepoint/v3"/>
    <xsd:import namespace="d50bbff7-d6dd-47d2-864a-cfdc2c3db0f4"/>
    <xsd:import namespace="5cf17ead-70a9-4be4-9fea-07ceab470c9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f17ead-70a9-4be4-9fea-07ceab470c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Props1.xml><?xml version="1.0" encoding="utf-8"?>
<ds:datastoreItem xmlns:ds="http://schemas.openxmlformats.org/officeDocument/2006/customXml" ds:itemID="{D3C152F4-163E-4799-AA34-9913D90B7F8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052A3AE-C5A6-4B47-B1B4-282EC764F7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5cf17ead-70a9-4be4-9fea-07ceab470c9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schemas.microsoft.com/sharepoint/v3"/>
    <ds:schemaRef ds:uri="http://schemas.microsoft.com/office/infopath/2007/PartnerControls"/>
    <ds:schemaRef ds:uri="http://purl.org/dc/terms/"/>
    <ds:schemaRef ds:uri="http://schemas.microsoft.com/office/2006/documentManagement/types"/>
    <ds:schemaRef ds:uri="5cf17ead-70a9-4be4-9fea-07ceab470c9f"/>
    <ds:schemaRef ds:uri="d50bbff7-d6dd-47d2-864a-cfdc2c3db0f4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144</TotalTime>
  <Pages>4</Pages>
  <Words>1074</Words>
  <Characters>6124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Rebecca Ford</cp:lastModifiedBy>
  <cp:revision>21</cp:revision>
  <cp:lastPrinted>2016-05-27T05:21:00Z</cp:lastPrinted>
  <dcterms:created xsi:type="dcterms:W3CDTF">2020-08-25T06:08:00Z</dcterms:created>
  <dcterms:modified xsi:type="dcterms:W3CDTF">2021-05-18T23:17:00Z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0x010100BA221279520E26478D700E576AD642EB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