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07C81DE" w:rsidR="00F1480E" w:rsidRPr="000754EC" w:rsidRDefault="00C0202E" w:rsidP="000754EC">
            <w:pPr>
              <w:pStyle w:val="SIUNITCODE"/>
            </w:pPr>
            <w:r>
              <w:t>AHCDES4XX</w:t>
            </w:r>
          </w:p>
        </w:tc>
        <w:tc>
          <w:tcPr>
            <w:tcW w:w="3604" w:type="pct"/>
            <w:shd w:val="clear" w:color="auto" w:fill="auto"/>
          </w:tcPr>
          <w:p w14:paraId="68240ED7" w14:textId="370D33C5" w:rsidR="00F1480E" w:rsidRPr="000754EC" w:rsidRDefault="003F27D9" w:rsidP="000754EC">
            <w:pPr>
              <w:pStyle w:val="SIUnittitle"/>
            </w:pPr>
            <w:r>
              <w:t>Apply construction techniques to landscape design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41912100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8171EC">
              <w:t xml:space="preserve">incorporate </w:t>
            </w:r>
            <w:r w:rsidR="008812A4">
              <w:t>constructed elements into landscape designs, within site and budgetary requirements</w:t>
            </w:r>
            <w:r w:rsidR="001C1427">
              <w:t>,</w:t>
            </w:r>
            <w:r w:rsidR="008812A4">
              <w:t xml:space="preserve"> and </w:t>
            </w:r>
            <w:r w:rsidR="001333F0">
              <w:t xml:space="preserve">seek </w:t>
            </w:r>
            <w:r w:rsidR="001C1427">
              <w:t>technical and specialist expertise.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276D8554" w:rsidR="00A33B8D" w:rsidRDefault="00A33B8D" w:rsidP="009E77A5">
            <w:pPr>
              <w:pStyle w:val="SIText"/>
            </w:pPr>
            <w:bookmarkStart w:id="0" w:name="_Hlk70082184"/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833E96">
              <w:t xml:space="preserve">the </w:t>
            </w:r>
            <w:r w:rsidR="009532FF">
              <w:t>a</w:t>
            </w:r>
            <w:r w:rsidR="00C0202E">
              <w:t>ppl</w:t>
            </w:r>
            <w:r w:rsidR="00833E96">
              <w:t>ication of</w:t>
            </w:r>
            <w:r w:rsidR="00C0202E">
              <w:t xml:space="preserve"> </w:t>
            </w:r>
            <w:r w:rsidR="00E22356">
              <w:t>construction techniques to landscape design</w:t>
            </w:r>
            <w:r w:rsidRPr="00A33B8D">
              <w:t>. Th</w:t>
            </w:r>
            <w:r w:rsidR="009532FF">
              <w:t>is includes applying and communicatin</w:t>
            </w:r>
            <w:r w:rsidR="006D692A">
              <w:t>g</w:t>
            </w:r>
            <w:r w:rsidR="009532FF">
              <w:t xml:space="preserve"> non-routine technical solutions to predictable and unpredictable</w:t>
            </w:r>
            <w:r w:rsidR="009E77A5" w:rsidRPr="009E77A5">
              <w:t xml:space="preserve"> problems.</w:t>
            </w:r>
          </w:p>
          <w:bookmarkEnd w:id="0"/>
          <w:p w14:paraId="45DEAB50" w14:textId="77777777" w:rsidR="00A33B8D" w:rsidRDefault="00A33B8D" w:rsidP="009E77A5">
            <w:pPr>
              <w:pStyle w:val="SIText"/>
            </w:pPr>
          </w:p>
          <w:p w14:paraId="676FFF26" w14:textId="13311694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requirements, and sustainability and biosecurity practices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426F966A" w:rsidR="00373436" w:rsidRPr="000754EC" w:rsidRDefault="00370EB8" w:rsidP="009E77A5">
            <w:pPr>
              <w:pStyle w:val="SIText"/>
            </w:pPr>
            <w:r w:rsidRPr="009E77A5">
              <w:t xml:space="preserve">No licensing, legislative or certification requirements apply to this unit at the time of </w:t>
            </w:r>
            <w:r w:rsidRPr="00370EB8">
              <w:t>publication</w:t>
            </w:r>
            <w:r w:rsidR="009E77A5" w:rsidRPr="009E77A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8A5F6CD" w:rsidR="00B67788" w:rsidRPr="000754EC" w:rsidRDefault="003F27D9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5ACDAE3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723F0C" w:rsidRPr="00723F0C">
              <w:t>Incorporate structures and features into a landscape design</w:t>
            </w:r>
          </w:p>
        </w:tc>
        <w:tc>
          <w:tcPr>
            <w:tcW w:w="3604" w:type="pct"/>
            <w:shd w:val="clear" w:color="auto" w:fill="auto"/>
          </w:tcPr>
          <w:p w14:paraId="25788F46" w14:textId="77777777" w:rsidR="00F934CA" w:rsidRDefault="009E77A5" w:rsidP="00E22356">
            <w:pPr>
              <w:pStyle w:val="SIText"/>
            </w:pPr>
            <w:r w:rsidRPr="009E77A5">
              <w:t xml:space="preserve">1.1 </w:t>
            </w:r>
            <w:r w:rsidR="00495653" w:rsidRPr="00495653">
              <w:t>Review the design of structures and features for consistency with the use of the space</w:t>
            </w:r>
          </w:p>
          <w:p w14:paraId="37D5347C" w14:textId="77777777" w:rsidR="00F934CA" w:rsidRDefault="00495653" w:rsidP="00E22356">
            <w:pPr>
              <w:pStyle w:val="SIText"/>
            </w:pPr>
            <w:r w:rsidRPr="00495653">
              <w:t>1.2 Identify and source any required preliminary specialist expertise</w:t>
            </w:r>
          </w:p>
          <w:p w14:paraId="7F2FE33B" w14:textId="4A8AAA9A" w:rsidR="00F934CA" w:rsidRDefault="00495653" w:rsidP="00E22356">
            <w:pPr>
              <w:pStyle w:val="SIText"/>
            </w:pPr>
            <w:r w:rsidRPr="00495653">
              <w:t>1.3 Select materials that reflect the style and aesthetic of the overall design concept</w:t>
            </w:r>
          </w:p>
          <w:p w14:paraId="113A1474" w14:textId="77777777" w:rsidR="00F934CA" w:rsidRDefault="00495653" w:rsidP="00E22356">
            <w:pPr>
              <w:pStyle w:val="SIText"/>
            </w:pPr>
            <w:r w:rsidRPr="00495653">
              <w:t>1.4 Assess the suitability of constructed elements in relation to the physical properties of soils on the site</w:t>
            </w:r>
          </w:p>
          <w:p w14:paraId="563D9817" w14:textId="77777777" w:rsidR="00F934CA" w:rsidRDefault="00495653" w:rsidP="00E22356">
            <w:pPr>
              <w:pStyle w:val="SIText"/>
            </w:pPr>
            <w:r w:rsidRPr="00495653">
              <w:t>1.5 Assess the effects of surface and subsurface water and drainage patterns on constructed elements</w:t>
            </w:r>
          </w:p>
          <w:p w14:paraId="1696B99B" w14:textId="2C5E354F" w:rsidR="00DD1048" w:rsidRPr="009E77A5" w:rsidRDefault="00495653" w:rsidP="00F934CA">
            <w:pPr>
              <w:pStyle w:val="SIText"/>
            </w:pPr>
            <w:r w:rsidRPr="00495653">
              <w:t>1.6 Assess drainage requirements to ensure integrity of constructed elements in the design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E2783E9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723F0C" w:rsidRPr="00723F0C">
              <w:t>Determine construction requirements</w:t>
            </w:r>
          </w:p>
        </w:tc>
        <w:tc>
          <w:tcPr>
            <w:tcW w:w="3604" w:type="pct"/>
            <w:shd w:val="clear" w:color="auto" w:fill="auto"/>
          </w:tcPr>
          <w:p w14:paraId="4E72EF08" w14:textId="77777777" w:rsidR="00F934CA" w:rsidRDefault="009E77A5" w:rsidP="00E22356">
            <w:pPr>
              <w:pStyle w:val="SIText"/>
            </w:pPr>
            <w:r w:rsidRPr="009E77A5">
              <w:t xml:space="preserve">2.1 </w:t>
            </w:r>
            <w:r w:rsidR="00C61C2A" w:rsidRPr="00C61C2A">
              <w:t>Evaluate factors that impact on the selection and construction of elements in the design</w:t>
            </w:r>
          </w:p>
          <w:p w14:paraId="48D652E5" w14:textId="77777777" w:rsidR="00F934CA" w:rsidRDefault="00C61C2A" w:rsidP="00E22356">
            <w:pPr>
              <w:pStyle w:val="SIText"/>
            </w:pPr>
            <w:r w:rsidRPr="00C61C2A">
              <w:t>2.2 Select materials according to their properties and application within the design</w:t>
            </w:r>
          </w:p>
          <w:p w14:paraId="258DB6FD" w14:textId="77777777" w:rsidR="00F934CA" w:rsidRDefault="00C61C2A" w:rsidP="00E22356">
            <w:pPr>
              <w:pStyle w:val="SIText"/>
            </w:pPr>
            <w:r w:rsidRPr="00C61C2A">
              <w:t>2.3 Determine construction techniques that support the design, fit timelines and meet budget requirements</w:t>
            </w:r>
          </w:p>
          <w:p w14:paraId="6BB72E57" w14:textId="0045586C" w:rsidR="00154EB7" w:rsidRPr="009E77A5" w:rsidRDefault="00C61C2A" w:rsidP="00F934CA">
            <w:pPr>
              <w:pStyle w:val="SIText"/>
            </w:pPr>
            <w:r w:rsidRPr="00C61C2A">
              <w:t>2.4 Identify surface treatments appropriate for the selected materials and design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9023E45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495653" w:rsidRPr="00495653">
              <w:t>Assess the need for supplementary water in a landscape design</w:t>
            </w:r>
          </w:p>
        </w:tc>
        <w:tc>
          <w:tcPr>
            <w:tcW w:w="3604" w:type="pct"/>
            <w:shd w:val="clear" w:color="auto" w:fill="auto"/>
          </w:tcPr>
          <w:p w14:paraId="2FA0C5B8" w14:textId="7F5DDC5B" w:rsidR="00F934CA" w:rsidRDefault="009E77A5" w:rsidP="00E22356">
            <w:pPr>
              <w:pStyle w:val="SIText"/>
            </w:pPr>
            <w:r w:rsidRPr="009E77A5">
              <w:t xml:space="preserve">3.1 </w:t>
            </w:r>
            <w:r w:rsidR="00C61C2A" w:rsidRPr="00C61C2A">
              <w:t>Identify available water in the landscape</w:t>
            </w:r>
          </w:p>
          <w:p w14:paraId="327764FE" w14:textId="77777777" w:rsidR="00F934CA" w:rsidRDefault="00C61C2A" w:rsidP="00E22356">
            <w:pPr>
              <w:pStyle w:val="SIText"/>
            </w:pPr>
            <w:r w:rsidRPr="00C61C2A">
              <w:t>3.2 Determine the feasibility of using available water in the landscape</w:t>
            </w:r>
          </w:p>
          <w:p w14:paraId="6828B72F" w14:textId="0FA0378C" w:rsidR="00F934CA" w:rsidRDefault="00C61C2A" w:rsidP="00E22356">
            <w:pPr>
              <w:pStyle w:val="SIText"/>
            </w:pPr>
            <w:r w:rsidRPr="00C61C2A">
              <w:t>3.3 Identify appropriate irrigation methods t</w:t>
            </w:r>
            <w:r w:rsidR="00695144">
              <w:t>o</w:t>
            </w:r>
            <w:r w:rsidRPr="00C61C2A">
              <w:t xml:space="preserve"> support the design</w:t>
            </w:r>
          </w:p>
          <w:p w14:paraId="7C104250" w14:textId="31E9FF72" w:rsidR="00DD1048" w:rsidRPr="009E77A5" w:rsidRDefault="00C61C2A" w:rsidP="00F934CA">
            <w:pPr>
              <w:pStyle w:val="SIText"/>
            </w:pPr>
            <w:r w:rsidRPr="00C61C2A">
              <w:t>3.4 Incorporate irrigation requirements into the design</w:t>
            </w:r>
          </w:p>
        </w:tc>
      </w:tr>
      <w:tr w:rsidR="00A470F4" w:rsidRPr="00963A46" w14:paraId="11A682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4D5D34" w14:textId="3EFA137D" w:rsidR="00A470F4" w:rsidRPr="009E77A5" w:rsidRDefault="009B5FF4" w:rsidP="009E77A5">
            <w:pPr>
              <w:pStyle w:val="SIText"/>
            </w:pPr>
            <w:r>
              <w:t xml:space="preserve">4. </w:t>
            </w:r>
            <w:r w:rsidR="00495653" w:rsidRPr="00495653">
              <w:t>Source technical services and expertise</w:t>
            </w:r>
          </w:p>
        </w:tc>
        <w:tc>
          <w:tcPr>
            <w:tcW w:w="3604" w:type="pct"/>
            <w:shd w:val="clear" w:color="auto" w:fill="auto"/>
          </w:tcPr>
          <w:p w14:paraId="17AE8A09" w14:textId="107FA764" w:rsidR="00F934CA" w:rsidRDefault="00DD1048" w:rsidP="00E22356">
            <w:pPr>
              <w:pStyle w:val="SIText"/>
            </w:pPr>
            <w:r>
              <w:t xml:space="preserve">4.1 </w:t>
            </w:r>
            <w:r w:rsidR="00F934CA" w:rsidRPr="00F934CA">
              <w:t>Determine construction requirements beyond the scope of own expertise</w:t>
            </w:r>
          </w:p>
          <w:p w14:paraId="37FD760C" w14:textId="331375DC" w:rsidR="00DD1048" w:rsidRPr="009E77A5" w:rsidRDefault="00F934CA" w:rsidP="00F934CA">
            <w:pPr>
              <w:pStyle w:val="SIText"/>
            </w:pPr>
            <w:r w:rsidRPr="00F934CA">
              <w:t>4.2 Source providers of technical services and specialised expertise as required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13483" w:rsidRPr="00336FCA" w:rsidDel="00423CB2" w14:paraId="0ACE94BB" w14:textId="77777777" w:rsidTr="00A15902">
        <w:tc>
          <w:tcPr>
            <w:tcW w:w="1396" w:type="pct"/>
          </w:tcPr>
          <w:p w14:paraId="45D5A6BF" w14:textId="77777777" w:rsidR="00113483" w:rsidRPr="00B57577" w:rsidRDefault="00113483" w:rsidP="00B575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57577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306AC32E" w14:textId="6F50E00D" w:rsidR="00113483" w:rsidRPr="00212BFD" w:rsidRDefault="00113483" w:rsidP="00212BF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2BFD">
              <w:rPr>
                <w:rStyle w:val="SITemporaryText-red"/>
                <w:rFonts w:eastAsia="Calibri"/>
                <w:color w:val="auto"/>
                <w:sz w:val="20"/>
              </w:rPr>
              <w:t xml:space="preserve">Identify and interpret information regarding </w:t>
            </w:r>
            <w:r w:rsidR="00212BFD" w:rsidRPr="00212BFD">
              <w:rPr>
                <w:rStyle w:val="SITemporaryText-red"/>
                <w:rFonts w:eastAsia="Calibri"/>
                <w:color w:val="auto"/>
                <w:sz w:val="20"/>
              </w:rPr>
              <w:t>design concept requ</w:t>
            </w:r>
            <w:r w:rsidRPr="00212BFD">
              <w:rPr>
                <w:rStyle w:val="SITemporaryText-red"/>
                <w:rFonts w:eastAsia="Calibri"/>
                <w:color w:val="auto"/>
                <w:sz w:val="20"/>
              </w:rPr>
              <w:t>irements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6BEEA879" w:rsidR="00C22BAC" w:rsidRPr="008E7666" w:rsidRDefault="009A5EF1" w:rsidP="008E766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E7666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</w:t>
            </w:r>
            <w:r w:rsidR="00C81B26" w:rsidRPr="008E7666">
              <w:rPr>
                <w:rStyle w:val="SITemporaryText-red"/>
                <w:rFonts w:eastAsia="Calibri"/>
                <w:color w:val="auto"/>
                <w:sz w:val="20"/>
              </w:rPr>
              <w:t xml:space="preserve">technical </w:t>
            </w:r>
            <w:r w:rsidR="00A403CE" w:rsidRPr="008E7666">
              <w:rPr>
                <w:rStyle w:val="SITemporaryText-red"/>
                <w:rFonts w:eastAsia="Calibri"/>
                <w:color w:val="auto"/>
                <w:sz w:val="20"/>
              </w:rPr>
              <w:t xml:space="preserve">services </w:t>
            </w:r>
            <w:r w:rsidR="00C81B26" w:rsidRPr="008E7666">
              <w:rPr>
                <w:rStyle w:val="SITemporaryText-red"/>
                <w:rFonts w:eastAsia="Calibri"/>
                <w:color w:val="auto"/>
                <w:sz w:val="20"/>
              </w:rPr>
              <w:t>and specialist</w:t>
            </w:r>
            <w:r w:rsidR="008E7666" w:rsidRPr="008E7666">
              <w:rPr>
                <w:rStyle w:val="SITemporaryText-red"/>
                <w:rFonts w:eastAsia="Calibri"/>
                <w:color w:val="auto"/>
                <w:sz w:val="20"/>
              </w:rPr>
              <w:t xml:space="preserve"> experti</w:t>
            </w:r>
            <w:r w:rsidR="00A403CE" w:rsidRPr="008E7666">
              <w:rPr>
                <w:rStyle w:val="SITemporaryText-red"/>
                <w:rFonts w:eastAsia="Calibri"/>
                <w:color w:val="auto"/>
                <w:sz w:val="20"/>
              </w:rPr>
              <w:t>s</w:t>
            </w:r>
            <w:r w:rsidR="008E7666" w:rsidRPr="008E7666">
              <w:rPr>
                <w:rStyle w:val="SITemporaryText-red"/>
                <w:rFonts w:eastAsia="Calibri"/>
                <w:color w:val="auto"/>
                <w:sz w:val="20"/>
              </w:rPr>
              <w:t>e</w:t>
            </w:r>
            <w:r w:rsidRPr="008E7666">
              <w:t>,</w:t>
            </w:r>
            <w:r w:rsidRPr="008E7666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and standard industry terminology to </w:t>
            </w:r>
            <w:r w:rsidR="001F01CA" w:rsidRPr="008E7666">
              <w:rPr>
                <w:rStyle w:val="SITemporaryText-red"/>
                <w:rFonts w:eastAsia="Calibri"/>
                <w:color w:val="auto"/>
                <w:sz w:val="20"/>
              </w:rPr>
              <w:t xml:space="preserve">discuss </w:t>
            </w:r>
            <w:r w:rsidR="0086652B" w:rsidRPr="008E7666">
              <w:rPr>
                <w:rStyle w:val="SITemporaryText-red"/>
                <w:rFonts w:eastAsia="Calibri"/>
                <w:color w:val="auto"/>
                <w:sz w:val="20"/>
              </w:rPr>
              <w:t>and determine construction requirements</w:t>
            </w:r>
          </w:p>
        </w:tc>
      </w:tr>
      <w:tr w:rsidR="00F349B2" w:rsidRPr="00336FCA" w:rsidDel="00423CB2" w14:paraId="5C17680B" w14:textId="77777777" w:rsidTr="00A15902">
        <w:tc>
          <w:tcPr>
            <w:tcW w:w="1396" w:type="pct"/>
          </w:tcPr>
          <w:p w14:paraId="7065FC8C" w14:textId="77777777" w:rsidR="00F349B2" w:rsidRPr="00F349B2" w:rsidRDefault="00F349B2" w:rsidP="00F349B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349B2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3967802" w14:textId="629C674A" w:rsidR="00F349B2" w:rsidRPr="00CC285D" w:rsidRDefault="00F349B2" w:rsidP="00CC285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C285D">
              <w:rPr>
                <w:rStyle w:val="SITemporaryText-red"/>
                <w:rFonts w:eastAsia="Calibri"/>
                <w:color w:val="auto"/>
                <w:sz w:val="20"/>
              </w:rPr>
              <w:t xml:space="preserve">Estimate </w:t>
            </w:r>
            <w:r w:rsidR="000F2928" w:rsidRPr="00CC285D">
              <w:rPr>
                <w:rStyle w:val="SITemporaryText-red"/>
                <w:rFonts w:eastAsia="Calibri"/>
                <w:color w:val="auto"/>
                <w:sz w:val="20"/>
              </w:rPr>
              <w:t xml:space="preserve">construction </w:t>
            </w:r>
            <w:r w:rsidRPr="00CC285D">
              <w:rPr>
                <w:rStyle w:val="SITemporaryText-red"/>
                <w:rFonts w:eastAsia="Calibri"/>
                <w:color w:val="auto"/>
                <w:sz w:val="20"/>
              </w:rPr>
              <w:t>budget and timelines</w:t>
            </w:r>
          </w:p>
          <w:p w14:paraId="5BD79C94" w14:textId="7D6A09B1" w:rsidR="00F349B2" w:rsidRPr="00CC285D" w:rsidRDefault="00F349B2" w:rsidP="00CC285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C285D">
              <w:rPr>
                <w:rStyle w:val="SITemporaryText-red"/>
                <w:rFonts w:eastAsia="Calibri"/>
                <w:color w:val="auto"/>
                <w:sz w:val="20"/>
              </w:rPr>
              <w:t>Take and record measurements</w:t>
            </w:r>
          </w:p>
          <w:p w14:paraId="799ECC7A" w14:textId="627BEE00" w:rsidR="00F349B2" w:rsidRPr="00CC285D" w:rsidRDefault="00F349B2" w:rsidP="00CC285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C285D">
              <w:rPr>
                <w:rStyle w:val="SITemporaryText-red"/>
                <w:rFonts w:eastAsia="Calibri"/>
                <w:color w:val="auto"/>
                <w:sz w:val="20"/>
              </w:rPr>
              <w:t xml:space="preserve">Calculate quantities </w:t>
            </w:r>
            <w:r w:rsidR="003741CC" w:rsidRPr="00CC285D">
              <w:rPr>
                <w:rStyle w:val="SITemporaryText-red"/>
                <w:rFonts w:eastAsia="Calibri"/>
                <w:color w:val="auto"/>
                <w:sz w:val="20"/>
              </w:rPr>
              <w:t xml:space="preserve">and cost </w:t>
            </w:r>
            <w:r w:rsidRPr="00CC285D">
              <w:rPr>
                <w:rStyle w:val="SITemporaryText-red"/>
                <w:rFonts w:eastAsia="Calibri"/>
                <w:color w:val="auto"/>
                <w:sz w:val="20"/>
              </w:rPr>
              <w:t xml:space="preserve">of </w:t>
            </w:r>
            <w:r w:rsidR="00386E66" w:rsidRPr="00CC285D">
              <w:rPr>
                <w:rStyle w:val="SITemporaryText-red"/>
                <w:rFonts w:eastAsia="Calibri"/>
                <w:color w:val="auto"/>
                <w:sz w:val="20"/>
              </w:rPr>
              <w:t>construction materials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4C2FC5D1" w:rsidR="00DE1033" w:rsidRPr="00196303" w:rsidRDefault="00C0202E" w:rsidP="00196303">
            <w:pPr>
              <w:pStyle w:val="SIText"/>
            </w:pPr>
            <w:r>
              <w:t>AHCDES4XX</w:t>
            </w:r>
            <w:r w:rsidR="00DE1033" w:rsidRPr="00196303">
              <w:t xml:space="preserve"> </w:t>
            </w:r>
            <w:r w:rsidR="003F27D9">
              <w:t>Apply construction techniques to landscape design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78DB3C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202E">
              <w:t>AHCDES4XX</w:t>
            </w:r>
            <w:r w:rsidR="009E77A5" w:rsidRPr="009E77A5">
              <w:t xml:space="preserve"> </w:t>
            </w:r>
            <w:r w:rsidR="003F27D9">
              <w:t>Apply construction techniques to landscape design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565E1DD5" w:rsidR="00DA54B5" w:rsidRPr="00B23CB8" w:rsidRDefault="00DA54B5" w:rsidP="00B23CB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3CB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43192D" w:rsidRPr="00B23CB8">
              <w:rPr>
                <w:rStyle w:val="SITemporaryText-red"/>
                <w:color w:val="auto"/>
                <w:sz w:val="20"/>
              </w:rPr>
              <w:t xml:space="preserve">applied </w:t>
            </w:r>
            <w:r w:rsidR="00B23CB8" w:rsidRPr="00B23CB8">
              <w:rPr>
                <w:rStyle w:val="SITemporaryText-red"/>
                <w:color w:val="auto"/>
                <w:sz w:val="20"/>
              </w:rPr>
              <w:t>construction techniques to landscape designs on at least one occasion</w:t>
            </w:r>
            <w:r w:rsidR="0043192D" w:rsidRPr="00B23CB8">
              <w:rPr>
                <w:rStyle w:val="SITemporaryText-red"/>
                <w:color w:val="auto"/>
                <w:sz w:val="20"/>
              </w:rPr>
              <w:t>,</w:t>
            </w:r>
            <w:r w:rsidR="00DE1033" w:rsidRPr="00B23CB8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B23CB8">
              <w:rPr>
                <w:rStyle w:val="SITemporaryText-red"/>
                <w:color w:val="auto"/>
                <w:sz w:val="20"/>
              </w:rPr>
              <w:t>:</w:t>
            </w:r>
          </w:p>
          <w:p w14:paraId="17D3704F" w14:textId="77777777" w:rsidR="00DA0DF6" w:rsidRDefault="001B396B" w:rsidP="006D6741">
            <w:pPr>
              <w:pStyle w:val="SIBulletList1"/>
            </w:pPr>
            <w:r w:rsidRPr="001B396B">
              <w:t>select</w:t>
            </w:r>
            <w:r>
              <w:t>ed</w:t>
            </w:r>
            <w:r w:rsidRPr="001B396B">
              <w:t xml:space="preserve"> appropriate construction methods for structures and features to suit site specific soil properties</w:t>
            </w:r>
          </w:p>
          <w:p w14:paraId="621B0EE6" w14:textId="77777777" w:rsidR="00DA0DF6" w:rsidRDefault="001B396B" w:rsidP="006D6741">
            <w:pPr>
              <w:pStyle w:val="SIBulletList1"/>
            </w:pPr>
            <w:r w:rsidRPr="001B396B">
              <w:t>identif</w:t>
            </w:r>
            <w:r w:rsidR="00DA0DF6">
              <w:t>ied</w:t>
            </w:r>
            <w:r w:rsidRPr="001B396B">
              <w:t xml:space="preserve"> and modif</w:t>
            </w:r>
            <w:r w:rsidR="00DA0DF6">
              <w:t>ied</w:t>
            </w:r>
            <w:r w:rsidRPr="001B396B">
              <w:t xml:space="preserve"> natural drainage patterns</w:t>
            </w:r>
          </w:p>
          <w:p w14:paraId="4955897A" w14:textId="6040EB8F" w:rsidR="000F277C" w:rsidRPr="006D6741" w:rsidRDefault="001B396B" w:rsidP="006D674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B396B">
              <w:t>determine</w:t>
            </w:r>
            <w:r w:rsidR="00DA0DF6">
              <w:t>d</w:t>
            </w:r>
            <w:r w:rsidRPr="001B396B">
              <w:t xml:space="preserve"> appropriate drainage systems for </w:t>
            </w:r>
            <w:r w:rsidR="000202D8">
              <w:t>the landscape</w:t>
            </w:r>
            <w:r w:rsidRPr="001B396B">
              <w:t xml:space="preserve"> design</w:t>
            </w:r>
          </w:p>
          <w:p w14:paraId="2D6F67D1" w14:textId="77777777" w:rsidR="000202D8" w:rsidRDefault="002E688E" w:rsidP="006D6741">
            <w:pPr>
              <w:pStyle w:val="SIBulletList1"/>
            </w:pPr>
            <w:r w:rsidRPr="002E688E">
              <w:t>maximise</w:t>
            </w:r>
            <w:r>
              <w:t>d</w:t>
            </w:r>
            <w:r w:rsidRPr="002E688E">
              <w:t xml:space="preserve"> the use of available water in the landscape</w:t>
            </w:r>
          </w:p>
          <w:p w14:paraId="33648AEC" w14:textId="77D40F85" w:rsidR="000202D8" w:rsidRDefault="002E688E" w:rsidP="006D6741">
            <w:pPr>
              <w:pStyle w:val="SIBulletList1"/>
            </w:pPr>
            <w:r w:rsidRPr="002E688E">
              <w:t>select</w:t>
            </w:r>
            <w:r w:rsidR="000202D8">
              <w:t>ed</w:t>
            </w:r>
            <w:r w:rsidRPr="002E688E">
              <w:t xml:space="preserve"> an appropriate irrigation system for </w:t>
            </w:r>
            <w:r w:rsidR="000202D8">
              <w:t>the landscape</w:t>
            </w:r>
            <w:r w:rsidRPr="002E688E">
              <w:t xml:space="preserve"> design</w:t>
            </w:r>
          </w:p>
          <w:p w14:paraId="1B996F9D" w14:textId="497BF4A0" w:rsidR="00F53AAE" w:rsidRDefault="00F53AAE" w:rsidP="006D6741">
            <w:pPr>
              <w:pStyle w:val="SIBulletList1"/>
            </w:pPr>
            <w:r w:rsidRPr="00F53AAE">
              <w:t>incorporate</w:t>
            </w:r>
            <w:r>
              <w:t>d</w:t>
            </w:r>
            <w:r w:rsidRPr="00F53AAE">
              <w:t xml:space="preserve"> into a landscape design constructed elements and drainage that meet the aesthetic and physical requirements of the site</w:t>
            </w:r>
          </w:p>
          <w:p w14:paraId="3F4E2EAA" w14:textId="4F0EF7A5" w:rsidR="00DE1033" w:rsidRPr="001F41C3" w:rsidRDefault="00F53AAE" w:rsidP="006D6741">
            <w:pPr>
              <w:pStyle w:val="SIBulletList1"/>
            </w:pPr>
            <w:r w:rsidRPr="00F53AAE">
              <w:t>recognise</w:t>
            </w:r>
            <w:r>
              <w:t>d</w:t>
            </w:r>
            <w:r w:rsidRPr="00F53AAE">
              <w:t xml:space="preserve"> limits of own expertise and source</w:t>
            </w:r>
            <w:r>
              <w:t>d</w:t>
            </w:r>
            <w:r w:rsidRPr="00F53AAE">
              <w:t xml:space="preserve"> providers of </w:t>
            </w:r>
            <w:r w:rsidR="00012A60">
              <w:t xml:space="preserve">technical services and </w:t>
            </w:r>
            <w:r w:rsidRPr="00F53AAE">
              <w:t>specialis</w:t>
            </w:r>
            <w:r w:rsidR="00012A60">
              <w:t>t</w:t>
            </w:r>
            <w:r w:rsidRPr="00F53AAE">
              <w:t xml:space="preserve"> expertise when required</w:t>
            </w:r>
            <w:r w:rsidR="006D6741" w:rsidRPr="006D6741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643DFDA" w14:textId="77777777" w:rsidR="00A10FBF" w:rsidRDefault="00A10FBF" w:rsidP="00A10FBF">
            <w:pPr>
              <w:pStyle w:val="SIBulletList1"/>
            </w:pPr>
            <w:r w:rsidRPr="00A10FBF">
              <w:t>landscape features and elements commonly used in landscape design projects</w:t>
            </w:r>
          </w:p>
          <w:p w14:paraId="443FBE99" w14:textId="77777777" w:rsidR="00A10FBF" w:rsidRDefault="00A10FBF" w:rsidP="00A10FBF">
            <w:pPr>
              <w:pStyle w:val="SIBulletList1"/>
            </w:pPr>
            <w:r w:rsidRPr="00A10FBF">
              <w:t>construction techniques commonly required for landscape design projects</w:t>
            </w:r>
          </w:p>
          <w:p w14:paraId="55A91629" w14:textId="77777777" w:rsidR="00A10FBF" w:rsidRDefault="00A10FBF" w:rsidP="00A10FBF">
            <w:pPr>
              <w:pStyle w:val="SIBulletList1"/>
            </w:pPr>
            <w:r w:rsidRPr="00A10FBF">
              <w:t>properties of construction materials commonly used in landscape design projects</w:t>
            </w:r>
          </w:p>
          <w:p w14:paraId="64CDB1DF" w14:textId="77777777" w:rsidR="00A10FBF" w:rsidRDefault="00A10FBF" w:rsidP="00A10FBF">
            <w:pPr>
              <w:pStyle w:val="SIBulletList1"/>
            </w:pPr>
            <w:r w:rsidRPr="00A10FBF">
              <w:t>physical soil properties and their impact on constructed features</w:t>
            </w:r>
          </w:p>
          <w:p w14:paraId="219018F8" w14:textId="77777777" w:rsidR="00A10FBF" w:rsidRDefault="00A10FBF" w:rsidP="00A10FBF">
            <w:pPr>
              <w:pStyle w:val="SIBulletList1"/>
            </w:pPr>
            <w:r w:rsidRPr="00A10FBF">
              <w:t>natural drainage patterns and modification methods</w:t>
            </w:r>
          </w:p>
          <w:p w14:paraId="72E1984C" w14:textId="77777777" w:rsidR="00A10FBF" w:rsidRDefault="00A10FBF" w:rsidP="00A10FBF">
            <w:pPr>
              <w:pStyle w:val="SIBulletList1"/>
            </w:pPr>
            <w:r w:rsidRPr="00A10FBF">
              <w:t>movement of water through soil</w:t>
            </w:r>
          </w:p>
          <w:p w14:paraId="1A2FBAC0" w14:textId="77777777" w:rsidR="00A10FBF" w:rsidRDefault="00A10FBF" w:rsidP="00A10FBF">
            <w:pPr>
              <w:pStyle w:val="SIBulletList1"/>
            </w:pPr>
            <w:r w:rsidRPr="00A10FBF">
              <w:t>purpose and application of drainage systems</w:t>
            </w:r>
          </w:p>
          <w:p w14:paraId="65302946" w14:textId="77777777" w:rsidR="00A10FBF" w:rsidRDefault="00A10FBF" w:rsidP="00A10FBF">
            <w:pPr>
              <w:pStyle w:val="SIBulletList1"/>
            </w:pPr>
            <w:r w:rsidRPr="00A10FBF">
              <w:t>plant water requirements</w:t>
            </w:r>
          </w:p>
          <w:p w14:paraId="501E6C27" w14:textId="77777777" w:rsidR="00A10FBF" w:rsidRDefault="00A10FBF" w:rsidP="00A10FBF">
            <w:pPr>
              <w:pStyle w:val="SIBulletList1"/>
            </w:pPr>
            <w:r w:rsidRPr="00A10FBF">
              <w:t>different methods of irrigation</w:t>
            </w:r>
          </w:p>
          <w:p w14:paraId="594042BC" w14:textId="7A8B613D" w:rsidR="00F1480E" w:rsidRPr="00A10FBF" w:rsidRDefault="00A10FBF" w:rsidP="00A10FBF">
            <w:pPr>
              <w:pStyle w:val="SIBulletList1"/>
            </w:pPr>
            <w:r w:rsidRPr="00A10FBF">
              <w:t>specialist and technical services commonly involved in the construction of landscape design projects</w:t>
            </w:r>
            <w:r w:rsidR="00DE1033" w:rsidRPr="00A10FBF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5F3DB6E" w14:textId="41CA399A" w:rsidR="003730DC" w:rsidRPr="009D29D3" w:rsidRDefault="008C1C20" w:rsidP="00033CA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CA0">
              <w:rPr>
                <w:rStyle w:val="SITemporaryText-red"/>
                <w:rFonts w:eastAsia="Calibri"/>
                <w:color w:val="auto"/>
                <w:sz w:val="20"/>
              </w:rPr>
              <w:t>design concepts</w:t>
            </w:r>
            <w:r w:rsidR="00033CA0" w:rsidRPr="00033CA0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r w:rsidR="00B27D18" w:rsidRPr="00033CA0">
              <w:rPr>
                <w:rStyle w:val="SITemporaryText-red"/>
                <w:rFonts w:eastAsia="Calibri"/>
                <w:color w:val="auto"/>
                <w:sz w:val="20"/>
              </w:rPr>
              <w:t xml:space="preserve">construction drawings, </w:t>
            </w:r>
            <w:r w:rsidR="00DE1033" w:rsidRPr="00033CA0">
              <w:rPr>
                <w:rStyle w:val="SITemporaryText-red"/>
                <w:rFonts w:eastAsia="Calibri"/>
                <w:color w:val="auto"/>
                <w:sz w:val="20"/>
              </w:rPr>
              <w:t>site</w:t>
            </w:r>
            <w:r w:rsidR="00B27D18" w:rsidRPr="00033CA0">
              <w:rPr>
                <w:rStyle w:val="SITemporaryText-red"/>
                <w:rFonts w:eastAsia="Calibri"/>
                <w:color w:val="auto"/>
                <w:sz w:val="20"/>
              </w:rPr>
              <w:t xml:space="preserve"> plans</w:t>
            </w:r>
            <w:r w:rsidR="00B27D18" w:rsidRPr="009D29D3">
              <w:rPr>
                <w:rStyle w:val="SITemporaryText-red"/>
                <w:rFonts w:eastAsia="Calibri"/>
                <w:color w:val="auto"/>
                <w:sz w:val="20"/>
              </w:rPr>
              <w:t xml:space="preserve"> and specifications</w:t>
            </w:r>
          </w:p>
          <w:p w14:paraId="7137AD2E" w14:textId="478584A2" w:rsidR="009D29D3" w:rsidRPr="009D29D3" w:rsidRDefault="009D29D3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>software and hardware to source and document information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4FFC828" w14:textId="3AD0A7DC" w:rsidR="00F20A9C" w:rsidRPr="009D29D3" w:rsidRDefault="00F20A9C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construction material manufacturer specifications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597E051B" w:rsidR="00DA54B5" w:rsidRPr="008E7666" w:rsidRDefault="005E38C5" w:rsidP="008E766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E7666">
              <w:rPr>
                <w:rStyle w:val="SITemporaryText-red"/>
                <w:rFonts w:eastAsia="Calibri"/>
                <w:color w:val="auto"/>
                <w:sz w:val="20"/>
              </w:rPr>
              <w:t>technical services and specialist</w:t>
            </w:r>
            <w:r w:rsidR="00012A60" w:rsidRPr="008E7666">
              <w:rPr>
                <w:rStyle w:val="SITemporaryText-red"/>
                <w:rFonts w:eastAsia="Calibri"/>
                <w:color w:val="auto"/>
                <w:sz w:val="20"/>
              </w:rPr>
              <w:t xml:space="preserve"> expertise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833E96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FCBE4" w14:textId="77777777" w:rsidR="002353F2" w:rsidRDefault="002353F2" w:rsidP="00BF3F0A">
      <w:r>
        <w:separator/>
      </w:r>
    </w:p>
    <w:p w14:paraId="70ADB0C8" w14:textId="77777777" w:rsidR="002353F2" w:rsidRDefault="002353F2"/>
  </w:endnote>
  <w:endnote w:type="continuationSeparator" w:id="0">
    <w:p w14:paraId="5DFD30D6" w14:textId="77777777" w:rsidR="002353F2" w:rsidRDefault="002353F2" w:rsidP="00BF3F0A">
      <w:r>
        <w:continuationSeparator/>
      </w:r>
    </w:p>
    <w:p w14:paraId="55477295" w14:textId="77777777" w:rsidR="002353F2" w:rsidRDefault="002353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485E1" w14:textId="77777777" w:rsidR="002353F2" w:rsidRDefault="002353F2" w:rsidP="00BF3F0A">
      <w:r>
        <w:separator/>
      </w:r>
    </w:p>
    <w:p w14:paraId="1E20C775" w14:textId="77777777" w:rsidR="002353F2" w:rsidRDefault="002353F2"/>
  </w:footnote>
  <w:footnote w:type="continuationSeparator" w:id="0">
    <w:p w14:paraId="45C7FAA8" w14:textId="77777777" w:rsidR="002353F2" w:rsidRDefault="002353F2" w:rsidP="00BF3F0A">
      <w:r>
        <w:continuationSeparator/>
      </w:r>
    </w:p>
    <w:p w14:paraId="23E7DF17" w14:textId="77777777" w:rsidR="002353F2" w:rsidRDefault="002353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66469789" w:rsidR="009C2650" w:rsidRPr="009E77A5" w:rsidRDefault="00C0202E" w:rsidP="009D29D3">
    <w:pPr>
      <w:pStyle w:val="SIText"/>
    </w:pPr>
    <w:r>
      <w:t>AHCDES4XX</w:t>
    </w:r>
    <w:r w:rsidR="009E77A5" w:rsidRPr="009E77A5">
      <w:t xml:space="preserve"> </w:t>
    </w:r>
    <w:r w:rsidR="003F27D9">
      <w:t>Apply construction techniques to landscape 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B7D0D"/>
    <w:multiLevelType w:val="multilevel"/>
    <w:tmpl w:val="8272D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74DF2"/>
    <w:multiLevelType w:val="multilevel"/>
    <w:tmpl w:val="E210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877C3"/>
    <w:multiLevelType w:val="multilevel"/>
    <w:tmpl w:val="74381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536E0B"/>
    <w:multiLevelType w:val="multilevel"/>
    <w:tmpl w:val="D27A2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DB6FEC"/>
    <w:multiLevelType w:val="multilevel"/>
    <w:tmpl w:val="216CA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D8090D"/>
    <w:multiLevelType w:val="multilevel"/>
    <w:tmpl w:val="EB641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61E3FF4"/>
    <w:multiLevelType w:val="multilevel"/>
    <w:tmpl w:val="8152A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8D3DC0"/>
    <w:multiLevelType w:val="multilevel"/>
    <w:tmpl w:val="55282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F0425A"/>
    <w:multiLevelType w:val="multilevel"/>
    <w:tmpl w:val="5EB01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BB61B5"/>
    <w:multiLevelType w:val="multilevel"/>
    <w:tmpl w:val="4B52F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47E2A"/>
    <w:multiLevelType w:val="multilevel"/>
    <w:tmpl w:val="C83C2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6503F4"/>
    <w:multiLevelType w:val="multilevel"/>
    <w:tmpl w:val="B95A2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7C7EF8"/>
    <w:multiLevelType w:val="multilevel"/>
    <w:tmpl w:val="6910E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F27CFB"/>
    <w:multiLevelType w:val="multilevel"/>
    <w:tmpl w:val="D8CCA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82D0C"/>
    <w:multiLevelType w:val="multilevel"/>
    <w:tmpl w:val="9F62F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F612F6"/>
    <w:multiLevelType w:val="multilevel"/>
    <w:tmpl w:val="1C5E8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BF4039"/>
    <w:multiLevelType w:val="multilevel"/>
    <w:tmpl w:val="3CC26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034A4"/>
    <w:multiLevelType w:val="multilevel"/>
    <w:tmpl w:val="5994F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4C29B3"/>
    <w:multiLevelType w:val="multilevel"/>
    <w:tmpl w:val="F3A6A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E602B3"/>
    <w:multiLevelType w:val="multilevel"/>
    <w:tmpl w:val="6218B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1710FE"/>
    <w:multiLevelType w:val="multilevel"/>
    <w:tmpl w:val="39D65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735806"/>
    <w:multiLevelType w:val="multilevel"/>
    <w:tmpl w:val="27B6C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3E225A"/>
    <w:multiLevelType w:val="multilevel"/>
    <w:tmpl w:val="3DE86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D775BF"/>
    <w:multiLevelType w:val="multilevel"/>
    <w:tmpl w:val="EE9A4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1F480B"/>
    <w:multiLevelType w:val="multilevel"/>
    <w:tmpl w:val="22AEC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4"/>
  </w:num>
  <w:num w:numId="4">
    <w:abstractNumId w:val="35"/>
  </w:num>
  <w:num w:numId="5">
    <w:abstractNumId w:val="2"/>
  </w:num>
  <w:num w:numId="6">
    <w:abstractNumId w:val="18"/>
  </w:num>
  <w:num w:numId="7">
    <w:abstractNumId w:val="3"/>
  </w:num>
  <w:num w:numId="8">
    <w:abstractNumId w:val="0"/>
  </w:num>
  <w:num w:numId="9">
    <w:abstractNumId w:val="34"/>
  </w:num>
  <w:num w:numId="10">
    <w:abstractNumId w:val="23"/>
  </w:num>
  <w:num w:numId="11">
    <w:abstractNumId w:val="33"/>
  </w:num>
  <w:num w:numId="12">
    <w:abstractNumId w:val="28"/>
  </w:num>
  <w:num w:numId="13">
    <w:abstractNumId w:val="36"/>
  </w:num>
  <w:num w:numId="14">
    <w:abstractNumId w:val="10"/>
  </w:num>
  <w:num w:numId="15">
    <w:abstractNumId w:val="11"/>
  </w:num>
  <w:num w:numId="16">
    <w:abstractNumId w:val="37"/>
  </w:num>
  <w:num w:numId="17">
    <w:abstractNumId w:val="6"/>
  </w:num>
  <w:num w:numId="18">
    <w:abstractNumId w:val="21"/>
  </w:num>
  <w:num w:numId="19">
    <w:abstractNumId w:val="16"/>
  </w:num>
  <w:num w:numId="20">
    <w:abstractNumId w:val="39"/>
  </w:num>
  <w:num w:numId="21">
    <w:abstractNumId w:val="25"/>
  </w:num>
  <w:num w:numId="22">
    <w:abstractNumId w:val="31"/>
  </w:num>
  <w:num w:numId="23">
    <w:abstractNumId w:val="5"/>
  </w:num>
  <w:num w:numId="24">
    <w:abstractNumId w:val="1"/>
  </w:num>
  <w:num w:numId="25">
    <w:abstractNumId w:val="24"/>
  </w:num>
  <w:num w:numId="26">
    <w:abstractNumId w:val="13"/>
  </w:num>
  <w:num w:numId="27">
    <w:abstractNumId w:val="40"/>
  </w:num>
  <w:num w:numId="28">
    <w:abstractNumId w:val="30"/>
  </w:num>
  <w:num w:numId="29">
    <w:abstractNumId w:val="29"/>
  </w:num>
  <w:num w:numId="30">
    <w:abstractNumId w:val="9"/>
  </w:num>
  <w:num w:numId="31">
    <w:abstractNumId w:val="26"/>
  </w:num>
  <w:num w:numId="32">
    <w:abstractNumId w:val="32"/>
  </w:num>
  <w:num w:numId="33">
    <w:abstractNumId w:val="27"/>
  </w:num>
  <w:num w:numId="34">
    <w:abstractNumId w:val="20"/>
  </w:num>
  <w:num w:numId="35">
    <w:abstractNumId w:val="38"/>
  </w:num>
  <w:num w:numId="36">
    <w:abstractNumId w:val="15"/>
  </w:num>
  <w:num w:numId="37">
    <w:abstractNumId w:val="17"/>
  </w:num>
  <w:num w:numId="38">
    <w:abstractNumId w:val="14"/>
  </w:num>
  <w:num w:numId="39">
    <w:abstractNumId w:val="8"/>
  </w:num>
  <w:num w:numId="40">
    <w:abstractNumId w:val="22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8DE"/>
    <w:rsid w:val="00006AAB"/>
    <w:rsid w:val="0001108F"/>
    <w:rsid w:val="000115E2"/>
    <w:rsid w:val="000126D0"/>
    <w:rsid w:val="0001296A"/>
    <w:rsid w:val="00012A60"/>
    <w:rsid w:val="00012ADB"/>
    <w:rsid w:val="00016803"/>
    <w:rsid w:val="000202D8"/>
    <w:rsid w:val="000203B0"/>
    <w:rsid w:val="00021980"/>
    <w:rsid w:val="0002283D"/>
    <w:rsid w:val="00023992"/>
    <w:rsid w:val="000275AE"/>
    <w:rsid w:val="00033CA0"/>
    <w:rsid w:val="00037700"/>
    <w:rsid w:val="000402C5"/>
    <w:rsid w:val="00041722"/>
    <w:rsid w:val="00041E59"/>
    <w:rsid w:val="000561BE"/>
    <w:rsid w:val="0006293D"/>
    <w:rsid w:val="00064BFE"/>
    <w:rsid w:val="00070B3E"/>
    <w:rsid w:val="00071847"/>
    <w:rsid w:val="00071F95"/>
    <w:rsid w:val="000737BB"/>
    <w:rsid w:val="00074E47"/>
    <w:rsid w:val="000754EC"/>
    <w:rsid w:val="0009093B"/>
    <w:rsid w:val="00097EEA"/>
    <w:rsid w:val="000A5441"/>
    <w:rsid w:val="000A6A5E"/>
    <w:rsid w:val="000B2022"/>
    <w:rsid w:val="000B34C2"/>
    <w:rsid w:val="000B546B"/>
    <w:rsid w:val="000C149A"/>
    <w:rsid w:val="000C224E"/>
    <w:rsid w:val="000C5961"/>
    <w:rsid w:val="000D0445"/>
    <w:rsid w:val="000D3E44"/>
    <w:rsid w:val="000E25E6"/>
    <w:rsid w:val="000E2C86"/>
    <w:rsid w:val="000E534B"/>
    <w:rsid w:val="000F277C"/>
    <w:rsid w:val="000F2928"/>
    <w:rsid w:val="000F29F2"/>
    <w:rsid w:val="001005E7"/>
    <w:rsid w:val="00101659"/>
    <w:rsid w:val="00105AEA"/>
    <w:rsid w:val="00106F15"/>
    <w:rsid w:val="001078BF"/>
    <w:rsid w:val="00113483"/>
    <w:rsid w:val="00122502"/>
    <w:rsid w:val="00122777"/>
    <w:rsid w:val="001333F0"/>
    <w:rsid w:val="00133957"/>
    <w:rsid w:val="001372F6"/>
    <w:rsid w:val="00144385"/>
    <w:rsid w:val="00146EEC"/>
    <w:rsid w:val="00151D55"/>
    <w:rsid w:val="00151D93"/>
    <w:rsid w:val="00154EB7"/>
    <w:rsid w:val="00156EF3"/>
    <w:rsid w:val="001658B3"/>
    <w:rsid w:val="00176582"/>
    <w:rsid w:val="00176E4F"/>
    <w:rsid w:val="0018546B"/>
    <w:rsid w:val="00192880"/>
    <w:rsid w:val="00196303"/>
    <w:rsid w:val="001A6A3E"/>
    <w:rsid w:val="001A7B6D"/>
    <w:rsid w:val="001B16C0"/>
    <w:rsid w:val="001B34D5"/>
    <w:rsid w:val="001B396B"/>
    <w:rsid w:val="001B4203"/>
    <w:rsid w:val="001B513A"/>
    <w:rsid w:val="001B6E66"/>
    <w:rsid w:val="001C0206"/>
    <w:rsid w:val="001C0A75"/>
    <w:rsid w:val="001C1306"/>
    <w:rsid w:val="001C1427"/>
    <w:rsid w:val="001D30EB"/>
    <w:rsid w:val="001D4017"/>
    <w:rsid w:val="001D5C1B"/>
    <w:rsid w:val="001D7F5B"/>
    <w:rsid w:val="001E0849"/>
    <w:rsid w:val="001E16BC"/>
    <w:rsid w:val="001E16DF"/>
    <w:rsid w:val="001F01CA"/>
    <w:rsid w:val="001F2BA5"/>
    <w:rsid w:val="001F308D"/>
    <w:rsid w:val="001F41C3"/>
    <w:rsid w:val="00201A7C"/>
    <w:rsid w:val="00201E20"/>
    <w:rsid w:val="00205419"/>
    <w:rsid w:val="0021210E"/>
    <w:rsid w:val="00212BFD"/>
    <w:rsid w:val="00213618"/>
    <w:rsid w:val="0021414D"/>
    <w:rsid w:val="00223124"/>
    <w:rsid w:val="00233143"/>
    <w:rsid w:val="002336B9"/>
    <w:rsid w:val="00234444"/>
    <w:rsid w:val="002353F2"/>
    <w:rsid w:val="00235546"/>
    <w:rsid w:val="00236629"/>
    <w:rsid w:val="002403BB"/>
    <w:rsid w:val="0024043C"/>
    <w:rsid w:val="00242293"/>
    <w:rsid w:val="00244EA7"/>
    <w:rsid w:val="00246A9C"/>
    <w:rsid w:val="002572F0"/>
    <w:rsid w:val="00262FC3"/>
    <w:rsid w:val="0026394F"/>
    <w:rsid w:val="00267AF6"/>
    <w:rsid w:val="00276A58"/>
    <w:rsid w:val="00276DB8"/>
    <w:rsid w:val="00282664"/>
    <w:rsid w:val="00285FB8"/>
    <w:rsid w:val="00290204"/>
    <w:rsid w:val="00292D56"/>
    <w:rsid w:val="0029475D"/>
    <w:rsid w:val="002970C3"/>
    <w:rsid w:val="002A0CB7"/>
    <w:rsid w:val="002A19DA"/>
    <w:rsid w:val="002A4CD3"/>
    <w:rsid w:val="002A6CC4"/>
    <w:rsid w:val="002C2DEB"/>
    <w:rsid w:val="002C55E9"/>
    <w:rsid w:val="002D0C8B"/>
    <w:rsid w:val="002D330A"/>
    <w:rsid w:val="002E170C"/>
    <w:rsid w:val="002E193E"/>
    <w:rsid w:val="002E688E"/>
    <w:rsid w:val="002F73AD"/>
    <w:rsid w:val="00300D46"/>
    <w:rsid w:val="00300E70"/>
    <w:rsid w:val="00305EFF"/>
    <w:rsid w:val="0030681B"/>
    <w:rsid w:val="00310A6A"/>
    <w:rsid w:val="00313C22"/>
    <w:rsid w:val="003144E6"/>
    <w:rsid w:val="00314CFB"/>
    <w:rsid w:val="003227E3"/>
    <w:rsid w:val="00324FD8"/>
    <w:rsid w:val="00337E82"/>
    <w:rsid w:val="00346FDC"/>
    <w:rsid w:val="00350BB1"/>
    <w:rsid w:val="00352C83"/>
    <w:rsid w:val="00362E48"/>
    <w:rsid w:val="00366805"/>
    <w:rsid w:val="0037067D"/>
    <w:rsid w:val="00370EB8"/>
    <w:rsid w:val="003718AE"/>
    <w:rsid w:val="003730DC"/>
    <w:rsid w:val="00373436"/>
    <w:rsid w:val="003737F1"/>
    <w:rsid w:val="003741CC"/>
    <w:rsid w:val="00375513"/>
    <w:rsid w:val="00377860"/>
    <w:rsid w:val="00380FAD"/>
    <w:rsid w:val="00385EE9"/>
    <w:rsid w:val="0038699A"/>
    <w:rsid w:val="00386E6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782"/>
    <w:rsid w:val="003C13AE"/>
    <w:rsid w:val="003C2197"/>
    <w:rsid w:val="003C7152"/>
    <w:rsid w:val="003D2E73"/>
    <w:rsid w:val="003E72B6"/>
    <w:rsid w:val="003E72CB"/>
    <w:rsid w:val="003E7BBE"/>
    <w:rsid w:val="003F27D9"/>
    <w:rsid w:val="003F3220"/>
    <w:rsid w:val="003F342D"/>
    <w:rsid w:val="0040612E"/>
    <w:rsid w:val="004127E3"/>
    <w:rsid w:val="00426454"/>
    <w:rsid w:val="0042694B"/>
    <w:rsid w:val="0043192D"/>
    <w:rsid w:val="0043212E"/>
    <w:rsid w:val="00434366"/>
    <w:rsid w:val="00434ECE"/>
    <w:rsid w:val="00444423"/>
    <w:rsid w:val="0044688B"/>
    <w:rsid w:val="00452F3E"/>
    <w:rsid w:val="0045358A"/>
    <w:rsid w:val="0046239A"/>
    <w:rsid w:val="004640AE"/>
    <w:rsid w:val="004679E3"/>
    <w:rsid w:val="00475172"/>
    <w:rsid w:val="004758B0"/>
    <w:rsid w:val="00480E95"/>
    <w:rsid w:val="004831A2"/>
    <w:rsid w:val="004832D2"/>
    <w:rsid w:val="00485559"/>
    <w:rsid w:val="00490214"/>
    <w:rsid w:val="00491157"/>
    <w:rsid w:val="004911E0"/>
    <w:rsid w:val="00495653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79A1"/>
    <w:rsid w:val="004D0AA8"/>
    <w:rsid w:val="004D0D5F"/>
    <w:rsid w:val="004D1569"/>
    <w:rsid w:val="004D2C3F"/>
    <w:rsid w:val="004D300D"/>
    <w:rsid w:val="004D44B1"/>
    <w:rsid w:val="004D5040"/>
    <w:rsid w:val="004E0460"/>
    <w:rsid w:val="004E1579"/>
    <w:rsid w:val="004E5FAE"/>
    <w:rsid w:val="004E6245"/>
    <w:rsid w:val="004E6741"/>
    <w:rsid w:val="004E7094"/>
    <w:rsid w:val="004F0C89"/>
    <w:rsid w:val="004F5DC7"/>
    <w:rsid w:val="004F78DA"/>
    <w:rsid w:val="00513157"/>
    <w:rsid w:val="005145AB"/>
    <w:rsid w:val="00520E9A"/>
    <w:rsid w:val="005248C1"/>
    <w:rsid w:val="00526134"/>
    <w:rsid w:val="005405B2"/>
    <w:rsid w:val="005427C8"/>
    <w:rsid w:val="00544437"/>
    <w:rsid w:val="005446D1"/>
    <w:rsid w:val="00556BBB"/>
    <w:rsid w:val="00556C4C"/>
    <w:rsid w:val="00557369"/>
    <w:rsid w:val="00557D22"/>
    <w:rsid w:val="00564ADD"/>
    <w:rsid w:val="005708EB"/>
    <w:rsid w:val="00575BC6"/>
    <w:rsid w:val="00581909"/>
    <w:rsid w:val="00583902"/>
    <w:rsid w:val="00596C73"/>
    <w:rsid w:val="005A12F7"/>
    <w:rsid w:val="005A1D70"/>
    <w:rsid w:val="005A3AA5"/>
    <w:rsid w:val="005A547B"/>
    <w:rsid w:val="005A6C9C"/>
    <w:rsid w:val="005A74DC"/>
    <w:rsid w:val="005A7EB3"/>
    <w:rsid w:val="005B5146"/>
    <w:rsid w:val="005D1AFD"/>
    <w:rsid w:val="005D536F"/>
    <w:rsid w:val="005D6EA7"/>
    <w:rsid w:val="005E0259"/>
    <w:rsid w:val="005E385B"/>
    <w:rsid w:val="005E38C5"/>
    <w:rsid w:val="005E421E"/>
    <w:rsid w:val="005E51E6"/>
    <w:rsid w:val="005F027A"/>
    <w:rsid w:val="005F33CC"/>
    <w:rsid w:val="005F771F"/>
    <w:rsid w:val="006010EF"/>
    <w:rsid w:val="0060290E"/>
    <w:rsid w:val="006121D4"/>
    <w:rsid w:val="00613B49"/>
    <w:rsid w:val="00616845"/>
    <w:rsid w:val="00620E8E"/>
    <w:rsid w:val="006242CB"/>
    <w:rsid w:val="00625428"/>
    <w:rsid w:val="00632013"/>
    <w:rsid w:val="00633CFE"/>
    <w:rsid w:val="00634FCA"/>
    <w:rsid w:val="00643C7A"/>
    <w:rsid w:val="00643D1B"/>
    <w:rsid w:val="006452B8"/>
    <w:rsid w:val="00650CC3"/>
    <w:rsid w:val="00652E62"/>
    <w:rsid w:val="00660A32"/>
    <w:rsid w:val="00686A06"/>
    <w:rsid w:val="00686A49"/>
    <w:rsid w:val="00687B62"/>
    <w:rsid w:val="00687F88"/>
    <w:rsid w:val="00690C44"/>
    <w:rsid w:val="00695144"/>
    <w:rsid w:val="006969D9"/>
    <w:rsid w:val="00697092"/>
    <w:rsid w:val="006A03DE"/>
    <w:rsid w:val="006A2B68"/>
    <w:rsid w:val="006A315F"/>
    <w:rsid w:val="006B5F99"/>
    <w:rsid w:val="006C2F32"/>
    <w:rsid w:val="006C6541"/>
    <w:rsid w:val="006D1AF9"/>
    <w:rsid w:val="006D38C3"/>
    <w:rsid w:val="006D4046"/>
    <w:rsid w:val="006D4448"/>
    <w:rsid w:val="006D6741"/>
    <w:rsid w:val="006D692A"/>
    <w:rsid w:val="006D6DFD"/>
    <w:rsid w:val="006D7CA9"/>
    <w:rsid w:val="006E2C4D"/>
    <w:rsid w:val="006E42FE"/>
    <w:rsid w:val="006F0D02"/>
    <w:rsid w:val="006F10FE"/>
    <w:rsid w:val="006F3622"/>
    <w:rsid w:val="00705EEC"/>
    <w:rsid w:val="00707741"/>
    <w:rsid w:val="00710593"/>
    <w:rsid w:val="007134FE"/>
    <w:rsid w:val="00715794"/>
    <w:rsid w:val="00717385"/>
    <w:rsid w:val="00722769"/>
    <w:rsid w:val="00723F0C"/>
    <w:rsid w:val="00727901"/>
    <w:rsid w:val="00727FA9"/>
    <w:rsid w:val="0073075B"/>
    <w:rsid w:val="0073404B"/>
    <w:rsid w:val="007341FF"/>
    <w:rsid w:val="007401F2"/>
    <w:rsid w:val="007404E9"/>
    <w:rsid w:val="007444CF"/>
    <w:rsid w:val="007454D3"/>
    <w:rsid w:val="00751F7E"/>
    <w:rsid w:val="00752C75"/>
    <w:rsid w:val="00757005"/>
    <w:rsid w:val="00761DBE"/>
    <w:rsid w:val="0076412E"/>
    <w:rsid w:val="0076523B"/>
    <w:rsid w:val="00771B60"/>
    <w:rsid w:val="00772566"/>
    <w:rsid w:val="00774EC1"/>
    <w:rsid w:val="00781D77"/>
    <w:rsid w:val="00783549"/>
    <w:rsid w:val="007858F8"/>
    <w:rsid w:val="007860B7"/>
    <w:rsid w:val="00786DC8"/>
    <w:rsid w:val="00787DB7"/>
    <w:rsid w:val="00794581"/>
    <w:rsid w:val="007A300D"/>
    <w:rsid w:val="007B7F48"/>
    <w:rsid w:val="007C5A4C"/>
    <w:rsid w:val="007D4149"/>
    <w:rsid w:val="007D5A78"/>
    <w:rsid w:val="007E3BD1"/>
    <w:rsid w:val="007F1563"/>
    <w:rsid w:val="007F1EB2"/>
    <w:rsid w:val="007F44DB"/>
    <w:rsid w:val="007F5A8B"/>
    <w:rsid w:val="008013E7"/>
    <w:rsid w:val="008171EC"/>
    <w:rsid w:val="00817D51"/>
    <w:rsid w:val="0082051A"/>
    <w:rsid w:val="00822145"/>
    <w:rsid w:val="00823530"/>
    <w:rsid w:val="00823FF4"/>
    <w:rsid w:val="00830267"/>
    <w:rsid w:val="008306E7"/>
    <w:rsid w:val="008322BE"/>
    <w:rsid w:val="00833E96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02A7"/>
    <w:rsid w:val="00851BE5"/>
    <w:rsid w:val="008545EB"/>
    <w:rsid w:val="00854662"/>
    <w:rsid w:val="008636C2"/>
    <w:rsid w:val="00865011"/>
    <w:rsid w:val="0086652B"/>
    <w:rsid w:val="00866658"/>
    <w:rsid w:val="00871909"/>
    <w:rsid w:val="008800CC"/>
    <w:rsid w:val="008812A4"/>
    <w:rsid w:val="008831C7"/>
    <w:rsid w:val="008856AB"/>
    <w:rsid w:val="00886790"/>
    <w:rsid w:val="00887194"/>
    <w:rsid w:val="008908DE"/>
    <w:rsid w:val="00891171"/>
    <w:rsid w:val="00895ABD"/>
    <w:rsid w:val="008A12ED"/>
    <w:rsid w:val="008A39D3"/>
    <w:rsid w:val="008B2C77"/>
    <w:rsid w:val="008B4AD2"/>
    <w:rsid w:val="008B7138"/>
    <w:rsid w:val="008C1C20"/>
    <w:rsid w:val="008D0E60"/>
    <w:rsid w:val="008D4E5D"/>
    <w:rsid w:val="008E260C"/>
    <w:rsid w:val="008E39BE"/>
    <w:rsid w:val="008E5BA3"/>
    <w:rsid w:val="008E62EC"/>
    <w:rsid w:val="008E7666"/>
    <w:rsid w:val="008F2E13"/>
    <w:rsid w:val="008F32F6"/>
    <w:rsid w:val="008F57E2"/>
    <w:rsid w:val="00902FB5"/>
    <w:rsid w:val="0090432E"/>
    <w:rsid w:val="0090681B"/>
    <w:rsid w:val="009155F7"/>
    <w:rsid w:val="00916CD7"/>
    <w:rsid w:val="00920927"/>
    <w:rsid w:val="00921B38"/>
    <w:rsid w:val="009230CF"/>
    <w:rsid w:val="00923720"/>
    <w:rsid w:val="009278C9"/>
    <w:rsid w:val="00932CD7"/>
    <w:rsid w:val="009417DF"/>
    <w:rsid w:val="00944C09"/>
    <w:rsid w:val="00944E06"/>
    <w:rsid w:val="009527CB"/>
    <w:rsid w:val="009532FF"/>
    <w:rsid w:val="00953835"/>
    <w:rsid w:val="00955BDB"/>
    <w:rsid w:val="00960F6C"/>
    <w:rsid w:val="00967E07"/>
    <w:rsid w:val="00970747"/>
    <w:rsid w:val="00995263"/>
    <w:rsid w:val="00997BFC"/>
    <w:rsid w:val="009A2467"/>
    <w:rsid w:val="009A5900"/>
    <w:rsid w:val="009A5EF1"/>
    <w:rsid w:val="009A6E6C"/>
    <w:rsid w:val="009A6F3F"/>
    <w:rsid w:val="009B30F9"/>
    <w:rsid w:val="009B331A"/>
    <w:rsid w:val="009B5FF4"/>
    <w:rsid w:val="009B7CE9"/>
    <w:rsid w:val="009C2650"/>
    <w:rsid w:val="009D15E2"/>
    <w:rsid w:val="009D15FE"/>
    <w:rsid w:val="009D195A"/>
    <w:rsid w:val="009D1EB5"/>
    <w:rsid w:val="009D29D3"/>
    <w:rsid w:val="009D5D2C"/>
    <w:rsid w:val="009E5B39"/>
    <w:rsid w:val="009E77A5"/>
    <w:rsid w:val="009F0DCC"/>
    <w:rsid w:val="009F11CA"/>
    <w:rsid w:val="00A0695B"/>
    <w:rsid w:val="00A10FBF"/>
    <w:rsid w:val="00A13052"/>
    <w:rsid w:val="00A15C12"/>
    <w:rsid w:val="00A216A8"/>
    <w:rsid w:val="00A223A6"/>
    <w:rsid w:val="00A33B8D"/>
    <w:rsid w:val="00A3639E"/>
    <w:rsid w:val="00A403CE"/>
    <w:rsid w:val="00A470F4"/>
    <w:rsid w:val="00A5092E"/>
    <w:rsid w:val="00A554D6"/>
    <w:rsid w:val="00A56E14"/>
    <w:rsid w:val="00A63D32"/>
    <w:rsid w:val="00A6476B"/>
    <w:rsid w:val="00A67759"/>
    <w:rsid w:val="00A76C6C"/>
    <w:rsid w:val="00A82661"/>
    <w:rsid w:val="00A87356"/>
    <w:rsid w:val="00A92DD1"/>
    <w:rsid w:val="00AA50AA"/>
    <w:rsid w:val="00AA5338"/>
    <w:rsid w:val="00AA734E"/>
    <w:rsid w:val="00AB1B8E"/>
    <w:rsid w:val="00AB3EC1"/>
    <w:rsid w:val="00AB46DE"/>
    <w:rsid w:val="00AB51ED"/>
    <w:rsid w:val="00AC0696"/>
    <w:rsid w:val="00AC4C98"/>
    <w:rsid w:val="00AC5F6B"/>
    <w:rsid w:val="00AC68A8"/>
    <w:rsid w:val="00AD2882"/>
    <w:rsid w:val="00AD3896"/>
    <w:rsid w:val="00AD45E8"/>
    <w:rsid w:val="00AD5B47"/>
    <w:rsid w:val="00AD6C4D"/>
    <w:rsid w:val="00AE1ED9"/>
    <w:rsid w:val="00AE32CB"/>
    <w:rsid w:val="00AF1D6E"/>
    <w:rsid w:val="00AF3957"/>
    <w:rsid w:val="00AF4642"/>
    <w:rsid w:val="00B0712C"/>
    <w:rsid w:val="00B12013"/>
    <w:rsid w:val="00B13296"/>
    <w:rsid w:val="00B22C67"/>
    <w:rsid w:val="00B23B00"/>
    <w:rsid w:val="00B23CB8"/>
    <w:rsid w:val="00B27D18"/>
    <w:rsid w:val="00B3423E"/>
    <w:rsid w:val="00B3508F"/>
    <w:rsid w:val="00B443EE"/>
    <w:rsid w:val="00B4752C"/>
    <w:rsid w:val="00B51D15"/>
    <w:rsid w:val="00B52841"/>
    <w:rsid w:val="00B560C8"/>
    <w:rsid w:val="00B57577"/>
    <w:rsid w:val="00B61150"/>
    <w:rsid w:val="00B6232C"/>
    <w:rsid w:val="00B65BC7"/>
    <w:rsid w:val="00B67788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C051A"/>
    <w:rsid w:val="00BC3117"/>
    <w:rsid w:val="00BC5075"/>
    <w:rsid w:val="00BC5419"/>
    <w:rsid w:val="00BD31C9"/>
    <w:rsid w:val="00BD3B0F"/>
    <w:rsid w:val="00BD40A8"/>
    <w:rsid w:val="00BE5889"/>
    <w:rsid w:val="00BE6BBF"/>
    <w:rsid w:val="00BF1D4C"/>
    <w:rsid w:val="00BF3F0A"/>
    <w:rsid w:val="00C0202E"/>
    <w:rsid w:val="00C03D21"/>
    <w:rsid w:val="00C05B28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1C2A"/>
    <w:rsid w:val="00C659DD"/>
    <w:rsid w:val="00C67F69"/>
    <w:rsid w:val="00C70626"/>
    <w:rsid w:val="00C72860"/>
    <w:rsid w:val="00C73582"/>
    <w:rsid w:val="00C73B90"/>
    <w:rsid w:val="00C742EC"/>
    <w:rsid w:val="00C81B26"/>
    <w:rsid w:val="00C91387"/>
    <w:rsid w:val="00C933C6"/>
    <w:rsid w:val="00C96AF3"/>
    <w:rsid w:val="00C97CCC"/>
    <w:rsid w:val="00CA0274"/>
    <w:rsid w:val="00CA0F10"/>
    <w:rsid w:val="00CA139A"/>
    <w:rsid w:val="00CB4466"/>
    <w:rsid w:val="00CB746F"/>
    <w:rsid w:val="00CC0419"/>
    <w:rsid w:val="00CC285D"/>
    <w:rsid w:val="00CC451E"/>
    <w:rsid w:val="00CC68C9"/>
    <w:rsid w:val="00CC70C8"/>
    <w:rsid w:val="00CC7FAA"/>
    <w:rsid w:val="00CD19D4"/>
    <w:rsid w:val="00CD4E9D"/>
    <w:rsid w:val="00CD4F4D"/>
    <w:rsid w:val="00CD6C02"/>
    <w:rsid w:val="00CE7D19"/>
    <w:rsid w:val="00CF05A9"/>
    <w:rsid w:val="00CF0CF5"/>
    <w:rsid w:val="00CF2B3E"/>
    <w:rsid w:val="00D0201F"/>
    <w:rsid w:val="00D03685"/>
    <w:rsid w:val="00D07D4E"/>
    <w:rsid w:val="00D07E81"/>
    <w:rsid w:val="00D10800"/>
    <w:rsid w:val="00D11106"/>
    <w:rsid w:val="00D115AA"/>
    <w:rsid w:val="00D145BE"/>
    <w:rsid w:val="00D14C30"/>
    <w:rsid w:val="00D2035A"/>
    <w:rsid w:val="00D20C57"/>
    <w:rsid w:val="00D25D16"/>
    <w:rsid w:val="00D32124"/>
    <w:rsid w:val="00D346D4"/>
    <w:rsid w:val="00D346EB"/>
    <w:rsid w:val="00D44FC0"/>
    <w:rsid w:val="00D52987"/>
    <w:rsid w:val="00D54C76"/>
    <w:rsid w:val="00D632BB"/>
    <w:rsid w:val="00D702EF"/>
    <w:rsid w:val="00D70DBC"/>
    <w:rsid w:val="00D71E43"/>
    <w:rsid w:val="00D727F3"/>
    <w:rsid w:val="00D73695"/>
    <w:rsid w:val="00D810DE"/>
    <w:rsid w:val="00D87D32"/>
    <w:rsid w:val="00D91188"/>
    <w:rsid w:val="00D92C83"/>
    <w:rsid w:val="00D94C0E"/>
    <w:rsid w:val="00D960FC"/>
    <w:rsid w:val="00DA0A81"/>
    <w:rsid w:val="00DA0DF6"/>
    <w:rsid w:val="00DA1101"/>
    <w:rsid w:val="00DA3C10"/>
    <w:rsid w:val="00DA53B5"/>
    <w:rsid w:val="00DA54B5"/>
    <w:rsid w:val="00DB2C59"/>
    <w:rsid w:val="00DC1D69"/>
    <w:rsid w:val="00DC22DF"/>
    <w:rsid w:val="00DC5A3A"/>
    <w:rsid w:val="00DD0726"/>
    <w:rsid w:val="00DD1048"/>
    <w:rsid w:val="00DE1033"/>
    <w:rsid w:val="00DF0496"/>
    <w:rsid w:val="00DF7DFF"/>
    <w:rsid w:val="00E10071"/>
    <w:rsid w:val="00E22356"/>
    <w:rsid w:val="00E238E6"/>
    <w:rsid w:val="00E2689F"/>
    <w:rsid w:val="00E34CD8"/>
    <w:rsid w:val="00E35064"/>
    <w:rsid w:val="00E3681D"/>
    <w:rsid w:val="00E37977"/>
    <w:rsid w:val="00E40225"/>
    <w:rsid w:val="00E41333"/>
    <w:rsid w:val="00E43468"/>
    <w:rsid w:val="00E501F0"/>
    <w:rsid w:val="00E52BB2"/>
    <w:rsid w:val="00E6166D"/>
    <w:rsid w:val="00E62225"/>
    <w:rsid w:val="00E71679"/>
    <w:rsid w:val="00E72A08"/>
    <w:rsid w:val="00E76206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2C49"/>
    <w:rsid w:val="00EC41E2"/>
    <w:rsid w:val="00EC69EB"/>
    <w:rsid w:val="00ED031F"/>
    <w:rsid w:val="00ED3B31"/>
    <w:rsid w:val="00EF01F8"/>
    <w:rsid w:val="00EF3268"/>
    <w:rsid w:val="00EF3FDF"/>
    <w:rsid w:val="00EF40EF"/>
    <w:rsid w:val="00EF47FE"/>
    <w:rsid w:val="00F06632"/>
    <w:rsid w:val="00F069BD"/>
    <w:rsid w:val="00F13246"/>
    <w:rsid w:val="00F1480E"/>
    <w:rsid w:val="00F1497D"/>
    <w:rsid w:val="00F16715"/>
    <w:rsid w:val="00F16AAC"/>
    <w:rsid w:val="00F20A9C"/>
    <w:rsid w:val="00F25BDC"/>
    <w:rsid w:val="00F30C7D"/>
    <w:rsid w:val="00F33FF2"/>
    <w:rsid w:val="00F349B2"/>
    <w:rsid w:val="00F438FC"/>
    <w:rsid w:val="00F538B5"/>
    <w:rsid w:val="00F53AAE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18E6"/>
    <w:rsid w:val="00F827E3"/>
    <w:rsid w:val="00F83D7C"/>
    <w:rsid w:val="00F934CA"/>
    <w:rsid w:val="00FA1EFF"/>
    <w:rsid w:val="00FA5755"/>
    <w:rsid w:val="00FA613B"/>
    <w:rsid w:val="00FB232E"/>
    <w:rsid w:val="00FC77EC"/>
    <w:rsid w:val="00FD2723"/>
    <w:rsid w:val="00FD4BE9"/>
    <w:rsid w:val="00FD557D"/>
    <w:rsid w:val="00FE0282"/>
    <w:rsid w:val="00FE0DE0"/>
    <w:rsid w:val="00FE124D"/>
    <w:rsid w:val="00FE5500"/>
    <w:rsid w:val="00FE5C8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3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4FAA5A-629B-4031-91C6-0A710555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7b4b677c-12e1-4a54-ada3-96c3a877c048"/>
    <ds:schemaRef ds:uri="http://www.w3.org/XML/1998/namespace"/>
    <ds:schemaRef ds:uri="http://purl.org/dc/elements/1.1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120</TotalTime>
  <Pages>3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144</cp:revision>
  <cp:lastPrinted>2020-10-23T23:32:00Z</cp:lastPrinted>
  <dcterms:created xsi:type="dcterms:W3CDTF">2021-03-21T22:41:00Z</dcterms:created>
  <dcterms:modified xsi:type="dcterms:W3CDTF">2021-04-26T00:12:00Z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